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791"/>
        <w:gridCol w:w="4872"/>
      </w:tblGrid>
      <w:tr w:rsidR="00047D2E">
        <w:tc>
          <w:tcPr>
            <w:tcW w:w="4791" w:type="dxa"/>
          </w:tcPr>
          <w:p w:rsidR="00047D2E" w:rsidRPr="008C76C7" w:rsidRDefault="00047D2E">
            <w:pPr>
              <w:pStyle w:val="berschrift2"/>
              <w:rPr>
                <w:rFonts w:ascii="Brush Script MT" w:hAnsi="Brush Script MT"/>
                <w:i w:val="0"/>
                <w:iCs w:val="0"/>
                <w:sz w:val="32"/>
                <w:szCs w:val="20"/>
              </w:rPr>
            </w:pPr>
            <w:r w:rsidRPr="005C5054">
              <w:rPr>
                <w:rFonts w:ascii="Brush Script MT" w:hAnsi="Brush Script MT"/>
                <w:b w:val="0"/>
                <w:bCs w:val="0"/>
                <w:i w:val="0"/>
                <w:iCs w:val="0"/>
                <w:sz w:val="32"/>
                <w:szCs w:val="20"/>
              </w:rPr>
              <w:br w:type="page"/>
            </w:r>
            <w:r w:rsidRPr="005C5054">
              <w:rPr>
                <w:rFonts w:ascii="Arial" w:hAnsi="Arial" w:cs="Arial"/>
                <w:i w:val="0"/>
                <w:iCs w:val="0"/>
                <w:sz w:val="32"/>
                <w:szCs w:val="20"/>
              </w:rPr>
              <w:t>Arbeitsblatt</w:t>
            </w:r>
          </w:p>
        </w:tc>
        <w:tc>
          <w:tcPr>
            <w:tcW w:w="4872" w:type="dxa"/>
          </w:tcPr>
          <w:p w:rsidR="00047D2E" w:rsidRPr="008C76C7" w:rsidRDefault="00047D2E" w:rsidP="0093153F">
            <w:pPr>
              <w:pStyle w:val="berschrift2"/>
              <w:jc w:val="right"/>
              <w:rPr>
                <w:rFonts w:ascii="Brush Script MT" w:hAnsi="Brush Script MT"/>
                <w:b w:val="0"/>
                <w:bCs w:val="0"/>
                <w:i w:val="0"/>
                <w:iCs w:val="0"/>
                <w:sz w:val="32"/>
                <w:szCs w:val="20"/>
              </w:rPr>
            </w:pPr>
            <w:r w:rsidRPr="005C5054">
              <w:rPr>
                <w:rFonts w:ascii="Arial" w:hAnsi="Arial"/>
                <w:bCs w:val="0"/>
                <w:i w:val="0"/>
                <w:iCs w:val="0"/>
                <w:sz w:val="32"/>
                <w:szCs w:val="20"/>
              </w:rPr>
              <w:t>DB02</w:t>
            </w:r>
          </w:p>
        </w:tc>
      </w:tr>
    </w:tbl>
    <w:p w:rsidR="00047D2E" w:rsidRDefault="00047D2E"/>
    <w:p w:rsidR="00047D2E" w:rsidRPr="0093153F" w:rsidRDefault="00047D2E" w:rsidP="004C4285">
      <w:pPr>
        <w:rPr>
          <w:b/>
          <w:sz w:val="28"/>
        </w:rPr>
      </w:pPr>
      <w:r w:rsidRPr="0093153F">
        <w:rPr>
          <w:b/>
          <w:sz w:val="28"/>
        </w:rPr>
        <w:t>Situation:</w:t>
      </w:r>
    </w:p>
    <w:p w:rsidR="00047D2E" w:rsidRDefault="00047D2E" w:rsidP="0093153F"/>
    <w:p w:rsidR="00047D2E" w:rsidRDefault="00047D2E" w:rsidP="0093153F">
      <w:pPr>
        <w:pStyle w:val="Textkrper"/>
        <w:jc w:val="left"/>
        <w:rPr>
          <w:sz w:val="22"/>
        </w:rPr>
      </w:pPr>
      <w:r>
        <w:rPr>
          <w:sz w:val="22"/>
        </w:rPr>
        <w:t>Nachdem die Kundendaten erfasst und verwaltet werden können, sollen nun die einzelnen Fahrräder der Fahrradvermietung in die Datenbank übernommen werden.</w:t>
      </w:r>
    </w:p>
    <w:p w:rsidR="00047D2E" w:rsidRDefault="00047D2E" w:rsidP="0093153F">
      <w:pPr>
        <w:pStyle w:val="Textkrper"/>
        <w:spacing w:before="60"/>
        <w:jc w:val="left"/>
        <w:rPr>
          <w:sz w:val="22"/>
        </w:rPr>
      </w:pPr>
      <w:r>
        <w:rPr>
          <w:sz w:val="22"/>
        </w:rPr>
        <w:t>Dabei müssen die folgenden Sachverhalte und Wünsche Herrn Carlsons berücksichtigt werden:</w:t>
      </w:r>
    </w:p>
    <w:p w:rsidR="00047D2E" w:rsidRDefault="00047D2E" w:rsidP="0093153F">
      <w:pPr>
        <w:pStyle w:val="Textkrper"/>
        <w:numPr>
          <w:ilvl w:val="0"/>
          <w:numId w:val="3"/>
        </w:numPr>
        <w:spacing w:before="60"/>
        <w:jc w:val="left"/>
        <w:rPr>
          <w:sz w:val="22"/>
        </w:rPr>
      </w:pPr>
      <w:r>
        <w:rPr>
          <w:sz w:val="22"/>
        </w:rPr>
        <w:t xml:space="preserve">Die Fahrradvermietung „Rent A Bike e.K.“ verfügt zur Zeit über 17 Fahrräder, wobei von einigen Modellen mehrere Exemplare vorhanden sind. Jedes Fahrradmodell hat eine Bezeichnung </w:t>
      </w:r>
      <w:r w:rsidRPr="005B5F7C">
        <w:rPr>
          <w:b/>
          <w:color w:val="FF0000"/>
        </w:rPr>
        <w:t>und wird den Kunden zu einem bestimmten Tagesmietpreis angeboten</w:t>
      </w:r>
      <w:r>
        <w:rPr>
          <w:sz w:val="22"/>
        </w:rPr>
        <w:t>.</w:t>
      </w:r>
    </w:p>
    <w:p w:rsidR="00047D2E" w:rsidRDefault="00047D2E" w:rsidP="0093153F">
      <w:pPr>
        <w:pStyle w:val="Textkrper"/>
        <w:numPr>
          <w:ilvl w:val="0"/>
          <w:numId w:val="3"/>
        </w:numPr>
        <w:spacing w:before="60"/>
        <w:jc w:val="left"/>
        <w:rPr>
          <w:sz w:val="22"/>
        </w:rPr>
      </w:pPr>
      <w:r>
        <w:rPr>
          <w:sz w:val="22"/>
        </w:rPr>
        <w:t xml:space="preserve">Von jedem Fahrrad sollen die Rahmennummer, das Kaufdatum </w:t>
      </w:r>
      <w:r w:rsidR="002D4656">
        <w:rPr>
          <w:sz w:val="22"/>
        </w:rPr>
        <w:t xml:space="preserve">sowie </w:t>
      </w:r>
      <w:r>
        <w:rPr>
          <w:sz w:val="22"/>
        </w:rPr>
        <w:t>der Anschaf</w:t>
      </w:r>
      <w:r w:rsidR="002D4656">
        <w:rPr>
          <w:sz w:val="22"/>
        </w:rPr>
        <w:softHyphen/>
      </w:r>
      <w:r>
        <w:rPr>
          <w:sz w:val="22"/>
        </w:rPr>
        <w:t xml:space="preserve">fungswert erfasst werden. </w:t>
      </w:r>
    </w:p>
    <w:p w:rsidR="00047D2E" w:rsidRDefault="00047D2E" w:rsidP="0093153F">
      <w:pPr>
        <w:pStyle w:val="Textkrper"/>
        <w:numPr>
          <w:ilvl w:val="0"/>
          <w:numId w:val="3"/>
        </w:numPr>
        <w:spacing w:before="60"/>
        <w:jc w:val="left"/>
        <w:rPr>
          <w:sz w:val="22"/>
        </w:rPr>
      </w:pPr>
      <w:r>
        <w:rPr>
          <w:sz w:val="22"/>
        </w:rPr>
        <w:t>Jedes Fahrrad hat einen Hersteller, von dem auch die Adresse seines Internetportals gespeichert werden soll.</w:t>
      </w:r>
    </w:p>
    <w:p w:rsidR="00047D2E" w:rsidRDefault="00047D2E" w:rsidP="0093153F">
      <w:pPr>
        <w:pStyle w:val="Textkrper"/>
        <w:numPr>
          <w:ilvl w:val="0"/>
          <w:numId w:val="3"/>
        </w:numPr>
        <w:spacing w:before="60"/>
        <w:jc w:val="left"/>
        <w:rPr>
          <w:sz w:val="22"/>
        </w:rPr>
      </w:pPr>
      <w:r>
        <w:rPr>
          <w:sz w:val="22"/>
        </w:rPr>
        <w:t>Jedes Fahrrad gehört zu einer Fahrradart (z.B. Rennrad, Mountainbike, Kinderrad, etc.)</w:t>
      </w:r>
    </w:p>
    <w:p w:rsidR="00047D2E" w:rsidRDefault="00047D2E" w:rsidP="0093153F">
      <w:pPr>
        <w:pStyle w:val="Textkrper"/>
        <w:jc w:val="left"/>
        <w:rPr>
          <w:sz w:val="22"/>
        </w:rPr>
      </w:pPr>
    </w:p>
    <w:p w:rsidR="00047D2E" w:rsidRDefault="00047D2E" w:rsidP="0093153F">
      <w:pPr>
        <w:pStyle w:val="Textkrper"/>
        <w:jc w:val="left"/>
        <w:rPr>
          <w:sz w:val="22"/>
        </w:rPr>
      </w:pPr>
    </w:p>
    <w:p w:rsidR="00047D2E" w:rsidRDefault="00047D2E" w:rsidP="0093153F">
      <w:pPr>
        <w:pStyle w:val="Textkrper"/>
        <w:jc w:val="left"/>
        <w:rPr>
          <w:sz w:val="22"/>
        </w:rPr>
      </w:pPr>
    </w:p>
    <w:p w:rsidR="00047D2E" w:rsidRPr="0093153F" w:rsidRDefault="00047D2E" w:rsidP="0093153F">
      <w:pPr>
        <w:rPr>
          <w:b/>
          <w:sz w:val="28"/>
        </w:rPr>
      </w:pPr>
      <w:r w:rsidRPr="0093153F">
        <w:rPr>
          <w:b/>
          <w:sz w:val="28"/>
        </w:rPr>
        <w:t>Aufgaben:</w:t>
      </w:r>
    </w:p>
    <w:p w:rsidR="00047D2E" w:rsidRPr="0093153F" w:rsidRDefault="00047D2E" w:rsidP="008D6BE9">
      <w:pPr>
        <w:pStyle w:val="Kopfzeile"/>
        <w:tabs>
          <w:tab w:val="clear" w:pos="4536"/>
          <w:tab w:val="clear" w:pos="9072"/>
        </w:tabs>
        <w:spacing w:before="240"/>
        <w:ind w:left="363" w:hanging="363"/>
        <w:rPr>
          <w:noProof/>
          <w:sz w:val="22"/>
        </w:rPr>
      </w:pPr>
      <w:bookmarkStart w:id="0" w:name="OLE_LINK1"/>
      <w:r>
        <w:rPr>
          <w:noProof/>
          <w:sz w:val="22"/>
        </w:rPr>
        <w:t>1</w:t>
      </w:r>
      <w:r>
        <w:rPr>
          <w:noProof/>
          <w:sz w:val="22"/>
        </w:rPr>
        <w:tab/>
        <w:t>Erweitern Sie das Entity-Relationship-Modell der Fahrradvermietung unter Berücksichtigung der angeführten Bedingungen.</w:t>
      </w:r>
      <w:bookmarkEnd w:id="0"/>
    </w:p>
    <w:p w:rsidR="00047D2E" w:rsidRDefault="00047D2E" w:rsidP="008D6BE9">
      <w:pPr>
        <w:pStyle w:val="Kopfzeile"/>
        <w:tabs>
          <w:tab w:val="clear" w:pos="4536"/>
          <w:tab w:val="clear" w:pos="9072"/>
        </w:tabs>
        <w:spacing w:before="240"/>
        <w:ind w:left="363" w:hanging="363"/>
        <w:rPr>
          <w:noProof/>
          <w:sz w:val="22"/>
        </w:rPr>
      </w:pPr>
      <w:r>
        <w:rPr>
          <w:noProof/>
          <w:sz w:val="22"/>
        </w:rPr>
        <w:t>2</w:t>
      </w:r>
      <w:r>
        <w:rPr>
          <w:noProof/>
          <w:sz w:val="22"/>
        </w:rPr>
        <w:tab/>
      </w:r>
      <w:r w:rsidRPr="0093153F">
        <w:rPr>
          <w:noProof/>
          <w:sz w:val="22"/>
        </w:rPr>
        <w:t>Erstellen Sie mit</w:t>
      </w:r>
      <w:r>
        <w:rPr>
          <w:noProof/>
          <w:sz w:val="22"/>
        </w:rPr>
        <w:t xml:space="preserve"> Hilfe</w:t>
      </w:r>
      <w:r w:rsidRPr="0093153F">
        <w:rPr>
          <w:noProof/>
          <w:sz w:val="22"/>
        </w:rPr>
        <w:t xml:space="preserve"> der MySQL-Workbench ein EER-Diagramm,</w:t>
      </w:r>
      <w:r w:rsidRPr="0093153F">
        <w:rPr>
          <w:noProof/>
          <w:sz w:val="22"/>
        </w:rPr>
        <w:br/>
        <w:t xml:space="preserve">speichern Sie </w:t>
      </w:r>
      <w:r>
        <w:rPr>
          <w:noProof/>
          <w:sz w:val="22"/>
        </w:rPr>
        <w:t>das Modell</w:t>
      </w:r>
      <w:r w:rsidRPr="0093153F">
        <w:rPr>
          <w:noProof/>
          <w:sz w:val="22"/>
        </w:rPr>
        <w:t xml:space="preserve"> unter dem Namen </w:t>
      </w:r>
      <w:r w:rsidRPr="0004087C">
        <w:rPr>
          <w:bCs/>
          <w:iCs/>
          <w:noProof/>
          <w:sz w:val="22"/>
        </w:rPr>
        <w:t>fahrradvermietung_4_2013.mwb</w:t>
      </w:r>
      <w:r w:rsidRPr="0093153F">
        <w:rPr>
          <w:noProof/>
          <w:sz w:val="22"/>
        </w:rPr>
        <w:t xml:space="preserve"> </w:t>
      </w:r>
      <w:r>
        <w:rPr>
          <w:noProof/>
          <w:sz w:val="22"/>
        </w:rPr>
        <w:t xml:space="preserve">ab </w:t>
      </w:r>
      <w:r>
        <w:rPr>
          <w:noProof/>
          <w:sz w:val="22"/>
        </w:rPr>
        <w:br/>
      </w:r>
      <w:r w:rsidRPr="0093153F">
        <w:rPr>
          <w:noProof/>
          <w:sz w:val="22"/>
        </w:rPr>
        <w:t>und</w:t>
      </w:r>
      <w:r>
        <w:rPr>
          <w:noProof/>
          <w:sz w:val="22"/>
        </w:rPr>
        <w:t xml:space="preserve"> </w:t>
      </w:r>
      <w:r w:rsidRPr="0093153F">
        <w:rPr>
          <w:noProof/>
          <w:sz w:val="22"/>
        </w:rPr>
        <w:t xml:space="preserve">erweitern Sie </w:t>
      </w:r>
      <w:r>
        <w:rPr>
          <w:noProof/>
          <w:sz w:val="22"/>
        </w:rPr>
        <w:t>die Datenbankstruktur (Forward Engineering) der vorliegenden Daten-</w:t>
      </w:r>
      <w:r>
        <w:rPr>
          <w:noProof/>
          <w:sz w:val="22"/>
        </w:rPr>
        <w:br/>
        <w:t xml:space="preserve">bank </w:t>
      </w:r>
      <w:r w:rsidRPr="0004087C">
        <w:rPr>
          <w:bCs/>
          <w:iCs/>
          <w:noProof/>
          <w:sz w:val="22"/>
        </w:rPr>
        <w:t>fahrradvermietung_2013.</w:t>
      </w:r>
    </w:p>
    <w:p w:rsidR="00047D2E" w:rsidRPr="0093153F" w:rsidRDefault="00047D2E" w:rsidP="008D6BE9">
      <w:pPr>
        <w:pStyle w:val="Kopfzeile"/>
        <w:tabs>
          <w:tab w:val="clear" w:pos="4536"/>
          <w:tab w:val="clear" w:pos="9072"/>
        </w:tabs>
        <w:spacing w:before="240"/>
        <w:ind w:left="363" w:hanging="363"/>
        <w:rPr>
          <w:noProof/>
          <w:sz w:val="22"/>
        </w:rPr>
      </w:pPr>
      <w:r>
        <w:rPr>
          <w:noProof/>
          <w:sz w:val="22"/>
        </w:rPr>
        <w:t>3</w:t>
      </w:r>
      <w:r>
        <w:rPr>
          <w:noProof/>
          <w:sz w:val="22"/>
        </w:rPr>
        <w:tab/>
      </w:r>
      <w:r w:rsidRPr="0093153F">
        <w:rPr>
          <w:noProof/>
          <w:sz w:val="22"/>
        </w:rPr>
        <w:t xml:space="preserve">Übernehmen Sie die vorhandenen Daten in die </w:t>
      </w:r>
      <w:r>
        <w:rPr>
          <w:noProof/>
          <w:sz w:val="22"/>
        </w:rPr>
        <w:t xml:space="preserve">erweiterte </w:t>
      </w:r>
      <w:r w:rsidRPr="0093153F">
        <w:rPr>
          <w:noProof/>
          <w:sz w:val="22"/>
        </w:rPr>
        <w:t>Datenbank.</w:t>
      </w:r>
      <w:r>
        <w:rPr>
          <w:noProof/>
          <w:sz w:val="22"/>
        </w:rPr>
        <w:br/>
      </w:r>
      <w:r>
        <w:rPr>
          <w:noProof/>
          <w:sz w:val="20"/>
        </w:rPr>
        <w:t>(</w:t>
      </w:r>
      <w:r w:rsidRPr="00B24F85">
        <w:rPr>
          <w:noProof/>
          <w:sz w:val="20"/>
        </w:rPr>
        <w:t>fahrradvermietung_2013_4_Daten.sql</w:t>
      </w:r>
      <w:r>
        <w:rPr>
          <w:noProof/>
          <w:sz w:val="20"/>
        </w:rPr>
        <w:t>)</w:t>
      </w:r>
    </w:p>
    <w:p w:rsidR="00047D2E" w:rsidRPr="0093153F" w:rsidRDefault="00047D2E" w:rsidP="00F515AF">
      <w:pPr>
        <w:pStyle w:val="Kopfzeile"/>
        <w:tabs>
          <w:tab w:val="clear" w:pos="4536"/>
          <w:tab w:val="clear" w:pos="9072"/>
          <w:tab w:val="left" w:pos="2552"/>
        </w:tabs>
        <w:spacing w:before="240"/>
        <w:ind w:left="363" w:hanging="363"/>
        <w:rPr>
          <w:noProof/>
          <w:sz w:val="22"/>
        </w:rPr>
      </w:pPr>
      <w:r>
        <w:rPr>
          <w:noProof/>
          <w:sz w:val="22"/>
        </w:rPr>
        <w:t>4</w:t>
      </w:r>
      <w:r>
        <w:rPr>
          <w:noProof/>
          <w:sz w:val="22"/>
        </w:rPr>
        <w:tab/>
      </w:r>
      <w:r w:rsidRPr="0093153F">
        <w:rPr>
          <w:noProof/>
          <w:sz w:val="22"/>
        </w:rPr>
        <w:t>Herr Carlson hat zwei E-Bikes vom Hersteller FLYER (www.flyer.ch) gekauft:</w:t>
      </w:r>
      <w:r w:rsidRPr="0093153F">
        <w:rPr>
          <w:noProof/>
          <w:sz w:val="22"/>
        </w:rPr>
        <w:br/>
        <w:t>Fahrradart:</w:t>
      </w:r>
      <w:r w:rsidRPr="0093153F">
        <w:rPr>
          <w:noProof/>
          <w:sz w:val="22"/>
        </w:rPr>
        <w:tab/>
        <w:t>E-Bike</w:t>
      </w:r>
      <w:r w:rsidRPr="0093153F">
        <w:rPr>
          <w:noProof/>
          <w:sz w:val="22"/>
        </w:rPr>
        <w:br/>
        <w:t>Bezeichnung:</w:t>
      </w:r>
      <w:r w:rsidRPr="0093153F">
        <w:rPr>
          <w:noProof/>
          <w:sz w:val="22"/>
        </w:rPr>
        <w:tab/>
        <w:t>C-Serie</w:t>
      </w:r>
      <w:r w:rsidRPr="0093153F">
        <w:rPr>
          <w:noProof/>
          <w:sz w:val="22"/>
        </w:rPr>
        <w:br/>
        <w:t>Rahmennummern:</w:t>
      </w:r>
      <w:r w:rsidRPr="0093153F">
        <w:rPr>
          <w:noProof/>
          <w:sz w:val="22"/>
        </w:rPr>
        <w:tab/>
        <w:t>8761-A45-152  und  8761-A45-153</w:t>
      </w:r>
      <w:r w:rsidRPr="0093153F">
        <w:rPr>
          <w:noProof/>
          <w:sz w:val="22"/>
        </w:rPr>
        <w:br/>
        <w:t>Tagesmietpreis:</w:t>
      </w:r>
      <w:r w:rsidRPr="0093153F">
        <w:rPr>
          <w:noProof/>
          <w:sz w:val="22"/>
        </w:rPr>
        <w:tab/>
        <w:t>24,50</w:t>
      </w:r>
      <w:r w:rsidRPr="0093153F">
        <w:rPr>
          <w:noProof/>
          <w:sz w:val="22"/>
        </w:rPr>
        <w:br/>
        <w:t>Anschaffungswert:</w:t>
      </w:r>
      <w:r w:rsidRPr="0093153F">
        <w:rPr>
          <w:noProof/>
          <w:sz w:val="22"/>
        </w:rPr>
        <w:tab/>
        <w:t>2.499,00</w:t>
      </w:r>
      <w:r w:rsidR="005B1B7C">
        <w:rPr>
          <w:noProof/>
          <w:sz w:val="22"/>
        </w:rPr>
        <w:t xml:space="preserve"> (jeweils für beide Fahrräder)</w:t>
      </w:r>
      <w:r w:rsidRPr="0093153F">
        <w:rPr>
          <w:noProof/>
          <w:sz w:val="22"/>
        </w:rPr>
        <w:br/>
        <w:t>Kaufdatum:</w:t>
      </w:r>
      <w:r w:rsidRPr="0093153F">
        <w:rPr>
          <w:noProof/>
          <w:sz w:val="22"/>
        </w:rPr>
        <w:tab/>
        <w:t>heute</w:t>
      </w:r>
    </w:p>
    <w:p w:rsidR="00047D2E" w:rsidRPr="0093153F" w:rsidRDefault="00047D2E" w:rsidP="0093153F">
      <w:pPr>
        <w:tabs>
          <w:tab w:val="left" w:pos="2835"/>
        </w:tabs>
        <w:spacing w:before="120"/>
        <w:ind w:left="363"/>
        <w:rPr>
          <w:noProof/>
          <w:sz w:val="22"/>
        </w:rPr>
      </w:pPr>
      <w:r w:rsidRPr="0093153F">
        <w:rPr>
          <w:noProof/>
          <w:sz w:val="22"/>
        </w:rPr>
        <w:t>Erfassen Sie die beiden neuen Fahrräder</w:t>
      </w:r>
      <w:r>
        <w:rPr>
          <w:noProof/>
          <w:sz w:val="22"/>
        </w:rPr>
        <w:t xml:space="preserve"> im SQL-Editor der MySQL Workbench</w:t>
      </w:r>
      <w:r w:rsidRPr="0093153F">
        <w:rPr>
          <w:noProof/>
          <w:sz w:val="22"/>
        </w:rPr>
        <w:t>.</w:t>
      </w:r>
    </w:p>
    <w:p w:rsidR="00047D2E" w:rsidRPr="0093153F" w:rsidRDefault="00047D2E" w:rsidP="008D6BE9">
      <w:pPr>
        <w:pStyle w:val="Kopfzeile"/>
        <w:tabs>
          <w:tab w:val="clear" w:pos="4536"/>
          <w:tab w:val="clear" w:pos="9072"/>
        </w:tabs>
        <w:spacing w:before="240"/>
        <w:ind w:left="363" w:hanging="363"/>
        <w:rPr>
          <w:noProof/>
          <w:sz w:val="22"/>
        </w:rPr>
      </w:pPr>
      <w:r>
        <w:rPr>
          <w:noProof/>
          <w:sz w:val="22"/>
        </w:rPr>
        <w:t>5</w:t>
      </w:r>
      <w:r>
        <w:rPr>
          <w:noProof/>
          <w:sz w:val="22"/>
        </w:rPr>
        <w:tab/>
      </w:r>
      <w:r w:rsidRPr="0093153F">
        <w:rPr>
          <w:noProof/>
          <w:sz w:val="22"/>
        </w:rPr>
        <w:t>Bearbeiten Sie die</w:t>
      </w:r>
      <w:r>
        <w:rPr>
          <w:noProof/>
          <w:sz w:val="22"/>
        </w:rPr>
        <w:t xml:space="preserve"> Aufgaben zu den</w:t>
      </w:r>
      <w:r w:rsidRPr="0093153F">
        <w:rPr>
          <w:noProof/>
          <w:sz w:val="22"/>
        </w:rPr>
        <w:t xml:space="preserve"> </w:t>
      </w:r>
      <w:r>
        <w:rPr>
          <w:noProof/>
          <w:sz w:val="22"/>
        </w:rPr>
        <w:t>Auswahlabfragen</w:t>
      </w:r>
      <w:r w:rsidRPr="0093153F">
        <w:rPr>
          <w:noProof/>
          <w:sz w:val="22"/>
        </w:rPr>
        <w:t xml:space="preserve"> </w:t>
      </w:r>
      <w:r>
        <w:rPr>
          <w:noProof/>
          <w:sz w:val="22"/>
        </w:rPr>
        <w:t>(siehe Folgeseite).</w:t>
      </w:r>
    </w:p>
    <w:p w:rsidR="00047D2E" w:rsidRPr="0093153F" w:rsidRDefault="00047D2E" w:rsidP="008D6BE9">
      <w:pPr>
        <w:pStyle w:val="Kopfzeile"/>
        <w:tabs>
          <w:tab w:val="clear" w:pos="4536"/>
          <w:tab w:val="clear" w:pos="9072"/>
        </w:tabs>
        <w:spacing w:before="240"/>
        <w:ind w:left="363" w:hanging="363"/>
        <w:rPr>
          <w:noProof/>
          <w:sz w:val="22"/>
        </w:rPr>
      </w:pPr>
      <w:r>
        <w:rPr>
          <w:noProof/>
          <w:sz w:val="22"/>
        </w:rPr>
        <w:t>6</w:t>
      </w:r>
      <w:r>
        <w:rPr>
          <w:noProof/>
          <w:sz w:val="22"/>
        </w:rPr>
        <w:tab/>
      </w:r>
      <w:r w:rsidRPr="0093153F">
        <w:rPr>
          <w:noProof/>
          <w:sz w:val="22"/>
        </w:rPr>
        <w:t>Erstellen Sie Formulare zur Datenpflege für die Tabellen</w:t>
      </w:r>
      <w:r w:rsidRPr="0093153F">
        <w:rPr>
          <w:noProof/>
          <w:sz w:val="22"/>
        </w:rPr>
        <w:br/>
        <w:t>- hersteller,</w:t>
      </w:r>
      <w:r w:rsidRPr="0093153F">
        <w:rPr>
          <w:noProof/>
          <w:sz w:val="22"/>
        </w:rPr>
        <w:br/>
        <w:t>- fahrradarten,</w:t>
      </w:r>
      <w:r w:rsidRPr="0093153F">
        <w:rPr>
          <w:noProof/>
          <w:sz w:val="22"/>
        </w:rPr>
        <w:br/>
        <w:t xml:space="preserve">- </w:t>
      </w:r>
      <w:r>
        <w:rPr>
          <w:noProof/>
          <w:sz w:val="22"/>
        </w:rPr>
        <w:t>modelle</w:t>
      </w:r>
      <w:r w:rsidRPr="0093153F">
        <w:rPr>
          <w:noProof/>
          <w:sz w:val="22"/>
        </w:rPr>
        <w:t xml:space="preserve"> und</w:t>
      </w:r>
      <w:r w:rsidRPr="0093153F">
        <w:rPr>
          <w:noProof/>
          <w:sz w:val="22"/>
        </w:rPr>
        <w:br/>
        <w:t>- fahrraeder.</w:t>
      </w:r>
    </w:p>
    <w:p w:rsidR="00047D2E" w:rsidRPr="0093153F" w:rsidRDefault="00047D2E" w:rsidP="0093153F">
      <w:pPr>
        <w:pStyle w:val="Kopfzeile"/>
        <w:tabs>
          <w:tab w:val="clear" w:pos="4536"/>
          <w:tab w:val="clear" w:pos="9072"/>
        </w:tabs>
        <w:spacing w:before="60"/>
        <w:rPr>
          <w:noProof/>
          <w:sz w:val="22"/>
        </w:rPr>
      </w:pPr>
    </w:p>
    <w:p w:rsidR="00047D2E" w:rsidRPr="002E1C25" w:rsidRDefault="00047D2E" w:rsidP="002E1C25">
      <w:pPr>
        <w:ind w:left="851" w:hanging="851"/>
        <w:rPr>
          <w:b/>
          <w:noProof/>
        </w:rPr>
      </w:pPr>
      <w:r w:rsidRPr="0093153F">
        <w:rPr>
          <w:noProof/>
          <w:sz w:val="22"/>
        </w:rPr>
        <w:br w:type="page"/>
      </w:r>
      <w:r w:rsidRPr="002E1C25">
        <w:rPr>
          <w:b/>
          <w:noProof/>
        </w:rPr>
        <w:lastRenderedPageBreak/>
        <w:t>zu 5:</w:t>
      </w:r>
      <w:r w:rsidRPr="002E1C25">
        <w:rPr>
          <w:b/>
          <w:noProof/>
        </w:rPr>
        <w:tab/>
        <w:t>Formulieren Sie die SQL-Anweisungen zur Beantwortung folgender Fragestellungen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</w:t>
      </w:r>
      <w:r>
        <w:rPr>
          <w:sz w:val="22"/>
        </w:rPr>
        <w:tab/>
      </w:r>
      <w:r w:rsidRPr="0093153F">
        <w:rPr>
          <w:sz w:val="22"/>
        </w:rPr>
        <w:t xml:space="preserve">Welche Fahrräder haben einen </w:t>
      </w:r>
      <w:r w:rsidR="001B350F">
        <w:rPr>
          <w:sz w:val="22"/>
        </w:rPr>
        <w:t>Anschaffungswert von mehr als 600</w:t>
      </w:r>
      <w:r w:rsidRPr="0093153F">
        <w:rPr>
          <w:sz w:val="22"/>
        </w:rPr>
        <w:t xml:space="preserve"> Euro?</w:t>
      </w:r>
      <w:r>
        <w:rPr>
          <w:sz w:val="22"/>
        </w:rPr>
        <w:t xml:space="preserve"> (Alle Attribute)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5-2</w:t>
      </w:r>
      <w:r>
        <w:rPr>
          <w:sz w:val="22"/>
        </w:rPr>
        <w:tab/>
      </w:r>
      <w:r w:rsidRPr="0093153F">
        <w:rPr>
          <w:sz w:val="22"/>
        </w:rPr>
        <w:t xml:space="preserve">Welche Fahrräder haben einen Anschaffungswert von </w:t>
      </w:r>
      <w:r w:rsidR="001B350F">
        <w:rPr>
          <w:sz w:val="22"/>
        </w:rPr>
        <w:t>weniger</w:t>
      </w:r>
      <w:r w:rsidRPr="0093153F">
        <w:rPr>
          <w:sz w:val="22"/>
        </w:rPr>
        <w:t xml:space="preserve"> als 300 Euro?</w:t>
      </w:r>
      <w:r>
        <w:rPr>
          <w:sz w:val="22"/>
        </w:rPr>
        <w:t xml:space="preserve"> (Alle Attribute)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5-3</w:t>
      </w:r>
      <w:r>
        <w:rPr>
          <w:sz w:val="22"/>
        </w:rPr>
        <w:tab/>
      </w:r>
      <w:r w:rsidRPr="0093153F">
        <w:rPr>
          <w:sz w:val="22"/>
        </w:rPr>
        <w:t>Welche Fahrräder wurden vor dem 01.01.2008 angeschafft?</w:t>
      </w:r>
      <w:r>
        <w:rPr>
          <w:sz w:val="22"/>
        </w:rPr>
        <w:t xml:space="preserve"> (Alle Attribute)</w:t>
      </w:r>
    </w:p>
    <w:p w:rsidR="00047D2E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5-4</w:t>
      </w:r>
      <w:r>
        <w:rPr>
          <w:sz w:val="22"/>
        </w:rPr>
        <w:tab/>
      </w:r>
      <w:r w:rsidRPr="0093153F">
        <w:rPr>
          <w:sz w:val="22"/>
        </w:rPr>
        <w:t xml:space="preserve">Welche Fahrräder haben einen Anschaffungswert von </w:t>
      </w:r>
      <w:r>
        <w:rPr>
          <w:sz w:val="22"/>
        </w:rPr>
        <w:t>weniger als</w:t>
      </w:r>
      <w:r w:rsidRPr="0093153F">
        <w:rPr>
          <w:sz w:val="22"/>
        </w:rPr>
        <w:t xml:space="preserve"> 400</w:t>
      </w:r>
      <w:r>
        <w:rPr>
          <w:sz w:val="22"/>
        </w:rPr>
        <w:t>,00</w:t>
      </w:r>
      <w:r w:rsidRPr="0093153F">
        <w:rPr>
          <w:sz w:val="22"/>
        </w:rPr>
        <w:t xml:space="preserve"> Euro</w:t>
      </w:r>
      <w:r w:rsidR="001B350F">
        <w:rPr>
          <w:sz w:val="22"/>
        </w:rPr>
        <w:t xml:space="preserve"> und wurden vor dem Jahr 2008 angeschafft</w:t>
      </w:r>
      <w:r w:rsidRPr="0093153F">
        <w:rPr>
          <w:sz w:val="22"/>
        </w:rPr>
        <w:t>?</w:t>
      </w:r>
      <w:r>
        <w:rPr>
          <w:sz w:val="22"/>
        </w:rPr>
        <w:t xml:space="preserve"> (Alle Attribute)</w:t>
      </w:r>
    </w:p>
    <w:p w:rsidR="00586A14" w:rsidRDefault="00047D2E" w:rsidP="00586A14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5-5</w:t>
      </w:r>
      <w:r>
        <w:rPr>
          <w:sz w:val="22"/>
        </w:rPr>
        <w:tab/>
      </w:r>
      <w:r w:rsidR="00586A14">
        <w:rPr>
          <w:sz w:val="22"/>
        </w:rPr>
        <w:t>Wie hoch ist der Brutto-Anschaffungswert des Fahrrads mit Fahrradnummer 6?</w:t>
      </w:r>
      <w:r w:rsidR="003F029F">
        <w:rPr>
          <w:sz w:val="22"/>
        </w:rPr>
        <w:t xml:space="preserve"> (Fahrradnummer, Anschaffungswert, Brutto-Anschaffungswert)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5-6</w:t>
      </w:r>
      <w:r>
        <w:rPr>
          <w:sz w:val="22"/>
        </w:rPr>
        <w:tab/>
      </w:r>
      <w:r w:rsidRPr="0093153F">
        <w:rPr>
          <w:sz w:val="22"/>
        </w:rPr>
        <w:t xml:space="preserve">Wie hoch ist der durchschnittliche </w:t>
      </w:r>
      <w:r w:rsidR="003F029F">
        <w:rPr>
          <w:sz w:val="22"/>
        </w:rPr>
        <w:t>Anschaffungswert</w:t>
      </w:r>
      <w:r w:rsidRPr="0093153F">
        <w:rPr>
          <w:sz w:val="22"/>
        </w:rPr>
        <w:t xml:space="preserve"> aller Fahrräder?</w:t>
      </w:r>
      <w:r w:rsidRPr="006D4D64">
        <w:rPr>
          <w:sz w:val="22"/>
        </w:rPr>
        <w:t xml:space="preserve"> </w:t>
      </w:r>
      <w:r w:rsidR="003F029F">
        <w:rPr>
          <w:sz w:val="22"/>
        </w:rPr>
        <w:t>(Durchschnittswert</w:t>
      </w:r>
      <w:r>
        <w:rPr>
          <w:sz w:val="22"/>
        </w:rPr>
        <w:t>)</w:t>
      </w:r>
    </w:p>
    <w:p w:rsidR="00047D2E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5-7</w:t>
      </w:r>
      <w:r>
        <w:rPr>
          <w:sz w:val="22"/>
        </w:rPr>
        <w:tab/>
      </w:r>
      <w:r w:rsidRPr="0093153F">
        <w:rPr>
          <w:sz w:val="22"/>
        </w:rPr>
        <w:t xml:space="preserve">Wie hoch ist der höchste </w:t>
      </w:r>
      <w:r w:rsidR="00576DAF">
        <w:rPr>
          <w:sz w:val="22"/>
        </w:rPr>
        <w:t>Anschaffungswert</w:t>
      </w:r>
      <w:r w:rsidR="00576DAF" w:rsidRPr="0093153F">
        <w:rPr>
          <w:sz w:val="22"/>
        </w:rPr>
        <w:t xml:space="preserve"> </w:t>
      </w:r>
      <w:r w:rsidRPr="0093153F">
        <w:rPr>
          <w:sz w:val="22"/>
        </w:rPr>
        <w:t>aller Fahrräder?</w:t>
      </w:r>
      <w:r>
        <w:rPr>
          <w:sz w:val="22"/>
        </w:rPr>
        <w:t xml:space="preserve"> (maximaler </w:t>
      </w:r>
      <w:r w:rsidR="00576DAF">
        <w:rPr>
          <w:sz w:val="22"/>
        </w:rPr>
        <w:t>Wert</w:t>
      </w:r>
      <w:r>
        <w:rPr>
          <w:sz w:val="22"/>
        </w:rPr>
        <w:t>)</w:t>
      </w:r>
    </w:p>
    <w:p w:rsidR="00047D2E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5-8</w:t>
      </w:r>
      <w:r>
        <w:rPr>
          <w:sz w:val="22"/>
        </w:rPr>
        <w:tab/>
        <w:t>Wie viel Euro hat das Fahrrad mit dem geringsten Anschaffungswert gekostet?</w:t>
      </w:r>
      <w:r w:rsidRPr="006D4D64">
        <w:rPr>
          <w:sz w:val="22"/>
        </w:rPr>
        <w:t xml:space="preserve"> </w:t>
      </w:r>
      <w:r>
        <w:rPr>
          <w:sz w:val="22"/>
        </w:rPr>
        <w:t>(niedrigster Wert)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5-9</w:t>
      </w:r>
      <w:r>
        <w:rPr>
          <w:sz w:val="22"/>
        </w:rPr>
        <w:tab/>
        <w:t>Wie hoch ist der Gesamtbetrag der Anschaffungskosten aller Fahrräder?</w:t>
      </w:r>
      <w:r w:rsidRPr="006D4D64">
        <w:rPr>
          <w:sz w:val="22"/>
        </w:rPr>
        <w:t xml:space="preserve"> </w:t>
      </w:r>
      <w:r>
        <w:rPr>
          <w:sz w:val="22"/>
        </w:rPr>
        <w:t>(Gesamtwert)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5-10</w:t>
      </w:r>
      <w:r>
        <w:rPr>
          <w:sz w:val="22"/>
        </w:rPr>
        <w:tab/>
      </w:r>
      <w:r w:rsidRPr="0093153F">
        <w:rPr>
          <w:sz w:val="22"/>
        </w:rPr>
        <w:t>Welche Fahrräder wurden im Jahr 2007 angeschafft?</w:t>
      </w:r>
      <w:r>
        <w:rPr>
          <w:sz w:val="22"/>
        </w:rPr>
        <w:t xml:space="preserve"> (Alle Attribute)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5-11</w:t>
      </w:r>
      <w:r>
        <w:rPr>
          <w:sz w:val="22"/>
        </w:rPr>
        <w:tab/>
      </w:r>
      <w:r w:rsidRPr="0093153F">
        <w:rPr>
          <w:sz w:val="22"/>
        </w:rPr>
        <w:t>Welche Fahrräder wurden vor 2007 und nach 2007 angeschafft?</w:t>
      </w:r>
      <w:r>
        <w:rPr>
          <w:sz w:val="22"/>
        </w:rPr>
        <w:t xml:space="preserve"> (Alle Attribute)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5-12</w:t>
      </w:r>
      <w:r>
        <w:rPr>
          <w:sz w:val="22"/>
        </w:rPr>
        <w:tab/>
      </w:r>
      <w:r w:rsidRPr="0093153F">
        <w:rPr>
          <w:sz w:val="22"/>
        </w:rPr>
        <w:t xml:space="preserve">Welche Fahrräder haben einen </w:t>
      </w:r>
      <w:r w:rsidR="00065706">
        <w:rPr>
          <w:sz w:val="22"/>
        </w:rPr>
        <w:t>Anschaffungswert</w:t>
      </w:r>
      <w:r w:rsidRPr="0093153F">
        <w:rPr>
          <w:sz w:val="22"/>
        </w:rPr>
        <w:t xml:space="preserve"> zwischen </w:t>
      </w:r>
      <w:r w:rsidR="00065706">
        <w:rPr>
          <w:sz w:val="22"/>
        </w:rPr>
        <w:t>500 und 80</w:t>
      </w:r>
      <w:r w:rsidRPr="0093153F">
        <w:rPr>
          <w:sz w:val="22"/>
        </w:rPr>
        <w:t>0 Euro?</w:t>
      </w:r>
      <w:r>
        <w:rPr>
          <w:sz w:val="22"/>
        </w:rPr>
        <w:t xml:space="preserve"> (Alle Attribute)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5-13</w:t>
      </w:r>
      <w:r>
        <w:rPr>
          <w:sz w:val="22"/>
        </w:rPr>
        <w:tab/>
      </w:r>
      <w:r w:rsidRPr="0093153F">
        <w:rPr>
          <w:sz w:val="22"/>
        </w:rPr>
        <w:t xml:space="preserve">Welche Hersteller fangen mit </w:t>
      </w:r>
      <w:r>
        <w:rPr>
          <w:sz w:val="22"/>
        </w:rPr>
        <w:t xml:space="preserve">dem Buchstaben </w:t>
      </w:r>
      <w:r w:rsidRPr="0093153F">
        <w:rPr>
          <w:sz w:val="22"/>
        </w:rPr>
        <w:t>„C“ an?</w:t>
      </w:r>
      <w:r w:rsidRPr="0053763C">
        <w:rPr>
          <w:sz w:val="22"/>
        </w:rPr>
        <w:t xml:space="preserve"> </w:t>
      </w:r>
      <w:r>
        <w:rPr>
          <w:sz w:val="22"/>
        </w:rPr>
        <w:t>(Alle Attribute)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5-14</w:t>
      </w:r>
      <w:r>
        <w:rPr>
          <w:sz w:val="22"/>
        </w:rPr>
        <w:tab/>
      </w:r>
      <w:r w:rsidRPr="0093153F">
        <w:rPr>
          <w:sz w:val="22"/>
        </w:rPr>
        <w:t>Die Fahrradnummer, die Bezeichnung und der Anschaffungswert aller Fahrräder sollen nach Fahrradnummern geordnet angezeigt werden.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5-15</w:t>
      </w:r>
      <w:r>
        <w:rPr>
          <w:sz w:val="22"/>
        </w:rPr>
        <w:tab/>
      </w:r>
      <w:r w:rsidRPr="0093153F">
        <w:rPr>
          <w:sz w:val="22"/>
        </w:rPr>
        <w:t>Die Bezeichnung, die Herstellernummer und der Herstellername aller Fahrräder sollen angezeigt werden.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5-16</w:t>
      </w:r>
      <w:r>
        <w:rPr>
          <w:sz w:val="22"/>
        </w:rPr>
        <w:tab/>
      </w:r>
      <w:r w:rsidRPr="0093153F">
        <w:rPr>
          <w:sz w:val="22"/>
        </w:rPr>
        <w:t xml:space="preserve">Die Bezeichnung, die Herstellernummer und der Herstellername aller Fahrräder, die von </w:t>
      </w:r>
      <w:r>
        <w:rPr>
          <w:sz w:val="22"/>
        </w:rPr>
        <w:t>Hersteller „Cube“ hergestellt werden, sollen angezeigt werden.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5-17</w:t>
      </w:r>
      <w:r>
        <w:rPr>
          <w:sz w:val="22"/>
        </w:rPr>
        <w:tab/>
      </w:r>
      <w:r w:rsidRPr="0093153F">
        <w:rPr>
          <w:sz w:val="22"/>
        </w:rPr>
        <w:t>Die Bezeichnung, die Herstellernummer</w:t>
      </w:r>
      <w:r>
        <w:rPr>
          <w:sz w:val="22"/>
        </w:rPr>
        <w:t>,</w:t>
      </w:r>
      <w:r w:rsidRPr="0093153F">
        <w:rPr>
          <w:sz w:val="22"/>
        </w:rPr>
        <w:t xml:space="preserve"> der Herstellername und</w:t>
      </w:r>
      <w:r>
        <w:rPr>
          <w:sz w:val="22"/>
        </w:rPr>
        <w:t xml:space="preserve"> der Tagesmietpreis </w:t>
      </w:r>
      <w:r w:rsidRPr="0093153F">
        <w:rPr>
          <w:sz w:val="22"/>
        </w:rPr>
        <w:t xml:space="preserve">aller Fahrräder, die von </w:t>
      </w:r>
      <w:r>
        <w:rPr>
          <w:sz w:val="22"/>
        </w:rPr>
        <w:t xml:space="preserve">Hersteller </w:t>
      </w:r>
      <w:r w:rsidRPr="0093153F">
        <w:rPr>
          <w:sz w:val="22"/>
        </w:rPr>
        <w:t xml:space="preserve">„Scott“ hergestellt werden und </w:t>
      </w:r>
      <w:r>
        <w:rPr>
          <w:sz w:val="22"/>
        </w:rPr>
        <w:t>deren</w:t>
      </w:r>
      <w:r w:rsidRPr="0093153F">
        <w:rPr>
          <w:sz w:val="22"/>
        </w:rPr>
        <w:t xml:space="preserve"> Tagesmietp</w:t>
      </w:r>
      <w:r>
        <w:rPr>
          <w:sz w:val="22"/>
        </w:rPr>
        <w:t>reis höher als 12,00 Euro ist, sollen nach der Fahrradnummer geordnet aufgelistet werden.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5-18</w:t>
      </w:r>
      <w:r>
        <w:rPr>
          <w:sz w:val="22"/>
        </w:rPr>
        <w:tab/>
      </w:r>
      <w:r w:rsidRPr="0093153F">
        <w:rPr>
          <w:sz w:val="22"/>
        </w:rPr>
        <w:t>Wie hoch ist der höchste Tagesmietpreis aller Fahrräder von „Scott“?</w:t>
      </w:r>
      <w:r>
        <w:rPr>
          <w:sz w:val="22"/>
        </w:rPr>
        <w:t xml:space="preserve"> (Höchstpreis_Scott)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5-19</w:t>
      </w:r>
      <w:r>
        <w:rPr>
          <w:sz w:val="22"/>
        </w:rPr>
        <w:tab/>
      </w:r>
      <w:r w:rsidRPr="0093153F">
        <w:rPr>
          <w:sz w:val="22"/>
        </w:rPr>
        <w:t>Wie hoch ist der tiefste Tagesmietpreis aller Fahrräder von „Scott“?</w:t>
      </w:r>
      <w:r w:rsidRPr="00A77883">
        <w:rPr>
          <w:sz w:val="22"/>
        </w:rPr>
        <w:t xml:space="preserve"> </w:t>
      </w:r>
      <w:r>
        <w:rPr>
          <w:sz w:val="22"/>
        </w:rPr>
        <w:t>(Niedrigstpreis_Scott)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5-20</w:t>
      </w:r>
      <w:r>
        <w:rPr>
          <w:sz w:val="22"/>
        </w:rPr>
        <w:tab/>
      </w:r>
      <w:r w:rsidRPr="0093153F">
        <w:rPr>
          <w:sz w:val="22"/>
        </w:rPr>
        <w:t xml:space="preserve">Wie viele Fahrräder </w:t>
      </w:r>
      <w:r>
        <w:rPr>
          <w:sz w:val="22"/>
        </w:rPr>
        <w:t>stammen vom Hersteller</w:t>
      </w:r>
      <w:r w:rsidRPr="0093153F">
        <w:rPr>
          <w:sz w:val="22"/>
        </w:rPr>
        <w:t xml:space="preserve"> „Scott“?</w:t>
      </w:r>
      <w:r>
        <w:rPr>
          <w:sz w:val="22"/>
        </w:rPr>
        <w:t xml:space="preserve"> (Anzahl Fahrraeder von Scott)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5-21</w:t>
      </w:r>
      <w:r>
        <w:rPr>
          <w:sz w:val="22"/>
        </w:rPr>
        <w:tab/>
      </w:r>
      <w:r w:rsidRPr="0093153F">
        <w:rPr>
          <w:sz w:val="22"/>
        </w:rPr>
        <w:t>Welche</w:t>
      </w:r>
      <w:r>
        <w:rPr>
          <w:sz w:val="22"/>
        </w:rPr>
        <w:t xml:space="preserve"> Fahrräder der Fahrradart</w:t>
      </w:r>
      <w:r w:rsidRPr="0093153F">
        <w:rPr>
          <w:sz w:val="22"/>
        </w:rPr>
        <w:t xml:space="preserve"> </w:t>
      </w:r>
      <w:r>
        <w:rPr>
          <w:sz w:val="22"/>
        </w:rPr>
        <w:t>„Kinderrad“</w:t>
      </w:r>
      <w:r w:rsidRPr="0093153F">
        <w:rPr>
          <w:sz w:val="22"/>
        </w:rPr>
        <w:t xml:space="preserve"> gibt es? (fahrradnr, bezeichnung, herstellername)</w:t>
      </w:r>
    </w:p>
    <w:p w:rsidR="00047D2E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5-22</w:t>
      </w:r>
      <w:r>
        <w:rPr>
          <w:sz w:val="22"/>
        </w:rPr>
        <w:tab/>
      </w:r>
      <w:r w:rsidRPr="0093153F">
        <w:rPr>
          <w:sz w:val="22"/>
        </w:rPr>
        <w:t>Wie viele Kinderräder gibt es?</w:t>
      </w:r>
      <w:r>
        <w:rPr>
          <w:sz w:val="22"/>
        </w:rPr>
        <w:t xml:space="preserve"> (Anzahl_Kinderräder)</w:t>
      </w:r>
    </w:p>
    <w:p w:rsidR="00047D2E" w:rsidRPr="0093153F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5-23</w:t>
      </w:r>
      <w:r>
        <w:rPr>
          <w:sz w:val="22"/>
        </w:rPr>
        <w:tab/>
        <w:t>Von allen Fahrrädern, die nicht zu den Fahrradarten „Kinderrad“ und „Jugendrad“ gehören, sollen die Fahrradnummer, die Bezeichnung des Fahrradmodells sowie die Bezeichnung der Fahrradart aufgelistet werden.</w:t>
      </w:r>
    </w:p>
    <w:p w:rsidR="00047D2E" w:rsidRDefault="00047D2E" w:rsidP="009E3FC0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t>5-</w:t>
      </w:r>
      <w:bookmarkStart w:id="1" w:name="_GoBack"/>
      <w:bookmarkEnd w:id="1"/>
      <w:r>
        <w:rPr>
          <w:sz w:val="22"/>
        </w:rPr>
        <w:t>24</w:t>
      </w:r>
      <w:r>
        <w:rPr>
          <w:sz w:val="22"/>
        </w:rPr>
        <w:tab/>
      </w:r>
      <w:r w:rsidRPr="0093153F">
        <w:rPr>
          <w:sz w:val="22"/>
        </w:rPr>
        <w:t>Wie hoch ist der durchschnittliche Tagesmietpreis aller Kinderräder?</w:t>
      </w:r>
    </w:p>
    <w:p w:rsidR="00047D2E" w:rsidRDefault="00047D2E" w:rsidP="008760DA">
      <w:pPr>
        <w:pStyle w:val="Listenabsatz"/>
        <w:spacing w:before="200"/>
        <w:ind w:left="567" w:right="-143" w:hanging="567"/>
        <w:contextualSpacing w:val="0"/>
        <w:rPr>
          <w:sz w:val="22"/>
        </w:rPr>
      </w:pPr>
      <w:r>
        <w:rPr>
          <w:sz w:val="22"/>
        </w:rPr>
        <w:br w:type="page"/>
      </w:r>
      <w:r>
        <w:rPr>
          <w:sz w:val="22"/>
        </w:rPr>
        <w:lastRenderedPageBreak/>
        <w:t>5-25</w:t>
      </w:r>
      <w:r>
        <w:rPr>
          <w:sz w:val="22"/>
        </w:rPr>
        <w:tab/>
      </w:r>
      <w:r w:rsidRPr="0093153F">
        <w:rPr>
          <w:sz w:val="22"/>
        </w:rPr>
        <w:t xml:space="preserve">Wie </w:t>
      </w:r>
      <w:r w:rsidR="008760DA">
        <w:rPr>
          <w:sz w:val="22"/>
        </w:rPr>
        <w:t xml:space="preserve">lautet die Modellbezeichnung des </w:t>
      </w:r>
      <w:r w:rsidR="008760DA" w:rsidRPr="0093153F">
        <w:rPr>
          <w:sz w:val="22"/>
        </w:rPr>
        <w:t>Kinderfahrrades mit dem höchsten Tagesmietpreis</w:t>
      </w:r>
      <w:r w:rsidR="008760DA">
        <w:rPr>
          <w:sz w:val="22"/>
        </w:rPr>
        <w:t>?</w:t>
      </w:r>
      <w:r w:rsidR="008760DA">
        <w:rPr>
          <w:sz w:val="22"/>
        </w:rPr>
        <w:br/>
        <w:t>(Modellbezeichnung, Tagesmietpreis)</w:t>
      </w:r>
    </w:p>
    <w:p w:rsidR="00047D2E" w:rsidRPr="0093153F" w:rsidRDefault="00047D2E" w:rsidP="0050472A">
      <w:pPr>
        <w:pStyle w:val="Listenabsatz"/>
        <w:spacing w:before="120"/>
        <w:ind w:left="567" w:hanging="567"/>
        <w:contextualSpacing w:val="0"/>
        <w:rPr>
          <w:sz w:val="22"/>
        </w:rPr>
      </w:pPr>
    </w:p>
    <w:p w:rsidR="00047D2E" w:rsidRDefault="000101B5" w:rsidP="0050472A">
      <w:pPr>
        <w:pStyle w:val="Listenabsatz"/>
        <w:spacing w:before="120"/>
        <w:ind w:left="567" w:hanging="567"/>
        <w:contextualSpacing w:val="0"/>
        <w:rPr>
          <w:sz w:val="2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4667885</wp:posOffset>
            </wp:positionH>
            <wp:positionV relativeFrom="paragraph">
              <wp:posOffset>74295</wp:posOffset>
            </wp:positionV>
            <wp:extent cx="1048385" cy="1092200"/>
            <wp:effectExtent l="19050" t="19050" r="18415" b="12700"/>
            <wp:wrapTight wrapText="bothSides">
              <wp:wrapPolygon edited="0">
                <wp:start x="-392" y="-377"/>
                <wp:lineTo x="-392" y="21851"/>
                <wp:lineTo x="21979" y="21851"/>
                <wp:lineTo x="21979" y="-377"/>
                <wp:lineTo x="-392" y="-377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092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7D2E">
        <w:rPr>
          <w:sz w:val="22"/>
        </w:rPr>
        <w:t>5-26</w:t>
      </w:r>
      <w:r w:rsidR="00047D2E">
        <w:rPr>
          <w:sz w:val="22"/>
        </w:rPr>
        <w:tab/>
      </w:r>
      <w:r w:rsidR="00047D2E" w:rsidRPr="0093153F">
        <w:rPr>
          <w:sz w:val="22"/>
        </w:rPr>
        <w:t>Die Anzahl der Fahrräder je Fahrradart soll berechnet werden, z.B.:</w:t>
      </w:r>
    </w:p>
    <w:p w:rsidR="005300ED" w:rsidRDefault="005300ED" w:rsidP="00650828">
      <w:pPr>
        <w:pStyle w:val="Listenabsatz"/>
        <w:spacing w:before="120"/>
        <w:ind w:left="567"/>
        <w:contextualSpacing w:val="0"/>
        <w:rPr>
          <w:noProof/>
          <w:sz w:val="22"/>
        </w:rPr>
      </w:pPr>
    </w:p>
    <w:p w:rsidR="005300ED" w:rsidRDefault="005300ED" w:rsidP="00650828">
      <w:pPr>
        <w:pStyle w:val="Listenabsatz"/>
        <w:spacing w:before="120"/>
        <w:ind w:left="567"/>
        <w:contextualSpacing w:val="0"/>
        <w:rPr>
          <w:noProof/>
          <w:sz w:val="22"/>
        </w:rPr>
      </w:pPr>
    </w:p>
    <w:p w:rsidR="00047D2E" w:rsidRDefault="00047D2E" w:rsidP="00650828">
      <w:pPr>
        <w:pStyle w:val="Listenabsatz"/>
        <w:spacing w:before="120"/>
        <w:ind w:left="567"/>
        <w:contextualSpacing w:val="0"/>
        <w:rPr>
          <w:noProof/>
          <w:sz w:val="22"/>
        </w:rPr>
      </w:pPr>
    </w:p>
    <w:p w:rsidR="00047D2E" w:rsidRDefault="00047D2E" w:rsidP="0050472A">
      <w:pPr>
        <w:pStyle w:val="Listenabsatz"/>
        <w:spacing w:before="120"/>
        <w:ind w:left="567" w:hanging="567"/>
        <w:contextualSpacing w:val="0"/>
        <w:rPr>
          <w:sz w:val="22"/>
        </w:rPr>
      </w:pPr>
    </w:p>
    <w:p w:rsidR="005300ED" w:rsidRPr="0093153F" w:rsidRDefault="005300ED" w:rsidP="0050472A">
      <w:pPr>
        <w:pStyle w:val="Listenabsatz"/>
        <w:spacing w:before="120"/>
        <w:ind w:left="567" w:hanging="567"/>
        <w:contextualSpacing w:val="0"/>
        <w:rPr>
          <w:sz w:val="22"/>
        </w:rPr>
      </w:pPr>
    </w:p>
    <w:p w:rsidR="00047D2E" w:rsidRDefault="000101B5" w:rsidP="0050472A">
      <w:pPr>
        <w:pStyle w:val="Listenabsatz"/>
        <w:spacing w:before="120"/>
        <w:ind w:left="567" w:hanging="567"/>
        <w:contextualSpacing w:val="0"/>
        <w:rPr>
          <w:sz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4674235</wp:posOffset>
            </wp:positionH>
            <wp:positionV relativeFrom="paragraph">
              <wp:posOffset>109855</wp:posOffset>
            </wp:positionV>
            <wp:extent cx="1033780" cy="1280160"/>
            <wp:effectExtent l="38100" t="19050" r="13970" b="15240"/>
            <wp:wrapTight wrapText="bothSides">
              <wp:wrapPolygon edited="0">
                <wp:start x="-796" y="-321"/>
                <wp:lineTo x="-796" y="21857"/>
                <wp:lineTo x="21892" y="21857"/>
                <wp:lineTo x="21892" y="-321"/>
                <wp:lineTo x="-796" y="-321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2801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7D2E">
        <w:rPr>
          <w:sz w:val="22"/>
        </w:rPr>
        <w:t>5-27</w:t>
      </w:r>
      <w:r w:rsidR="00047D2E">
        <w:rPr>
          <w:sz w:val="22"/>
        </w:rPr>
        <w:tab/>
      </w:r>
      <w:r w:rsidR="00047D2E" w:rsidRPr="0093153F">
        <w:rPr>
          <w:sz w:val="22"/>
        </w:rPr>
        <w:t>Wie viele Fahrräder haben wir bei den einzelnen Herstellern gekauft?</w:t>
      </w:r>
    </w:p>
    <w:p w:rsidR="00047D2E" w:rsidRDefault="00047D2E" w:rsidP="00650828">
      <w:pPr>
        <w:pStyle w:val="Listenabsatz"/>
        <w:spacing w:before="120"/>
        <w:ind w:left="567"/>
        <w:contextualSpacing w:val="0"/>
        <w:rPr>
          <w:sz w:val="22"/>
        </w:rPr>
      </w:pPr>
    </w:p>
    <w:p w:rsidR="005300ED" w:rsidRDefault="005300ED" w:rsidP="00650828">
      <w:pPr>
        <w:pStyle w:val="Listenabsatz"/>
        <w:spacing w:before="120"/>
        <w:ind w:left="567"/>
        <w:contextualSpacing w:val="0"/>
        <w:rPr>
          <w:sz w:val="22"/>
        </w:rPr>
      </w:pPr>
    </w:p>
    <w:p w:rsidR="005300ED" w:rsidRDefault="005300ED" w:rsidP="00650828">
      <w:pPr>
        <w:pStyle w:val="Listenabsatz"/>
        <w:spacing w:before="120"/>
        <w:ind w:left="567"/>
        <w:contextualSpacing w:val="0"/>
        <w:rPr>
          <w:sz w:val="22"/>
        </w:rPr>
      </w:pPr>
    </w:p>
    <w:p w:rsidR="005300ED" w:rsidRDefault="005300ED" w:rsidP="00650828">
      <w:pPr>
        <w:pStyle w:val="Listenabsatz"/>
        <w:spacing w:before="120"/>
        <w:ind w:left="567"/>
        <w:contextualSpacing w:val="0"/>
        <w:rPr>
          <w:sz w:val="22"/>
        </w:rPr>
      </w:pPr>
    </w:p>
    <w:p w:rsidR="00047D2E" w:rsidRDefault="00047D2E" w:rsidP="0050472A">
      <w:pPr>
        <w:pStyle w:val="Listenabsatz"/>
        <w:spacing w:before="120"/>
        <w:ind w:left="567" w:hanging="567"/>
        <w:contextualSpacing w:val="0"/>
        <w:rPr>
          <w:sz w:val="22"/>
        </w:rPr>
      </w:pPr>
    </w:p>
    <w:p w:rsidR="005300ED" w:rsidRPr="0093153F" w:rsidRDefault="005300ED" w:rsidP="0050472A">
      <w:pPr>
        <w:pStyle w:val="Listenabsatz"/>
        <w:spacing w:before="120"/>
        <w:ind w:left="567" w:hanging="567"/>
        <w:contextualSpacing w:val="0"/>
        <w:rPr>
          <w:sz w:val="22"/>
        </w:rPr>
      </w:pPr>
    </w:p>
    <w:p w:rsidR="00047D2E" w:rsidRPr="001E4FC0" w:rsidRDefault="00047D2E" w:rsidP="0050472A">
      <w:pPr>
        <w:pStyle w:val="Listenabsatz"/>
        <w:spacing w:before="120"/>
        <w:ind w:left="567" w:hanging="567"/>
        <w:contextualSpacing w:val="0"/>
        <w:rPr>
          <w:sz w:val="22"/>
        </w:rPr>
      </w:pPr>
      <w:r>
        <w:rPr>
          <w:sz w:val="22"/>
        </w:rPr>
        <w:t>5-28</w:t>
      </w:r>
      <w:r>
        <w:rPr>
          <w:sz w:val="22"/>
        </w:rPr>
        <w:tab/>
      </w:r>
      <w:r w:rsidRPr="001E4FC0">
        <w:rPr>
          <w:sz w:val="22"/>
        </w:rPr>
        <w:t>Den Herstellernamen und die Anzahl der Fahrräder des Herstellers, von dem die meisten Fahrräder stammen.</w:t>
      </w:r>
    </w:p>
    <w:sectPr w:rsidR="00047D2E" w:rsidRPr="001E4FC0" w:rsidSect="0016525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042" w:rsidRDefault="00032042">
      <w:r>
        <w:separator/>
      </w:r>
    </w:p>
  </w:endnote>
  <w:endnote w:type="continuationSeparator" w:id="0">
    <w:p w:rsidR="00032042" w:rsidRDefault="00032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altName w:val="Pristina"/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2E" w:rsidRPr="00EA7E6E" w:rsidRDefault="007B09EF">
    <w:pPr>
      <w:pStyle w:val="Fuzeile"/>
      <w:pBdr>
        <w:top w:val="single" w:sz="4" w:space="1" w:color="auto"/>
      </w:pBdr>
      <w:tabs>
        <w:tab w:val="clear" w:pos="9072"/>
        <w:tab w:val="right" w:pos="9593"/>
      </w:tabs>
      <w:rPr>
        <w:sz w:val="20"/>
        <w:szCs w:val="20"/>
      </w:rPr>
    </w:pPr>
    <w:fldSimple w:instr=" FILENAME  \* MERGEFORMAT ">
      <w:r w:rsidR="00047D2E" w:rsidRPr="00B9360D">
        <w:rPr>
          <w:rStyle w:val="Seitenzahl"/>
          <w:rFonts w:cs="Arial"/>
          <w:noProof/>
          <w:sz w:val="20"/>
          <w:szCs w:val="20"/>
        </w:rPr>
        <w:t>DB02_2013.docx</w:t>
      </w:r>
    </w:fldSimple>
    <w:r w:rsidR="00047D2E" w:rsidRPr="00EA7E6E">
      <w:rPr>
        <w:rStyle w:val="Seitenzahl"/>
        <w:rFonts w:cs="Arial"/>
        <w:sz w:val="20"/>
        <w:szCs w:val="20"/>
      </w:rPr>
      <w:tab/>
    </w:r>
    <w:r w:rsidRPr="00EA7E6E">
      <w:rPr>
        <w:rStyle w:val="Seitenzahl"/>
        <w:rFonts w:cs="Arial"/>
        <w:sz w:val="20"/>
        <w:szCs w:val="20"/>
      </w:rPr>
      <w:fldChar w:fldCharType="begin"/>
    </w:r>
    <w:r w:rsidR="00047D2E" w:rsidRPr="00EA7E6E">
      <w:rPr>
        <w:rStyle w:val="Seitenzahl"/>
        <w:rFonts w:cs="Arial"/>
        <w:sz w:val="20"/>
        <w:szCs w:val="20"/>
      </w:rPr>
      <w:instrText xml:space="preserve"> PAGE </w:instrText>
    </w:r>
    <w:r w:rsidRPr="00EA7E6E">
      <w:rPr>
        <w:rStyle w:val="Seitenzahl"/>
        <w:rFonts w:cs="Arial"/>
        <w:sz w:val="20"/>
        <w:szCs w:val="20"/>
      </w:rPr>
      <w:fldChar w:fldCharType="separate"/>
    </w:r>
    <w:r w:rsidR="000101B5">
      <w:rPr>
        <w:rStyle w:val="Seitenzahl"/>
        <w:rFonts w:cs="Arial"/>
        <w:noProof/>
        <w:sz w:val="20"/>
        <w:szCs w:val="20"/>
      </w:rPr>
      <w:t>3</w:t>
    </w:r>
    <w:r w:rsidRPr="00EA7E6E">
      <w:rPr>
        <w:rStyle w:val="Seitenzahl"/>
        <w:rFonts w:cs="Arial"/>
        <w:sz w:val="20"/>
        <w:szCs w:val="20"/>
      </w:rPr>
      <w:fldChar w:fldCharType="end"/>
    </w:r>
    <w:r w:rsidR="00047D2E" w:rsidRPr="00EA7E6E">
      <w:rPr>
        <w:rStyle w:val="Seitenzahl"/>
        <w:rFonts w:cs="Arial"/>
        <w:sz w:val="20"/>
        <w:szCs w:val="20"/>
      </w:rPr>
      <w:t xml:space="preserve"> von </w:t>
    </w:r>
    <w:r w:rsidRPr="00EA7E6E">
      <w:rPr>
        <w:rStyle w:val="Seitenzahl"/>
        <w:rFonts w:cs="Arial"/>
        <w:sz w:val="20"/>
        <w:szCs w:val="20"/>
      </w:rPr>
      <w:fldChar w:fldCharType="begin"/>
    </w:r>
    <w:r w:rsidR="00047D2E" w:rsidRPr="00EA7E6E">
      <w:rPr>
        <w:rStyle w:val="Seitenzahl"/>
        <w:rFonts w:cs="Arial"/>
        <w:sz w:val="20"/>
        <w:szCs w:val="20"/>
      </w:rPr>
      <w:instrText xml:space="preserve"> NUMPAGES </w:instrText>
    </w:r>
    <w:r w:rsidRPr="00EA7E6E">
      <w:rPr>
        <w:rStyle w:val="Seitenzahl"/>
        <w:rFonts w:cs="Arial"/>
        <w:sz w:val="20"/>
        <w:szCs w:val="20"/>
      </w:rPr>
      <w:fldChar w:fldCharType="separate"/>
    </w:r>
    <w:r w:rsidR="000101B5">
      <w:rPr>
        <w:rStyle w:val="Seitenzahl"/>
        <w:rFonts w:cs="Arial"/>
        <w:noProof/>
        <w:sz w:val="20"/>
        <w:szCs w:val="20"/>
      </w:rPr>
      <w:t>3</w:t>
    </w:r>
    <w:r w:rsidRPr="00EA7E6E">
      <w:rPr>
        <w:rStyle w:val="Seitenzahl"/>
        <w:rFonts w:cs="Arial"/>
        <w:sz w:val="20"/>
        <w:szCs w:val="20"/>
      </w:rPr>
      <w:fldChar w:fldCharType="end"/>
    </w:r>
    <w:r w:rsidR="00047D2E" w:rsidRPr="00EA7E6E">
      <w:rPr>
        <w:rStyle w:val="Seitenzahl"/>
        <w:rFonts w:cs="Arial"/>
        <w:sz w:val="20"/>
        <w:szCs w:val="20"/>
      </w:rPr>
      <w:tab/>
      <w:t xml:space="preserve">Stand: </w:t>
    </w:r>
    <w:r w:rsidR="000101B5">
      <w:rPr>
        <w:rStyle w:val="Seitenzahl"/>
        <w:rFonts w:cs="Arial"/>
        <w:sz w:val="20"/>
        <w:szCs w:val="20"/>
      </w:rPr>
      <w:t>15</w:t>
    </w:r>
    <w:r w:rsidR="00047D2E">
      <w:rPr>
        <w:rStyle w:val="Seitenzahl"/>
        <w:rFonts w:cs="Arial"/>
        <w:sz w:val="20"/>
        <w:szCs w:val="20"/>
      </w:rPr>
      <w:t>.</w:t>
    </w:r>
    <w:r w:rsidR="000101B5">
      <w:rPr>
        <w:rStyle w:val="Seitenzahl"/>
        <w:rFonts w:cs="Arial"/>
        <w:sz w:val="20"/>
        <w:szCs w:val="20"/>
      </w:rPr>
      <w:t>10.</w:t>
    </w:r>
    <w:r w:rsidR="00047D2E" w:rsidRPr="00EA7E6E">
      <w:rPr>
        <w:rStyle w:val="Seitenzahl"/>
        <w:rFonts w:cs="Arial"/>
        <w:sz w:val="20"/>
        <w:szCs w:val="20"/>
      </w:rPr>
      <w:t>201</w:t>
    </w:r>
    <w:r w:rsidR="00047D2E">
      <w:rPr>
        <w:rStyle w:val="Seitenzahl"/>
        <w:rFonts w:cs="Arial"/>
        <w:sz w:val="20"/>
        <w:szCs w:val="20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042" w:rsidRDefault="00032042">
      <w:r>
        <w:separator/>
      </w:r>
    </w:p>
  </w:footnote>
  <w:footnote w:type="continuationSeparator" w:id="0">
    <w:p w:rsidR="00032042" w:rsidRDefault="00032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2E" w:rsidRPr="004C4285" w:rsidRDefault="00047D2E" w:rsidP="004C4285">
    <w:pPr>
      <w:pStyle w:val="Kopfzeile"/>
      <w:pBdr>
        <w:bottom w:val="single" w:sz="4" w:space="1" w:color="auto"/>
      </w:pBdr>
      <w:tabs>
        <w:tab w:val="clear" w:pos="9072"/>
        <w:tab w:val="right" w:pos="9593"/>
      </w:tabs>
      <w:rPr>
        <w:sz w:val="20"/>
      </w:rPr>
    </w:pPr>
    <w:r>
      <w:rPr>
        <w:sz w:val="20"/>
      </w:rPr>
      <w:t>Umsetzung des Themas “</w:t>
    </w:r>
    <w:r w:rsidRPr="004C4285">
      <w:rPr>
        <w:sz w:val="20"/>
      </w:rPr>
      <w:t>Relationale Datenbanken</w:t>
    </w:r>
    <w:r>
      <w:rPr>
        <w:sz w:val="20"/>
      </w:rPr>
      <w:t>“ mit der MySQL-Workbench</w:t>
    </w:r>
  </w:p>
  <w:p w:rsidR="00047D2E" w:rsidRDefault="00047D2E">
    <w:pPr>
      <w:pStyle w:val="Kopfzeile"/>
    </w:pPr>
  </w:p>
  <w:p w:rsidR="00047D2E" w:rsidRDefault="00047D2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C57F8"/>
    <w:multiLevelType w:val="hybridMultilevel"/>
    <w:tmpl w:val="F5567294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F303602"/>
    <w:multiLevelType w:val="hybridMultilevel"/>
    <w:tmpl w:val="3E4656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C846040"/>
    <w:multiLevelType w:val="hybridMultilevel"/>
    <w:tmpl w:val="A7841B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305EFC"/>
    <w:multiLevelType w:val="hybridMultilevel"/>
    <w:tmpl w:val="80662F9C"/>
    <w:lvl w:ilvl="0" w:tplc="0AB4EF4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08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0AB"/>
    <w:rsid w:val="00000884"/>
    <w:rsid w:val="000101B5"/>
    <w:rsid w:val="00032042"/>
    <w:rsid w:val="0004087C"/>
    <w:rsid w:val="00047D2E"/>
    <w:rsid w:val="00065706"/>
    <w:rsid w:val="000860C7"/>
    <w:rsid w:val="000B1202"/>
    <w:rsid w:val="000D0AFD"/>
    <w:rsid w:val="00120F44"/>
    <w:rsid w:val="0013569B"/>
    <w:rsid w:val="001601FA"/>
    <w:rsid w:val="00165251"/>
    <w:rsid w:val="0017593E"/>
    <w:rsid w:val="00191721"/>
    <w:rsid w:val="0019426F"/>
    <w:rsid w:val="001963AD"/>
    <w:rsid w:val="001A010D"/>
    <w:rsid w:val="001A1033"/>
    <w:rsid w:val="001A486D"/>
    <w:rsid w:val="001A6DA7"/>
    <w:rsid w:val="001B350F"/>
    <w:rsid w:val="001E4FC0"/>
    <w:rsid w:val="001F3821"/>
    <w:rsid w:val="00226AF3"/>
    <w:rsid w:val="00261A69"/>
    <w:rsid w:val="002731CB"/>
    <w:rsid w:val="002863C8"/>
    <w:rsid w:val="00295426"/>
    <w:rsid w:val="00295BB1"/>
    <w:rsid w:val="002D3E4D"/>
    <w:rsid w:val="002D4656"/>
    <w:rsid w:val="002E1C25"/>
    <w:rsid w:val="002F7A93"/>
    <w:rsid w:val="003452AC"/>
    <w:rsid w:val="00380CD6"/>
    <w:rsid w:val="00381815"/>
    <w:rsid w:val="003C0FA4"/>
    <w:rsid w:val="003C677A"/>
    <w:rsid w:val="003D619A"/>
    <w:rsid w:val="003F029F"/>
    <w:rsid w:val="004071F2"/>
    <w:rsid w:val="00432E26"/>
    <w:rsid w:val="00465021"/>
    <w:rsid w:val="00467BC0"/>
    <w:rsid w:val="00476780"/>
    <w:rsid w:val="00492E2C"/>
    <w:rsid w:val="004B3D35"/>
    <w:rsid w:val="004C4285"/>
    <w:rsid w:val="004D0FEB"/>
    <w:rsid w:val="004D2714"/>
    <w:rsid w:val="004D685A"/>
    <w:rsid w:val="0050472A"/>
    <w:rsid w:val="00513312"/>
    <w:rsid w:val="0052010A"/>
    <w:rsid w:val="00521CBF"/>
    <w:rsid w:val="005300ED"/>
    <w:rsid w:val="0053763C"/>
    <w:rsid w:val="00546019"/>
    <w:rsid w:val="00560A8B"/>
    <w:rsid w:val="005715CB"/>
    <w:rsid w:val="00576DAF"/>
    <w:rsid w:val="00586A14"/>
    <w:rsid w:val="00586E9F"/>
    <w:rsid w:val="00587E34"/>
    <w:rsid w:val="005B0A61"/>
    <w:rsid w:val="005B1B7C"/>
    <w:rsid w:val="005B5F7C"/>
    <w:rsid w:val="005B7815"/>
    <w:rsid w:val="005C5054"/>
    <w:rsid w:val="005E7875"/>
    <w:rsid w:val="005F0147"/>
    <w:rsid w:val="005F4984"/>
    <w:rsid w:val="00637AC3"/>
    <w:rsid w:val="00650828"/>
    <w:rsid w:val="00673C46"/>
    <w:rsid w:val="006745C5"/>
    <w:rsid w:val="006A4917"/>
    <w:rsid w:val="006B32D7"/>
    <w:rsid w:val="006D4D64"/>
    <w:rsid w:val="006D6E2D"/>
    <w:rsid w:val="006E50AC"/>
    <w:rsid w:val="006F36A7"/>
    <w:rsid w:val="00702533"/>
    <w:rsid w:val="00707740"/>
    <w:rsid w:val="00742573"/>
    <w:rsid w:val="00745A3C"/>
    <w:rsid w:val="00783BFF"/>
    <w:rsid w:val="00783D46"/>
    <w:rsid w:val="007A4CD8"/>
    <w:rsid w:val="007B09EF"/>
    <w:rsid w:val="007B5B6E"/>
    <w:rsid w:val="007E7E11"/>
    <w:rsid w:val="0081294B"/>
    <w:rsid w:val="00812F8F"/>
    <w:rsid w:val="008330AB"/>
    <w:rsid w:val="0084275D"/>
    <w:rsid w:val="00857D9D"/>
    <w:rsid w:val="00865DA6"/>
    <w:rsid w:val="008760DA"/>
    <w:rsid w:val="008845F4"/>
    <w:rsid w:val="0089337D"/>
    <w:rsid w:val="008B0D00"/>
    <w:rsid w:val="008B196B"/>
    <w:rsid w:val="008C4694"/>
    <w:rsid w:val="008C76C7"/>
    <w:rsid w:val="008D01BC"/>
    <w:rsid w:val="008D654F"/>
    <w:rsid w:val="008D6BE9"/>
    <w:rsid w:val="008E30BE"/>
    <w:rsid w:val="00910FF7"/>
    <w:rsid w:val="009262E5"/>
    <w:rsid w:val="0093153F"/>
    <w:rsid w:val="00956F46"/>
    <w:rsid w:val="0097310A"/>
    <w:rsid w:val="00995DFA"/>
    <w:rsid w:val="009B531F"/>
    <w:rsid w:val="009C0580"/>
    <w:rsid w:val="009D04AF"/>
    <w:rsid w:val="009E3FC0"/>
    <w:rsid w:val="00A072A8"/>
    <w:rsid w:val="00A07FEC"/>
    <w:rsid w:val="00A11EEB"/>
    <w:rsid w:val="00A1542C"/>
    <w:rsid w:val="00A7200F"/>
    <w:rsid w:val="00A77883"/>
    <w:rsid w:val="00A971B8"/>
    <w:rsid w:val="00AB16DC"/>
    <w:rsid w:val="00AB76DD"/>
    <w:rsid w:val="00AC3D90"/>
    <w:rsid w:val="00AC3DDF"/>
    <w:rsid w:val="00B11042"/>
    <w:rsid w:val="00B23BAA"/>
    <w:rsid w:val="00B24F85"/>
    <w:rsid w:val="00B277F3"/>
    <w:rsid w:val="00B33C96"/>
    <w:rsid w:val="00B37811"/>
    <w:rsid w:val="00B4050F"/>
    <w:rsid w:val="00B47FA8"/>
    <w:rsid w:val="00B86C37"/>
    <w:rsid w:val="00B9360D"/>
    <w:rsid w:val="00BB6F86"/>
    <w:rsid w:val="00BC4D7A"/>
    <w:rsid w:val="00BE5AA8"/>
    <w:rsid w:val="00C472DD"/>
    <w:rsid w:val="00C52CEF"/>
    <w:rsid w:val="00C70DEB"/>
    <w:rsid w:val="00C81457"/>
    <w:rsid w:val="00C91532"/>
    <w:rsid w:val="00CA233D"/>
    <w:rsid w:val="00CB1E51"/>
    <w:rsid w:val="00CB5C2C"/>
    <w:rsid w:val="00CC34A6"/>
    <w:rsid w:val="00D10E07"/>
    <w:rsid w:val="00D31C56"/>
    <w:rsid w:val="00D4277D"/>
    <w:rsid w:val="00D5462C"/>
    <w:rsid w:val="00D56C8B"/>
    <w:rsid w:val="00D625FC"/>
    <w:rsid w:val="00D652BA"/>
    <w:rsid w:val="00D65AE2"/>
    <w:rsid w:val="00DA1114"/>
    <w:rsid w:val="00DA5532"/>
    <w:rsid w:val="00DB6552"/>
    <w:rsid w:val="00DC0EBD"/>
    <w:rsid w:val="00DC6F77"/>
    <w:rsid w:val="00DD3376"/>
    <w:rsid w:val="00DE043D"/>
    <w:rsid w:val="00E0558F"/>
    <w:rsid w:val="00E05AB1"/>
    <w:rsid w:val="00E1091E"/>
    <w:rsid w:val="00E55DCD"/>
    <w:rsid w:val="00E77D94"/>
    <w:rsid w:val="00E80C53"/>
    <w:rsid w:val="00E9282F"/>
    <w:rsid w:val="00E97707"/>
    <w:rsid w:val="00EA4C76"/>
    <w:rsid w:val="00EA7E6E"/>
    <w:rsid w:val="00EB12EA"/>
    <w:rsid w:val="00EB18A7"/>
    <w:rsid w:val="00EB297B"/>
    <w:rsid w:val="00EC44E7"/>
    <w:rsid w:val="00EC6640"/>
    <w:rsid w:val="00EE4AB3"/>
    <w:rsid w:val="00EF2162"/>
    <w:rsid w:val="00F4070D"/>
    <w:rsid w:val="00F515AF"/>
    <w:rsid w:val="00F53721"/>
    <w:rsid w:val="00F57674"/>
    <w:rsid w:val="00FA2816"/>
    <w:rsid w:val="00FB0A72"/>
    <w:rsid w:val="00FB7467"/>
    <w:rsid w:val="00FC0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5251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65251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65251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65251"/>
    <w:pPr>
      <w:keepNext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65251"/>
    <w:pPr>
      <w:keepNext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65251"/>
    <w:pPr>
      <w:keepNext/>
      <w:jc w:val="center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4070D"/>
    <w:rPr>
      <w:rFonts w:ascii="Cambria" w:hAnsi="Cambria"/>
      <w:b/>
      <w:kern w:val="32"/>
      <w:sz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F4070D"/>
    <w:rPr>
      <w:rFonts w:ascii="Cambria" w:hAnsi="Cambria"/>
      <w:b/>
      <w:i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F4070D"/>
    <w:rPr>
      <w:rFonts w:ascii="Cambria" w:hAnsi="Cambria"/>
      <w:b/>
      <w:sz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F4070D"/>
    <w:rPr>
      <w:rFonts w:ascii="Calibri" w:hAnsi="Calibri"/>
      <w:b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F4070D"/>
    <w:rPr>
      <w:rFonts w:ascii="Calibri" w:hAnsi="Calibri"/>
      <w:b/>
      <w:i/>
      <w:sz w:val="26"/>
    </w:rPr>
  </w:style>
  <w:style w:type="paragraph" w:styleId="Kopfzeile">
    <w:name w:val="header"/>
    <w:basedOn w:val="Standard"/>
    <w:link w:val="KopfzeileZchn"/>
    <w:uiPriority w:val="99"/>
    <w:semiHidden/>
    <w:rsid w:val="0016525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4070D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semiHidden/>
    <w:rsid w:val="0016525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F4070D"/>
    <w:rPr>
      <w:rFonts w:ascii="Arial" w:hAnsi="Arial"/>
      <w:sz w:val="24"/>
    </w:rPr>
  </w:style>
  <w:style w:type="character" w:styleId="Seitenzahl">
    <w:name w:val="page number"/>
    <w:basedOn w:val="Absatz-Standardschriftart"/>
    <w:uiPriority w:val="99"/>
    <w:semiHidden/>
    <w:rsid w:val="00165251"/>
    <w:rPr>
      <w:rFonts w:cs="Times New Roman"/>
    </w:rPr>
  </w:style>
  <w:style w:type="paragraph" w:styleId="Textkrper">
    <w:name w:val="Body Text"/>
    <w:basedOn w:val="Standard"/>
    <w:link w:val="TextkrperZchn"/>
    <w:uiPriority w:val="99"/>
    <w:semiHidden/>
    <w:rsid w:val="00165251"/>
    <w:pPr>
      <w:jc w:val="both"/>
    </w:pPr>
    <w:rPr>
      <w:rFonts w:cs="Times New Roma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F4070D"/>
    <w:rPr>
      <w:rFonts w:ascii="Arial" w:hAnsi="Arial"/>
      <w:sz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165251"/>
    <w:pPr>
      <w:ind w:left="1410" w:hanging="1410"/>
      <w:jc w:val="both"/>
    </w:pPr>
    <w:rPr>
      <w:rFonts w:cs="Times New Roman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F4070D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165251"/>
    <w:pPr>
      <w:jc w:val="both"/>
    </w:pPr>
    <w:rPr>
      <w:rFonts w:cs="Times New Roman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F4070D"/>
    <w:rPr>
      <w:rFonts w:ascii="Arial" w:hAnsi="Arial"/>
      <w:sz w:val="24"/>
    </w:rPr>
  </w:style>
  <w:style w:type="paragraph" w:styleId="Textkrper3">
    <w:name w:val="Body Text 3"/>
    <w:basedOn w:val="Standard"/>
    <w:link w:val="Textkrper3Zchn"/>
    <w:uiPriority w:val="99"/>
    <w:semiHidden/>
    <w:rsid w:val="00165251"/>
    <w:rPr>
      <w:rFonts w:cs="Times New Roman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F4070D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rsid w:val="00165251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HTMLCode">
    <w:name w:val="HTML Code"/>
    <w:basedOn w:val="Absatz-Standardschriftart"/>
    <w:uiPriority w:val="99"/>
    <w:semiHidden/>
    <w:rsid w:val="00165251"/>
    <w:rPr>
      <w:rFonts w:ascii="Courier New" w:hAnsi="Courier New" w:cs="Times New Roman"/>
      <w:color w:val="0000C0"/>
      <w:sz w:val="20"/>
    </w:rPr>
  </w:style>
  <w:style w:type="character" w:styleId="Hyperlink">
    <w:name w:val="Hyperlink"/>
    <w:basedOn w:val="Absatz-Standardschriftart"/>
    <w:uiPriority w:val="99"/>
    <w:semiHidden/>
    <w:rsid w:val="00165251"/>
    <w:rPr>
      <w:rFonts w:cs="Times New Roman"/>
      <w:color w:val="AA5522"/>
      <w:u w:val="singl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165251"/>
    <w:pPr>
      <w:ind w:left="1410" w:hanging="1410"/>
    </w:pPr>
    <w:rPr>
      <w:rFonts w:cs="Times New Roman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F4070D"/>
    <w:rPr>
      <w:rFonts w:ascii="Arial" w:hAnsi="Arial"/>
      <w:sz w:val="24"/>
    </w:rPr>
  </w:style>
  <w:style w:type="character" w:styleId="BesuchterHyperlink">
    <w:name w:val="FollowedHyperlink"/>
    <w:basedOn w:val="Absatz-Standardschriftart"/>
    <w:uiPriority w:val="99"/>
    <w:semiHidden/>
    <w:rsid w:val="00165251"/>
    <w:rPr>
      <w:rFonts w:cs="Times New Roman"/>
      <w:color w:val="800080"/>
      <w:u w:val="single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165251"/>
    <w:pPr>
      <w:ind w:left="360"/>
      <w:jc w:val="both"/>
    </w:pPr>
    <w:rPr>
      <w:rFonts w:cs="Times New Roman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F4070D"/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165251"/>
    <w:rPr>
      <w:rFonts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F4070D"/>
    <w:rPr>
      <w:rFonts w:ascii="Arial" w:hAnsi="Arial"/>
      <w:sz w:val="20"/>
    </w:rPr>
  </w:style>
  <w:style w:type="character" w:styleId="Funotenzeichen">
    <w:name w:val="footnote reference"/>
    <w:basedOn w:val="Absatz-Standardschriftart"/>
    <w:uiPriority w:val="99"/>
    <w:semiHidden/>
    <w:rsid w:val="00165251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rsid w:val="00DC0EBD"/>
    <w:rPr>
      <w:rFonts w:ascii="Tahoma" w:hAnsi="Tahoma" w:cs="Times New Roman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C0EBD"/>
    <w:rPr>
      <w:rFonts w:ascii="Tahoma" w:hAnsi="Tahoma"/>
      <w:sz w:val="16"/>
    </w:rPr>
  </w:style>
  <w:style w:type="paragraph" w:styleId="Listenabsatz">
    <w:name w:val="List Paragraph"/>
    <w:basedOn w:val="Standard"/>
    <w:uiPriority w:val="99"/>
    <w:qFormat/>
    <w:rsid w:val="00EB18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35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SP\HR-D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HR-DV.dot</Template>
  <TotalTime>0</TotalTime>
  <Pages>3</Pages>
  <Words>673</Words>
  <Characters>4242</Characters>
  <Application>Microsoft Office Word</Application>
  <DocSecurity>4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>ALF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subject/>
  <dc:creator>AKA</dc:creator>
  <cp:keywords/>
  <dc:description/>
  <cp:lastModifiedBy>RStreb</cp:lastModifiedBy>
  <cp:revision>2</cp:revision>
  <cp:lastPrinted>2013-09-24T12:33:00Z</cp:lastPrinted>
  <dcterms:created xsi:type="dcterms:W3CDTF">2013-10-16T08:29:00Z</dcterms:created>
  <dcterms:modified xsi:type="dcterms:W3CDTF">2013-10-16T08:29:00Z</dcterms:modified>
</cp:coreProperties>
</file>