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AC" w:rsidRDefault="001B1293" w:rsidP="00723ABA">
      <w:pPr>
        <w:pStyle w:val="berschrift1"/>
        <w:spacing w:before="120"/>
      </w:pPr>
      <w:r>
        <w:t>Überblick über die ersten acht Schulwochen</w:t>
      </w:r>
    </w:p>
    <w:p w:rsidR="004D5357" w:rsidRPr="001B1293" w:rsidRDefault="004D5357" w:rsidP="0014561D">
      <w:pPr>
        <w:pStyle w:val="Titel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hd w:val="pct20" w:color="auto" w:fill="FFFFFF"/>
        <w:ind w:right="283"/>
        <w:rPr>
          <w:rFonts w:ascii="Arial" w:hAnsi="Arial" w:cs="Arial"/>
          <w:color w:val="auto"/>
          <w:sz w:val="24"/>
          <w:szCs w:val="24"/>
        </w:rPr>
      </w:pPr>
      <w:r w:rsidRPr="001B1293">
        <w:rPr>
          <w:rFonts w:ascii="Arial" w:hAnsi="Arial" w:cs="Arial"/>
          <w:color w:val="auto"/>
          <w:sz w:val="24"/>
          <w:szCs w:val="24"/>
          <w:shd w:val="clear" w:color="auto" w:fill="CCCCCC"/>
        </w:rPr>
        <w:t xml:space="preserve">Planung SW 1 - 8:       </w:t>
      </w:r>
      <w:r w:rsidRPr="001B1293">
        <w:rPr>
          <w:rFonts w:ascii="Arial" w:hAnsi="Arial" w:cs="Arial"/>
          <w:color w:val="auto"/>
          <w:sz w:val="24"/>
          <w:szCs w:val="24"/>
          <w:shd w:val="clear" w:color="auto" w:fill="CCCCCC"/>
        </w:rPr>
        <w:tab/>
      </w:r>
      <w:r w:rsidRPr="001B1293">
        <w:rPr>
          <w:rFonts w:ascii="Arial" w:hAnsi="Arial" w:cs="Arial"/>
          <w:color w:val="auto"/>
          <w:sz w:val="24"/>
          <w:szCs w:val="24"/>
          <w:shd w:val="clear" w:color="auto" w:fill="CCCCCC"/>
        </w:rPr>
        <w:tab/>
        <w:t>EK Mathematik         Einstieg mit der Mathebrücke</w:t>
      </w: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567"/>
        <w:gridCol w:w="4536"/>
        <w:gridCol w:w="3969"/>
      </w:tblGrid>
      <w:tr w:rsidR="004D5357" w:rsidRPr="001F7D63" w:rsidTr="004D5357">
        <w:tc>
          <w:tcPr>
            <w:tcW w:w="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3B3B3"/>
          </w:tcPr>
          <w:p w:rsidR="004D5357" w:rsidRPr="00467FDD" w:rsidRDefault="004D5357" w:rsidP="00DB1486">
            <w:pPr>
              <w:jc w:val="center"/>
              <w:rPr>
                <w:lang w:val="en-GB"/>
              </w:rPr>
            </w:pPr>
            <w:r w:rsidRPr="00467FDD">
              <w:rPr>
                <w:b/>
                <w:lang w:val="en-GB"/>
              </w:rPr>
              <w:t>JW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3B3B3"/>
          </w:tcPr>
          <w:p w:rsidR="004D5357" w:rsidRPr="00467FDD" w:rsidRDefault="004D5357" w:rsidP="00DB1486">
            <w:pPr>
              <w:jc w:val="center"/>
              <w:rPr>
                <w:b/>
                <w:lang w:val="en-GB"/>
              </w:rPr>
            </w:pPr>
            <w:r w:rsidRPr="00467FDD">
              <w:rPr>
                <w:b/>
                <w:lang w:val="en-GB"/>
              </w:rPr>
              <w:t>SW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3B3B3"/>
          </w:tcPr>
          <w:p w:rsidR="004D5357" w:rsidRPr="00B92CD8" w:rsidRDefault="004D5357" w:rsidP="00DB1486">
            <w:pPr>
              <w:jc w:val="center"/>
              <w:rPr>
                <w:b/>
              </w:rPr>
            </w:pPr>
            <w:r w:rsidRPr="00B92CD8">
              <w:rPr>
                <w:b/>
              </w:rPr>
              <w:t>Inhalte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3B3B3"/>
          </w:tcPr>
          <w:p w:rsidR="004D5357" w:rsidRPr="00467FDD" w:rsidRDefault="004D5357" w:rsidP="00DB1486">
            <w:pPr>
              <w:jc w:val="center"/>
              <w:rPr>
                <w:b/>
              </w:rPr>
            </w:pPr>
            <w:r>
              <w:rPr>
                <w:b/>
              </w:rPr>
              <w:t>Anmerkungen</w:t>
            </w:r>
          </w:p>
        </w:tc>
      </w:tr>
      <w:tr w:rsidR="004D5357" w:rsidRPr="00031CB8" w:rsidTr="004D5357">
        <w:trPr>
          <w:trHeight w:val="137"/>
        </w:trPr>
        <w:tc>
          <w:tcPr>
            <w:tcW w:w="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4D5357" w:rsidRPr="00031CB8" w:rsidRDefault="004D5357" w:rsidP="00DB1486">
            <w:pPr>
              <w:rPr>
                <w:sz w:val="12"/>
                <w:szCs w:val="16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4D5357" w:rsidRPr="00031CB8" w:rsidRDefault="004D5357" w:rsidP="00DB1486">
            <w:pPr>
              <w:rPr>
                <w:sz w:val="12"/>
              </w:rPr>
            </w:pPr>
          </w:p>
        </w:tc>
        <w:tc>
          <w:tcPr>
            <w:tcW w:w="453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4D5357" w:rsidRPr="00031CB8" w:rsidRDefault="004D5357" w:rsidP="00DB1486">
            <w:pPr>
              <w:jc w:val="center"/>
              <w:rPr>
                <w:sz w:val="12"/>
              </w:rPr>
            </w:pP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4D5357" w:rsidRPr="00031CB8" w:rsidRDefault="004D5357" w:rsidP="00DB1486">
            <w:pPr>
              <w:jc w:val="center"/>
              <w:rPr>
                <w:sz w:val="12"/>
              </w:rPr>
            </w:pPr>
          </w:p>
        </w:tc>
      </w:tr>
      <w:tr w:rsidR="004D5357" w:rsidRPr="00D0282A" w:rsidTr="004D535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57" w:rsidRPr="00D0282A" w:rsidRDefault="004D5357" w:rsidP="00DB1486">
            <w:pPr>
              <w:jc w:val="center"/>
              <w:rPr>
                <w:szCs w:val="16"/>
              </w:rPr>
            </w:pPr>
            <w:r w:rsidRPr="00D0282A">
              <w:rPr>
                <w:szCs w:val="16"/>
              </w:rPr>
              <w:t>38</w:t>
            </w:r>
          </w:p>
          <w:p w:rsidR="004D5357" w:rsidRPr="00D0282A" w:rsidRDefault="004D5357" w:rsidP="00DB1486">
            <w:pPr>
              <w:jc w:val="center"/>
              <w:rPr>
                <w:szCs w:val="16"/>
              </w:rPr>
            </w:pPr>
          </w:p>
          <w:p w:rsidR="004D5357" w:rsidRPr="00D0282A" w:rsidRDefault="004D5357" w:rsidP="00DB1486">
            <w:pPr>
              <w:jc w:val="center"/>
              <w:rPr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57" w:rsidRPr="00D0282A" w:rsidRDefault="004D5357" w:rsidP="00DB1486">
            <w:pPr>
              <w:jc w:val="center"/>
              <w:rPr>
                <w:szCs w:val="16"/>
              </w:rPr>
            </w:pPr>
            <w:r w:rsidRPr="00D0282A">
              <w:rPr>
                <w:szCs w:val="16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57" w:rsidRPr="00F466B1" w:rsidRDefault="004D5357" w:rsidP="00DB1486">
            <w:pPr>
              <w:rPr>
                <w:sz w:val="16"/>
                <w:szCs w:val="16"/>
              </w:rPr>
            </w:pPr>
            <w:r w:rsidRPr="00F466B1">
              <w:rPr>
                <w:sz w:val="16"/>
                <w:szCs w:val="16"/>
              </w:rPr>
              <w:t>Organisation (Noten, …)</w:t>
            </w:r>
          </w:p>
          <w:p w:rsidR="004D5357" w:rsidRPr="00F466B1" w:rsidRDefault="004D5357" w:rsidP="00DB1486">
            <w:pPr>
              <w:rPr>
                <w:sz w:val="16"/>
                <w:szCs w:val="16"/>
              </w:rPr>
            </w:pPr>
            <w:r w:rsidRPr="00F466B1">
              <w:rPr>
                <w:sz w:val="16"/>
                <w:szCs w:val="16"/>
              </w:rPr>
              <w:t>Rück-, Ausblic</w:t>
            </w:r>
            <w:r>
              <w:rPr>
                <w:sz w:val="16"/>
                <w:szCs w:val="16"/>
              </w:rPr>
              <w:t xml:space="preserve">k Realschulabschlussprüfung </w:t>
            </w:r>
          </w:p>
          <w:p w:rsidR="004D5357" w:rsidRPr="00F466B1" w:rsidRDefault="004D5357" w:rsidP="00DB1486">
            <w:pPr>
              <w:rPr>
                <w:sz w:val="16"/>
                <w:szCs w:val="16"/>
              </w:rPr>
            </w:pPr>
          </w:p>
          <w:p w:rsidR="004D5357" w:rsidRPr="00F466B1" w:rsidRDefault="004D5357" w:rsidP="00DB1486">
            <w:pPr>
              <w:rPr>
                <w:color w:val="92D05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57" w:rsidRPr="00F466B1" w:rsidRDefault="004D5357" w:rsidP="00DB1486">
            <w:pPr>
              <w:rPr>
                <w:sz w:val="16"/>
                <w:szCs w:val="16"/>
              </w:rPr>
            </w:pPr>
          </w:p>
          <w:p w:rsidR="004D5357" w:rsidRPr="00F466B1" w:rsidRDefault="005E4E59" w:rsidP="00DB14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Aktuelle</w:t>
            </w:r>
            <w:r w:rsidR="004D5357" w:rsidRPr="00F466B1">
              <w:rPr>
                <w:sz w:val="16"/>
                <w:szCs w:val="16"/>
              </w:rPr>
              <w:t xml:space="preserve"> RS-P</w:t>
            </w:r>
            <w:r>
              <w:rPr>
                <w:sz w:val="16"/>
                <w:szCs w:val="16"/>
              </w:rPr>
              <w:t>rüfungsaufgaben + Kopien in Klasse</w:t>
            </w:r>
            <w:r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stärke</w:t>
            </w:r>
          </w:p>
          <w:p w:rsidR="005E4E59" w:rsidRDefault="005E4E59" w:rsidP="00DB1486">
            <w:pPr>
              <w:rPr>
                <w:sz w:val="16"/>
                <w:szCs w:val="16"/>
              </w:rPr>
            </w:pPr>
          </w:p>
          <w:p w:rsidR="004D5357" w:rsidRDefault="004D5357" w:rsidP="00DB1486">
            <w:pPr>
              <w:rPr>
                <w:sz w:val="16"/>
                <w:szCs w:val="16"/>
              </w:rPr>
            </w:pPr>
            <w:r w:rsidRPr="00F466B1">
              <w:rPr>
                <w:sz w:val="16"/>
                <w:szCs w:val="16"/>
              </w:rPr>
              <w:t xml:space="preserve">HA: für Sek II relevante Aufgaben der RS-Prüfung </w:t>
            </w:r>
          </w:p>
          <w:p w:rsidR="004D5357" w:rsidRDefault="004D5357" w:rsidP="00DB1486">
            <w:pPr>
              <w:rPr>
                <w:sz w:val="16"/>
                <w:szCs w:val="16"/>
              </w:rPr>
            </w:pPr>
          </w:p>
          <w:p w:rsidR="004D5357" w:rsidRPr="00F466B1" w:rsidRDefault="004D5357" w:rsidP="00DB1486">
            <w:pPr>
              <w:rPr>
                <w:b/>
                <w:color w:val="00B050"/>
                <w:sz w:val="16"/>
                <w:szCs w:val="16"/>
              </w:rPr>
            </w:pPr>
            <w:r w:rsidRPr="00F466B1">
              <w:rPr>
                <w:b/>
                <w:color w:val="00B050"/>
                <w:sz w:val="16"/>
                <w:szCs w:val="16"/>
              </w:rPr>
              <w:t xml:space="preserve">Vorgehensweise bis KA1: </w:t>
            </w:r>
          </w:p>
          <w:p w:rsidR="004D5357" w:rsidRPr="00F466B1" w:rsidRDefault="005E4E59" w:rsidP="00DB1486">
            <w:pPr>
              <w:rPr>
                <w:color w:val="00B050"/>
                <w:sz w:val="16"/>
                <w:szCs w:val="16"/>
              </w:rPr>
            </w:pPr>
            <w:r>
              <w:rPr>
                <w:color w:val="00B050"/>
                <w:sz w:val="16"/>
                <w:szCs w:val="16"/>
              </w:rPr>
              <w:t>Kopfübungen (15 Min.</w:t>
            </w:r>
            <w:r w:rsidR="004D5357" w:rsidRPr="00F466B1">
              <w:rPr>
                <w:color w:val="00B050"/>
                <w:sz w:val="16"/>
                <w:szCs w:val="16"/>
              </w:rPr>
              <w:t>) im Wechsel mit Tests</w:t>
            </w:r>
          </w:p>
          <w:p w:rsidR="004D5357" w:rsidRPr="00F466B1" w:rsidRDefault="005E4E59" w:rsidP="00DB1486">
            <w:pPr>
              <w:rPr>
                <w:color w:val="00B050"/>
                <w:sz w:val="16"/>
                <w:szCs w:val="16"/>
              </w:rPr>
            </w:pPr>
            <w:r>
              <w:rPr>
                <w:color w:val="00B050"/>
                <w:sz w:val="16"/>
                <w:szCs w:val="16"/>
              </w:rPr>
              <w:t>Besprechung Hausaufgabe (15 Min.</w:t>
            </w:r>
            <w:r w:rsidR="004D5357" w:rsidRPr="00F466B1">
              <w:rPr>
                <w:color w:val="00B050"/>
                <w:sz w:val="16"/>
                <w:szCs w:val="16"/>
              </w:rPr>
              <w:t>)</w:t>
            </w:r>
          </w:p>
          <w:p w:rsidR="004D5357" w:rsidRPr="00F466B1" w:rsidRDefault="005E4E59" w:rsidP="00DB1486">
            <w:pPr>
              <w:rPr>
                <w:color w:val="00B050"/>
                <w:sz w:val="16"/>
                <w:szCs w:val="16"/>
              </w:rPr>
            </w:pPr>
            <w:r>
              <w:rPr>
                <w:color w:val="00B050"/>
                <w:sz w:val="16"/>
                <w:szCs w:val="16"/>
              </w:rPr>
              <w:t>Input (15 Min.</w:t>
            </w:r>
            <w:r w:rsidR="004D5357" w:rsidRPr="00F466B1">
              <w:rPr>
                <w:color w:val="00B050"/>
                <w:sz w:val="16"/>
                <w:szCs w:val="16"/>
              </w:rPr>
              <w:t>)</w:t>
            </w:r>
          </w:p>
          <w:p w:rsidR="004D5357" w:rsidRPr="00F466B1" w:rsidRDefault="005E4E59" w:rsidP="00DB1486">
            <w:pPr>
              <w:rPr>
                <w:color w:val="00B050"/>
                <w:sz w:val="16"/>
                <w:szCs w:val="16"/>
              </w:rPr>
            </w:pPr>
            <w:r>
              <w:rPr>
                <w:color w:val="00B050"/>
                <w:sz w:val="16"/>
                <w:szCs w:val="16"/>
              </w:rPr>
              <w:t>Arbeit mit Aufgaben der Mathebrücke (30 Min.</w:t>
            </w:r>
            <w:r w:rsidR="004D5357" w:rsidRPr="00F466B1">
              <w:rPr>
                <w:color w:val="00B050"/>
                <w:sz w:val="16"/>
                <w:szCs w:val="16"/>
              </w:rPr>
              <w:t>)</w:t>
            </w:r>
          </w:p>
          <w:p w:rsidR="005E4E59" w:rsidRDefault="004D5357" w:rsidP="00DB1486">
            <w:pPr>
              <w:rPr>
                <w:color w:val="00B050"/>
                <w:sz w:val="16"/>
                <w:szCs w:val="16"/>
              </w:rPr>
            </w:pPr>
            <w:r w:rsidRPr="00F466B1">
              <w:rPr>
                <w:color w:val="00B050"/>
                <w:sz w:val="16"/>
                <w:szCs w:val="16"/>
              </w:rPr>
              <w:t>Austeilen neuer Wadis</w:t>
            </w:r>
            <w:r w:rsidR="005E4E59">
              <w:rPr>
                <w:color w:val="00B050"/>
                <w:sz w:val="16"/>
                <w:szCs w:val="16"/>
              </w:rPr>
              <w:t xml:space="preserve"> als Hausaufgabe</w:t>
            </w:r>
            <w:r w:rsidRPr="00F466B1">
              <w:rPr>
                <w:color w:val="00B050"/>
                <w:sz w:val="16"/>
                <w:szCs w:val="16"/>
              </w:rPr>
              <w:t xml:space="preserve"> und </w:t>
            </w:r>
          </w:p>
          <w:p w:rsidR="004D5357" w:rsidRPr="00F466B1" w:rsidRDefault="004D5357" w:rsidP="00DB1486">
            <w:pPr>
              <w:rPr>
                <w:sz w:val="16"/>
                <w:szCs w:val="16"/>
              </w:rPr>
            </w:pPr>
            <w:r w:rsidRPr="00F466B1">
              <w:rPr>
                <w:color w:val="00B050"/>
                <w:sz w:val="16"/>
                <w:szCs w:val="16"/>
              </w:rPr>
              <w:t>Zus</w:t>
            </w:r>
            <w:r w:rsidR="005E4E59">
              <w:rPr>
                <w:color w:val="00B050"/>
                <w:sz w:val="16"/>
                <w:szCs w:val="16"/>
              </w:rPr>
              <w:t>ammen</w:t>
            </w:r>
            <w:r w:rsidRPr="00F466B1">
              <w:rPr>
                <w:color w:val="00B050"/>
                <w:sz w:val="16"/>
                <w:szCs w:val="16"/>
              </w:rPr>
              <w:t>fassung (</w:t>
            </w:r>
            <w:r>
              <w:rPr>
                <w:color w:val="00B050"/>
                <w:sz w:val="16"/>
                <w:szCs w:val="16"/>
              </w:rPr>
              <w:t>15</w:t>
            </w:r>
            <w:r w:rsidR="005E4E59">
              <w:rPr>
                <w:color w:val="00B050"/>
                <w:sz w:val="16"/>
                <w:szCs w:val="16"/>
              </w:rPr>
              <w:t xml:space="preserve"> Min.</w:t>
            </w:r>
            <w:r w:rsidRPr="00F466B1">
              <w:rPr>
                <w:color w:val="00B050"/>
                <w:sz w:val="16"/>
                <w:szCs w:val="16"/>
              </w:rPr>
              <w:t>)</w:t>
            </w:r>
          </w:p>
        </w:tc>
      </w:tr>
      <w:tr w:rsidR="004D5357" w:rsidRPr="00D0282A" w:rsidTr="004D535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57" w:rsidRPr="00D0282A" w:rsidRDefault="004D5357" w:rsidP="00DB1486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57" w:rsidRPr="00D0282A" w:rsidRDefault="004D5357" w:rsidP="00DB1486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57" w:rsidRPr="00F466B1" w:rsidRDefault="004D5357" w:rsidP="00DB1486">
            <w:pPr>
              <w:rPr>
                <w:sz w:val="16"/>
                <w:szCs w:val="16"/>
              </w:rPr>
            </w:pPr>
            <w:r w:rsidRPr="00F466B1">
              <w:rPr>
                <w:sz w:val="16"/>
                <w:szCs w:val="16"/>
              </w:rPr>
              <w:t>RS-Prüfung exemplarisch besprechen</w:t>
            </w:r>
          </w:p>
          <w:p w:rsidR="004D5357" w:rsidRPr="00F466B1" w:rsidRDefault="004D5357" w:rsidP="00DB1486">
            <w:pPr>
              <w:rPr>
                <w:b/>
                <w:sz w:val="16"/>
                <w:szCs w:val="16"/>
              </w:rPr>
            </w:pPr>
          </w:p>
          <w:p w:rsidR="004D5357" w:rsidRPr="00F466B1" w:rsidRDefault="004D5357" w:rsidP="00DB1486">
            <w:pPr>
              <w:rPr>
                <w:b/>
                <w:sz w:val="16"/>
                <w:szCs w:val="16"/>
              </w:rPr>
            </w:pPr>
            <w:r w:rsidRPr="00F466B1">
              <w:rPr>
                <w:b/>
                <w:sz w:val="16"/>
                <w:szCs w:val="16"/>
              </w:rPr>
              <w:t>Kapitel 0: Mathematische Grundlagen</w:t>
            </w:r>
          </w:p>
          <w:p w:rsidR="004D5357" w:rsidRPr="00F466B1" w:rsidRDefault="004D5357" w:rsidP="004D5357">
            <w:pPr>
              <w:pStyle w:val="Listenabsatz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F466B1">
              <w:rPr>
                <w:rFonts w:ascii="Arial" w:hAnsi="Arial" w:cs="Arial"/>
                <w:b/>
                <w:sz w:val="16"/>
                <w:szCs w:val="16"/>
              </w:rPr>
              <w:t>Lineare Gleichungen und Ungl</w:t>
            </w:r>
            <w:r>
              <w:rPr>
                <w:rFonts w:ascii="Arial" w:hAnsi="Arial" w:cs="Arial"/>
                <w:b/>
                <w:sz w:val="16"/>
                <w:szCs w:val="16"/>
              </w:rPr>
              <w:t>eichungen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57" w:rsidRPr="00F466B1" w:rsidRDefault="004D5357" w:rsidP="00DB1486">
            <w:pPr>
              <w:rPr>
                <w:sz w:val="16"/>
                <w:szCs w:val="16"/>
              </w:rPr>
            </w:pPr>
            <w:r w:rsidRPr="00F466B1">
              <w:rPr>
                <w:sz w:val="16"/>
                <w:szCs w:val="16"/>
              </w:rPr>
              <w:t>Vorstellung der Plattform</w:t>
            </w:r>
          </w:p>
          <w:p w:rsidR="004D5357" w:rsidRPr="00F466B1" w:rsidRDefault="004D5357" w:rsidP="00DB1486">
            <w:pPr>
              <w:rPr>
                <w:sz w:val="16"/>
                <w:szCs w:val="16"/>
              </w:rPr>
            </w:pPr>
          </w:p>
          <w:p w:rsidR="004D5357" w:rsidRPr="00F466B1" w:rsidRDefault="004D5357" w:rsidP="00DB1486">
            <w:pPr>
              <w:rPr>
                <w:sz w:val="16"/>
                <w:szCs w:val="16"/>
              </w:rPr>
            </w:pPr>
            <w:r w:rsidRPr="00F466B1">
              <w:rPr>
                <w:sz w:val="16"/>
                <w:szCs w:val="16"/>
              </w:rPr>
              <w:t>HA: Wadi 1 (</w:t>
            </w:r>
            <w:r w:rsidR="005E4E59">
              <w:rPr>
                <w:sz w:val="16"/>
                <w:szCs w:val="16"/>
              </w:rPr>
              <w:t>Lineare Gleichungen), Wadi 2 (Lineare Gleichungen und Ungleichungen</w:t>
            </w:r>
            <w:r w:rsidRPr="00F466B1">
              <w:rPr>
                <w:sz w:val="16"/>
                <w:szCs w:val="16"/>
              </w:rPr>
              <w:t>), sich mit Plattform vertraut machen</w:t>
            </w:r>
          </w:p>
        </w:tc>
      </w:tr>
      <w:tr w:rsidR="004D5357" w:rsidRPr="00D0282A" w:rsidTr="004D535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57" w:rsidRPr="00D0282A" w:rsidRDefault="004D5357" w:rsidP="00DB1486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40</w:t>
            </w:r>
          </w:p>
          <w:p w:rsidR="004D5357" w:rsidRPr="00D0282A" w:rsidRDefault="004D5357" w:rsidP="00DB1486">
            <w:pPr>
              <w:jc w:val="center"/>
              <w:rPr>
                <w:szCs w:val="16"/>
              </w:rPr>
            </w:pPr>
          </w:p>
          <w:p w:rsidR="004D5357" w:rsidRPr="00D0282A" w:rsidRDefault="004D5357" w:rsidP="00DB1486">
            <w:pPr>
              <w:jc w:val="center"/>
              <w:rPr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57" w:rsidRPr="00D0282A" w:rsidRDefault="004D5357" w:rsidP="00DB1486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57" w:rsidRPr="00F466B1" w:rsidRDefault="004D5357" w:rsidP="00DB1486">
            <w:pPr>
              <w:rPr>
                <w:color w:val="FF0000"/>
                <w:sz w:val="16"/>
                <w:szCs w:val="16"/>
              </w:rPr>
            </w:pPr>
            <w:r w:rsidRPr="00F466B1">
              <w:rPr>
                <w:sz w:val="16"/>
                <w:szCs w:val="16"/>
              </w:rPr>
              <w:t>Arbeit mit der Plattform zu linearen Gleichungen und Ungle</w:t>
            </w:r>
            <w:r w:rsidRPr="00F466B1">
              <w:rPr>
                <w:sz w:val="16"/>
                <w:szCs w:val="16"/>
              </w:rPr>
              <w:t>i</w:t>
            </w:r>
            <w:r w:rsidRPr="00F466B1">
              <w:rPr>
                <w:sz w:val="16"/>
                <w:szCs w:val="16"/>
              </w:rPr>
              <w:t>chungen</w:t>
            </w:r>
            <w:r w:rsidRPr="00F466B1">
              <w:rPr>
                <w:color w:val="FF0000"/>
                <w:sz w:val="16"/>
                <w:szCs w:val="16"/>
              </w:rPr>
              <w:t xml:space="preserve"> </w:t>
            </w:r>
          </w:p>
          <w:p w:rsidR="004D5357" w:rsidRPr="00F466B1" w:rsidRDefault="004D5357" w:rsidP="00DB1486">
            <w:pPr>
              <w:rPr>
                <w:color w:val="FF0000"/>
                <w:sz w:val="16"/>
                <w:szCs w:val="16"/>
              </w:rPr>
            </w:pPr>
          </w:p>
          <w:p w:rsidR="004D5357" w:rsidRDefault="004D5357" w:rsidP="00DB1486">
            <w:pPr>
              <w:rPr>
                <w:sz w:val="16"/>
                <w:szCs w:val="16"/>
              </w:rPr>
            </w:pPr>
            <w:r w:rsidRPr="00F466B1">
              <w:rPr>
                <w:color w:val="FF0000"/>
                <w:sz w:val="16"/>
                <w:szCs w:val="16"/>
              </w:rPr>
              <w:t xml:space="preserve">Test 1 (über </w:t>
            </w:r>
            <w:r w:rsidR="001B1293">
              <w:rPr>
                <w:color w:val="FF0000"/>
                <w:sz w:val="16"/>
                <w:szCs w:val="16"/>
              </w:rPr>
              <w:t>lineare Gleichungen, lineare Ungleichungen</w:t>
            </w:r>
            <w:r w:rsidRPr="00F466B1">
              <w:rPr>
                <w:color w:val="FF0000"/>
                <w:sz w:val="16"/>
                <w:szCs w:val="16"/>
              </w:rPr>
              <w:t>)</w:t>
            </w:r>
            <w:r w:rsidRPr="00F466B1">
              <w:rPr>
                <w:sz w:val="16"/>
                <w:szCs w:val="16"/>
              </w:rPr>
              <w:t xml:space="preserve"> </w:t>
            </w:r>
          </w:p>
          <w:p w:rsidR="001B1293" w:rsidRPr="00F466B1" w:rsidRDefault="001B1293" w:rsidP="00DB1486">
            <w:pPr>
              <w:rPr>
                <w:sz w:val="16"/>
                <w:szCs w:val="16"/>
              </w:rPr>
            </w:pPr>
          </w:p>
          <w:p w:rsidR="004D5357" w:rsidRPr="00F466B1" w:rsidRDefault="004D5357" w:rsidP="00DB1486">
            <w:pPr>
              <w:rPr>
                <w:b/>
                <w:sz w:val="16"/>
                <w:szCs w:val="16"/>
              </w:rPr>
            </w:pPr>
            <w:r w:rsidRPr="00F466B1">
              <w:rPr>
                <w:b/>
                <w:sz w:val="16"/>
                <w:szCs w:val="16"/>
              </w:rPr>
              <w:t>Kapitel 0: Mathematische Grundlagen</w:t>
            </w:r>
          </w:p>
          <w:p w:rsidR="004D5357" w:rsidRPr="00F466B1" w:rsidRDefault="004D5357" w:rsidP="004D5357">
            <w:pPr>
              <w:pStyle w:val="Listenabsatz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466B1">
              <w:rPr>
                <w:rFonts w:ascii="Arial" w:hAnsi="Arial" w:cs="Arial"/>
                <w:b/>
                <w:sz w:val="16"/>
                <w:szCs w:val="16"/>
              </w:rPr>
              <w:t>Quadratische Gleichungen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57" w:rsidRPr="00F466B1" w:rsidRDefault="004D5357" w:rsidP="00DB1486">
            <w:pPr>
              <w:rPr>
                <w:color w:val="0070C0"/>
                <w:sz w:val="16"/>
                <w:szCs w:val="16"/>
              </w:rPr>
            </w:pPr>
            <w:r w:rsidRPr="00F466B1">
              <w:rPr>
                <w:color w:val="0070C0"/>
                <w:sz w:val="16"/>
                <w:szCs w:val="16"/>
              </w:rPr>
              <w:t>Kopfübung 1 Serie A</w:t>
            </w:r>
          </w:p>
          <w:p w:rsidR="004D5357" w:rsidRPr="00F466B1" w:rsidRDefault="001B1293" w:rsidP="00DB14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Besprechung</w:t>
            </w:r>
            <w:r w:rsidR="004D5357" w:rsidRPr="00F466B1">
              <w:rPr>
                <w:sz w:val="16"/>
                <w:szCs w:val="16"/>
              </w:rPr>
              <w:t xml:space="preserve"> Wadi 1, 2</w:t>
            </w:r>
          </w:p>
          <w:p w:rsidR="004D5357" w:rsidRPr="00F466B1" w:rsidRDefault="004D5357" w:rsidP="00DB1486">
            <w:pPr>
              <w:rPr>
                <w:sz w:val="16"/>
                <w:szCs w:val="16"/>
              </w:rPr>
            </w:pPr>
            <w:r w:rsidRPr="00F466B1">
              <w:rPr>
                <w:sz w:val="16"/>
                <w:szCs w:val="16"/>
              </w:rPr>
              <w:t>HA: Vorbereitung Test</w:t>
            </w:r>
          </w:p>
          <w:p w:rsidR="004D5357" w:rsidRPr="00F466B1" w:rsidRDefault="004D5357" w:rsidP="00DB1486">
            <w:pPr>
              <w:rPr>
                <w:sz w:val="16"/>
                <w:szCs w:val="16"/>
              </w:rPr>
            </w:pPr>
          </w:p>
          <w:p w:rsidR="004D5357" w:rsidRPr="00F466B1" w:rsidRDefault="004D5357" w:rsidP="00DB1486">
            <w:pPr>
              <w:rPr>
                <w:sz w:val="16"/>
                <w:szCs w:val="16"/>
              </w:rPr>
            </w:pPr>
          </w:p>
          <w:p w:rsidR="004D5357" w:rsidRPr="00F466B1" w:rsidRDefault="004D5357" w:rsidP="00DB1486">
            <w:pPr>
              <w:rPr>
                <w:sz w:val="16"/>
                <w:szCs w:val="16"/>
              </w:rPr>
            </w:pPr>
          </w:p>
          <w:p w:rsidR="004D5357" w:rsidRPr="00F466B1" w:rsidRDefault="004D5357" w:rsidP="001B1293">
            <w:pPr>
              <w:rPr>
                <w:sz w:val="16"/>
                <w:szCs w:val="16"/>
              </w:rPr>
            </w:pPr>
            <w:r w:rsidRPr="00F466B1">
              <w:rPr>
                <w:sz w:val="16"/>
                <w:szCs w:val="16"/>
              </w:rPr>
              <w:t>HA: Wadi 3, 4 (Quadr</w:t>
            </w:r>
            <w:r w:rsidR="001B1293">
              <w:rPr>
                <w:sz w:val="16"/>
                <w:szCs w:val="16"/>
              </w:rPr>
              <w:t>atische</w:t>
            </w:r>
            <w:r w:rsidRPr="00F466B1">
              <w:rPr>
                <w:sz w:val="16"/>
                <w:szCs w:val="16"/>
              </w:rPr>
              <w:t xml:space="preserve"> Gl</w:t>
            </w:r>
            <w:r w:rsidR="001B1293">
              <w:rPr>
                <w:sz w:val="16"/>
                <w:szCs w:val="16"/>
              </w:rPr>
              <w:t>eichungen</w:t>
            </w:r>
            <w:r w:rsidRPr="00F466B1">
              <w:rPr>
                <w:sz w:val="16"/>
                <w:szCs w:val="16"/>
              </w:rPr>
              <w:t>)</w:t>
            </w:r>
          </w:p>
        </w:tc>
      </w:tr>
      <w:tr w:rsidR="004D5357" w:rsidRPr="00D0282A" w:rsidTr="004D535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57" w:rsidRPr="00D0282A" w:rsidRDefault="004D5357" w:rsidP="00DB1486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57" w:rsidRPr="00D0282A" w:rsidRDefault="004D5357" w:rsidP="00DB1486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57" w:rsidRPr="00F466B1" w:rsidRDefault="004D5357" w:rsidP="00DB1486">
            <w:pPr>
              <w:rPr>
                <w:sz w:val="16"/>
                <w:szCs w:val="16"/>
              </w:rPr>
            </w:pPr>
            <w:r w:rsidRPr="00F466B1">
              <w:rPr>
                <w:sz w:val="16"/>
                <w:szCs w:val="16"/>
              </w:rPr>
              <w:t>Arbeit mit der Plattform zu quadratischen Gleichungen</w:t>
            </w:r>
          </w:p>
          <w:p w:rsidR="004D5357" w:rsidRPr="00F466B1" w:rsidRDefault="004D5357" w:rsidP="00DB1486">
            <w:pPr>
              <w:rPr>
                <w:sz w:val="16"/>
                <w:szCs w:val="16"/>
              </w:rPr>
            </w:pPr>
          </w:p>
          <w:p w:rsidR="004D5357" w:rsidRPr="00F466B1" w:rsidRDefault="004D5357" w:rsidP="00DB1486">
            <w:pPr>
              <w:rPr>
                <w:sz w:val="16"/>
                <w:szCs w:val="16"/>
              </w:rPr>
            </w:pPr>
          </w:p>
          <w:p w:rsidR="004D5357" w:rsidRDefault="001B1293" w:rsidP="00DB1486">
            <w:pPr>
              <w:rPr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Test 2 (über q</w:t>
            </w:r>
            <w:r w:rsidR="004D5357" w:rsidRPr="00F466B1">
              <w:rPr>
                <w:color w:val="FF0000"/>
                <w:sz w:val="16"/>
                <w:szCs w:val="16"/>
              </w:rPr>
              <w:t>uadr</w:t>
            </w:r>
            <w:r>
              <w:rPr>
                <w:color w:val="FF0000"/>
                <w:sz w:val="16"/>
                <w:szCs w:val="16"/>
              </w:rPr>
              <w:t>atische Gleichungen</w:t>
            </w:r>
            <w:r w:rsidR="004D5357" w:rsidRPr="00F466B1">
              <w:rPr>
                <w:color w:val="FF0000"/>
                <w:sz w:val="16"/>
                <w:szCs w:val="16"/>
              </w:rPr>
              <w:t>)</w:t>
            </w:r>
            <w:r w:rsidR="004D5357" w:rsidRPr="00F466B1">
              <w:rPr>
                <w:sz w:val="16"/>
                <w:szCs w:val="16"/>
              </w:rPr>
              <w:t xml:space="preserve"> </w:t>
            </w:r>
          </w:p>
          <w:p w:rsidR="001B1293" w:rsidRPr="00F466B1" w:rsidRDefault="001B1293" w:rsidP="00DB1486">
            <w:pPr>
              <w:rPr>
                <w:sz w:val="16"/>
                <w:szCs w:val="16"/>
              </w:rPr>
            </w:pPr>
          </w:p>
          <w:p w:rsidR="004D5357" w:rsidRPr="00F466B1" w:rsidRDefault="004D5357" w:rsidP="00DB1486">
            <w:pPr>
              <w:rPr>
                <w:b/>
                <w:sz w:val="16"/>
                <w:szCs w:val="16"/>
              </w:rPr>
            </w:pPr>
            <w:r w:rsidRPr="00F466B1">
              <w:rPr>
                <w:b/>
                <w:sz w:val="16"/>
                <w:szCs w:val="16"/>
              </w:rPr>
              <w:t>Kapitel 0: Mathematische Grundlagen</w:t>
            </w:r>
          </w:p>
          <w:p w:rsidR="004D5357" w:rsidRPr="00F466B1" w:rsidRDefault="004D5357" w:rsidP="004D5357">
            <w:pPr>
              <w:pStyle w:val="Listenabsatz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466B1">
              <w:rPr>
                <w:rFonts w:ascii="Arial" w:hAnsi="Arial" w:cs="Arial"/>
                <w:b/>
                <w:sz w:val="16"/>
                <w:szCs w:val="16"/>
              </w:rPr>
              <w:t>Geraden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57" w:rsidRPr="00F466B1" w:rsidRDefault="004D5357" w:rsidP="00DB1486">
            <w:pPr>
              <w:rPr>
                <w:color w:val="0070C0"/>
                <w:sz w:val="16"/>
                <w:szCs w:val="16"/>
              </w:rPr>
            </w:pPr>
            <w:r w:rsidRPr="00F466B1">
              <w:rPr>
                <w:color w:val="0070C0"/>
                <w:sz w:val="16"/>
                <w:szCs w:val="16"/>
              </w:rPr>
              <w:t>Kopfübung 2 Serie A</w:t>
            </w:r>
          </w:p>
          <w:p w:rsidR="004D5357" w:rsidRPr="00F466B1" w:rsidRDefault="001B1293" w:rsidP="00DB14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Besprechung</w:t>
            </w:r>
            <w:r w:rsidR="004D5357" w:rsidRPr="00F466B1">
              <w:rPr>
                <w:sz w:val="16"/>
                <w:szCs w:val="16"/>
              </w:rPr>
              <w:t xml:space="preserve"> Wadi 3, 4</w:t>
            </w:r>
          </w:p>
          <w:p w:rsidR="004D5357" w:rsidRPr="00F466B1" w:rsidRDefault="004D5357" w:rsidP="00DB1486">
            <w:pPr>
              <w:rPr>
                <w:sz w:val="16"/>
                <w:szCs w:val="16"/>
              </w:rPr>
            </w:pPr>
            <w:r w:rsidRPr="00F466B1">
              <w:rPr>
                <w:sz w:val="16"/>
                <w:szCs w:val="16"/>
              </w:rPr>
              <w:t>HA: Buch, Vorbereitung Test</w:t>
            </w:r>
          </w:p>
          <w:p w:rsidR="004D5357" w:rsidRPr="00F466B1" w:rsidRDefault="004D5357" w:rsidP="00DB1486">
            <w:pPr>
              <w:rPr>
                <w:color w:val="0070C0"/>
                <w:sz w:val="16"/>
                <w:szCs w:val="16"/>
              </w:rPr>
            </w:pPr>
          </w:p>
          <w:p w:rsidR="004D5357" w:rsidRPr="00F466B1" w:rsidRDefault="004D5357" w:rsidP="00DB1486">
            <w:pPr>
              <w:rPr>
                <w:color w:val="0070C0"/>
                <w:sz w:val="16"/>
                <w:szCs w:val="16"/>
              </w:rPr>
            </w:pPr>
          </w:p>
          <w:p w:rsidR="004D5357" w:rsidRPr="00F466B1" w:rsidRDefault="004D5357" w:rsidP="00DB1486">
            <w:pPr>
              <w:rPr>
                <w:sz w:val="16"/>
                <w:szCs w:val="16"/>
              </w:rPr>
            </w:pPr>
            <w:r w:rsidRPr="00F466B1">
              <w:rPr>
                <w:sz w:val="16"/>
                <w:szCs w:val="16"/>
              </w:rPr>
              <w:t>HA: Wadi 5, 6 (Geraden)</w:t>
            </w:r>
          </w:p>
        </w:tc>
      </w:tr>
      <w:tr w:rsidR="004D5357" w:rsidRPr="00D0282A" w:rsidTr="004D5357">
        <w:trPr>
          <w:trHeight w:val="542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57" w:rsidRPr="00D0282A" w:rsidRDefault="004D5357" w:rsidP="00DB1486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42</w:t>
            </w:r>
          </w:p>
          <w:p w:rsidR="004D5357" w:rsidRPr="00D0282A" w:rsidRDefault="004D5357" w:rsidP="00DB1486">
            <w:pPr>
              <w:jc w:val="center"/>
              <w:rPr>
                <w:szCs w:val="16"/>
              </w:rPr>
            </w:pPr>
          </w:p>
          <w:p w:rsidR="004D5357" w:rsidRPr="00D0282A" w:rsidRDefault="004D5357" w:rsidP="00DB1486">
            <w:pPr>
              <w:jc w:val="center"/>
              <w:rPr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57" w:rsidRPr="00D0282A" w:rsidRDefault="004D5357" w:rsidP="00DB1486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57" w:rsidRPr="00F466B1" w:rsidRDefault="004D5357" w:rsidP="00DB1486">
            <w:pPr>
              <w:rPr>
                <w:sz w:val="16"/>
                <w:szCs w:val="16"/>
              </w:rPr>
            </w:pPr>
            <w:r w:rsidRPr="00F466B1">
              <w:rPr>
                <w:sz w:val="16"/>
                <w:szCs w:val="16"/>
              </w:rPr>
              <w:t>Arbeit mit der Plattform zu Geraden</w:t>
            </w:r>
          </w:p>
          <w:p w:rsidR="004D5357" w:rsidRPr="00F466B1" w:rsidRDefault="004D5357" w:rsidP="00DB1486">
            <w:pPr>
              <w:rPr>
                <w:sz w:val="16"/>
                <w:szCs w:val="16"/>
              </w:rPr>
            </w:pPr>
          </w:p>
          <w:p w:rsidR="004D5357" w:rsidRPr="00F466B1" w:rsidRDefault="004D5357" w:rsidP="00DB1486">
            <w:pPr>
              <w:rPr>
                <w:sz w:val="16"/>
                <w:szCs w:val="16"/>
              </w:rPr>
            </w:pPr>
          </w:p>
          <w:p w:rsidR="004D5357" w:rsidRDefault="001B1293" w:rsidP="00DB1486">
            <w:pPr>
              <w:rPr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 xml:space="preserve">Test 3 (über </w:t>
            </w:r>
            <w:r w:rsidR="004D5357" w:rsidRPr="00F466B1">
              <w:rPr>
                <w:color w:val="FF0000"/>
                <w:sz w:val="16"/>
                <w:szCs w:val="16"/>
              </w:rPr>
              <w:t>Geraden)</w:t>
            </w:r>
            <w:r w:rsidR="004D5357" w:rsidRPr="00F466B1">
              <w:rPr>
                <w:sz w:val="16"/>
                <w:szCs w:val="16"/>
              </w:rPr>
              <w:t xml:space="preserve"> </w:t>
            </w:r>
          </w:p>
          <w:p w:rsidR="001B1293" w:rsidRPr="00F466B1" w:rsidRDefault="001B1293" w:rsidP="00DB1486">
            <w:pPr>
              <w:rPr>
                <w:sz w:val="16"/>
                <w:szCs w:val="16"/>
              </w:rPr>
            </w:pPr>
          </w:p>
          <w:p w:rsidR="004D5357" w:rsidRPr="00F466B1" w:rsidRDefault="004D5357" w:rsidP="00DB1486">
            <w:pPr>
              <w:rPr>
                <w:b/>
                <w:sz w:val="16"/>
                <w:szCs w:val="16"/>
              </w:rPr>
            </w:pPr>
            <w:r w:rsidRPr="00F466B1">
              <w:rPr>
                <w:b/>
                <w:sz w:val="16"/>
                <w:szCs w:val="16"/>
              </w:rPr>
              <w:t>Kapitel 0: Mathematische Grundlagen</w:t>
            </w:r>
          </w:p>
          <w:p w:rsidR="004D5357" w:rsidRPr="00F466B1" w:rsidRDefault="004D5357" w:rsidP="004D5357">
            <w:pPr>
              <w:pStyle w:val="Listenabsatz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466B1">
              <w:rPr>
                <w:rFonts w:ascii="Arial" w:hAnsi="Arial" w:cs="Arial"/>
                <w:b/>
                <w:sz w:val="16"/>
                <w:szCs w:val="16"/>
              </w:rPr>
              <w:t>Parabeln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57" w:rsidRPr="00F466B1" w:rsidRDefault="004D5357" w:rsidP="00DB1486">
            <w:pPr>
              <w:rPr>
                <w:color w:val="0070C0"/>
                <w:sz w:val="16"/>
                <w:szCs w:val="16"/>
              </w:rPr>
            </w:pPr>
            <w:r w:rsidRPr="00F466B1">
              <w:rPr>
                <w:color w:val="0070C0"/>
                <w:sz w:val="16"/>
                <w:szCs w:val="16"/>
              </w:rPr>
              <w:t>Kopfübung 3 Serie A</w:t>
            </w:r>
          </w:p>
          <w:p w:rsidR="004D5357" w:rsidRPr="00F466B1" w:rsidRDefault="001B1293" w:rsidP="00DB148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Besprechung </w:t>
            </w:r>
            <w:r w:rsidR="004D5357" w:rsidRPr="00F466B1">
              <w:rPr>
                <w:sz w:val="16"/>
                <w:szCs w:val="16"/>
              </w:rPr>
              <w:t>Wadi 5, 6</w:t>
            </w:r>
          </w:p>
          <w:p w:rsidR="004D5357" w:rsidRPr="00F466B1" w:rsidRDefault="004D5357" w:rsidP="00DB1486">
            <w:pPr>
              <w:rPr>
                <w:sz w:val="16"/>
                <w:szCs w:val="16"/>
              </w:rPr>
            </w:pPr>
            <w:r w:rsidRPr="00F466B1">
              <w:rPr>
                <w:sz w:val="16"/>
                <w:szCs w:val="16"/>
              </w:rPr>
              <w:t>HA: Buch, Vorbereitung Test</w:t>
            </w:r>
          </w:p>
          <w:p w:rsidR="004D5357" w:rsidRPr="00F466B1" w:rsidRDefault="004D5357" w:rsidP="00DB1486">
            <w:pPr>
              <w:rPr>
                <w:sz w:val="16"/>
                <w:szCs w:val="16"/>
              </w:rPr>
            </w:pPr>
          </w:p>
          <w:p w:rsidR="004D5357" w:rsidRPr="00F466B1" w:rsidRDefault="004D5357" w:rsidP="00DB1486">
            <w:pPr>
              <w:rPr>
                <w:sz w:val="16"/>
                <w:szCs w:val="16"/>
              </w:rPr>
            </w:pPr>
          </w:p>
          <w:p w:rsidR="004D5357" w:rsidRPr="00F466B1" w:rsidRDefault="004D5357" w:rsidP="00DB1486">
            <w:pPr>
              <w:rPr>
                <w:sz w:val="16"/>
                <w:szCs w:val="16"/>
              </w:rPr>
            </w:pPr>
            <w:r w:rsidRPr="00F466B1">
              <w:rPr>
                <w:sz w:val="16"/>
                <w:szCs w:val="16"/>
              </w:rPr>
              <w:t>HA: Wadi 7, 8 (Parabeln)</w:t>
            </w:r>
          </w:p>
        </w:tc>
      </w:tr>
      <w:tr w:rsidR="004D5357" w:rsidRPr="00D0282A" w:rsidTr="004D535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57" w:rsidRPr="00D0282A" w:rsidRDefault="004D5357" w:rsidP="00DB1486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57" w:rsidRPr="00D0282A" w:rsidRDefault="004D5357" w:rsidP="00DB1486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57" w:rsidRPr="00F466B1" w:rsidRDefault="004D5357" w:rsidP="00DB1486">
            <w:pPr>
              <w:rPr>
                <w:sz w:val="16"/>
                <w:szCs w:val="16"/>
              </w:rPr>
            </w:pPr>
            <w:r w:rsidRPr="00F466B1">
              <w:rPr>
                <w:sz w:val="16"/>
                <w:szCs w:val="16"/>
              </w:rPr>
              <w:t>Arbeit mit der Plattform zu Parabeln</w:t>
            </w:r>
          </w:p>
          <w:p w:rsidR="004D5357" w:rsidRPr="00F466B1" w:rsidRDefault="004D5357" w:rsidP="00DB1486">
            <w:pPr>
              <w:rPr>
                <w:sz w:val="16"/>
                <w:szCs w:val="16"/>
              </w:rPr>
            </w:pPr>
          </w:p>
          <w:p w:rsidR="004D5357" w:rsidRPr="00F466B1" w:rsidRDefault="004D5357" w:rsidP="00DB1486">
            <w:pPr>
              <w:rPr>
                <w:sz w:val="16"/>
                <w:szCs w:val="16"/>
              </w:rPr>
            </w:pPr>
          </w:p>
          <w:p w:rsidR="004D5357" w:rsidRDefault="004D5357" w:rsidP="00DB1486">
            <w:pPr>
              <w:rPr>
                <w:sz w:val="16"/>
                <w:szCs w:val="16"/>
              </w:rPr>
            </w:pPr>
            <w:r w:rsidRPr="00F466B1">
              <w:rPr>
                <w:color w:val="FF0000"/>
                <w:sz w:val="16"/>
                <w:szCs w:val="16"/>
              </w:rPr>
              <w:t>Test 4 (über Wadi 7, 8 Parabeln)</w:t>
            </w:r>
            <w:r w:rsidRPr="00F466B1">
              <w:rPr>
                <w:sz w:val="16"/>
                <w:szCs w:val="16"/>
              </w:rPr>
              <w:t xml:space="preserve"> </w:t>
            </w:r>
          </w:p>
          <w:p w:rsidR="001B1293" w:rsidRPr="00F466B1" w:rsidRDefault="001B1293" w:rsidP="00DB1486">
            <w:pPr>
              <w:rPr>
                <w:sz w:val="16"/>
                <w:szCs w:val="16"/>
              </w:rPr>
            </w:pPr>
          </w:p>
          <w:p w:rsidR="004D5357" w:rsidRPr="00F466B1" w:rsidRDefault="004D5357" w:rsidP="00DB1486">
            <w:pPr>
              <w:rPr>
                <w:b/>
                <w:sz w:val="16"/>
                <w:szCs w:val="16"/>
              </w:rPr>
            </w:pPr>
            <w:r w:rsidRPr="00F466B1">
              <w:rPr>
                <w:b/>
                <w:sz w:val="16"/>
                <w:szCs w:val="16"/>
              </w:rPr>
              <w:t>Kapitel 0: Mathematische Grundlagen</w:t>
            </w:r>
          </w:p>
          <w:p w:rsidR="004D5357" w:rsidRPr="00F466B1" w:rsidRDefault="004D5357" w:rsidP="004D5357">
            <w:pPr>
              <w:pStyle w:val="Listenabsatz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466B1">
              <w:rPr>
                <w:rFonts w:ascii="Arial" w:hAnsi="Arial" w:cs="Arial"/>
                <w:b/>
                <w:sz w:val="16"/>
                <w:szCs w:val="16"/>
              </w:rPr>
              <w:t>Potenzgesetze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57" w:rsidRPr="00F466B1" w:rsidRDefault="004D5357" w:rsidP="00DB1486">
            <w:pPr>
              <w:rPr>
                <w:color w:val="0070C0"/>
                <w:sz w:val="16"/>
                <w:szCs w:val="16"/>
              </w:rPr>
            </w:pPr>
            <w:r w:rsidRPr="00F466B1">
              <w:rPr>
                <w:color w:val="0070C0"/>
                <w:sz w:val="16"/>
                <w:szCs w:val="16"/>
              </w:rPr>
              <w:t>Kopfübung 4 Serie A</w:t>
            </w:r>
          </w:p>
          <w:p w:rsidR="004D5357" w:rsidRPr="00F466B1" w:rsidRDefault="004D5357" w:rsidP="00DB1486">
            <w:pPr>
              <w:rPr>
                <w:sz w:val="16"/>
                <w:szCs w:val="16"/>
              </w:rPr>
            </w:pPr>
            <w:proofErr w:type="spellStart"/>
            <w:r w:rsidRPr="00F466B1">
              <w:rPr>
                <w:sz w:val="16"/>
                <w:szCs w:val="16"/>
              </w:rPr>
              <w:t>Bespr</w:t>
            </w:r>
            <w:proofErr w:type="spellEnd"/>
            <w:r w:rsidRPr="00F466B1">
              <w:rPr>
                <w:sz w:val="16"/>
                <w:szCs w:val="16"/>
              </w:rPr>
              <w:t>. Wadi 7, 8</w:t>
            </w:r>
          </w:p>
          <w:p w:rsidR="004D5357" w:rsidRPr="00F466B1" w:rsidRDefault="004D5357" w:rsidP="00DB1486">
            <w:pPr>
              <w:rPr>
                <w:sz w:val="16"/>
                <w:szCs w:val="16"/>
              </w:rPr>
            </w:pPr>
            <w:r w:rsidRPr="00F466B1">
              <w:rPr>
                <w:sz w:val="16"/>
                <w:szCs w:val="16"/>
              </w:rPr>
              <w:t>HA: Buch, Vorbereitung Test</w:t>
            </w:r>
          </w:p>
          <w:p w:rsidR="004D5357" w:rsidRPr="00F466B1" w:rsidRDefault="004D5357" w:rsidP="00DB1486">
            <w:pPr>
              <w:rPr>
                <w:sz w:val="16"/>
                <w:szCs w:val="16"/>
              </w:rPr>
            </w:pPr>
          </w:p>
          <w:p w:rsidR="004D5357" w:rsidRPr="00F466B1" w:rsidRDefault="004D5357" w:rsidP="00DB1486">
            <w:pPr>
              <w:rPr>
                <w:sz w:val="16"/>
                <w:szCs w:val="16"/>
              </w:rPr>
            </w:pPr>
          </w:p>
          <w:p w:rsidR="004D5357" w:rsidRPr="00F466B1" w:rsidRDefault="004D5357" w:rsidP="00DB1486">
            <w:pPr>
              <w:rPr>
                <w:sz w:val="16"/>
                <w:szCs w:val="16"/>
              </w:rPr>
            </w:pPr>
            <w:r w:rsidRPr="00F466B1">
              <w:rPr>
                <w:sz w:val="16"/>
                <w:szCs w:val="16"/>
              </w:rPr>
              <w:t>HA: Wadi 9, 10 (Potenzen)</w:t>
            </w:r>
          </w:p>
        </w:tc>
      </w:tr>
      <w:tr w:rsidR="004D5357" w:rsidRPr="00D0282A" w:rsidTr="004D535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4D5357" w:rsidRPr="00D0282A" w:rsidRDefault="004D5357" w:rsidP="00DB1486">
            <w:pPr>
              <w:jc w:val="center"/>
              <w:rPr>
                <w:szCs w:val="16"/>
              </w:rPr>
            </w:pPr>
            <w:r w:rsidRPr="00D0282A">
              <w:rPr>
                <w:szCs w:val="16"/>
              </w:rPr>
              <w:t>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4D5357" w:rsidRPr="00D0282A" w:rsidRDefault="004D5357" w:rsidP="00DB1486">
            <w:pPr>
              <w:jc w:val="center"/>
              <w:rPr>
                <w:szCs w:val="1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4D5357" w:rsidRPr="00D0282A" w:rsidRDefault="004D5357" w:rsidP="00DB1486">
            <w:pPr>
              <w:rPr>
                <w:szCs w:val="16"/>
              </w:rPr>
            </w:pPr>
            <w:r w:rsidRPr="00D0282A">
              <w:rPr>
                <w:szCs w:val="16"/>
              </w:rPr>
              <w:t>Herbstferien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4D5357" w:rsidRPr="00D0282A" w:rsidRDefault="004D5357" w:rsidP="00DB1486">
            <w:pPr>
              <w:rPr>
                <w:szCs w:val="16"/>
              </w:rPr>
            </w:pPr>
          </w:p>
        </w:tc>
      </w:tr>
      <w:tr w:rsidR="004D5357" w:rsidRPr="00D0282A" w:rsidTr="004D535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357" w:rsidRPr="00D0282A" w:rsidRDefault="004D5357" w:rsidP="00DB1486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45</w:t>
            </w:r>
          </w:p>
          <w:p w:rsidR="004D5357" w:rsidRPr="00D0282A" w:rsidRDefault="004D5357" w:rsidP="00DB1486">
            <w:pPr>
              <w:jc w:val="center"/>
              <w:rPr>
                <w:szCs w:val="16"/>
              </w:rPr>
            </w:pPr>
          </w:p>
          <w:p w:rsidR="004D5357" w:rsidRPr="00D0282A" w:rsidRDefault="004D5357" w:rsidP="00DB1486">
            <w:pPr>
              <w:jc w:val="center"/>
              <w:rPr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357" w:rsidRPr="00D0282A" w:rsidRDefault="004D5357" w:rsidP="00DB1486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357" w:rsidRPr="00A7079B" w:rsidRDefault="004D5357" w:rsidP="00DB1486">
            <w:pPr>
              <w:rPr>
                <w:sz w:val="16"/>
                <w:szCs w:val="16"/>
              </w:rPr>
            </w:pPr>
            <w:r w:rsidRPr="00A7079B">
              <w:rPr>
                <w:sz w:val="16"/>
                <w:szCs w:val="16"/>
              </w:rPr>
              <w:t>Arbeit mit der Plattform zu Potenzen</w:t>
            </w:r>
          </w:p>
          <w:p w:rsidR="004D5357" w:rsidRDefault="004D5357" w:rsidP="00DB1486">
            <w:pPr>
              <w:rPr>
                <w:sz w:val="16"/>
                <w:szCs w:val="16"/>
              </w:rPr>
            </w:pPr>
          </w:p>
          <w:p w:rsidR="004D5357" w:rsidRPr="00A7079B" w:rsidRDefault="004D5357" w:rsidP="00DB1486">
            <w:pPr>
              <w:rPr>
                <w:sz w:val="16"/>
                <w:szCs w:val="16"/>
              </w:rPr>
            </w:pPr>
          </w:p>
          <w:p w:rsidR="004D5357" w:rsidRDefault="004D5357" w:rsidP="00DB1486">
            <w:pPr>
              <w:rPr>
                <w:sz w:val="16"/>
                <w:szCs w:val="16"/>
              </w:rPr>
            </w:pPr>
            <w:r w:rsidRPr="00A7079B">
              <w:rPr>
                <w:color w:val="FF0000"/>
                <w:sz w:val="16"/>
                <w:szCs w:val="16"/>
              </w:rPr>
              <w:t>Test 5 (über Wadi 9, 10 Potenzen)</w:t>
            </w:r>
            <w:r w:rsidRPr="00A7079B">
              <w:rPr>
                <w:sz w:val="16"/>
                <w:szCs w:val="16"/>
              </w:rPr>
              <w:t xml:space="preserve"> </w:t>
            </w:r>
          </w:p>
          <w:p w:rsidR="001B1293" w:rsidRPr="00A7079B" w:rsidRDefault="001B1293" w:rsidP="00DB1486">
            <w:pPr>
              <w:rPr>
                <w:sz w:val="16"/>
                <w:szCs w:val="16"/>
              </w:rPr>
            </w:pPr>
          </w:p>
          <w:p w:rsidR="004D5357" w:rsidRPr="00A7079B" w:rsidRDefault="004D5357" w:rsidP="00DB1486">
            <w:pPr>
              <w:rPr>
                <w:b/>
                <w:sz w:val="16"/>
                <w:szCs w:val="16"/>
              </w:rPr>
            </w:pPr>
            <w:r w:rsidRPr="00A7079B">
              <w:rPr>
                <w:b/>
                <w:sz w:val="16"/>
                <w:szCs w:val="16"/>
              </w:rPr>
              <w:t>Kapitel 0: Mathematische Grundlagen</w:t>
            </w:r>
          </w:p>
          <w:p w:rsidR="004D5357" w:rsidRPr="00A7079B" w:rsidRDefault="004D5357" w:rsidP="004D5357">
            <w:pPr>
              <w:pStyle w:val="Listenabsatz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7079B">
              <w:rPr>
                <w:rFonts w:ascii="Arial" w:hAnsi="Arial" w:cs="Arial"/>
                <w:b/>
                <w:sz w:val="16"/>
                <w:szCs w:val="16"/>
              </w:rPr>
              <w:t>Prozentrechnen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357" w:rsidRPr="00A7079B" w:rsidRDefault="004D5357" w:rsidP="00DB1486">
            <w:pPr>
              <w:rPr>
                <w:color w:val="0070C0"/>
                <w:sz w:val="16"/>
                <w:szCs w:val="16"/>
              </w:rPr>
            </w:pPr>
            <w:r w:rsidRPr="00A7079B">
              <w:rPr>
                <w:color w:val="0070C0"/>
                <w:sz w:val="16"/>
                <w:szCs w:val="16"/>
              </w:rPr>
              <w:t>Kopfübung 5 Serie A</w:t>
            </w:r>
          </w:p>
          <w:p w:rsidR="004D5357" w:rsidRPr="00A7079B" w:rsidRDefault="004D5357" w:rsidP="00DB1486">
            <w:pPr>
              <w:rPr>
                <w:sz w:val="16"/>
                <w:szCs w:val="16"/>
              </w:rPr>
            </w:pPr>
            <w:proofErr w:type="spellStart"/>
            <w:r w:rsidRPr="00A7079B">
              <w:rPr>
                <w:sz w:val="16"/>
                <w:szCs w:val="16"/>
              </w:rPr>
              <w:t>Bespr</w:t>
            </w:r>
            <w:proofErr w:type="spellEnd"/>
            <w:r w:rsidRPr="00A7079B">
              <w:rPr>
                <w:sz w:val="16"/>
                <w:szCs w:val="16"/>
              </w:rPr>
              <w:t>. Wadi 9, 10</w:t>
            </w:r>
          </w:p>
          <w:p w:rsidR="004D5357" w:rsidRPr="00A7079B" w:rsidRDefault="004D5357" w:rsidP="00DB1486">
            <w:pPr>
              <w:rPr>
                <w:sz w:val="16"/>
                <w:szCs w:val="16"/>
              </w:rPr>
            </w:pPr>
            <w:r w:rsidRPr="00A7079B">
              <w:rPr>
                <w:sz w:val="16"/>
                <w:szCs w:val="16"/>
              </w:rPr>
              <w:t>HA: Buch, Vorbereitung Test</w:t>
            </w:r>
          </w:p>
          <w:p w:rsidR="004D5357" w:rsidRPr="00A7079B" w:rsidRDefault="004D5357" w:rsidP="00DB1486">
            <w:pPr>
              <w:rPr>
                <w:sz w:val="16"/>
                <w:szCs w:val="16"/>
              </w:rPr>
            </w:pPr>
          </w:p>
          <w:p w:rsidR="004D5357" w:rsidRPr="00A7079B" w:rsidRDefault="004D5357" w:rsidP="00DB1486">
            <w:pPr>
              <w:rPr>
                <w:sz w:val="16"/>
                <w:szCs w:val="16"/>
              </w:rPr>
            </w:pPr>
          </w:p>
          <w:p w:rsidR="004D5357" w:rsidRPr="00A7079B" w:rsidRDefault="004D5357" w:rsidP="00DB1486">
            <w:pPr>
              <w:rPr>
                <w:sz w:val="16"/>
                <w:szCs w:val="16"/>
              </w:rPr>
            </w:pPr>
            <w:r w:rsidRPr="00A7079B">
              <w:rPr>
                <w:sz w:val="16"/>
                <w:szCs w:val="16"/>
              </w:rPr>
              <w:t xml:space="preserve">HA: Wadis </w:t>
            </w:r>
            <w:r>
              <w:rPr>
                <w:sz w:val="16"/>
                <w:szCs w:val="16"/>
              </w:rPr>
              <w:t xml:space="preserve">11, 12 </w:t>
            </w:r>
            <w:r w:rsidRPr="00A7079B">
              <w:rPr>
                <w:sz w:val="16"/>
                <w:szCs w:val="16"/>
              </w:rPr>
              <w:t>zu Prozentrechnen (in Anwendung)</w:t>
            </w:r>
          </w:p>
        </w:tc>
      </w:tr>
      <w:tr w:rsidR="004D5357" w:rsidRPr="00D0282A" w:rsidTr="004D5357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357" w:rsidRPr="00D0282A" w:rsidRDefault="004D5357" w:rsidP="00DB1486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357" w:rsidRPr="00D0282A" w:rsidRDefault="004D5357" w:rsidP="00DB1486">
            <w:pPr>
              <w:jc w:val="center"/>
              <w:rPr>
                <w:szCs w:val="16"/>
              </w:rPr>
            </w:pPr>
            <w:r>
              <w:rPr>
                <w:szCs w:val="16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357" w:rsidRPr="00A7079B" w:rsidRDefault="004D5357" w:rsidP="00DB1486">
            <w:pPr>
              <w:rPr>
                <w:sz w:val="16"/>
                <w:szCs w:val="16"/>
              </w:rPr>
            </w:pPr>
            <w:r w:rsidRPr="00A7079B">
              <w:rPr>
                <w:sz w:val="16"/>
                <w:szCs w:val="16"/>
              </w:rPr>
              <w:t>Übung</w:t>
            </w:r>
            <w:r>
              <w:rPr>
                <w:sz w:val="16"/>
                <w:szCs w:val="16"/>
              </w:rPr>
              <w:t>en</w:t>
            </w:r>
            <w:r w:rsidRPr="00A7079B">
              <w:rPr>
                <w:sz w:val="16"/>
                <w:szCs w:val="16"/>
              </w:rPr>
              <w:t xml:space="preserve"> zur KA</w:t>
            </w:r>
          </w:p>
          <w:p w:rsidR="004D5357" w:rsidRPr="00A7079B" w:rsidRDefault="004D5357" w:rsidP="00DB1486">
            <w:pPr>
              <w:rPr>
                <w:sz w:val="16"/>
                <w:szCs w:val="16"/>
              </w:rPr>
            </w:pPr>
          </w:p>
          <w:p w:rsidR="004D5357" w:rsidRPr="00A7079B" w:rsidRDefault="004D5357" w:rsidP="00DB1486">
            <w:pPr>
              <w:rPr>
                <w:sz w:val="16"/>
                <w:szCs w:val="16"/>
              </w:rPr>
            </w:pPr>
            <w:r w:rsidRPr="00A7079B">
              <w:rPr>
                <w:color w:val="FF0000"/>
                <w:sz w:val="16"/>
                <w:szCs w:val="16"/>
              </w:rPr>
              <w:t>Klassenarbeit Nr. 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357" w:rsidRPr="00A7079B" w:rsidRDefault="004D5357" w:rsidP="00DB1486">
            <w:pPr>
              <w:rPr>
                <w:color w:val="0070C0"/>
                <w:sz w:val="16"/>
                <w:szCs w:val="16"/>
              </w:rPr>
            </w:pPr>
            <w:r w:rsidRPr="00A7079B">
              <w:rPr>
                <w:color w:val="0070C0"/>
                <w:sz w:val="16"/>
                <w:szCs w:val="16"/>
              </w:rPr>
              <w:t>Kopfübung 6 Serie A</w:t>
            </w:r>
          </w:p>
          <w:p w:rsidR="004D5357" w:rsidRPr="00A7079B" w:rsidRDefault="004D5357" w:rsidP="00DB1486">
            <w:pPr>
              <w:rPr>
                <w:sz w:val="16"/>
                <w:szCs w:val="16"/>
              </w:rPr>
            </w:pPr>
          </w:p>
        </w:tc>
      </w:tr>
    </w:tbl>
    <w:p w:rsidR="004D5357" w:rsidRDefault="004D5357" w:rsidP="004D5357"/>
    <w:p w:rsidR="004D5357" w:rsidRDefault="004D5357" w:rsidP="004D5357"/>
    <w:p w:rsidR="001B1293" w:rsidRDefault="001B1293" w:rsidP="004D5357"/>
    <w:p w:rsidR="001B1293" w:rsidRDefault="001B1293" w:rsidP="004D5357"/>
    <w:p w:rsidR="00723ABA" w:rsidRDefault="00723ABA">
      <w:pPr>
        <w:spacing w:line="276" w:lineRule="auto"/>
      </w:pPr>
      <w:r>
        <w:br w:type="page"/>
      </w:r>
    </w:p>
    <w:p w:rsidR="004D5357" w:rsidRPr="00723ABA" w:rsidRDefault="004D5357" w:rsidP="004D5357">
      <w:pPr>
        <w:rPr>
          <w:b/>
        </w:rPr>
      </w:pPr>
      <w:r w:rsidRPr="00723ABA">
        <w:rPr>
          <w:b/>
        </w:rPr>
        <w:lastRenderedPageBreak/>
        <w:t>Mögliche Aufgaben zur Arbeit mit der Plattform „Mathebrücke“</w:t>
      </w:r>
    </w:p>
    <w:p w:rsidR="004D5357" w:rsidRDefault="004D5357" w:rsidP="004D5357"/>
    <w:p w:rsidR="004D5357" w:rsidRDefault="004D5357" w:rsidP="004D5357">
      <w:r w:rsidRPr="00017CF7">
        <w:rPr>
          <w:b/>
        </w:rPr>
        <w:t>Lieblingsaufgaben</w:t>
      </w:r>
      <w:r>
        <w:t xml:space="preserve"> sind fett gedruckt. </w:t>
      </w:r>
    </w:p>
    <w:p w:rsidR="004D5357" w:rsidRDefault="004D5357" w:rsidP="004D5357">
      <w:r>
        <w:t>Die normale Arbeitsform ist Gruppenarbeit. Es werden Aufgaben verschiedener Levels vo</w:t>
      </w:r>
      <w:r>
        <w:t>r</w:t>
      </w:r>
      <w:r>
        <w:t>gelegt.</w:t>
      </w:r>
    </w:p>
    <w:p w:rsidR="004D5357" w:rsidRDefault="004D5357" w:rsidP="004D5357"/>
    <w:p w:rsidR="004D5357" w:rsidRDefault="004D5357" w:rsidP="004D5357">
      <w:r>
        <w:t xml:space="preserve">Vorstellen der Plattform: </w:t>
      </w:r>
    </w:p>
    <w:p w:rsidR="004D5357" w:rsidRPr="000F1306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 w:rsidRPr="000F1306">
        <w:rPr>
          <w:rFonts w:ascii="Arial" w:hAnsi="Arial" w:cs="Arial"/>
          <w:sz w:val="20"/>
          <w:szCs w:val="20"/>
        </w:rPr>
        <w:t xml:space="preserve">Spiel zu algebraischen Begriffen (interaktiv) </w:t>
      </w:r>
      <w:r w:rsidRPr="00C56AA6">
        <w:rPr>
          <w:rFonts w:ascii="Arial" w:hAnsi="Arial" w:cs="Arial"/>
          <w:i/>
          <w:sz w:val="20"/>
          <w:szCs w:val="20"/>
        </w:rPr>
        <w:t>Algebra Level 1 Rechnen mit Zahlen</w:t>
      </w:r>
    </w:p>
    <w:p w:rsidR="004D5357" w:rsidRPr="000B2138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 w:rsidRPr="000F1306">
        <w:rPr>
          <w:rFonts w:ascii="Arial" w:hAnsi="Arial" w:cs="Arial"/>
          <w:sz w:val="20"/>
          <w:szCs w:val="20"/>
        </w:rPr>
        <w:t xml:space="preserve">Zuordnungsspiel Ausklammern </w:t>
      </w:r>
      <w:proofErr w:type="spellStart"/>
      <w:r w:rsidRPr="000F1306">
        <w:rPr>
          <w:rFonts w:ascii="Arial" w:hAnsi="Arial" w:cs="Arial"/>
          <w:sz w:val="20"/>
          <w:szCs w:val="20"/>
        </w:rPr>
        <w:t>Faktorisieren</w:t>
      </w:r>
      <w:proofErr w:type="spellEnd"/>
      <w:r w:rsidRPr="000F1306">
        <w:rPr>
          <w:rFonts w:ascii="Arial" w:hAnsi="Arial" w:cs="Arial"/>
          <w:sz w:val="20"/>
          <w:szCs w:val="20"/>
        </w:rPr>
        <w:t xml:space="preserve"> (interaktiv) </w:t>
      </w:r>
      <w:r w:rsidRPr="00C56AA6">
        <w:rPr>
          <w:rFonts w:ascii="Arial" w:hAnsi="Arial" w:cs="Arial"/>
          <w:i/>
          <w:sz w:val="20"/>
          <w:szCs w:val="20"/>
        </w:rPr>
        <w:t>Algebra Level 1 Rechnen mit Variablen</w:t>
      </w:r>
    </w:p>
    <w:p w:rsidR="004D5357" w:rsidRPr="00017CF7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…</w:t>
      </w:r>
    </w:p>
    <w:p w:rsidR="004D5357" w:rsidRPr="00017CF7" w:rsidRDefault="004D5357" w:rsidP="004D5357">
      <w:r>
        <w:t>Auf „</w:t>
      </w:r>
      <w:r w:rsidRPr="00AA7E6D">
        <w:rPr>
          <w:b/>
        </w:rPr>
        <w:t>Stolpersteine</w:t>
      </w:r>
      <w:r>
        <w:t>“ hinweisen!</w:t>
      </w:r>
    </w:p>
    <w:p w:rsidR="004D5357" w:rsidRDefault="004D5357" w:rsidP="004D5357"/>
    <w:p w:rsidR="004D5357" w:rsidRDefault="004D5357" w:rsidP="004D5357">
      <w:r>
        <w:t>Lineare Gleichungen und Ungleichungen:</w:t>
      </w:r>
    </w:p>
    <w:p w:rsidR="004D5357" w:rsidRPr="000F1306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Lösen von linearen Gleichungen (interaktiv) </w:t>
      </w:r>
      <w:r w:rsidRPr="009E4EC5">
        <w:rPr>
          <w:rFonts w:ascii="Arial" w:hAnsi="Arial" w:cs="Arial"/>
          <w:i/>
          <w:sz w:val="20"/>
          <w:szCs w:val="20"/>
        </w:rPr>
        <w:t>Algebra Level 1 Rechnen mit Variablen</w:t>
      </w:r>
      <w:r w:rsidRPr="000F130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  <w:t>bzw. Lineare Gleichungen (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 w:rsidRPr="009E4EC5">
        <w:rPr>
          <w:rFonts w:ascii="Arial" w:hAnsi="Arial" w:cs="Arial"/>
          <w:i/>
          <w:sz w:val="20"/>
          <w:szCs w:val="20"/>
        </w:rPr>
        <w:t>Algebra Level 2 Rechnen mit Variablen</w:t>
      </w:r>
    </w:p>
    <w:p w:rsidR="004D5357" w:rsidRPr="009E4EC5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Anzahl der Lösungen bei linearen Gleichungen (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Merkekasten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 w:rsidRPr="009E4EC5">
        <w:rPr>
          <w:rFonts w:ascii="Arial" w:hAnsi="Arial" w:cs="Arial"/>
          <w:i/>
          <w:sz w:val="20"/>
          <w:szCs w:val="20"/>
        </w:rPr>
        <w:t>Algebra Level 1 Rechnen mit Varia</w:t>
      </w:r>
      <w:r w:rsidRPr="009E4EC5">
        <w:rPr>
          <w:rFonts w:ascii="Arial" w:hAnsi="Arial" w:cs="Arial"/>
          <w:i/>
          <w:sz w:val="20"/>
          <w:szCs w:val="20"/>
        </w:rPr>
        <w:t>b</w:t>
      </w:r>
      <w:r w:rsidRPr="009E4EC5">
        <w:rPr>
          <w:rFonts w:ascii="Arial" w:hAnsi="Arial" w:cs="Arial"/>
          <w:i/>
          <w:sz w:val="20"/>
          <w:szCs w:val="20"/>
        </w:rPr>
        <w:t>len</w:t>
      </w:r>
    </w:p>
    <w:p w:rsidR="004D5357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Termumformungen</w:t>
      </w:r>
      <w:proofErr w:type="spellEnd"/>
      <w:r w:rsidRPr="000F130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Merkekasten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 w:rsidRPr="009E4EC5">
        <w:rPr>
          <w:rFonts w:ascii="Arial" w:hAnsi="Arial" w:cs="Arial"/>
          <w:i/>
          <w:sz w:val="20"/>
          <w:szCs w:val="20"/>
        </w:rPr>
        <w:t>Algebra Level 1 Rechnen mit Variablen</w:t>
      </w:r>
      <w:r>
        <w:rPr>
          <w:rFonts w:ascii="Arial" w:hAnsi="Arial" w:cs="Arial"/>
          <w:sz w:val="20"/>
          <w:szCs w:val="20"/>
        </w:rPr>
        <w:br/>
        <w:t xml:space="preserve">bzw. </w:t>
      </w:r>
      <w:proofErr w:type="spellStart"/>
      <w:r>
        <w:rPr>
          <w:rFonts w:ascii="Arial" w:hAnsi="Arial" w:cs="Arial"/>
          <w:sz w:val="20"/>
          <w:szCs w:val="20"/>
        </w:rPr>
        <w:t>Termumformungen</w:t>
      </w:r>
      <w:proofErr w:type="spellEnd"/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 w:rsidRPr="009E4EC5">
        <w:rPr>
          <w:rFonts w:ascii="Arial" w:hAnsi="Arial" w:cs="Arial"/>
          <w:i/>
          <w:sz w:val="20"/>
          <w:szCs w:val="20"/>
        </w:rPr>
        <w:t>Algebra Level 2 Rechnen mit Variablen</w:t>
      </w:r>
      <w:r>
        <w:rPr>
          <w:rFonts w:ascii="Arial" w:hAnsi="Arial" w:cs="Arial"/>
          <w:sz w:val="20"/>
          <w:szCs w:val="20"/>
        </w:rPr>
        <w:br/>
        <w:t xml:space="preserve">bzw. Falsche </w:t>
      </w:r>
      <w:proofErr w:type="spellStart"/>
      <w:r>
        <w:rPr>
          <w:rFonts w:ascii="Arial" w:hAnsi="Arial" w:cs="Arial"/>
          <w:sz w:val="20"/>
          <w:szCs w:val="20"/>
        </w:rPr>
        <w:t>Termumformungen</w:t>
      </w:r>
      <w:proofErr w:type="spellEnd"/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 w:rsidRPr="009E4EC5">
        <w:rPr>
          <w:rFonts w:ascii="Arial" w:hAnsi="Arial" w:cs="Arial"/>
          <w:i/>
          <w:sz w:val="20"/>
          <w:szCs w:val="20"/>
        </w:rPr>
        <w:t>Algebra Level 1 Argumentieren</w:t>
      </w:r>
      <w:r>
        <w:rPr>
          <w:rFonts w:ascii="Arial" w:hAnsi="Arial" w:cs="Arial"/>
          <w:sz w:val="20"/>
          <w:szCs w:val="20"/>
        </w:rPr>
        <w:br/>
        <w:t>bzw. Richtig oder falsch (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 w:rsidRPr="009E4EC5">
        <w:rPr>
          <w:rFonts w:ascii="Arial" w:hAnsi="Arial" w:cs="Arial"/>
          <w:i/>
          <w:sz w:val="20"/>
          <w:szCs w:val="20"/>
        </w:rPr>
        <w:t>Algebra Leve</w:t>
      </w:r>
      <w:r>
        <w:rPr>
          <w:rFonts w:ascii="Arial" w:hAnsi="Arial" w:cs="Arial"/>
          <w:i/>
          <w:sz w:val="20"/>
          <w:szCs w:val="20"/>
        </w:rPr>
        <w:t>l 3</w:t>
      </w:r>
      <w:r w:rsidRPr="009E4EC5">
        <w:rPr>
          <w:rFonts w:ascii="Arial" w:hAnsi="Arial" w:cs="Arial"/>
          <w:i/>
          <w:sz w:val="20"/>
          <w:szCs w:val="20"/>
        </w:rPr>
        <w:t xml:space="preserve"> Argumentieren</w:t>
      </w:r>
    </w:p>
    <w:p w:rsidR="004D5357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Lösen von linearen Ungleichungen (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Merkekasten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 w:rsidRPr="009E4EC5">
        <w:rPr>
          <w:rFonts w:ascii="Arial" w:hAnsi="Arial" w:cs="Arial"/>
          <w:i/>
          <w:sz w:val="20"/>
          <w:szCs w:val="20"/>
        </w:rPr>
        <w:t>Algebra Level 1 Rechnen mit Variablen</w:t>
      </w:r>
    </w:p>
    <w:p w:rsidR="004D5357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Algebraische Grundfertigkeiten Gleichungen interaktiv </w:t>
      </w:r>
      <w:r w:rsidRPr="009E4EC5">
        <w:rPr>
          <w:rFonts w:ascii="Arial" w:hAnsi="Arial" w:cs="Arial"/>
          <w:i/>
          <w:sz w:val="20"/>
          <w:szCs w:val="20"/>
        </w:rPr>
        <w:t>Algebra Level 3 Rechnen mit Variablen</w:t>
      </w:r>
    </w:p>
    <w:p w:rsidR="004D5357" w:rsidRDefault="004D5357" w:rsidP="004D5357">
      <w:r>
        <w:t>Quadratische Gleichungen:</w:t>
      </w:r>
    </w:p>
    <w:p w:rsidR="004D5357" w:rsidRPr="00C56AA6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Binome (interaktiv) </w:t>
      </w:r>
      <w:r w:rsidRPr="00C56AA6">
        <w:rPr>
          <w:rFonts w:ascii="Arial" w:hAnsi="Arial" w:cs="Arial"/>
          <w:i/>
          <w:sz w:val="20"/>
          <w:szCs w:val="20"/>
        </w:rPr>
        <w:t>Algebra Level 1 Rechnen mit Zahlen</w:t>
      </w:r>
    </w:p>
    <w:p w:rsidR="004D5357" w:rsidRPr="00C56AA6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Quadratische Gleichungen (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Merkekasten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 w:rsidRPr="009E4EC5">
        <w:rPr>
          <w:rFonts w:ascii="Arial" w:hAnsi="Arial" w:cs="Arial"/>
          <w:i/>
          <w:sz w:val="20"/>
          <w:szCs w:val="20"/>
        </w:rPr>
        <w:t>Algebra Level 1 Rechnen mit Variablen</w:t>
      </w:r>
    </w:p>
    <w:p w:rsidR="004D5357" w:rsidRPr="00C56AA6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Entscheiden für den effektiven Lösungsweg (interaktiv) </w:t>
      </w:r>
      <w:r w:rsidRPr="009E4EC5">
        <w:rPr>
          <w:rFonts w:ascii="Arial" w:hAnsi="Arial" w:cs="Arial"/>
          <w:i/>
          <w:sz w:val="20"/>
          <w:szCs w:val="20"/>
        </w:rPr>
        <w:t>Algebra Level 2 Rechnen mit Variablen</w:t>
      </w:r>
    </w:p>
    <w:p w:rsidR="004D5357" w:rsidRPr="00265BD0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 w:rsidRPr="002C0AA4">
        <w:rPr>
          <w:rFonts w:ascii="Arial" w:hAnsi="Arial" w:cs="Arial"/>
          <w:b/>
          <w:sz w:val="20"/>
          <w:szCs w:val="20"/>
        </w:rPr>
        <w:t>Lösungsverfahren bei quadratischen Gleichungen</w:t>
      </w:r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i/>
          <w:sz w:val="20"/>
          <w:szCs w:val="20"/>
        </w:rPr>
        <w:t>Algebra Level 3</w:t>
      </w:r>
      <w:r w:rsidRPr="009E4EC5">
        <w:rPr>
          <w:rFonts w:ascii="Arial" w:hAnsi="Arial" w:cs="Arial"/>
          <w:i/>
          <w:sz w:val="20"/>
          <w:szCs w:val="20"/>
        </w:rPr>
        <w:t xml:space="preserve"> Rechnen mit Variablen</w:t>
      </w:r>
    </w:p>
    <w:p w:rsidR="004D5357" w:rsidRPr="00C56AA6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Augen auf! (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 w:rsidRPr="00C623FD">
        <w:rPr>
          <w:rFonts w:ascii="Arial" w:hAnsi="Arial" w:cs="Arial"/>
          <w:i/>
          <w:sz w:val="20"/>
          <w:szCs w:val="20"/>
        </w:rPr>
        <w:t>Algebra</w:t>
      </w:r>
      <w:r>
        <w:rPr>
          <w:rFonts w:ascii="Arial" w:hAnsi="Arial" w:cs="Arial"/>
          <w:i/>
          <w:sz w:val="20"/>
          <w:szCs w:val="20"/>
        </w:rPr>
        <w:t xml:space="preserve"> Level 1 Argumentier</w:t>
      </w:r>
      <w:r w:rsidRPr="00E94C71">
        <w:rPr>
          <w:rFonts w:ascii="Arial" w:hAnsi="Arial" w:cs="Arial"/>
          <w:i/>
          <w:sz w:val="20"/>
          <w:szCs w:val="20"/>
        </w:rPr>
        <w:t>en</w:t>
      </w:r>
    </w:p>
    <w:p w:rsidR="004D5357" w:rsidRPr="00C56AA6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 w:rsidRPr="002C0AA4">
        <w:rPr>
          <w:rFonts w:ascii="Arial" w:hAnsi="Arial" w:cs="Arial"/>
          <w:b/>
          <w:sz w:val="20"/>
          <w:szCs w:val="20"/>
        </w:rPr>
        <w:t>Gleichung finden</w:t>
      </w:r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 w:rsidRPr="009E4EC5">
        <w:rPr>
          <w:rFonts w:ascii="Arial" w:hAnsi="Arial" w:cs="Arial"/>
          <w:i/>
          <w:sz w:val="20"/>
          <w:szCs w:val="20"/>
        </w:rPr>
        <w:t>Algebra Leve</w:t>
      </w:r>
      <w:r>
        <w:rPr>
          <w:rFonts w:ascii="Arial" w:hAnsi="Arial" w:cs="Arial"/>
          <w:i/>
          <w:sz w:val="20"/>
          <w:szCs w:val="20"/>
        </w:rPr>
        <w:t>l 2</w:t>
      </w:r>
      <w:r w:rsidRPr="009E4EC5">
        <w:rPr>
          <w:rFonts w:ascii="Arial" w:hAnsi="Arial" w:cs="Arial"/>
          <w:i/>
          <w:sz w:val="20"/>
          <w:szCs w:val="20"/>
        </w:rPr>
        <w:t xml:space="preserve"> Argumentieren</w:t>
      </w:r>
    </w:p>
    <w:p w:rsidR="004D5357" w:rsidRPr="00953876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Wo ist der Fehler? (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 w:rsidRPr="009E4EC5">
        <w:rPr>
          <w:rFonts w:ascii="Arial" w:hAnsi="Arial" w:cs="Arial"/>
          <w:i/>
          <w:sz w:val="20"/>
          <w:szCs w:val="20"/>
        </w:rPr>
        <w:t>Algebra Leve</w:t>
      </w:r>
      <w:r>
        <w:rPr>
          <w:rFonts w:ascii="Arial" w:hAnsi="Arial" w:cs="Arial"/>
          <w:i/>
          <w:sz w:val="20"/>
          <w:szCs w:val="20"/>
        </w:rPr>
        <w:t>l 2</w:t>
      </w:r>
      <w:r w:rsidRPr="009E4EC5">
        <w:rPr>
          <w:rFonts w:ascii="Arial" w:hAnsi="Arial" w:cs="Arial"/>
          <w:i/>
          <w:sz w:val="20"/>
          <w:szCs w:val="20"/>
        </w:rPr>
        <w:t xml:space="preserve"> Argumentieren</w:t>
      </w:r>
    </w:p>
    <w:p w:rsidR="004D5357" w:rsidRPr="00953876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Wahr oder falsch? (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 w:rsidRPr="009E4EC5">
        <w:rPr>
          <w:rFonts w:ascii="Arial" w:hAnsi="Arial" w:cs="Arial"/>
          <w:i/>
          <w:sz w:val="20"/>
          <w:szCs w:val="20"/>
        </w:rPr>
        <w:t>Algebra Leve</w:t>
      </w:r>
      <w:r>
        <w:rPr>
          <w:rFonts w:ascii="Arial" w:hAnsi="Arial" w:cs="Arial"/>
          <w:i/>
          <w:sz w:val="20"/>
          <w:szCs w:val="20"/>
        </w:rPr>
        <w:t>l 3</w:t>
      </w:r>
      <w:r w:rsidRPr="009E4EC5">
        <w:rPr>
          <w:rFonts w:ascii="Arial" w:hAnsi="Arial" w:cs="Arial"/>
          <w:i/>
          <w:sz w:val="20"/>
          <w:szCs w:val="20"/>
        </w:rPr>
        <w:t xml:space="preserve"> Argumentieren</w:t>
      </w:r>
    </w:p>
    <w:p w:rsidR="004D5357" w:rsidRDefault="004D5357" w:rsidP="004D5357">
      <w:r>
        <w:t>Geraden:</w:t>
      </w:r>
    </w:p>
    <w:p w:rsidR="004D5357" w:rsidRPr="00953876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Gerade (interaktiv) </w:t>
      </w:r>
      <w:r w:rsidRPr="00953876">
        <w:rPr>
          <w:rFonts w:ascii="Arial" w:hAnsi="Arial" w:cs="Arial"/>
          <w:i/>
          <w:sz w:val="20"/>
          <w:szCs w:val="20"/>
        </w:rPr>
        <w:t>Funktionen Level 1 Darstellen</w:t>
      </w:r>
    </w:p>
    <w:p w:rsidR="004D5357" w:rsidRPr="00953876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 w:rsidRPr="00953876">
        <w:rPr>
          <w:rFonts w:ascii="Arial" w:hAnsi="Arial" w:cs="Arial"/>
          <w:sz w:val="20"/>
          <w:szCs w:val="20"/>
        </w:rPr>
        <w:t>Darstellung von Geraden</w:t>
      </w:r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 w:rsidRPr="00953876">
        <w:rPr>
          <w:rFonts w:ascii="Arial" w:hAnsi="Arial" w:cs="Arial"/>
          <w:i/>
          <w:sz w:val="20"/>
          <w:szCs w:val="20"/>
        </w:rPr>
        <w:t>Funktionen Level 1 Darstellen</w:t>
      </w:r>
    </w:p>
    <w:p w:rsidR="004D5357" w:rsidRPr="00953876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Geradengleichungen bestimmen (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 w:rsidRPr="00953876">
        <w:rPr>
          <w:rFonts w:ascii="Arial" w:hAnsi="Arial" w:cs="Arial"/>
          <w:i/>
          <w:sz w:val="20"/>
          <w:szCs w:val="20"/>
        </w:rPr>
        <w:t>Funktionen Level 1 Darstellen</w:t>
      </w:r>
    </w:p>
    <w:p w:rsidR="004D5357" w:rsidRPr="00953876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Wertetafeln (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 w:rsidRPr="00953876">
        <w:rPr>
          <w:rFonts w:ascii="Arial" w:hAnsi="Arial" w:cs="Arial"/>
          <w:i/>
          <w:sz w:val="20"/>
          <w:szCs w:val="20"/>
        </w:rPr>
        <w:t>Funktionen Level 1 Darstellen</w:t>
      </w:r>
    </w:p>
    <w:p w:rsidR="004D5357" w:rsidRPr="00E94C71" w:rsidRDefault="004D5357" w:rsidP="008A573E">
      <w:pPr>
        <w:pStyle w:val="Listenabsatz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bzw. Wertetafeln (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i/>
          <w:sz w:val="20"/>
          <w:szCs w:val="20"/>
        </w:rPr>
        <w:t>Funktionen Level 2</w:t>
      </w:r>
      <w:r w:rsidRPr="00953876">
        <w:rPr>
          <w:rFonts w:ascii="Arial" w:hAnsi="Arial" w:cs="Arial"/>
          <w:i/>
          <w:sz w:val="20"/>
          <w:szCs w:val="20"/>
        </w:rPr>
        <w:t xml:space="preserve"> Darstellen</w:t>
      </w:r>
      <w:r>
        <w:rPr>
          <w:rFonts w:ascii="Arial" w:hAnsi="Arial" w:cs="Arial"/>
          <w:i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bzw. Wertetabellen prüfen (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i/>
          <w:sz w:val="20"/>
          <w:szCs w:val="20"/>
        </w:rPr>
        <w:t>Funktionen Level 2</w:t>
      </w:r>
      <w:r w:rsidRPr="00953876">
        <w:rPr>
          <w:rFonts w:ascii="Arial" w:hAnsi="Arial" w:cs="Arial"/>
          <w:i/>
          <w:sz w:val="20"/>
          <w:szCs w:val="20"/>
        </w:rPr>
        <w:t xml:space="preserve"> Darstellen</w:t>
      </w:r>
    </w:p>
    <w:p w:rsidR="004D5357" w:rsidRPr="00E94C71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Gerade zeichnen (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i/>
          <w:sz w:val="20"/>
          <w:szCs w:val="20"/>
        </w:rPr>
        <w:t>Funktionen Level 2</w:t>
      </w:r>
      <w:r w:rsidRPr="00953876">
        <w:rPr>
          <w:rFonts w:ascii="Arial" w:hAnsi="Arial" w:cs="Arial"/>
          <w:i/>
          <w:sz w:val="20"/>
          <w:szCs w:val="20"/>
        </w:rPr>
        <w:t xml:space="preserve"> Darstellen</w:t>
      </w:r>
      <w:r>
        <w:rPr>
          <w:rFonts w:ascii="Arial" w:hAnsi="Arial" w:cs="Arial"/>
          <w:i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bzw. Koordinatensystem zu Geraden zeichnen (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i/>
          <w:sz w:val="20"/>
          <w:szCs w:val="20"/>
        </w:rPr>
        <w:t>Funktionen Level 2</w:t>
      </w:r>
      <w:r w:rsidRPr="00953876">
        <w:rPr>
          <w:rFonts w:ascii="Arial" w:hAnsi="Arial" w:cs="Arial"/>
          <w:i/>
          <w:sz w:val="20"/>
          <w:szCs w:val="20"/>
        </w:rPr>
        <w:t xml:space="preserve"> Darstellen</w:t>
      </w:r>
    </w:p>
    <w:p w:rsidR="004D5357" w:rsidRPr="00953876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 w:rsidRPr="002C0AA4">
        <w:rPr>
          <w:rFonts w:ascii="Arial" w:hAnsi="Arial" w:cs="Arial"/>
          <w:b/>
          <w:sz w:val="20"/>
          <w:szCs w:val="20"/>
        </w:rPr>
        <w:t>Darstellung im Koordinatensystem</w:t>
      </w:r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i/>
          <w:sz w:val="20"/>
          <w:szCs w:val="20"/>
        </w:rPr>
        <w:t>Funktionen Level 3</w:t>
      </w:r>
      <w:r w:rsidRPr="00953876">
        <w:rPr>
          <w:rFonts w:ascii="Arial" w:hAnsi="Arial" w:cs="Arial"/>
          <w:i/>
          <w:sz w:val="20"/>
          <w:szCs w:val="20"/>
        </w:rPr>
        <w:t xml:space="preserve"> Darstellen</w:t>
      </w:r>
    </w:p>
    <w:p w:rsidR="004D5357" w:rsidRPr="00E94C71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Tims Schnittpunktberechnung (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 w:rsidRPr="00E94C71">
        <w:rPr>
          <w:rFonts w:ascii="Arial" w:hAnsi="Arial" w:cs="Arial"/>
          <w:i/>
          <w:sz w:val="20"/>
          <w:szCs w:val="20"/>
        </w:rPr>
        <w:t>Funktionen Level 1 Rechnen</w:t>
      </w:r>
    </w:p>
    <w:p w:rsidR="004D5357" w:rsidRPr="00E94C71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Aufstellen von Geradengleichungen (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i/>
          <w:sz w:val="20"/>
          <w:szCs w:val="20"/>
        </w:rPr>
        <w:t>Funktionen Level 2</w:t>
      </w:r>
      <w:r w:rsidRPr="00E94C71">
        <w:rPr>
          <w:rFonts w:ascii="Arial" w:hAnsi="Arial" w:cs="Arial"/>
          <w:i/>
          <w:sz w:val="20"/>
          <w:szCs w:val="20"/>
        </w:rPr>
        <w:t xml:space="preserve"> Rechnen</w:t>
      </w:r>
    </w:p>
    <w:p w:rsidR="004D5357" w:rsidRPr="00E94C71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 w:rsidRPr="002C0AA4">
        <w:rPr>
          <w:rFonts w:ascii="Arial" w:hAnsi="Arial" w:cs="Arial"/>
          <w:b/>
          <w:sz w:val="20"/>
          <w:szCs w:val="20"/>
        </w:rPr>
        <w:t>Folge ungenauen Zeichnens</w:t>
      </w:r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i/>
          <w:sz w:val="20"/>
          <w:szCs w:val="20"/>
        </w:rPr>
        <w:t>Funktionen Level 2</w:t>
      </w:r>
      <w:r w:rsidRPr="00E94C71">
        <w:rPr>
          <w:rFonts w:ascii="Arial" w:hAnsi="Arial" w:cs="Arial"/>
          <w:i/>
          <w:sz w:val="20"/>
          <w:szCs w:val="20"/>
        </w:rPr>
        <w:t xml:space="preserve"> Rechnen</w:t>
      </w:r>
    </w:p>
    <w:p w:rsidR="004D5357" w:rsidRPr="00E94C71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Orthogonale Geraden (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i/>
          <w:sz w:val="20"/>
          <w:szCs w:val="20"/>
        </w:rPr>
        <w:t>Funktionen Level 2</w:t>
      </w:r>
      <w:r w:rsidRPr="00E94C71">
        <w:rPr>
          <w:rFonts w:ascii="Arial" w:hAnsi="Arial" w:cs="Arial"/>
          <w:i/>
          <w:sz w:val="20"/>
          <w:szCs w:val="20"/>
        </w:rPr>
        <w:t xml:space="preserve"> Rechnen</w:t>
      </w:r>
    </w:p>
    <w:p w:rsidR="004D5357" w:rsidRPr="00E94C71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Schnittwinkel von Geraden (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i/>
          <w:sz w:val="20"/>
          <w:szCs w:val="20"/>
        </w:rPr>
        <w:t>Funktionen Level 2</w:t>
      </w:r>
      <w:r w:rsidRPr="00E94C71">
        <w:rPr>
          <w:rFonts w:ascii="Arial" w:hAnsi="Arial" w:cs="Arial"/>
          <w:i/>
          <w:sz w:val="20"/>
          <w:szCs w:val="20"/>
        </w:rPr>
        <w:t xml:space="preserve"> Rechnen</w:t>
      </w:r>
    </w:p>
    <w:p w:rsidR="004D5357" w:rsidRPr="00E02535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Tinas Orthogonale (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i/>
          <w:sz w:val="20"/>
          <w:szCs w:val="20"/>
        </w:rPr>
        <w:t>Funktionen Level 3</w:t>
      </w:r>
      <w:r w:rsidRPr="00E94C71">
        <w:rPr>
          <w:rFonts w:ascii="Arial" w:hAnsi="Arial" w:cs="Arial"/>
          <w:i/>
          <w:sz w:val="20"/>
          <w:szCs w:val="20"/>
        </w:rPr>
        <w:t xml:space="preserve"> Rechnen</w:t>
      </w:r>
    </w:p>
    <w:p w:rsidR="004D5357" w:rsidRPr="00E02535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Produktionskosten (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i/>
          <w:sz w:val="20"/>
          <w:szCs w:val="20"/>
        </w:rPr>
        <w:t>Funktionen Level 1 Anwend</w:t>
      </w:r>
      <w:r w:rsidRPr="00E94C71">
        <w:rPr>
          <w:rFonts w:ascii="Arial" w:hAnsi="Arial" w:cs="Arial"/>
          <w:i/>
          <w:sz w:val="20"/>
          <w:szCs w:val="20"/>
        </w:rPr>
        <w:t>en</w:t>
      </w:r>
    </w:p>
    <w:p w:rsidR="004D5357" w:rsidRPr="00E02535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 w:rsidRPr="00AA7E6D">
        <w:rPr>
          <w:rFonts w:ascii="Arial" w:hAnsi="Arial" w:cs="Arial"/>
          <w:b/>
          <w:sz w:val="20"/>
          <w:szCs w:val="20"/>
        </w:rPr>
        <w:t>Paddelboottour</w:t>
      </w:r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i/>
          <w:sz w:val="20"/>
          <w:szCs w:val="20"/>
        </w:rPr>
        <w:t>Funktionen Level 2 Anwend</w:t>
      </w:r>
      <w:r w:rsidRPr="00E94C71">
        <w:rPr>
          <w:rFonts w:ascii="Arial" w:hAnsi="Arial" w:cs="Arial"/>
          <w:i/>
          <w:sz w:val="20"/>
          <w:szCs w:val="20"/>
        </w:rPr>
        <w:t>en</w:t>
      </w:r>
    </w:p>
    <w:p w:rsidR="004D5357" w:rsidRPr="00E02535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Fruchtsafttank (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i/>
          <w:sz w:val="20"/>
          <w:szCs w:val="20"/>
        </w:rPr>
        <w:t>Funktionen Level 3 Anwend</w:t>
      </w:r>
      <w:r w:rsidRPr="00E94C71">
        <w:rPr>
          <w:rFonts w:ascii="Arial" w:hAnsi="Arial" w:cs="Arial"/>
          <w:i/>
          <w:sz w:val="20"/>
          <w:szCs w:val="20"/>
        </w:rPr>
        <w:t>en</w:t>
      </w:r>
    </w:p>
    <w:p w:rsidR="004D5357" w:rsidRPr="00E02535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Schnitt von Geraden (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i/>
          <w:sz w:val="20"/>
          <w:szCs w:val="20"/>
        </w:rPr>
        <w:t>Funktionen Level 1 Argumentier</w:t>
      </w:r>
      <w:r w:rsidRPr="00E94C71">
        <w:rPr>
          <w:rFonts w:ascii="Arial" w:hAnsi="Arial" w:cs="Arial"/>
          <w:i/>
          <w:sz w:val="20"/>
          <w:szCs w:val="20"/>
        </w:rPr>
        <w:t>en</w:t>
      </w:r>
    </w:p>
    <w:p w:rsidR="004D5357" w:rsidRPr="00E02535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Lineare Gleichungen lösen (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i/>
          <w:sz w:val="20"/>
          <w:szCs w:val="20"/>
        </w:rPr>
        <w:t>Funktionen Level 2 Argumentier</w:t>
      </w:r>
      <w:r w:rsidRPr="00E94C71">
        <w:rPr>
          <w:rFonts w:ascii="Arial" w:hAnsi="Arial" w:cs="Arial"/>
          <w:i/>
          <w:sz w:val="20"/>
          <w:szCs w:val="20"/>
        </w:rPr>
        <w:t>en</w:t>
      </w:r>
    </w:p>
    <w:p w:rsidR="004D5357" w:rsidRPr="00E02535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Richtig-Falsch-Aufgabe zu Schaubildern linearer Funktionen (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i/>
          <w:sz w:val="20"/>
          <w:szCs w:val="20"/>
        </w:rPr>
        <w:t>Funktionen Level 2 Argumentier</w:t>
      </w:r>
      <w:r w:rsidRPr="00E94C71">
        <w:rPr>
          <w:rFonts w:ascii="Arial" w:hAnsi="Arial" w:cs="Arial"/>
          <w:i/>
          <w:sz w:val="20"/>
          <w:szCs w:val="20"/>
        </w:rPr>
        <w:t>en</w:t>
      </w:r>
      <w:r>
        <w:rPr>
          <w:rFonts w:ascii="Arial" w:hAnsi="Arial" w:cs="Arial"/>
          <w:i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(setz</w:t>
      </w:r>
      <w:r w:rsidR="008A573E">
        <w:rPr>
          <w:rFonts w:ascii="Arial" w:hAnsi="Arial" w:cs="Arial"/>
          <w:sz w:val="20"/>
          <w:szCs w:val="20"/>
        </w:rPr>
        <w:t>t Wissen über Funktionsbegriff</w:t>
      </w:r>
      <w:bookmarkStart w:id="0" w:name="_GoBack"/>
      <w:bookmarkEnd w:id="0"/>
      <w:r w:rsidR="008A573E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eindeutige Zuordnung x</w:t>
      </w:r>
      <w:r w:rsidRPr="00C50957">
        <w:rPr>
          <w:rFonts w:ascii="Arial" w:hAnsi="Arial" w:cs="Arial"/>
          <w:position w:val="-6"/>
          <w:sz w:val="20"/>
          <w:szCs w:val="20"/>
        </w:rPr>
        <w:object w:dxaOrig="30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05pt;height:10.9pt" o:ole="">
            <v:imagedata r:id="rId9" o:title=""/>
          </v:shape>
          <o:OLEObject Type="Embed" ProgID="Equation.DSMT4" ShapeID="_x0000_i1025" DrawAspect="Content" ObjectID="_1577526743" r:id="rId10"/>
        </w:object>
      </w:r>
      <w:r>
        <w:rPr>
          <w:rFonts w:ascii="Arial" w:hAnsi="Arial" w:cs="Arial"/>
          <w:sz w:val="20"/>
          <w:szCs w:val="20"/>
        </w:rPr>
        <w:t>y voraus)</w:t>
      </w:r>
    </w:p>
    <w:p w:rsidR="004D5357" w:rsidRPr="00C50957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Geradenbüschel (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i/>
          <w:sz w:val="20"/>
          <w:szCs w:val="20"/>
        </w:rPr>
        <w:t>Funktionen Level 3 Argumentier</w:t>
      </w:r>
      <w:r w:rsidRPr="00E94C71">
        <w:rPr>
          <w:rFonts w:ascii="Arial" w:hAnsi="Arial" w:cs="Arial"/>
          <w:i/>
          <w:sz w:val="20"/>
          <w:szCs w:val="20"/>
        </w:rPr>
        <w:t>en</w:t>
      </w:r>
    </w:p>
    <w:p w:rsidR="004D5357" w:rsidRPr="00C50957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 w:rsidRPr="002C0AA4">
        <w:rPr>
          <w:rFonts w:ascii="Arial" w:hAnsi="Arial" w:cs="Arial"/>
          <w:b/>
          <w:sz w:val="20"/>
          <w:szCs w:val="20"/>
        </w:rPr>
        <w:t>Schnittpunkt von Geraden</w:t>
      </w:r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i/>
          <w:sz w:val="20"/>
          <w:szCs w:val="20"/>
        </w:rPr>
        <w:t>Funktionen Level 3 Argumentier</w:t>
      </w:r>
      <w:r w:rsidRPr="00E94C71">
        <w:rPr>
          <w:rFonts w:ascii="Arial" w:hAnsi="Arial" w:cs="Arial"/>
          <w:i/>
          <w:sz w:val="20"/>
          <w:szCs w:val="20"/>
        </w:rPr>
        <w:t>en</w:t>
      </w:r>
    </w:p>
    <w:p w:rsidR="004D5357" w:rsidRPr="00953876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Schnittpunkt zweier Geraden (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i/>
          <w:sz w:val="20"/>
          <w:szCs w:val="20"/>
        </w:rPr>
        <w:t>Funktionen Level 3 Argumentier</w:t>
      </w:r>
      <w:r w:rsidRPr="00E94C71">
        <w:rPr>
          <w:rFonts w:ascii="Arial" w:hAnsi="Arial" w:cs="Arial"/>
          <w:i/>
          <w:sz w:val="20"/>
          <w:szCs w:val="20"/>
        </w:rPr>
        <w:t>en</w:t>
      </w:r>
    </w:p>
    <w:p w:rsidR="004D5357" w:rsidRDefault="004D5357" w:rsidP="004D5357">
      <w:r>
        <w:t>Parabeln:</w:t>
      </w:r>
    </w:p>
    <w:p w:rsidR="004D5357" w:rsidRPr="00953876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Gerade und Parabel (interaktiv) </w:t>
      </w:r>
      <w:r>
        <w:rPr>
          <w:rFonts w:ascii="Arial" w:hAnsi="Arial" w:cs="Arial"/>
          <w:i/>
          <w:sz w:val="20"/>
          <w:szCs w:val="20"/>
        </w:rPr>
        <w:t>Funktionen Level 1 Darstell</w:t>
      </w:r>
      <w:r w:rsidRPr="00E94C71">
        <w:rPr>
          <w:rFonts w:ascii="Arial" w:hAnsi="Arial" w:cs="Arial"/>
          <w:i/>
          <w:sz w:val="20"/>
          <w:szCs w:val="20"/>
        </w:rPr>
        <w:t>en</w:t>
      </w:r>
    </w:p>
    <w:p w:rsidR="004D5357" w:rsidRPr="002C0AA4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 w:rsidRPr="002C0AA4">
        <w:rPr>
          <w:rFonts w:ascii="Arial" w:hAnsi="Arial" w:cs="Arial"/>
          <w:b/>
          <w:sz w:val="20"/>
          <w:szCs w:val="20"/>
        </w:rPr>
        <w:t>Koordinatensystem festlegen</w:t>
      </w:r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i/>
          <w:sz w:val="20"/>
          <w:szCs w:val="20"/>
        </w:rPr>
        <w:t>Funktionen Level 3 Darstell</w:t>
      </w:r>
      <w:r w:rsidRPr="00E94C71">
        <w:rPr>
          <w:rFonts w:ascii="Arial" w:hAnsi="Arial" w:cs="Arial"/>
          <w:i/>
          <w:sz w:val="20"/>
          <w:szCs w:val="20"/>
        </w:rPr>
        <w:t>en</w:t>
      </w:r>
    </w:p>
    <w:p w:rsidR="004D5357" w:rsidRPr="002C0AA4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 w:rsidRPr="002C0AA4">
        <w:rPr>
          <w:rFonts w:ascii="Arial" w:hAnsi="Arial" w:cs="Arial"/>
          <w:b/>
          <w:sz w:val="20"/>
          <w:szCs w:val="20"/>
        </w:rPr>
        <w:t>Parabeln finden</w:t>
      </w:r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i/>
          <w:sz w:val="20"/>
          <w:szCs w:val="20"/>
        </w:rPr>
        <w:t>Funktionen Level 3 Darstell</w:t>
      </w:r>
      <w:r w:rsidRPr="00E94C71">
        <w:rPr>
          <w:rFonts w:ascii="Arial" w:hAnsi="Arial" w:cs="Arial"/>
          <w:i/>
          <w:sz w:val="20"/>
          <w:szCs w:val="20"/>
        </w:rPr>
        <w:t>en</w:t>
      </w:r>
    </w:p>
    <w:p w:rsidR="004D5357" w:rsidRPr="002C0AA4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 w:rsidRPr="002C0AA4">
        <w:rPr>
          <w:rFonts w:ascii="Arial" w:hAnsi="Arial" w:cs="Arial"/>
          <w:b/>
          <w:sz w:val="20"/>
          <w:szCs w:val="20"/>
        </w:rPr>
        <w:t>Parabeln zeichnen</w:t>
      </w:r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i/>
          <w:sz w:val="20"/>
          <w:szCs w:val="20"/>
        </w:rPr>
        <w:t>Funktionen Level 3 Darstell</w:t>
      </w:r>
      <w:r w:rsidRPr="00E94C71">
        <w:rPr>
          <w:rFonts w:ascii="Arial" w:hAnsi="Arial" w:cs="Arial"/>
          <w:i/>
          <w:sz w:val="20"/>
          <w:szCs w:val="20"/>
        </w:rPr>
        <w:t>en</w:t>
      </w:r>
    </w:p>
    <w:p w:rsidR="004D5357" w:rsidRPr="002C0AA4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Nullstellen (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i/>
          <w:sz w:val="20"/>
          <w:szCs w:val="20"/>
        </w:rPr>
        <w:t>Funktionen Level 1 Rechn</w:t>
      </w:r>
      <w:r w:rsidRPr="00E94C71">
        <w:rPr>
          <w:rFonts w:ascii="Arial" w:hAnsi="Arial" w:cs="Arial"/>
          <w:i/>
          <w:sz w:val="20"/>
          <w:szCs w:val="20"/>
        </w:rPr>
        <w:t>en</w:t>
      </w:r>
    </w:p>
    <w:p w:rsidR="004D5357" w:rsidRPr="002C0AA4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Parabelgleichung bestimmen (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i/>
          <w:sz w:val="20"/>
          <w:szCs w:val="20"/>
        </w:rPr>
        <w:t>Funktionen Level 1 Rechn</w:t>
      </w:r>
      <w:r w:rsidRPr="00E94C71">
        <w:rPr>
          <w:rFonts w:ascii="Arial" w:hAnsi="Arial" w:cs="Arial"/>
          <w:i/>
          <w:sz w:val="20"/>
          <w:szCs w:val="20"/>
        </w:rPr>
        <w:t>en</w:t>
      </w:r>
    </w:p>
    <w:p w:rsidR="004D5357" w:rsidRPr="002C0AA4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Gegenseitige Lage von zwei Parabeln (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i/>
          <w:sz w:val="20"/>
          <w:szCs w:val="20"/>
        </w:rPr>
        <w:t>Funktionen Level 3 Rechn</w:t>
      </w:r>
      <w:r w:rsidRPr="00E94C71">
        <w:rPr>
          <w:rFonts w:ascii="Arial" w:hAnsi="Arial" w:cs="Arial"/>
          <w:i/>
          <w:sz w:val="20"/>
          <w:szCs w:val="20"/>
        </w:rPr>
        <w:t>en</w:t>
      </w:r>
    </w:p>
    <w:p w:rsidR="004D5357" w:rsidRPr="002C0AA4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Torschuss (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i/>
          <w:sz w:val="20"/>
          <w:szCs w:val="20"/>
        </w:rPr>
        <w:t>Funktionen Level 1 Anwend</w:t>
      </w:r>
      <w:r w:rsidRPr="00E94C71">
        <w:rPr>
          <w:rFonts w:ascii="Arial" w:hAnsi="Arial" w:cs="Arial"/>
          <w:i/>
          <w:sz w:val="20"/>
          <w:szCs w:val="20"/>
        </w:rPr>
        <w:t>en</w:t>
      </w:r>
    </w:p>
    <w:p w:rsidR="004D5357" w:rsidRPr="001D2B13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 w:rsidRPr="002C0AA4">
        <w:rPr>
          <w:rFonts w:ascii="Arial" w:hAnsi="Arial" w:cs="Arial"/>
          <w:b/>
          <w:sz w:val="20"/>
          <w:szCs w:val="20"/>
        </w:rPr>
        <w:t>Größtes Grundstück</w:t>
      </w:r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i/>
          <w:sz w:val="20"/>
          <w:szCs w:val="20"/>
        </w:rPr>
        <w:t>Funktionen Level 3 Anwend</w:t>
      </w:r>
      <w:r w:rsidRPr="00E94C71">
        <w:rPr>
          <w:rFonts w:ascii="Arial" w:hAnsi="Arial" w:cs="Arial"/>
          <w:i/>
          <w:sz w:val="20"/>
          <w:szCs w:val="20"/>
        </w:rPr>
        <w:t>en</w:t>
      </w:r>
    </w:p>
    <w:p w:rsidR="004D5357" w:rsidRPr="001D2B13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 w:rsidRPr="00AA7E6D">
        <w:rPr>
          <w:rFonts w:ascii="Arial" w:hAnsi="Arial" w:cs="Arial"/>
          <w:b/>
          <w:sz w:val="20"/>
          <w:szCs w:val="20"/>
        </w:rPr>
        <w:t>Neckartalbrücke</w:t>
      </w:r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i/>
          <w:sz w:val="20"/>
          <w:szCs w:val="20"/>
        </w:rPr>
        <w:t>Funktionen Level 3 Anwend</w:t>
      </w:r>
      <w:r w:rsidRPr="00E94C71">
        <w:rPr>
          <w:rFonts w:ascii="Arial" w:hAnsi="Arial" w:cs="Arial"/>
          <w:i/>
          <w:sz w:val="20"/>
          <w:szCs w:val="20"/>
        </w:rPr>
        <w:t>en</w:t>
      </w:r>
    </w:p>
    <w:p w:rsidR="004D5357" w:rsidRPr="00C623FD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Von der Zahl zur Variablen (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i/>
          <w:sz w:val="20"/>
          <w:szCs w:val="20"/>
        </w:rPr>
        <w:t>Funktionen Level 3 Anwend</w:t>
      </w:r>
      <w:r w:rsidRPr="00E94C71">
        <w:rPr>
          <w:rFonts w:ascii="Arial" w:hAnsi="Arial" w:cs="Arial"/>
          <w:i/>
          <w:sz w:val="20"/>
          <w:szCs w:val="20"/>
        </w:rPr>
        <w:t>en</w:t>
      </w:r>
    </w:p>
    <w:p w:rsidR="004D5357" w:rsidRPr="00265BD0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Theorie zum Schnittpunkt von Gerade und Parabel (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i/>
          <w:sz w:val="20"/>
          <w:szCs w:val="20"/>
        </w:rPr>
        <w:t>Funktionen Level 1 Argumentier</w:t>
      </w:r>
      <w:r w:rsidRPr="00E94C71">
        <w:rPr>
          <w:rFonts w:ascii="Arial" w:hAnsi="Arial" w:cs="Arial"/>
          <w:i/>
          <w:sz w:val="20"/>
          <w:szCs w:val="20"/>
        </w:rPr>
        <w:t>en</w:t>
      </w:r>
    </w:p>
    <w:p w:rsidR="004D5357" w:rsidRPr="00C623FD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Scheitelpunkt (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i/>
          <w:sz w:val="20"/>
          <w:szCs w:val="20"/>
        </w:rPr>
        <w:t>Funktionen Level 1 Argumentier</w:t>
      </w:r>
      <w:r w:rsidRPr="00E94C71">
        <w:rPr>
          <w:rFonts w:ascii="Arial" w:hAnsi="Arial" w:cs="Arial"/>
          <w:i/>
          <w:sz w:val="20"/>
          <w:szCs w:val="20"/>
        </w:rPr>
        <w:t>en</w:t>
      </w:r>
    </w:p>
    <w:p w:rsidR="004D5357" w:rsidRPr="00C623FD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Stimmt die Lösung? (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i/>
          <w:sz w:val="20"/>
          <w:szCs w:val="20"/>
        </w:rPr>
        <w:t>Funktionen Level 2 Argumentier</w:t>
      </w:r>
      <w:r w:rsidRPr="00E94C71">
        <w:rPr>
          <w:rFonts w:ascii="Arial" w:hAnsi="Arial" w:cs="Arial"/>
          <w:i/>
          <w:sz w:val="20"/>
          <w:szCs w:val="20"/>
        </w:rPr>
        <w:t>en</w:t>
      </w:r>
    </w:p>
    <w:p w:rsidR="004D5357" w:rsidRPr="00C623FD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Wahr oder falsch? (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i/>
          <w:sz w:val="20"/>
          <w:szCs w:val="20"/>
        </w:rPr>
        <w:t>Funktionen Level 2 Argumentier</w:t>
      </w:r>
      <w:r w:rsidRPr="00E94C71">
        <w:rPr>
          <w:rFonts w:ascii="Arial" w:hAnsi="Arial" w:cs="Arial"/>
          <w:i/>
          <w:sz w:val="20"/>
          <w:szCs w:val="20"/>
        </w:rPr>
        <w:t>en</w:t>
      </w:r>
    </w:p>
    <w:p w:rsidR="004D5357" w:rsidRDefault="004D5357" w:rsidP="004D5357">
      <w:r>
        <w:t>Potenzen:</w:t>
      </w:r>
    </w:p>
    <w:p w:rsidR="004D5357" w:rsidRPr="00C623FD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Potenzen mit Exponent null (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 w:rsidRPr="00C623FD">
        <w:rPr>
          <w:rFonts w:ascii="Arial" w:hAnsi="Arial" w:cs="Arial"/>
          <w:i/>
          <w:sz w:val="20"/>
          <w:szCs w:val="20"/>
        </w:rPr>
        <w:t>Algebra</w:t>
      </w:r>
      <w:r>
        <w:rPr>
          <w:rFonts w:ascii="Arial" w:hAnsi="Arial" w:cs="Arial"/>
          <w:i/>
          <w:sz w:val="20"/>
          <w:szCs w:val="20"/>
        </w:rPr>
        <w:t xml:space="preserve"> Level 2 Rechnen mit Zahl</w:t>
      </w:r>
      <w:r w:rsidRPr="00E94C71">
        <w:rPr>
          <w:rFonts w:ascii="Arial" w:hAnsi="Arial" w:cs="Arial"/>
          <w:i/>
          <w:sz w:val="20"/>
          <w:szCs w:val="20"/>
        </w:rPr>
        <w:t>en</w:t>
      </w:r>
    </w:p>
    <w:p w:rsidR="004D5357" w:rsidRPr="00C623FD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Zuordnungsaufgabe Potenzgesetze (interaktiv) </w:t>
      </w:r>
      <w:r w:rsidRPr="00C623FD">
        <w:rPr>
          <w:rFonts w:ascii="Arial" w:hAnsi="Arial" w:cs="Arial"/>
          <w:i/>
          <w:sz w:val="20"/>
          <w:szCs w:val="20"/>
        </w:rPr>
        <w:t>Algebra</w:t>
      </w:r>
      <w:r>
        <w:rPr>
          <w:rFonts w:ascii="Arial" w:hAnsi="Arial" w:cs="Arial"/>
          <w:i/>
          <w:sz w:val="20"/>
          <w:szCs w:val="20"/>
        </w:rPr>
        <w:t xml:space="preserve"> Level 1 Rechnen mit Variabl</w:t>
      </w:r>
      <w:r w:rsidRPr="00E94C71">
        <w:rPr>
          <w:rFonts w:ascii="Arial" w:hAnsi="Arial" w:cs="Arial"/>
          <w:i/>
          <w:sz w:val="20"/>
          <w:szCs w:val="20"/>
        </w:rPr>
        <w:t>en</w:t>
      </w:r>
    </w:p>
    <w:p w:rsidR="004D5357" w:rsidRPr="00265BD0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Rechnen mit Potenzen (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Merkekasten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 w:rsidRPr="00C623FD">
        <w:rPr>
          <w:rFonts w:ascii="Arial" w:hAnsi="Arial" w:cs="Arial"/>
          <w:i/>
          <w:sz w:val="20"/>
          <w:szCs w:val="20"/>
        </w:rPr>
        <w:t>Algebra</w:t>
      </w:r>
      <w:r>
        <w:rPr>
          <w:rFonts w:ascii="Arial" w:hAnsi="Arial" w:cs="Arial"/>
          <w:i/>
          <w:sz w:val="20"/>
          <w:szCs w:val="20"/>
        </w:rPr>
        <w:t xml:space="preserve"> Level 1 Rechnen mit Variabl</w:t>
      </w:r>
      <w:r w:rsidRPr="00E94C71">
        <w:rPr>
          <w:rFonts w:ascii="Arial" w:hAnsi="Arial" w:cs="Arial"/>
          <w:i/>
          <w:sz w:val="20"/>
          <w:szCs w:val="20"/>
        </w:rPr>
        <w:t>en</w:t>
      </w:r>
    </w:p>
    <w:p w:rsidR="004D5357" w:rsidRPr="00265BD0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Fehlerteufel (interaktiv oder 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 w:rsidRPr="00C623FD">
        <w:rPr>
          <w:rFonts w:ascii="Arial" w:hAnsi="Arial" w:cs="Arial"/>
          <w:i/>
          <w:sz w:val="20"/>
          <w:szCs w:val="20"/>
        </w:rPr>
        <w:t>Algebra</w:t>
      </w:r>
      <w:r>
        <w:rPr>
          <w:rFonts w:ascii="Arial" w:hAnsi="Arial" w:cs="Arial"/>
          <w:i/>
          <w:sz w:val="20"/>
          <w:szCs w:val="20"/>
        </w:rPr>
        <w:t xml:space="preserve"> Level 1 Argumentier</w:t>
      </w:r>
      <w:r w:rsidRPr="00E94C71">
        <w:rPr>
          <w:rFonts w:ascii="Arial" w:hAnsi="Arial" w:cs="Arial"/>
          <w:i/>
          <w:sz w:val="20"/>
          <w:szCs w:val="20"/>
        </w:rPr>
        <w:t>en</w:t>
      </w:r>
    </w:p>
    <w:p w:rsidR="004D5357" w:rsidRPr="00265BD0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Potenzen mit negativen Exponenten (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 w:rsidRPr="00C623FD">
        <w:rPr>
          <w:rFonts w:ascii="Arial" w:hAnsi="Arial" w:cs="Arial"/>
          <w:i/>
          <w:sz w:val="20"/>
          <w:szCs w:val="20"/>
        </w:rPr>
        <w:t>Algebra</w:t>
      </w:r>
      <w:r>
        <w:rPr>
          <w:rFonts w:ascii="Arial" w:hAnsi="Arial" w:cs="Arial"/>
          <w:i/>
          <w:sz w:val="20"/>
          <w:szCs w:val="20"/>
        </w:rPr>
        <w:t xml:space="preserve"> Level 3 Argumentier</w:t>
      </w:r>
      <w:r w:rsidRPr="00E94C71">
        <w:rPr>
          <w:rFonts w:ascii="Arial" w:hAnsi="Arial" w:cs="Arial"/>
          <w:i/>
          <w:sz w:val="20"/>
          <w:szCs w:val="20"/>
        </w:rPr>
        <w:t>en</w:t>
      </w:r>
    </w:p>
    <w:p w:rsidR="004D5357" w:rsidRDefault="004D5357" w:rsidP="004D5357">
      <w:r>
        <w:t>Prozente:</w:t>
      </w:r>
    </w:p>
    <w:p w:rsidR="004D5357" w:rsidRPr="00265BD0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Zinsrechnung (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 w:rsidRPr="00C623FD">
        <w:rPr>
          <w:rFonts w:ascii="Arial" w:hAnsi="Arial" w:cs="Arial"/>
          <w:i/>
          <w:sz w:val="20"/>
          <w:szCs w:val="20"/>
        </w:rPr>
        <w:t>Algebra</w:t>
      </w:r>
      <w:r>
        <w:rPr>
          <w:rFonts w:ascii="Arial" w:hAnsi="Arial" w:cs="Arial"/>
          <w:i/>
          <w:sz w:val="20"/>
          <w:szCs w:val="20"/>
        </w:rPr>
        <w:t xml:space="preserve"> Level 1 Rechnen mit Zahl</w:t>
      </w:r>
      <w:r w:rsidRPr="00E94C71">
        <w:rPr>
          <w:rFonts w:ascii="Arial" w:hAnsi="Arial" w:cs="Arial"/>
          <w:i/>
          <w:sz w:val="20"/>
          <w:szCs w:val="20"/>
        </w:rPr>
        <w:t>en</w:t>
      </w:r>
    </w:p>
    <w:p w:rsidR="004D5357" w:rsidRPr="00265BD0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Zinsversteuerung (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 w:rsidRPr="00C623FD">
        <w:rPr>
          <w:rFonts w:ascii="Arial" w:hAnsi="Arial" w:cs="Arial"/>
          <w:i/>
          <w:sz w:val="20"/>
          <w:szCs w:val="20"/>
        </w:rPr>
        <w:t>Algebra</w:t>
      </w:r>
      <w:r>
        <w:rPr>
          <w:rFonts w:ascii="Arial" w:hAnsi="Arial" w:cs="Arial"/>
          <w:i/>
          <w:sz w:val="20"/>
          <w:szCs w:val="20"/>
        </w:rPr>
        <w:t xml:space="preserve"> Level 3 Rechnen mit Zahl</w:t>
      </w:r>
      <w:r w:rsidRPr="00E94C71">
        <w:rPr>
          <w:rFonts w:ascii="Arial" w:hAnsi="Arial" w:cs="Arial"/>
          <w:i/>
          <w:sz w:val="20"/>
          <w:szCs w:val="20"/>
        </w:rPr>
        <w:t>en</w:t>
      </w:r>
    </w:p>
    <w:p w:rsidR="004D5357" w:rsidRPr="000B2138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Zinssätze (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 w:rsidRPr="00C623FD">
        <w:rPr>
          <w:rFonts w:ascii="Arial" w:hAnsi="Arial" w:cs="Arial"/>
          <w:i/>
          <w:sz w:val="20"/>
          <w:szCs w:val="20"/>
        </w:rPr>
        <w:t>Algebra</w:t>
      </w:r>
      <w:r>
        <w:rPr>
          <w:rFonts w:ascii="Arial" w:hAnsi="Arial" w:cs="Arial"/>
          <w:i/>
          <w:sz w:val="20"/>
          <w:szCs w:val="20"/>
        </w:rPr>
        <w:t xml:space="preserve"> Level 2 Rechnen mit Variabl</w:t>
      </w:r>
      <w:r w:rsidRPr="00E94C71">
        <w:rPr>
          <w:rFonts w:ascii="Arial" w:hAnsi="Arial" w:cs="Arial"/>
          <w:i/>
          <w:sz w:val="20"/>
          <w:szCs w:val="20"/>
        </w:rPr>
        <w:t>en</w:t>
      </w:r>
    </w:p>
    <w:p w:rsidR="004D5357" w:rsidRPr="000B2138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Umsatzsteigerung (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 w:rsidRPr="00C623FD">
        <w:rPr>
          <w:rFonts w:ascii="Arial" w:hAnsi="Arial" w:cs="Arial"/>
          <w:i/>
          <w:sz w:val="20"/>
          <w:szCs w:val="20"/>
        </w:rPr>
        <w:t>Algebra</w:t>
      </w:r>
      <w:r>
        <w:rPr>
          <w:rFonts w:ascii="Arial" w:hAnsi="Arial" w:cs="Arial"/>
          <w:i/>
          <w:sz w:val="20"/>
          <w:szCs w:val="20"/>
        </w:rPr>
        <w:t xml:space="preserve"> Level 1 Anwend</w:t>
      </w:r>
      <w:r w:rsidRPr="00E94C71">
        <w:rPr>
          <w:rFonts w:ascii="Arial" w:hAnsi="Arial" w:cs="Arial"/>
          <w:i/>
          <w:sz w:val="20"/>
          <w:szCs w:val="20"/>
        </w:rPr>
        <w:t>en</w:t>
      </w:r>
    </w:p>
    <w:p w:rsidR="004D5357" w:rsidRPr="000B2138" w:rsidRDefault="004D5357" w:rsidP="004D5357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 w:rsidRPr="000B2138">
        <w:rPr>
          <w:rFonts w:ascii="Arial" w:hAnsi="Arial" w:cs="Arial"/>
          <w:b/>
          <w:sz w:val="20"/>
          <w:szCs w:val="20"/>
        </w:rPr>
        <w:t xml:space="preserve">Rabatt-Aktion bei </w:t>
      </w:r>
      <w:proofErr w:type="spellStart"/>
      <w:r w:rsidRPr="000B2138">
        <w:rPr>
          <w:rFonts w:ascii="Arial" w:hAnsi="Arial" w:cs="Arial"/>
          <w:b/>
          <w:sz w:val="20"/>
          <w:szCs w:val="20"/>
        </w:rPr>
        <w:t>Madio</w:t>
      </w:r>
      <w:proofErr w:type="spellEnd"/>
      <w:r w:rsidRPr="000B2138">
        <w:rPr>
          <w:rFonts w:ascii="Arial" w:hAnsi="Arial" w:cs="Arial"/>
          <w:b/>
          <w:sz w:val="20"/>
          <w:szCs w:val="20"/>
        </w:rPr>
        <w:t>-Markt</w:t>
      </w:r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 w:rsidRPr="00C623FD">
        <w:rPr>
          <w:rFonts w:ascii="Arial" w:hAnsi="Arial" w:cs="Arial"/>
          <w:i/>
          <w:sz w:val="20"/>
          <w:szCs w:val="20"/>
        </w:rPr>
        <w:t>Algebra</w:t>
      </w:r>
      <w:r>
        <w:rPr>
          <w:rFonts w:ascii="Arial" w:hAnsi="Arial" w:cs="Arial"/>
          <w:i/>
          <w:sz w:val="20"/>
          <w:szCs w:val="20"/>
        </w:rPr>
        <w:t xml:space="preserve"> Level 2 Argumentier</w:t>
      </w:r>
      <w:r w:rsidRPr="00E94C71">
        <w:rPr>
          <w:rFonts w:ascii="Arial" w:hAnsi="Arial" w:cs="Arial"/>
          <w:i/>
          <w:sz w:val="20"/>
          <w:szCs w:val="20"/>
        </w:rPr>
        <w:t>en</w:t>
      </w:r>
    </w:p>
    <w:p w:rsidR="00723ABA" w:rsidRDefault="004D5357" w:rsidP="00723ABA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Aktienkurs (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i/>
          <w:sz w:val="20"/>
          <w:szCs w:val="20"/>
        </w:rPr>
        <w:t>Knobelaufgaben Level 1 Argumentieren</w:t>
      </w:r>
    </w:p>
    <w:p w:rsidR="00CD6932" w:rsidRPr="00723ABA" w:rsidRDefault="004D5357" w:rsidP="00723ABA">
      <w:pPr>
        <w:pStyle w:val="Listenabsatz"/>
        <w:numPr>
          <w:ilvl w:val="0"/>
          <w:numId w:val="25"/>
        </w:numPr>
        <w:ind w:left="567"/>
        <w:rPr>
          <w:rFonts w:ascii="Arial" w:hAnsi="Arial" w:cs="Arial"/>
          <w:sz w:val="20"/>
          <w:szCs w:val="20"/>
        </w:rPr>
      </w:pPr>
      <w:r w:rsidRPr="00723ABA">
        <w:rPr>
          <w:rFonts w:ascii="Arial" w:hAnsi="Arial" w:cs="Arial"/>
          <w:b/>
          <w:sz w:val="20"/>
          <w:szCs w:val="20"/>
        </w:rPr>
        <w:t>Die Gurke</w:t>
      </w:r>
      <w:r w:rsidRPr="00723ABA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723ABA">
        <w:rPr>
          <w:rFonts w:ascii="Arial" w:hAnsi="Arial" w:cs="Arial"/>
          <w:sz w:val="20"/>
          <w:szCs w:val="20"/>
        </w:rPr>
        <w:t>pdf</w:t>
      </w:r>
      <w:proofErr w:type="spellEnd"/>
      <w:r w:rsidRPr="00723ABA">
        <w:rPr>
          <w:rFonts w:ascii="Arial" w:hAnsi="Arial" w:cs="Arial"/>
          <w:sz w:val="20"/>
          <w:szCs w:val="20"/>
        </w:rPr>
        <w:t xml:space="preserve">) </w:t>
      </w:r>
      <w:r w:rsidRPr="00723ABA">
        <w:rPr>
          <w:rFonts w:ascii="Arial" w:hAnsi="Arial" w:cs="Arial"/>
          <w:i/>
          <w:sz w:val="20"/>
          <w:szCs w:val="20"/>
        </w:rPr>
        <w:t>Knobelaufgaben</w:t>
      </w:r>
      <w:r w:rsidR="0014561D" w:rsidRPr="00723ABA">
        <w:rPr>
          <w:rFonts w:ascii="Arial" w:hAnsi="Arial" w:cs="Arial"/>
          <w:i/>
          <w:sz w:val="20"/>
          <w:szCs w:val="20"/>
        </w:rPr>
        <w:t xml:space="preserve"> Level 2 Argumentieren</w:t>
      </w:r>
    </w:p>
    <w:sectPr w:rsidR="00CD6932" w:rsidRPr="00723ABA" w:rsidSect="0014561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134" w:right="566" w:bottom="1134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607" w:rsidRDefault="006F1607" w:rsidP="001E03DE">
      <w:r>
        <w:separator/>
      </w:r>
    </w:p>
  </w:endnote>
  <w:endnote w:type="continuationSeparator" w:id="0">
    <w:p w:rsidR="006F1607" w:rsidRDefault="006F1607" w:rsidP="001E03DE">
      <w:r>
        <w:continuationSeparator/>
      </w:r>
    </w:p>
  </w:endnote>
  <w:endnote w:type="continuationNotice" w:id="1">
    <w:p w:rsidR="008A573E" w:rsidRDefault="008A57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431"/>
      <w:gridCol w:w="669"/>
    </w:tblGrid>
    <w:tr w:rsidR="0014561D" w:rsidTr="00B1519C">
      <w:tc>
        <w:tcPr>
          <w:tcW w:w="817" w:type="dxa"/>
        </w:tcPr>
        <w:p w:rsidR="0014561D" w:rsidRDefault="0014561D" w:rsidP="00B1519C">
          <w:pPr>
            <w:pStyle w:val="Fuzeile"/>
          </w:pPr>
        </w:p>
      </w:tc>
      <w:tc>
        <w:tcPr>
          <w:tcW w:w="8431" w:type="dxa"/>
        </w:tcPr>
        <w:p w:rsidR="0014561D" w:rsidRDefault="0014561D" w:rsidP="00B1519C">
          <w:pPr>
            <w:pStyle w:val="Fuzeile"/>
          </w:pPr>
        </w:p>
      </w:tc>
      <w:tc>
        <w:tcPr>
          <w:tcW w:w="669" w:type="dxa"/>
        </w:tcPr>
        <w:p w:rsidR="0014561D" w:rsidRDefault="0014561D" w:rsidP="00B1519C">
          <w:pPr>
            <w:pStyle w:val="Fuzeile"/>
          </w:pPr>
        </w:p>
      </w:tc>
    </w:tr>
    <w:tr w:rsidR="0014561D" w:rsidTr="00B1519C">
      <w:tc>
        <w:tcPr>
          <w:tcW w:w="817" w:type="dxa"/>
        </w:tcPr>
        <w:p w:rsidR="0014561D" w:rsidRDefault="0014561D" w:rsidP="00B1519C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14561D" w:rsidRDefault="0014561D" w:rsidP="00B1519C">
          <w:pPr>
            <w:pStyle w:val="Fuzeile"/>
          </w:pPr>
          <w:r>
            <w:t>Mathematik</w:t>
          </w:r>
        </w:p>
      </w:tc>
      <w:tc>
        <w:tcPr>
          <w:tcW w:w="669" w:type="dxa"/>
        </w:tcPr>
        <w:p w:rsidR="0014561D" w:rsidRDefault="0014561D" w:rsidP="00B1519C">
          <w:pPr>
            <w:pStyle w:val="Fuzeile"/>
          </w:pPr>
        </w:p>
      </w:tc>
    </w:tr>
    <w:tr w:rsidR="0014561D" w:rsidTr="00B1519C">
      <w:tc>
        <w:tcPr>
          <w:tcW w:w="817" w:type="dxa"/>
        </w:tcPr>
        <w:p w:rsidR="0014561D" w:rsidRPr="008A6B36" w:rsidRDefault="0014561D" w:rsidP="00B1519C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14561D" w:rsidRDefault="0014561D" w:rsidP="00B1519C">
          <w:pPr>
            <w:pStyle w:val="Fuzeile"/>
          </w:pPr>
          <w:r>
            <w:t>Einstieg mit der Mathebrücke</w:t>
          </w:r>
        </w:p>
      </w:tc>
      <w:tc>
        <w:tcPr>
          <w:tcW w:w="669" w:type="dxa"/>
        </w:tcPr>
        <w:p w:rsidR="0014561D" w:rsidRDefault="0014561D" w:rsidP="00B1519C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8A573E">
            <w:rPr>
              <w:noProof/>
              <w:sz w:val="20"/>
            </w:rPr>
            <w:t>3</w:t>
          </w:r>
          <w:r w:rsidRPr="00B127D0">
            <w:rPr>
              <w:sz w:val="20"/>
            </w:rPr>
            <w:fldChar w:fldCharType="end"/>
          </w:r>
        </w:p>
      </w:tc>
    </w:tr>
  </w:tbl>
  <w:p w:rsidR="0014561D" w:rsidRDefault="0014561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431"/>
      <w:gridCol w:w="669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7D0F5E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="00C1176F"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14561D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607" w:rsidRDefault="006F1607" w:rsidP="001E03DE">
      <w:r>
        <w:separator/>
      </w:r>
    </w:p>
  </w:footnote>
  <w:footnote w:type="continuationSeparator" w:id="0">
    <w:p w:rsidR="006F1607" w:rsidRDefault="006F1607" w:rsidP="001E03DE">
      <w:r>
        <w:continuationSeparator/>
      </w:r>
    </w:p>
  </w:footnote>
  <w:footnote w:type="continuationNotice" w:id="1">
    <w:p w:rsidR="008A573E" w:rsidRDefault="008A573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ABA" w:rsidRPr="00F131AC" w:rsidRDefault="008A573E" w:rsidP="00723ABA">
    <w:pPr>
      <w:pStyle w:val="Kopfzeile"/>
      <w:tabs>
        <w:tab w:val="clear" w:pos="4536"/>
        <w:tab w:val="clear" w:pos="9072"/>
        <w:tab w:val="right" w:pos="9921"/>
      </w:tabs>
    </w:pPr>
    <w:r>
      <w:rPr>
        <w:noProof/>
      </w:rPr>
      <w:pict>
        <v:group id="_x0000_s4102" style="position:absolute;margin-left:48.8pt;margin-top:23.5pt;width:489.75pt;height:34.3pt;z-index:25166950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4103" type="#_x0000_t202" style="position:absolute;left:-1963;top:679;width:44647;height:35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<v:textbox>
              <w:txbxContent>
                <w:p w:rsidR="00723ABA" w:rsidRPr="00E20335" w:rsidRDefault="00723ABA" w:rsidP="00723ABA">
                  <w:pPr>
                    <w:pStyle w:val="NL-Kopfzeilen-Titel"/>
                  </w:pPr>
                  <w:r>
                    <w:t>Landesinstitut für Schulentwicklung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23" o:spid="_x0000_s4104" type="#_x0000_t75" style="position:absolute;left:55190;width:5050;height:436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<v:imagedata r:id="rId1" o:title=""/>
            <v:path arrowok="t"/>
          </v:shape>
          <v:line id="Gerade Verbindung 24" o:spid="_x0000_s4105" style="position:absolute;flip:x;visibility:visibl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<w10:wrap anchorx="page" anchory="page"/>
        </v:group>
      </w:pict>
    </w:r>
  </w:p>
  <w:p w:rsidR="00723ABA" w:rsidRDefault="00723AB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8A573E" w:rsidP="00F131AC">
    <w:pPr>
      <w:pStyle w:val="Kopfzeile"/>
      <w:tabs>
        <w:tab w:val="clear" w:pos="4536"/>
        <w:tab w:val="clear" w:pos="9072"/>
        <w:tab w:val="right" w:pos="9921"/>
      </w:tabs>
    </w:pPr>
    <w:r>
      <w:rPr>
        <w:noProof/>
      </w:rPr>
      <w:pict>
        <v:group id="Gruppieren 21" o:spid="_x0000_s4097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4100" type="#_x0000_t202" style="position:absolute;left:-1963;top:679;width:44647;height:35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<v:textbox>
              <w:txbxContent>
                <w:p w:rsidR="00F131AC" w:rsidRPr="00E20335" w:rsidRDefault="00F131AC" w:rsidP="00F131AC">
                  <w:pPr>
                    <w:pStyle w:val="NL-Kopfzeilen-Titel"/>
                  </w:pPr>
                  <w:r>
                    <w:t>Landesinstitut für Schulentwicklung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23" o:spid="_x0000_s4099" type="#_x0000_t75" style="position:absolute;left:55190;width:5050;height:436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<v:imagedata r:id="rId1" o:title=""/>
            <v:path arrowok="t"/>
          </v:shape>
          <v:line id="Gerade Verbindung 24" o:spid="_x0000_s4098" style="position:absolute;flip:x;visibility:visibl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<w10:wrap anchorx="page" anchory="page"/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5F102E1"/>
    <w:multiLevelType w:val="hybridMultilevel"/>
    <w:tmpl w:val="3DEC19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7A5F8B"/>
    <w:multiLevelType w:val="hybridMultilevel"/>
    <w:tmpl w:val="DDE2AEA6"/>
    <w:lvl w:ilvl="0" w:tplc="8A7E8D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6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9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6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6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6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6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3"/>
  </w:num>
  <w:num w:numId="6">
    <w:abstractNumId w:val="3"/>
  </w:num>
  <w:num w:numId="7">
    <w:abstractNumId w:val="0"/>
  </w:num>
  <w:num w:numId="8">
    <w:abstractNumId w:val="3"/>
  </w:num>
  <w:num w:numId="9">
    <w:abstractNumId w:val="3"/>
  </w:num>
  <w:num w:numId="10">
    <w:abstractNumId w:val="0"/>
  </w:num>
  <w:num w:numId="11">
    <w:abstractNumId w:val="9"/>
  </w:num>
  <w:num w:numId="12">
    <w:abstractNumId w:val="8"/>
  </w:num>
  <w:num w:numId="13">
    <w:abstractNumId w:val="6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6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6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6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0"/>
  </w:num>
  <w:num w:numId="18">
    <w:abstractNumId w:val="10"/>
  </w:num>
  <w:num w:numId="19">
    <w:abstractNumId w:val="10"/>
  </w:num>
  <w:num w:numId="20">
    <w:abstractNumId w:val="7"/>
  </w:num>
  <w:num w:numId="21">
    <w:abstractNumId w:val="1"/>
  </w:num>
  <w:num w:numId="22">
    <w:abstractNumId w:val="11"/>
  </w:num>
  <w:num w:numId="23">
    <w:abstractNumId w:val="5"/>
  </w:num>
  <w:num w:numId="24">
    <w:abstractNumId w:val="4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4108"/>
    <o:shapelayout v:ext="edit">
      <o:idmap v:ext="edit" data="4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5E4E59"/>
    <w:rsid w:val="00067DEA"/>
    <w:rsid w:val="0014561D"/>
    <w:rsid w:val="001A2103"/>
    <w:rsid w:val="001B1293"/>
    <w:rsid w:val="001E03DE"/>
    <w:rsid w:val="002223B8"/>
    <w:rsid w:val="00296589"/>
    <w:rsid w:val="00345CD8"/>
    <w:rsid w:val="00445B6B"/>
    <w:rsid w:val="0044650F"/>
    <w:rsid w:val="004D5357"/>
    <w:rsid w:val="005E4E59"/>
    <w:rsid w:val="006A4DBF"/>
    <w:rsid w:val="006F1607"/>
    <w:rsid w:val="007001E7"/>
    <w:rsid w:val="007074B1"/>
    <w:rsid w:val="00723ABA"/>
    <w:rsid w:val="007D0F5E"/>
    <w:rsid w:val="008A573E"/>
    <w:rsid w:val="008A6B36"/>
    <w:rsid w:val="008A7911"/>
    <w:rsid w:val="00902786"/>
    <w:rsid w:val="009533B3"/>
    <w:rsid w:val="009935DA"/>
    <w:rsid w:val="009C05F9"/>
    <w:rsid w:val="009E52ED"/>
    <w:rsid w:val="00B07229"/>
    <w:rsid w:val="00B127D0"/>
    <w:rsid w:val="00BB5012"/>
    <w:rsid w:val="00C1176F"/>
    <w:rsid w:val="00C22DA6"/>
    <w:rsid w:val="00C329C9"/>
    <w:rsid w:val="00CD6932"/>
    <w:rsid w:val="00DA114A"/>
    <w:rsid w:val="00DC7E46"/>
    <w:rsid w:val="00E15C59"/>
    <w:rsid w:val="00E82045"/>
    <w:rsid w:val="00F131AC"/>
    <w:rsid w:val="00F44A67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8"/>
    <o:shapelayout v:ext="edit">
      <o:idmap v:ext="edit" data="1"/>
    </o:shapelayout>
  </w:shapeDefaults>
  <w:decimalSymbol w:val=","/>
  <w:listSeparator w:val=";"/>
  <w14:docId w14:val="736229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4D5357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E52E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E52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S-Ordner%20&#220;bergang\2_1_&#220;berblick-8-Wochen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E3C21-5526-43CF-AA5E-A8BF4E521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2_1_Überblick-8-Wochen.dotx</Template>
  <TotalTime>0</TotalTime>
  <Pages>3</Pages>
  <Words>969</Words>
  <Characters>6109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7064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gbk</dc:creator>
  <cp:lastModifiedBy>Lozano-Falk, Christiane (LS)</cp:lastModifiedBy>
  <cp:revision>5</cp:revision>
  <cp:lastPrinted>2016-11-07T13:26:00Z</cp:lastPrinted>
  <dcterms:created xsi:type="dcterms:W3CDTF">2017-05-30T15:39:00Z</dcterms:created>
  <dcterms:modified xsi:type="dcterms:W3CDTF">2018-01-15T12:05:00Z</dcterms:modified>
</cp:coreProperties>
</file>