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6C6" w:rsidRDefault="00632D23" w:rsidP="00632D23">
      <w:pPr>
        <w:jc w:val="center"/>
        <w:rPr>
          <w:b/>
          <w:u w:val="single"/>
        </w:rPr>
      </w:pPr>
      <w:r>
        <w:rPr>
          <w:b/>
          <w:u w:val="single"/>
        </w:rPr>
        <w:t xml:space="preserve">Übersicht </w:t>
      </w:r>
      <w:r w:rsidR="00C70864">
        <w:rPr>
          <w:b/>
          <w:u w:val="single"/>
        </w:rPr>
        <w:t>Proteinverdauung</w:t>
      </w:r>
    </w:p>
    <w:p w:rsidR="00632D23" w:rsidRDefault="00632D23" w:rsidP="00632D23">
      <w:pPr>
        <w:jc w:val="center"/>
        <w:rPr>
          <w:b/>
          <w:u w:val="single"/>
        </w:rPr>
      </w:pPr>
    </w:p>
    <w:tbl>
      <w:tblPr>
        <w:tblW w:w="14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6"/>
        <w:gridCol w:w="2575"/>
        <w:gridCol w:w="7758"/>
      </w:tblGrid>
      <w:tr w:rsidR="0069713F" w:rsidTr="00F04F9E">
        <w:trPr>
          <w:trHeight w:val="421"/>
          <w:jc w:val="center"/>
        </w:trPr>
        <w:tc>
          <w:tcPr>
            <w:tcW w:w="3706" w:type="dxa"/>
            <w:shd w:val="clear" w:color="auto" w:fill="auto"/>
          </w:tcPr>
          <w:p w:rsidR="009918D8" w:rsidRDefault="009918D8" w:rsidP="00632D23"/>
        </w:tc>
        <w:tc>
          <w:tcPr>
            <w:tcW w:w="2575" w:type="dxa"/>
            <w:shd w:val="clear" w:color="auto" w:fill="auto"/>
            <w:vAlign w:val="center"/>
          </w:tcPr>
          <w:p w:rsidR="009918D8" w:rsidRDefault="009918D8" w:rsidP="00EF5794">
            <w:pPr>
              <w:jc w:val="center"/>
            </w:pPr>
            <w:r>
              <w:t>Verdauungsorgan</w:t>
            </w:r>
            <w:r w:rsidR="00EF5794">
              <w:t xml:space="preserve"> / Verdauungssekret</w:t>
            </w:r>
          </w:p>
        </w:tc>
        <w:tc>
          <w:tcPr>
            <w:tcW w:w="7758" w:type="dxa"/>
            <w:vAlign w:val="center"/>
          </w:tcPr>
          <w:p w:rsidR="009918D8" w:rsidRDefault="009918D8" w:rsidP="00EF5794">
            <w:pPr>
              <w:jc w:val="center"/>
            </w:pPr>
            <w:r>
              <w:t>Verdauungsvorgang</w:t>
            </w:r>
          </w:p>
        </w:tc>
      </w:tr>
      <w:tr w:rsidR="00B244BF" w:rsidTr="00F04F9E">
        <w:trPr>
          <w:trHeight w:val="2710"/>
          <w:jc w:val="center"/>
        </w:trPr>
        <w:tc>
          <w:tcPr>
            <w:tcW w:w="3706" w:type="dxa"/>
            <w:vMerge w:val="restart"/>
            <w:shd w:val="clear" w:color="auto" w:fill="auto"/>
          </w:tcPr>
          <w:p w:rsidR="009918D8" w:rsidRDefault="00EF5794" w:rsidP="00C7086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36944983" wp14:editId="71D4E5D4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180504</wp:posOffset>
                      </wp:positionV>
                      <wp:extent cx="2363470" cy="4191000"/>
                      <wp:effectExtent l="19050" t="19050" r="17780" b="19050"/>
                      <wp:wrapNone/>
                      <wp:docPr id="20" name="Gruppieren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63470" cy="4191000"/>
                                <a:chOff x="0" y="0"/>
                                <a:chExt cx="2910942" cy="4091976"/>
                              </a:xfrm>
                            </wpg:grpSpPr>
                            <wpg:grpSp>
                              <wpg:cNvPr id="21" name="Gruppieren 2"/>
                              <wpg:cNvGrpSpPr/>
                              <wpg:grpSpPr>
                                <a:xfrm>
                                  <a:off x="499564" y="0"/>
                                  <a:ext cx="1997940" cy="2160240"/>
                                  <a:chOff x="499564" y="0"/>
                                  <a:chExt cx="2664296" cy="2695654"/>
                                </a:xfrm>
                              </wpg:grpSpPr>
                              <wps:wsp>
                                <wps:cNvPr id="22" name="Freihandform 13"/>
                                <wps:cNvSpPr/>
                                <wps:spPr>
                                  <a:xfrm>
                                    <a:off x="704443" y="0"/>
                                    <a:ext cx="2459417" cy="2695654"/>
                                  </a:xfrm>
                                  <a:custGeom>
                                    <a:avLst/>
                                    <a:gdLst>
                                      <a:gd name="f0" fmla="val 10800000"/>
                                      <a:gd name="f1" fmla="val 5400000"/>
                                      <a:gd name="f2" fmla="val 180"/>
                                      <a:gd name="f3" fmla="val w"/>
                                      <a:gd name="f4" fmla="val h"/>
                                      <a:gd name="f5" fmla="val 0"/>
                                      <a:gd name="f6" fmla="val 2938272"/>
                                      <a:gd name="f7" fmla="val 4023360"/>
                                      <a:gd name="f8" fmla="val 1292352"/>
                                      <a:gd name="f9" fmla="val 1418336"/>
                                      <a:gd name="f10" fmla="val 165608"/>
                                      <a:gd name="f11" fmla="val 1513840"/>
                                      <a:gd name="f12" fmla="val 276352"/>
                                      <a:gd name="f13" fmla="val 1633728"/>
                                      <a:gd name="f14" fmla="val 304800"/>
                                      <a:gd name="f15" fmla="val 1753616"/>
                                      <a:gd name="f16" fmla="val 333248"/>
                                      <a:gd name="f17" fmla="val 1897888"/>
                                      <a:gd name="f18" fmla="val 197104"/>
                                      <a:gd name="f19" fmla="val 2011680"/>
                                      <a:gd name="f20" fmla="val 170688"/>
                                      <a:gd name="f21" fmla="val 2125472"/>
                                      <a:gd name="f22" fmla="val 144272"/>
                                      <a:gd name="f23" fmla="val 2225040"/>
                                      <a:gd name="f24" fmla="val 123952"/>
                                      <a:gd name="f25" fmla="val 2316480"/>
                                      <a:gd name="f26" fmla="val 146304"/>
                                      <a:gd name="f27" fmla="val 2407920"/>
                                      <a:gd name="f28" fmla="val 168656"/>
                                      <a:gd name="f29" fmla="val 2499360"/>
                                      <a:gd name="f30" fmla="val 249936"/>
                                      <a:gd name="f31" fmla="val 2560320"/>
                                      <a:gd name="f32" fmla="val 2621280"/>
                                      <a:gd name="f33" fmla="val 359664"/>
                                      <a:gd name="f34" fmla="val 2641600"/>
                                      <a:gd name="f35" fmla="val 398272"/>
                                      <a:gd name="f36" fmla="val 2682240"/>
                                      <a:gd name="f37" fmla="val 475488"/>
                                      <a:gd name="f38" fmla="val 2722880"/>
                                      <a:gd name="f39" fmla="val 552704"/>
                                      <a:gd name="f40" fmla="val 2769616"/>
                                      <a:gd name="f41" fmla="val 662432"/>
                                      <a:gd name="f42" fmla="val 2804160"/>
                                      <a:gd name="f43" fmla="val 768096"/>
                                      <a:gd name="f44" fmla="val 2838704"/>
                                      <a:gd name="f45" fmla="val 873760"/>
                                      <a:gd name="f46" fmla="val 2867152"/>
                                      <a:gd name="f47" fmla="val 989584"/>
                                      <a:gd name="f48" fmla="val 2889504"/>
                                      <a:gd name="f49" fmla="val 1109472"/>
                                      <a:gd name="f50" fmla="val 2911856"/>
                                      <a:gd name="f51" fmla="val 1229360"/>
                                      <a:gd name="f52" fmla="val 2930144"/>
                                      <a:gd name="f53" fmla="val 1339088"/>
                                      <a:gd name="f54" fmla="val 1487424"/>
                                      <a:gd name="f55" fmla="val 2946400"/>
                                      <a:gd name="f56" fmla="val 1635760"/>
                                      <a:gd name="f57" fmla="val 1865376"/>
                                      <a:gd name="f58" fmla="val 1999488"/>
                                      <a:gd name="f59" fmla="val 2133600"/>
                                      <a:gd name="f60" fmla="val 2913888"/>
                                      <a:gd name="f61" fmla="val 2192528"/>
                                      <a:gd name="f62" fmla="val 2292096"/>
                                      <a:gd name="f63" fmla="val 2865120"/>
                                      <a:gd name="f64" fmla="val 2391664"/>
                                      <a:gd name="f65" fmla="val 2836672"/>
                                      <a:gd name="f66" fmla="val 2474976"/>
                                      <a:gd name="f67" fmla="val 2791968"/>
                                      <a:gd name="f68" fmla="val 2596896"/>
                                      <a:gd name="f69" fmla="val 2747264"/>
                                      <a:gd name="f70" fmla="val 2718816"/>
                                      <a:gd name="f71" fmla="val 2869184"/>
                                      <a:gd name="f72" fmla="val 3023616"/>
                                      <a:gd name="f73" fmla="val 2523744"/>
                                      <a:gd name="f74" fmla="val 3178048"/>
                                      <a:gd name="f75" fmla="val 2355088"/>
                                      <a:gd name="f76" fmla="val 3407664"/>
                                      <a:gd name="f77" fmla="val 2206752"/>
                                      <a:gd name="f78" fmla="val 3523488"/>
                                      <a:gd name="f79" fmla="val 2058416"/>
                                      <a:gd name="f80" fmla="val 3639312"/>
                                      <a:gd name="f81" fmla="val 1867408"/>
                                      <a:gd name="f82" fmla="val 3667760"/>
                                      <a:gd name="f83" fmla="val 1731264"/>
                                      <a:gd name="f84" fmla="val 3718560"/>
                                      <a:gd name="f85" fmla="val 1595120"/>
                                      <a:gd name="f86" fmla="val 3769360"/>
                                      <a:gd name="f87" fmla="val 1501648"/>
                                      <a:gd name="f88" fmla="val 3803904"/>
                                      <a:gd name="f89" fmla="val 1389888"/>
                                      <a:gd name="f90" fmla="val 3828288"/>
                                      <a:gd name="f91" fmla="val 1278128"/>
                                      <a:gd name="f92" fmla="val 3852672"/>
                                      <a:gd name="f93" fmla="val 1170432"/>
                                      <a:gd name="f94" fmla="val 3858768"/>
                                      <a:gd name="f95" fmla="val 1060704"/>
                                      <a:gd name="f96" fmla="val 3864864"/>
                                      <a:gd name="f97" fmla="val 950976"/>
                                      <a:gd name="f98" fmla="val 3870960"/>
                                      <a:gd name="f99" fmla="val 820928"/>
                                      <a:gd name="f100" fmla="val 3885184"/>
                                      <a:gd name="f101" fmla="val 731520"/>
                                      <a:gd name="f102" fmla="val 642112"/>
                                      <a:gd name="f103" fmla="val 3844544"/>
                                      <a:gd name="f104" fmla="val 581152"/>
                                      <a:gd name="f105" fmla="val 3763264"/>
                                      <a:gd name="f106" fmla="val 524256"/>
                                      <a:gd name="f107" fmla="val 3742944"/>
                                      <a:gd name="f108" fmla="val 467360"/>
                                      <a:gd name="f109" fmla="val 3722624"/>
                                      <a:gd name="f110" fmla="val 434848"/>
                                      <a:gd name="f111" fmla="val 3730752"/>
                                      <a:gd name="f112" fmla="val 390144"/>
                                      <a:gd name="f113" fmla="val 345440"/>
                                      <a:gd name="f114" fmla="val 3755136"/>
                                      <a:gd name="f115" fmla="val 321056"/>
                                      <a:gd name="f116" fmla="val 256032"/>
                                      <a:gd name="f117" fmla="val 3816096"/>
                                      <a:gd name="f118" fmla="val 191008"/>
                                      <a:gd name="f119" fmla="val 3862832"/>
                                      <a:gd name="f120" fmla="val 69088"/>
                                      <a:gd name="f121" fmla="val 3905504"/>
                                      <a:gd name="f122" fmla="+- 0 0 -90"/>
                                      <a:gd name="f123" fmla="*/ f3 1 2938272"/>
                                      <a:gd name="f124" fmla="*/ f4 1 4023360"/>
                                      <a:gd name="f125" fmla="val f5"/>
                                      <a:gd name="f126" fmla="val f6"/>
                                      <a:gd name="f127" fmla="val f7"/>
                                      <a:gd name="f128" fmla="*/ f122 f0 1"/>
                                      <a:gd name="f129" fmla="+- f127 0 f125"/>
                                      <a:gd name="f130" fmla="+- f126 0 f125"/>
                                      <a:gd name="f131" fmla="*/ f128 1 f2"/>
                                      <a:gd name="f132" fmla="*/ f130 1 2938272"/>
                                      <a:gd name="f133" fmla="*/ f129 1 4023360"/>
                                      <a:gd name="f134" fmla="*/ 0 f129 1"/>
                                      <a:gd name="f135" fmla="*/ 304800 f129 1"/>
                                      <a:gd name="f136" fmla="*/ 170688 f129 1"/>
                                      <a:gd name="f137" fmla="*/ 146304 f129 1"/>
                                      <a:gd name="f138" fmla="*/ 1109472 f129 1"/>
                                      <a:gd name="f139" fmla="*/ 1487424 f129 1"/>
                                      <a:gd name="f140" fmla="*/ 3864864 f129 1"/>
                                      <a:gd name="f141" fmla="*/ 3742944 f129 1"/>
                                      <a:gd name="f142" fmla="*/ 3816096 f129 1"/>
                                      <a:gd name="f143" fmla="*/ 4023360 f129 1"/>
                                      <a:gd name="f144" fmla="*/ 3718560 f129 1"/>
                                      <a:gd name="f145" fmla="*/ 3523488 f129 1"/>
                                      <a:gd name="f146" fmla="*/ 3023616 f129 1"/>
                                      <a:gd name="f147" fmla="*/ 2596896 f129 1"/>
                                      <a:gd name="f148" fmla="*/ 2292096 f129 1"/>
                                      <a:gd name="f149" fmla="*/ 1999488 f129 1"/>
                                      <a:gd name="f150" fmla="*/ 3828288 f129 1"/>
                                      <a:gd name="f151" fmla="*/ 1292352 f130 1"/>
                                      <a:gd name="f152" fmla="*/ 1633728 f130 1"/>
                                      <a:gd name="f153" fmla="*/ 2011680 f130 1"/>
                                      <a:gd name="f154" fmla="*/ 2316480 f130 1"/>
                                      <a:gd name="f155" fmla="*/ 2560320 f130 1"/>
                                      <a:gd name="f156" fmla="*/ 2889504 f130 1"/>
                                      <a:gd name="f157" fmla="*/ 2938272 f130 1"/>
                                      <a:gd name="f158" fmla="*/ 2791968 f130 1"/>
                                      <a:gd name="f159" fmla="*/ 2621280 f130 1"/>
                                      <a:gd name="f160" fmla="*/ 2206752 f130 1"/>
                                      <a:gd name="f161" fmla="*/ 1731264 f130 1"/>
                                      <a:gd name="f162" fmla="*/ 1389888 f130 1"/>
                                      <a:gd name="f163" fmla="*/ 1060704 f130 1"/>
                                      <a:gd name="f164" fmla="*/ 731520 f130 1"/>
                                      <a:gd name="f165" fmla="*/ 524256 f130 1"/>
                                      <a:gd name="f166" fmla="*/ 390144 f130 1"/>
                                      <a:gd name="f167" fmla="*/ 256032 f130 1"/>
                                      <a:gd name="f168" fmla="*/ 0 f130 1"/>
                                      <a:gd name="f169" fmla="*/ 2682240 f130 1"/>
                                      <a:gd name="f170" fmla="*/ 475488 f129 1"/>
                                      <a:gd name="f171" fmla="*/ 2804160 f130 1"/>
                                      <a:gd name="f172" fmla="*/ 768096 f129 1"/>
                                      <a:gd name="f173" fmla="+- f131 0 f1"/>
                                      <a:gd name="f174" fmla="*/ f134 1 4023360"/>
                                      <a:gd name="f175" fmla="*/ f135 1 4023360"/>
                                      <a:gd name="f176" fmla="*/ f136 1 4023360"/>
                                      <a:gd name="f177" fmla="*/ f137 1 4023360"/>
                                      <a:gd name="f178" fmla="*/ f138 1 4023360"/>
                                      <a:gd name="f179" fmla="*/ f139 1 4023360"/>
                                      <a:gd name="f180" fmla="*/ f140 1 4023360"/>
                                      <a:gd name="f181" fmla="*/ f141 1 4023360"/>
                                      <a:gd name="f182" fmla="*/ f142 1 4023360"/>
                                      <a:gd name="f183" fmla="*/ f143 1 4023360"/>
                                      <a:gd name="f184" fmla="*/ f144 1 4023360"/>
                                      <a:gd name="f185" fmla="*/ f145 1 4023360"/>
                                      <a:gd name="f186" fmla="*/ f146 1 4023360"/>
                                      <a:gd name="f187" fmla="*/ f147 1 4023360"/>
                                      <a:gd name="f188" fmla="*/ f148 1 4023360"/>
                                      <a:gd name="f189" fmla="*/ f149 1 4023360"/>
                                      <a:gd name="f190" fmla="*/ f150 1 4023360"/>
                                      <a:gd name="f191" fmla="*/ f151 1 2938272"/>
                                      <a:gd name="f192" fmla="*/ f152 1 2938272"/>
                                      <a:gd name="f193" fmla="*/ f153 1 2938272"/>
                                      <a:gd name="f194" fmla="*/ f154 1 2938272"/>
                                      <a:gd name="f195" fmla="*/ f155 1 2938272"/>
                                      <a:gd name="f196" fmla="*/ f156 1 2938272"/>
                                      <a:gd name="f197" fmla="*/ f157 1 2938272"/>
                                      <a:gd name="f198" fmla="*/ f158 1 2938272"/>
                                      <a:gd name="f199" fmla="*/ f159 1 2938272"/>
                                      <a:gd name="f200" fmla="*/ f160 1 2938272"/>
                                      <a:gd name="f201" fmla="*/ f161 1 2938272"/>
                                      <a:gd name="f202" fmla="*/ f162 1 2938272"/>
                                      <a:gd name="f203" fmla="*/ f163 1 2938272"/>
                                      <a:gd name="f204" fmla="*/ f164 1 2938272"/>
                                      <a:gd name="f205" fmla="*/ f165 1 2938272"/>
                                      <a:gd name="f206" fmla="*/ f166 1 2938272"/>
                                      <a:gd name="f207" fmla="*/ f167 1 2938272"/>
                                      <a:gd name="f208" fmla="*/ f168 1 2938272"/>
                                      <a:gd name="f209" fmla="*/ f169 1 2938272"/>
                                      <a:gd name="f210" fmla="*/ f170 1 4023360"/>
                                      <a:gd name="f211" fmla="*/ f171 1 2938272"/>
                                      <a:gd name="f212" fmla="*/ f172 1 4023360"/>
                                      <a:gd name="f213" fmla="*/ f125 1 f132"/>
                                      <a:gd name="f214" fmla="*/ f126 1 f132"/>
                                      <a:gd name="f215" fmla="*/ f125 1 f133"/>
                                      <a:gd name="f216" fmla="*/ f127 1 f133"/>
                                      <a:gd name="f217" fmla="*/ f191 1 f132"/>
                                      <a:gd name="f218" fmla="*/ f174 1 f133"/>
                                      <a:gd name="f219" fmla="*/ f192 1 f132"/>
                                      <a:gd name="f220" fmla="*/ f175 1 f133"/>
                                      <a:gd name="f221" fmla="*/ f193 1 f132"/>
                                      <a:gd name="f222" fmla="*/ f176 1 f133"/>
                                      <a:gd name="f223" fmla="*/ f194 1 f132"/>
                                      <a:gd name="f224" fmla="*/ f177 1 f133"/>
                                      <a:gd name="f225" fmla="*/ f195 1 f132"/>
                                      <a:gd name="f226" fmla="*/ f209 1 f132"/>
                                      <a:gd name="f227" fmla="*/ f210 1 f133"/>
                                      <a:gd name="f228" fmla="*/ f211 1 f132"/>
                                      <a:gd name="f229" fmla="*/ f212 1 f133"/>
                                      <a:gd name="f230" fmla="*/ f196 1 f132"/>
                                      <a:gd name="f231" fmla="*/ f178 1 f133"/>
                                      <a:gd name="f232" fmla="*/ f197 1 f132"/>
                                      <a:gd name="f233" fmla="*/ f179 1 f133"/>
                                      <a:gd name="f234" fmla="*/ f189 1 f133"/>
                                      <a:gd name="f235" fmla="*/ f188 1 f133"/>
                                      <a:gd name="f236" fmla="*/ f198 1 f132"/>
                                      <a:gd name="f237" fmla="*/ f187 1 f133"/>
                                      <a:gd name="f238" fmla="*/ f199 1 f132"/>
                                      <a:gd name="f239" fmla="*/ f186 1 f133"/>
                                      <a:gd name="f240" fmla="*/ f200 1 f132"/>
                                      <a:gd name="f241" fmla="*/ f185 1 f133"/>
                                      <a:gd name="f242" fmla="*/ f201 1 f132"/>
                                      <a:gd name="f243" fmla="*/ f184 1 f133"/>
                                      <a:gd name="f244" fmla="*/ f202 1 f132"/>
                                      <a:gd name="f245" fmla="*/ f190 1 f133"/>
                                      <a:gd name="f246" fmla="*/ f203 1 f132"/>
                                      <a:gd name="f247" fmla="*/ f180 1 f133"/>
                                      <a:gd name="f248" fmla="*/ f204 1 f132"/>
                                      <a:gd name="f249" fmla="*/ f205 1 f132"/>
                                      <a:gd name="f250" fmla="*/ f181 1 f133"/>
                                      <a:gd name="f251" fmla="*/ f206 1 f132"/>
                                      <a:gd name="f252" fmla="*/ f207 1 f132"/>
                                      <a:gd name="f253" fmla="*/ f182 1 f133"/>
                                      <a:gd name="f254" fmla="*/ f208 1 f132"/>
                                      <a:gd name="f255" fmla="*/ f183 1 f133"/>
                                      <a:gd name="f256" fmla="*/ f213 f123 1"/>
                                      <a:gd name="f257" fmla="*/ f214 f123 1"/>
                                      <a:gd name="f258" fmla="*/ f216 f124 1"/>
                                      <a:gd name="f259" fmla="*/ f215 f124 1"/>
                                      <a:gd name="f260" fmla="*/ f217 f123 1"/>
                                      <a:gd name="f261" fmla="*/ f218 f124 1"/>
                                      <a:gd name="f262" fmla="*/ f219 f123 1"/>
                                      <a:gd name="f263" fmla="*/ f220 f124 1"/>
                                      <a:gd name="f264" fmla="*/ f221 f123 1"/>
                                      <a:gd name="f265" fmla="*/ f222 f124 1"/>
                                      <a:gd name="f266" fmla="*/ f223 f123 1"/>
                                      <a:gd name="f267" fmla="*/ f224 f124 1"/>
                                      <a:gd name="f268" fmla="*/ f225 f123 1"/>
                                      <a:gd name="f269" fmla="*/ f226 f123 1"/>
                                      <a:gd name="f270" fmla="*/ f227 f124 1"/>
                                      <a:gd name="f271" fmla="*/ f228 f123 1"/>
                                      <a:gd name="f272" fmla="*/ f229 f124 1"/>
                                      <a:gd name="f273" fmla="*/ f230 f123 1"/>
                                      <a:gd name="f274" fmla="*/ f231 f124 1"/>
                                      <a:gd name="f275" fmla="*/ f232 f123 1"/>
                                      <a:gd name="f276" fmla="*/ f233 f124 1"/>
                                      <a:gd name="f277" fmla="*/ f234 f124 1"/>
                                      <a:gd name="f278" fmla="*/ f235 f124 1"/>
                                      <a:gd name="f279" fmla="*/ f236 f123 1"/>
                                      <a:gd name="f280" fmla="*/ f237 f124 1"/>
                                      <a:gd name="f281" fmla="*/ f238 f123 1"/>
                                      <a:gd name="f282" fmla="*/ f239 f124 1"/>
                                      <a:gd name="f283" fmla="*/ f240 f123 1"/>
                                      <a:gd name="f284" fmla="*/ f241 f124 1"/>
                                      <a:gd name="f285" fmla="*/ f242 f123 1"/>
                                      <a:gd name="f286" fmla="*/ f243 f124 1"/>
                                      <a:gd name="f287" fmla="*/ f244 f123 1"/>
                                      <a:gd name="f288" fmla="*/ f245 f124 1"/>
                                      <a:gd name="f289" fmla="*/ f246 f123 1"/>
                                      <a:gd name="f290" fmla="*/ f247 f124 1"/>
                                      <a:gd name="f291" fmla="*/ f248 f123 1"/>
                                      <a:gd name="f292" fmla="*/ f249 f123 1"/>
                                      <a:gd name="f293" fmla="*/ f250 f124 1"/>
                                      <a:gd name="f294" fmla="*/ f251 f123 1"/>
                                      <a:gd name="f295" fmla="*/ f252 f123 1"/>
                                      <a:gd name="f296" fmla="*/ f253 f124 1"/>
                                      <a:gd name="f297" fmla="*/ f254 f123 1"/>
                                      <a:gd name="f298" fmla="*/ f255 f124 1"/>
                                    </a:gdLst>
                                    <a:ahLst/>
                                    <a:cxnLst>
                                      <a:cxn ang="3cd4">
                                        <a:pos x="hc" y="t"/>
                                      </a:cxn>
                                      <a:cxn ang="0">
                                        <a:pos x="r" y="vc"/>
                                      </a:cxn>
                                      <a:cxn ang="cd4">
                                        <a:pos x="hc" y="b"/>
                                      </a:cxn>
                                      <a:cxn ang="cd2">
                                        <a:pos x="l" y="vc"/>
                                      </a:cxn>
                                      <a:cxn ang="f173">
                                        <a:pos x="f260" y="f261"/>
                                      </a:cxn>
                                      <a:cxn ang="f173">
                                        <a:pos x="f262" y="f263"/>
                                      </a:cxn>
                                      <a:cxn ang="f173">
                                        <a:pos x="f264" y="f265"/>
                                      </a:cxn>
                                      <a:cxn ang="f173">
                                        <a:pos x="f266" y="f267"/>
                                      </a:cxn>
                                      <a:cxn ang="f173">
                                        <a:pos x="f268" y="f263"/>
                                      </a:cxn>
                                      <a:cxn ang="f173">
                                        <a:pos x="f269" y="f270"/>
                                      </a:cxn>
                                      <a:cxn ang="f173">
                                        <a:pos x="f271" y="f272"/>
                                      </a:cxn>
                                      <a:cxn ang="f173">
                                        <a:pos x="f273" y="f274"/>
                                      </a:cxn>
                                      <a:cxn ang="f173">
                                        <a:pos x="f275" y="f276"/>
                                      </a:cxn>
                                      <a:cxn ang="f173">
                                        <a:pos x="f275" y="f277"/>
                                      </a:cxn>
                                      <a:cxn ang="f173">
                                        <a:pos x="f273" y="f278"/>
                                      </a:cxn>
                                      <a:cxn ang="f173">
                                        <a:pos x="f279" y="f280"/>
                                      </a:cxn>
                                      <a:cxn ang="f173">
                                        <a:pos x="f281" y="f282"/>
                                      </a:cxn>
                                      <a:cxn ang="f173">
                                        <a:pos x="f283" y="f284"/>
                                      </a:cxn>
                                      <a:cxn ang="f173">
                                        <a:pos x="f285" y="f286"/>
                                      </a:cxn>
                                      <a:cxn ang="f173">
                                        <a:pos x="f287" y="f288"/>
                                      </a:cxn>
                                      <a:cxn ang="f173">
                                        <a:pos x="f289" y="f290"/>
                                      </a:cxn>
                                      <a:cxn ang="f173">
                                        <a:pos x="f291" y="f290"/>
                                      </a:cxn>
                                      <a:cxn ang="f173">
                                        <a:pos x="f292" y="f293"/>
                                      </a:cxn>
                                      <a:cxn ang="f173">
                                        <a:pos x="f294" y="f293"/>
                                      </a:cxn>
                                      <a:cxn ang="f173">
                                        <a:pos x="f295" y="f296"/>
                                      </a:cxn>
                                      <a:cxn ang="f173">
                                        <a:pos x="f297" y="f298"/>
                                      </a:cxn>
                                    </a:cxnLst>
                                    <a:rect l="f256" t="f259" r="f257" b="f258"/>
                                    <a:pathLst>
                                      <a:path w="2938272" h="4023360">
                                        <a:moveTo>
                                          <a:pt x="f8" y="f5"/>
                                        </a:moveTo>
                                        <a:cubicBezTo>
                                          <a:pt x="f9" y="f10"/>
                                          <a:pt x="f11" y="f12"/>
                                          <a:pt x="f13" y="f14"/>
                                        </a:cubicBezTo>
                                        <a:cubicBezTo>
                                          <a:pt x="f15" y="f16"/>
                                          <a:pt x="f17" y="f18"/>
                                          <a:pt x="f19" y="f20"/>
                                        </a:cubicBezTo>
                                        <a:cubicBezTo>
                                          <a:pt x="f21" y="f22"/>
                                          <a:pt x="f23" y="f24"/>
                                          <a:pt x="f25" y="f26"/>
                                        </a:cubicBezTo>
                                        <a:cubicBezTo>
                                          <a:pt x="f27" y="f28"/>
                                          <a:pt x="f29" y="f30"/>
                                          <a:pt x="f31" y="f14"/>
                                        </a:cubicBezTo>
                                        <a:cubicBezTo>
                                          <a:pt x="f32" y="f33"/>
                                          <a:pt x="f34" y="f35"/>
                                          <a:pt x="f36" y="f37"/>
                                        </a:cubicBezTo>
                                        <a:cubicBezTo>
                                          <a:pt x="f38" y="f39"/>
                                          <a:pt x="f40" y="f41"/>
                                          <a:pt x="f42" y="f43"/>
                                        </a:cubicBezTo>
                                        <a:cubicBezTo>
                                          <a:pt x="f44" y="f45"/>
                                          <a:pt x="f46" y="f47"/>
                                          <a:pt x="f48" y="f49"/>
                                        </a:cubicBezTo>
                                        <a:cubicBezTo>
                                          <a:pt x="f50" y="f51"/>
                                          <a:pt x="f52" y="f53"/>
                                          <a:pt x="f6" y="f54"/>
                                        </a:cubicBezTo>
                                        <a:cubicBezTo>
                                          <a:pt x="f55" y="f56"/>
                                          <a:pt x="f55" y="f57"/>
                                          <a:pt x="f6" y="f58"/>
                                        </a:cubicBezTo>
                                        <a:cubicBezTo>
                                          <a:pt x="f52" y="f59"/>
                                          <a:pt x="f60" y="f61"/>
                                          <a:pt x="f48" y="f62"/>
                                        </a:cubicBezTo>
                                        <a:cubicBezTo>
                                          <a:pt x="f63" y="f64"/>
                                          <a:pt x="f65" y="f66"/>
                                          <a:pt x="f67" y="f68"/>
                                        </a:cubicBezTo>
                                        <a:cubicBezTo>
                                          <a:pt x="f69" y="f70"/>
                                          <a:pt x="f70" y="f71"/>
                                          <a:pt x="f32" y="f72"/>
                                        </a:cubicBezTo>
                                        <a:cubicBezTo>
                                          <a:pt x="f73" y="f74"/>
                                          <a:pt x="f75" y="f76"/>
                                          <a:pt x="f77" y="f78"/>
                                        </a:cubicBezTo>
                                        <a:cubicBezTo>
                                          <a:pt x="f79" y="f80"/>
                                          <a:pt x="f81" y="f82"/>
                                          <a:pt x="f83" y="f84"/>
                                        </a:cubicBezTo>
                                        <a:cubicBezTo>
                                          <a:pt x="f85" y="f86"/>
                                          <a:pt x="f87" y="f88"/>
                                          <a:pt x="f89" y="f90"/>
                                        </a:cubicBezTo>
                                        <a:cubicBezTo>
                                          <a:pt x="f91" y="f92"/>
                                          <a:pt x="f93" y="f94"/>
                                          <a:pt x="f95" y="f96"/>
                                        </a:cubicBezTo>
                                        <a:cubicBezTo>
                                          <a:pt x="f97" y="f98"/>
                                          <a:pt x="f99" y="f100"/>
                                          <a:pt x="f101" y="f96"/>
                                        </a:cubicBezTo>
                                        <a:cubicBezTo>
                                          <a:pt x="f102" y="f103"/>
                                          <a:pt x="f104" y="f105"/>
                                          <a:pt x="f106" y="f107"/>
                                        </a:cubicBezTo>
                                        <a:cubicBezTo>
                                          <a:pt x="f108" y="f109"/>
                                          <a:pt x="f110" y="f111"/>
                                          <a:pt x="f112" y="f107"/>
                                        </a:cubicBezTo>
                                        <a:cubicBezTo>
                                          <a:pt x="f113" y="f114"/>
                                          <a:pt x="f115" y="f86"/>
                                          <a:pt x="f116" y="f117"/>
                                        </a:cubicBezTo>
                                        <a:cubicBezTo>
                                          <a:pt x="f118" y="f119"/>
                                          <a:pt x="f120" y="f121"/>
                                          <a:pt x="f5" y="f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44450"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  <a:prstDash val="solid"/>
                                  </a:ln>
                                </wps:spPr>
                                <wps:bodyPr vert="horz" wrap="square" lIns="91440" tIns="45720" rIns="91440" bIns="45720" anchor="ctr" anchorCtr="1" compatLnSpc="1"/>
                              </wps:wsp>
                              <wps:wsp>
                                <wps:cNvPr id="23" name="Freihandform 14"/>
                                <wps:cNvSpPr/>
                                <wps:spPr>
                                  <a:xfrm>
                                    <a:off x="499564" y="106191"/>
                                    <a:ext cx="1474891" cy="2368465"/>
                                  </a:xfrm>
                                  <a:custGeom>
                                    <a:avLst/>
                                    <a:gdLst>
                                      <a:gd name="f0" fmla="val 10800000"/>
                                      <a:gd name="f1" fmla="val 5400000"/>
                                      <a:gd name="f2" fmla="val 180"/>
                                      <a:gd name="f3" fmla="val w"/>
                                      <a:gd name="f4" fmla="val h"/>
                                      <a:gd name="f5" fmla="val 0"/>
                                      <a:gd name="f6" fmla="val 1762053"/>
                                      <a:gd name="f7" fmla="val 3535020"/>
                                      <a:gd name="f8" fmla="val 1342048"/>
                                      <a:gd name="f9" fmla="val 1494448"/>
                                      <a:gd name="f10" fmla="val 121920"/>
                                      <a:gd name="f11" fmla="val 1638720"/>
                                      <a:gd name="f12" fmla="val 231648"/>
                                      <a:gd name="f13" fmla="val 1707808"/>
                                      <a:gd name="f14" fmla="val 365760"/>
                                      <a:gd name="f15" fmla="val 1776896"/>
                                      <a:gd name="f16" fmla="val 499872"/>
                                      <a:gd name="f17" fmla="val 1762672"/>
                                      <a:gd name="f18" fmla="val 662432"/>
                                      <a:gd name="f19" fmla="val 1756576"/>
                                      <a:gd name="f20" fmla="val 804672"/>
                                      <a:gd name="f21" fmla="val 1750480"/>
                                      <a:gd name="f22" fmla="val 946912"/>
                                      <a:gd name="f23" fmla="val 1726096"/>
                                      <a:gd name="f24" fmla="val 1081024"/>
                                      <a:gd name="f25" fmla="val 1671232"/>
                                      <a:gd name="f26" fmla="val 1219200"/>
                                      <a:gd name="f27" fmla="val 1616368"/>
                                      <a:gd name="f28" fmla="val 1357376"/>
                                      <a:gd name="f29" fmla="val 1528992"/>
                                      <a:gd name="f30" fmla="val 1456944"/>
                                      <a:gd name="f31" fmla="val 1427392"/>
                                      <a:gd name="f32" fmla="val 1633728"/>
                                      <a:gd name="f33" fmla="val 1325792"/>
                                      <a:gd name="f34" fmla="val 1810512"/>
                                      <a:gd name="f35" fmla="val 1187616"/>
                                      <a:gd name="f36" fmla="val 2092960"/>
                                      <a:gd name="f37" fmla="val 1061632"/>
                                      <a:gd name="f38" fmla="val 2279904"/>
                                      <a:gd name="f39" fmla="val 935648"/>
                                      <a:gd name="f40" fmla="val 2466848"/>
                                      <a:gd name="f41" fmla="val 756832"/>
                                      <a:gd name="f42" fmla="val 2617216"/>
                                      <a:gd name="f43" fmla="val 671488"/>
                                      <a:gd name="f44" fmla="val 2755392"/>
                                      <a:gd name="f45" fmla="val 586144"/>
                                      <a:gd name="f46" fmla="val 2893568"/>
                                      <a:gd name="f47" fmla="val 651168"/>
                                      <a:gd name="f48" fmla="val 2987040"/>
                                      <a:gd name="f49" fmla="val 549568"/>
                                      <a:gd name="f50" fmla="val 3108960"/>
                                      <a:gd name="f51" fmla="val 447968"/>
                                      <a:gd name="f52" fmla="val 3230880"/>
                                      <a:gd name="f53" fmla="val 149264"/>
                                      <a:gd name="f54" fmla="val 3419856"/>
                                      <a:gd name="f55" fmla="val 61888"/>
                                      <a:gd name="f56" fmla="val 3486912"/>
                                      <a:gd name="f57" fmla="val -25488"/>
                                      <a:gd name="f58" fmla="val 3553968"/>
                                      <a:gd name="f59" fmla="val -3136"/>
                                      <a:gd name="f60" fmla="val 3539744"/>
                                      <a:gd name="f61" fmla="val 25312"/>
                                      <a:gd name="f62" fmla="val 3511296"/>
                                      <a:gd name="f63" fmla="+- 0 0 -90"/>
                                      <a:gd name="f64" fmla="*/ f3 1 1762053"/>
                                      <a:gd name="f65" fmla="*/ f4 1 3535020"/>
                                      <a:gd name="f66" fmla="val f5"/>
                                      <a:gd name="f67" fmla="val f6"/>
                                      <a:gd name="f68" fmla="val f7"/>
                                      <a:gd name="f69" fmla="*/ f63 f0 1"/>
                                      <a:gd name="f70" fmla="+- f68 0 f66"/>
                                      <a:gd name="f71" fmla="+- f67 0 f66"/>
                                      <a:gd name="f72" fmla="*/ f69 1 f2"/>
                                      <a:gd name="f73" fmla="*/ f71 1 1762053"/>
                                      <a:gd name="f74" fmla="*/ f70 1 3535020"/>
                                      <a:gd name="f75" fmla="*/ 1342048 f71 1"/>
                                      <a:gd name="f76" fmla="*/ 0 f70 1"/>
                                      <a:gd name="f77" fmla="*/ 1707808 f71 1"/>
                                      <a:gd name="f78" fmla="*/ 365760 f70 1"/>
                                      <a:gd name="f79" fmla="*/ 1756576 f71 1"/>
                                      <a:gd name="f80" fmla="*/ 804672 f70 1"/>
                                      <a:gd name="f81" fmla="*/ 1671232 f71 1"/>
                                      <a:gd name="f82" fmla="*/ 1219200 f70 1"/>
                                      <a:gd name="f83" fmla="*/ 1427392 f71 1"/>
                                      <a:gd name="f84" fmla="*/ 1633728 f70 1"/>
                                      <a:gd name="f85" fmla="*/ 1061632 f71 1"/>
                                      <a:gd name="f86" fmla="*/ 2279904 f70 1"/>
                                      <a:gd name="f87" fmla="*/ 671488 f71 1"/>
                                      <a:gd name="f88" fmla="*/ 2755392 f70 1"/>
                                      <a:gd name="f89" fmla="*/ 549568 f71 1"/>
                                      <a:gd name="f90" fmla="*/ 3108960 f70 1"/>
                                      <a:gd name="f91" fmla="*/ 61888 f71 1"/>
                                      <a:gd name="f92" fmla="*/ 3486912 f70 1"/>
                                      <a:gd name="f93" fmla="*/ 25312 f71 1"/>
                                      <a:gd name="f94" fmla="*/ 3511296 f70 1"/>
                                      <a:gd name="f95" fmla="+- f72 0 f1"/>
                                      <a:gd name="f96" fmla="*/ f75 1 1762053"/>
                                      <a:gd name="f97" fmla="*/ f76 1 3535020"/>
                                      <a:gd name="f98" fmla="*/ f77 1 1762053"/>
                                      <a:gd name="f99" fmla="*/ f78 1 3535020"/>
                                      <a:gd name="f100" fmla="*/ f79 1 1762053"/>
                                      <a:gd name="f101" fmla="*/ f80 1 3535020"/>
                                      <a:gd name="f102" fmla="*/ f81 1 1762053"/>
                                      <a:gd name="f103" fmla="*/ f82 1 3535020"/>
                                      <a:gd name="f104" fmla="*/ f83 1 1762053"/>
                                      <a:gd name="f105" fmla="*/ f84 1 3535020"/>
                                      <a:gd name="f106" fmla="*/ f85 1 1762053"/>
                                      <a:gd name="f107" fmla="*/ f86 1 3535020"/>
                                      <a:gd name="f108" fmla="*/ f87 1 1762053"/>
                                      <a:gd name="f109" fmla="*/ f88 1 3535020"/>
                                      <a:gd name="f110" fmla="*/ f89 1 1762053"/>
                                      <a:gd name="f111" fmla="*/ f90 1 3535020"/>
                                      <a:gd name="f112" fmla="*/ f91 1 1762053"/>
                                      <a:gd name="f113" fmla="*/ f92 1 3535020"/>
                                      <a:gd name="f114" fmla="*/ f93 1 1762053"/>
                                      <a:gd name="f115" fmla="*/ f94 1 3535020"/>
                                      <a:gd name="f116" fmla="*/ f66 1 f73"/>
                                      <a:gd name="f117" fmla="*/ f67 1 f73"/>
                                      <a:gd name="f118" fmla="*/ f66 1 f74"/>
                                      <a:gd name="f119" fmla="*/ f68 1 f74"/>
                                      <a:gd name="f120" fmla="*/ f96 1 f73"/>
                                      <a:gd name="f121" fmla="*/ f97 1 f74"/>
                                      <a:gd name="f122" fmla="*/ f98 1 f73"/>
                                      <a:gd name="f123" fmla="*/ f99 1 f74"/>
                                      <a:gd name="f124" fmla="*/ f100 1 f73"/>
                                      <a:gd name="f125" fmla="*/ f101 1 f74"/>
                                      <a:gd name="f126" fmla="*/ f102 1 f73"/>
                                      <a:gd name="f127" fmla="*/ f103 1 f74"/>
                                      <a:gd name="f128" fmla="*/ f104 1 f73"/>
                                      <a:gd name="f129" fmla="*/ f105 1 f74"/>
                                      <a:gd name="f130" fmla="*/ f106 1 f73"/>
                                      <a:gd name="f131" fmla="*/ f107 1 f74"/>
                                      <a:gd name="f132" fmla="*/ f108 1 f73"/>
                                      <a:gd name="f133" fmla="*/ f109 1 f74"/>
                                      <a:gd name="f134" fmla="*/ f110 1 f73"/>
                                      <a:gd name="f135" fmla="*/ f111 1 f74"/>
                                      <a:gd name="f136" fmla="*/ f112 1 f73"/>
                                      <a:gd name="f137" fmla="*/ f113 1 f74"/>
                                      <a:gd name="f138" fmla="*/ f114 1 f73"/>
                                      <a:gd name="f139" fmla="*/ f115 1 f74"/>
                                      <a:gd name="f140" fmla="*/ f116 f64 1"/>
                                      <a:gd name="f141" fmla="*/ f117 f64 1"/>
                                      <a:gd name="f142" fmla="*/ f119 f65 1"/>
                                      <a:gd name="f143" fmla="*/ f118 f65 1"/>
                                      <a:gd name="f144" fmla="*/ f120 f64 1"/>
                                      <a:gd name="f145" fmla="*/ f121 f65 1"/>
                                      <a:gd name="f146" fmla="*/ f122 f64 1"/>
                                      <a:gd name="f147" fmla="*/ f123 f65 1"/>
                                      <a:gd name="f148" fmla="*/ f124 f64 1"/>
                                      <a:gd name="f149" fmla="*/ f125 f65 1"/>
                                      <a:gd name="f150" fmla="*/ f126 f64 1"/>
                                      <a:gd name="f151" fmla="*/ f127 f65 1"/>
                                      <a:gd name="f152" fmla="*/ f128 f64 1"/>
                                      <a:gd name="f153" fmla="*/ f129 f65 1"/>
                                      <a:gd name="f154" fmla="*/ f130 f64 1"/>
                                      <a:gd name="f155" fmla="*/ f131 f65 1"/>
                                      <a:gd name="f156" fmla="*/ f132 f64 1"/>
                                      <a:gd name="f157" fmla="*/ f133 f65 1"/>
                                      <a:gd name="f158" fmla="*/ f134 f64 1"/>
                                      <a:gd name="f159" fmla="*/ f135 f65 1"/>
                                      <a:gd name="f160" fmla="*/ f136 f64 1"/>
                                      <a:gd name="f161" fmla="*/ f137 f65 1"/>
                                      <a:gd name="f162" fmla="*/ f138 f64 1"/>
                                      <a:gd name="f163" fmla="*/ f139 f65 1"/>
                                    </a:gdLst>
                                    <a:ahLst/>
                                    <a:cxnLst>
                                      <a:cxn ang="3cd4">
                                        <a:pos x="hc" y="t"/>
                                      </a:cxn>
                                      <a:cxn ang="0">
                                        <a:pos x="r" y="vc"/>
                                      </a:cxn>
                                      <a:cxn ang="cd4">
                                        <a:pos x="hc" y="b"/>
                                      </a:cxn>
                                      <a:cxn ang="cd2">
                                        <a:pos x="l" y="vc"/>
                                      </a:cxn>
                                      <a:cxn ang="f95">
                                        <a:pos x="f144" y="f145"/>
                                      </a:cxn>
                                      <a:cxn ang="f95">
                                        <a:pos x="f146" y="f147"/>
                                      </a:cxn>
                                      <a:cxn ang="f95">
                                        <a:pos x="f148" y="f149"/>
                                      </a:cxn>
                                      <a:cxn ang="f95">
                                        <a:pos x="f150" y="f151"/>
                                      </a:cxn>
                                      <a:cxn ang="f95">
                                        <a:pos x="f152" y="f153"/>
                                      </a:cxn>
                                      <a:cxn ang="f95">
                                        <a:pos x="f154" y="f155"/>
                                      </a:cxn>
                                      <a:cxn ang="f95">
                                        <a:pos x="f156" y="f157"/>
                                      </a:cxn>
                                      <a:cxn ang="f95">
                                        <a:pos x="f158" y="f159"/>
                                      </a:cxn>
                                      <a:cxn ang="f95">
                                        <a:pos x="f160" y="f161"/>
                                      </a:cxn>
                                      <a:cxn ang="f95">
                                        <a:pos x="f162" y="f163"/>
                                      </a:cxn>
                                    </a:cxnLst>
                                    <a:rect l="f140" t="f143" r="f141" b="f142"/>
                                    <a:pathLst>
                                      <a:path w="1762053" h="3535020">
                                        <a:moveTo>
                                          <a:pt x="f8" y="f5"/>
                                        </a:moveTo>
                                        <a:cubicBezTo>
                                          <a:pt x="f9" y="f10"/>
                                          <a:pt x="f11" y="f12"/>
                                          <a:pt x="f13" y="f14"/>
                                        </a:cubicBezTo>
                                        <a:cubicBezTo>
                                          <a:pt x="f15" y="f16"/>
                                          <a:pt x="f17" y="f18"/>
                                          <a:pt x="f19" y="f20"/>
                                        </a:cubicBezTo>
                                        <a:cubicBezTo>
                                          <a:pt x="f21" y="f22"/>
                                          <a:pt x="f23" y="f24"/>
                                          <a:pt x="f25" y="f26"/>
                                        </a:cubicBezTo>
                                        <a:cubicBezTo>
                                          <a:pt x="f27" y="f28"/>
                                          <a:pt x="f29" y="f30"/>
                                          <a:pt x="f31" y="f32"/>
                                        </a:cubicBezTo>
                                        <a:cubicBezTo>
                                          <a:pt x="f33" y="f34"/>
                                          <a:pt x="f35" y="f36"/>
                                          <a:pt x="f37" y="f38"/>
                                        </a:cubicBezTo>
                                        <a:cubicBezTo>
                                          <a:pt x="f39" y="f40"/>
                                          <a:pt x="f41" y="f42"/>
                                          <a:pt x="f43" y="f44"/>
                                        </a:cubicBezTo>
                                        <a:cubicBezTo>
                                          <a:pt x="f45" y="f46"/>
                                          <a:pt x="f47" y="f48"/>
                                          <a:pt x="f49" y="f50"/>
                                        </a:cubicBezTo>
                                        <a:cubicBezTo>
                                          <a:pt x="f51" y="f52"/>
                                          <a:pt x="f53" y="f54"/>
                                          <a:pt x="f55" y="f56"/>
                                        </a:cubicBezTo>
                                        <a:cubicBezTo>
                                          <a:pt x="f57" y="f58"/>
                                          <a:pt x="f59" y="f60"/>
                                          <a:pt x="f61" y="f6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44450"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  <a:prstDash val="solid"/>
                                  </a:ln>
                                </wps:spPr>
                                <wps:bodyPr vert="horz" wrap="square" lIns="91440" tIns="45720" rIns="91440" bIns="45720" anchor="ctr" anchorCtr="1" compatLnSpc="1"/>
                              </wps:wsp>
                            </wpg:grpSp>
                            <wps:wsp>
                              <wps:cNvPr id="24" name="Freihandform 3"/>
                              <wps:cNvSpPr/>
                              <wps:spPr>
                                <a:xfrm>
                                  <a:off x="450595" y="2156965"/>
                                  <a:ext cx="2460347" cy="721732"/>
                                </a:xfrm>
                                <a:custGeom>
                                  <a:avLst/>
                                  <a:gdLst>
                                    <a:gd name="connsiteX0" fmla="*/ 0 w 2309961"/>
                                    <a:gd name="connsiteY0" fmla="*/ 631371 h 665242"/>
                                    <a:gd name="connsiteX1" fmla="*/ 108857 w 2309961"/>
                                    <a:gd name="connsiteY1" fmla="*/ 566057 h 665242"/>
                                    <a:gd name="connsiteX2" fmla="*/ 185057 w 2309961"/>
                                    <a:gd name="connsiteY2" fmla="*/ 511628 h 665242"/>
                                    <a:gd name="connsiteX3" fmla="*/ 293914 w 2309961"/>
                                    <a:gd name="connsiteY3" fmla="*/ 489857 h 665242"/>
                                    <a:gd name="connsiteX4" fmla="*/ 293914 w 2309961"/>
                                    <a:gd name="connsiteY4" fmla="*/ 489857 h 665242"/>
                                    <a:gd name="connsiteX5" fmla="*/ 370114 w 2309961"/>
                                    <a:gd name="connsiteY5" fmla="*/ 544285 h 665242"/>
                                    <a:gd name="connsiteX6" fmla="*/ 457200 w 2309961"/>
                                    <a:gd name="connsiteY6" fmla="*/ 489857 h 665242"/>
                                    <a:gd name="connsiteX7" fmla="*/ 674914 w 2309961"/>
                                    <a:gd name="connsiteY7" fmla="*/ 272143 h 665242"/>
                                    <a:gd name="connsiteX8" fmla="*/ 870857 w 2309961"/>
                                    <a:gd name="connsiteY8" fmla="*/ 217714 h 665242"/>
                                    <a:gd name="connsiteX9" fmla="*/ 1012371 w 2309961"/>
                                    <a:gd name="connsiteY9" fmla="*/ 261257 h 665242"/>
                                    <a:gd name="connsiteX10" fmla="*/ 1143000 w 2309961"/>
                                    <a:gd name="connsiteY10" fmla="*/ 283028 h 665242"/>
                                    <a:gd name="connsiteX11" fmla="*/ 1273629 w 2309961"/>
                                    <a:gd name="connsiteY11" fmla="*/ 185057 h 665242"/>
                                    <a:gd name="connsiteX12" fmla="*/ 1447800 w 2309961"/>
                                    <a:gd name="connsiteY12" fmla="*/ 76200 h 665242"/>
                                    <a:gd name="connsiteX13" fmla="*/ 1567543 w 2309961"/>
                                    <a:gd name="connsiteY13" fmla="*/ 97971 h 665242"/>
                                    <a:gd name="connsiteX14" fmla="*/ 1741714 w 2309961"/>
                                    <a:gd name="connsiteY14" fmla="*/ 185057 h 665242"/>
                                    <a:gd name="connsiteX15" fmla="*/ 1970314 w 2309961"/>
                                    <a:gd name="connsiteY15" fmla="*/ 43543 h 665242"/>
                                    <a:gd name="connsiteX16" fmla="*/ 2035629 w 2309961"/>
                                    <a:gd name="connsiteY16" fmla="*/ 0 h 665242"/>
                                    <a:gd name="connsiteX17" fmla="*/ 2198914 w 2309961"/>
                                    <a:gd name="connsiteY17" fmla="*/ 43543 h 665242"/>
                                    <a:gd name="connsiteX18" fmla="*/ 2296886 w 2309961"/>
                                    <a:gd name="connsiteY18" fmla="*/ 206828 h 665242"/>
                                    <a:gd name="connsiteX19" fmla="*/ 2307771 w 2309961"/>
                                    <a:gd name="connsiteY19" fmla="*/ 195943 h 665242"/>
                                    <a:gd name="connsiteX20" fmla="*/ 2286000 w 2309961"/>
                                    <a:gd name="connsiteY20" fmla="*/ 261257 h 665242"/>
                                    <a:gd name="connsiteX21" fmla="*/ 2166257 w 2309961"/>
                                    <a:gd name="connsiteY21" fmla="*/ 348343 h 665242"/>
                                    <a:gd name="connsiteX22" fmla="*/ 2090057 w 2309961"/>
                                    <a:gd name="connsiteY22" fmla="*/ 359228 h 665242"/>
                                    <a:gd name="connsiteX23" fmla="*/ 1992086 w 2309961"/>
                                    <a:gd name="connsiteY23" fmla="*/ 391885 h 665242"/>
                                    <a:gd name="connsiteX24" fmla="*/ 1730829 w 2309961"/>
                                    <a:gd name="connsiteY24" fmla="*/ 370114 h 665242"/>
                                    <a:gd name="connsiteX25" fmla="*/ 1567543 w 2309961"/>
                                    <a:gd name="connsiteY25" fmla="*/ 446314 h 665242"/>
                                    <a:gd name="connsiteX26" fmla="*/ 1447800 w 2309961"/>
                                    <a:gd name="connsiteY26" fmla="*/ 511628 h 665242"/>
                                    <a:gd name="connsiteX27" fmla="*/ 1230086 w 2309961"/>
                                    <a:gd name="connsiteY27" fmla="*/ 468085 h 665242"/>
                                    <a:gd name="connsiteX28" fmla="*/ 1143000 w 2309961"/>
                                    <a:gd name="connsiteY28" fmla="*/ 468085 h 665242"/>
                                    <a:gd name="connsiteX29" fmla="*/ 1066800 w 2309961"/>
                                    <a:gd name="connsiteY29" fmla="*/ 533400 h 665242"/>
                                    <a:gd name="connsiteX30" fmla="*/ 968829 w 2309961"/>
                                    <a:gd name="connsiteY30" fmla="*/ 609600 h 665242"/>
                                    <a:gd name="connsiteX31" fmla="*/ 729343 w 2309961"/>
                                    <a:gd name="connsiteY31" fmla="*/ 653143 h 665242"/>
                                    <a:gd name="connsiteX32" fmla="*/ 729343 w 2309961"/>
                                    <a:gd name="connsiteY32" fmla="*/ 653143 h 665242"/>
                                    <a:gd name="connsiteX33" fmla="*/ 707571 w 2309961"/>
                                    <a:gd name="connsiteY33" fmla="*/ 653143 h 665242"/>
                                    <a:gd name="connsiteX34" fmla="*/ 620486 w 2309961"/>
                                    <a:gd name="connsiteY34" fmla="*/ 664028 h 665242"/>
                                    <a:gd name="connsiteX35" fmla="*/ 500743 w 2309961"/>
                                    <a:gd name="connsiteY35" fmla="*/ 620485 h 665242"/>
                                    <a:gd name="connsiteX36" fmla="*/ 391886 w 2309961"/>
                                    <a:gd name="connsiteY36" fmla="*/ 631371 h 665242"/>
                                    <a:gd name="connsiteX37" fmla="*/ 293914 w 2309961"/>
                                    <a:gd name="connsiteY37" fmla="*/ 587828 h 665242"/>
                                    <a:gd name="connsiteX38" fmla="*/ 250371 w 2309961"/>
                                    <a:gd name="connsiteY38" fmla="*/ 587828 h 665242"/>
                                    <a:gd name="connsiteX0" fmla="*/ 0 w 2309961"/>
                                    <a:gd name="connsiteY0" fmla="*/ 631371 h 718456"/>
                                    <a:gd name="connsiteX1" fmla="*/ 108857 w 2309961"/>
                                    <a:gd name="connsiteY1" fmla="*/ 566057 h 718456"/>
                                    <a:gd name="connsiteX2" fmla="*/ 185057 w 2309961"/>
                                    <a:gd name="connsiteY2" fmla="*/ 511628 h 718456"/>
                                    <a:gd name="connsiteX3" fmla="*/ 293914 w 2309961"/>
                                    <a:gd name="connsiteY3" fmla="*/ 489857 h 718456"/>
                                    <a:gd name="connsiteX4" fmla="*/ 293914 w 2309961"/>
                                    <a:gd name="connsiteY4" fmla="*/ 489857 h 718456"/>
                                    <a:gd name="connsiteX5" fmla="*/ 370114 w 2309961"/>
                                    <a:gd name="connsiteY5" fmla="*/ 544285 h 718456"/>
                                    <a:gd name="connsiteX6" fmla="*/ 457200 w 2309961"/>
                                    <a:gd name="connsiteY6" fmla="*/ 489857 h 718456"/>
                                    <a:gd name="connsiteX7" fmla="*/ 674914 w 2309961"/>
                                    <a:gd name="connsiteY7" fmla="*/ 272143 h 718456"/>
                                    <a:gd name="connsiteX8" fmla="*/ 870857 w 2309961"/>
                                    <a:gd name="connsiteY8" fmla="*/ 217714 h 718456"/>
                                    <a:gd name="connsiteX9" fmla="*/ 1012371 w 2309961"/>
                                    <a:gd name="connsiteY9" fmla="*/ 261257 h 718456"/>
                                    <a:gd name="connsiteX10" fmla="*/ 1143000 w 2309961"/>
                                    <a:gd name="connsiteY10" fmla="*/ 283028 h 718456"/>
                                    <a:gd name="connsiteX11" fmla="*/ 1273629 w 2309961"/>
                                    <a:gd name="connsiteY11" fmla="*/ 185057 h 718456"/>
                                    <a:gd name="connsiteX12" fmla="*/ 1447800 w 2309961"/>
                                    <a:gd name="connsiteY12" fmla="*/ 76200 h 718456"/>
                                    <a:gd name="connsiteX13" fmla="*/ 1567543 w 2309961"/>
                                    <a:gd name="connsiteY13" fmla="*/ 97971 h 718456"/>
                                    <a:gd name="connsiteX14" fmla="*/ 1741714 w 2309961"/>
                                    <a:gd name="connsiteY14" fmla="*/ 185057 h 718456"/>
                                    <a:gd name="connsiteX15" fmla="*/ 1970314 w 2309961"/>
                                    <a:gd name="connsiteY15" fmla="*/ 43543 h 718456"/>
                                    <a:gd name="connsiteX16" fmla="*/ 2035629 w 2309961"/>
                                    <a:gd name="connsiteY16" fmla="*/ 0 h 718456"/>
                                    <a:gd name="connsiteX17" fmla="*/ 2198914 w 2309961"/>
                                    <a:gd name="connsiteY17" fmla="*/ 43543 h 718456"/>
                                    <a:gd name="connsiteX18" fmla="*/ 2296886 w 2309961"/>
                                    <a:gd name="connsiteY18" fmla="*/ 206828 h 718456"/>
                                    <a:gd name="connsiteX19" fmla="*/ 2307771 w 2309961"/>
                                    <a:gd name="connsiteY19" fmla="*/ 195943 h 718456"/>
                                    <a:gd name="connsiteX20" fmla="*/ 2286000 w 2309961"/>
                                    <a:gd name="connsiteY20" fmla="*/ 261257 h 718456"/>
                                    <a:gd name="connsiteX21" fmla="*/ 2166257 w 2309961"/>
                                    <a:gd name="connsiteY21" fmla="*/ 348343 h 718456"/>
                                    <a:gd name="connsiteX22" fmla="*/ 2090057 w 2309961"/>
                                    <a:gd name="connsiteY22" fmla="*/ 359228 h 718456"/>
                                    <a:gd name="connsiteX23" fmla="*/ 1992086 w 2309961"/>
                                    <a:gd name="connsiteY23" fmla="*/ 391885 h 718456"/>
                                    <a:gd name="connsiteX24" fmla="*/ 1730829 w 2309961"/>
                                    <a:gd name="connsiteY24" fmla="*/ 370114 h 718456"/>
                                    <a:gd name="connsiteX25" fmla="*/ 1567543 w 2309961"/>
                                    <a:gd name="connsiteY25" fmla="*/ 446314 h 718456"/>
                                    <a:gd name="connsiteX26" fmla="*/ 1447800 w 2309961"/>
                                    <a:gd name="connsiteY26" fmla="*/ 511628 h 718456"/>
                                    <a:gd name="connsiteX27" fmla="*/ 1230086 w 2309961"/>
                                    <a:gd name="connsiteY27" fmla="*/ 468085 h 718456"/>
                                    <a:gd name="connsiteX28" fmla="*/ 1143000 w 2309961"/>
                                    <a:gd name="connsiteY28" fmla="*/ 468085 h 718456"/>
                                    <a:gd name="connsiteX29" fmla="*/ 1066800 w 2309961"/>
                                    <a:gd name="connsiteY29" fmla="*/ 533400 h 718456"/>
                                    <a:gd name="connsiteX30" fmla="*/ 968829 w 2309961"/>
                                    <a:gd name="connsiteY30" fmla="*/ 609600 h 718456"/>
                                    <a:gd name="connsiteX31" fmla="*/ 729343 w 2309961"/>
                                    <a:gd name="connsiteY31" fmla="*/ 653143 h 718456"/>
                                    <a:gd name="connsiteX32" fmla="*/ 729343 w 2309961"/>
                                    <a:gd name="connsiteY32" fmla="*/ 653143 h 718456"/>
                                    <a:gd name="connsiteX33" fmla="*/ 707571 w 2309961"/>
                                    <a:gd name="connsiteY33" fmla="*/ 653143 h 718456"/>
                                    <a:gd name="connsiteX34" fmla="*/ 620486 w 2309961"/>
                                    <a:gd name="connsiteY34" fmla="*/ 664028 h 718456"/>
                                    <a:gd name="connsiteX35" fmla="*/ 500743 w 2309961"/>
                                    <a:gd name="connsiteY35" fmla="*/ 620485 h 718456"/>
                                    <a:gd name="connsiteX36" fmla="*/ 391886 w 2309961"/>
                                    <a:gd name="connsiteY36" fmla="*/ 631371 h 718456"/>
                                    <a:gd name="connsiteX37" fmla="*/ 293914 w 2309961"/>
                                    <a:gd name="connsiteY37" fmla="*/ 587828 h 718456"/>
                                    <a:gd name="connsiteX38" fmla="*/ 10886 w 2309961"/>
                                    <a:gd name="connsiteY38" fmla="*/ 718456 h 718456"/>
                                    <a:gd name="connsiteX0" fmla="*/ 0 w 2309961"/>
                                    <a:gd name="connsiteY0" fmla="*/ 631371 h 718456"/>
                                    <a:gd name="connsiteX1" fmla="*/ 185057 w 2309961"/>
                                    <a:gd name="connsiteY1" fmla="*/ 511628 h 718456"/>
                                    <a:gd name="connsiteX2" fmla="*/ 293914 w 2309961"/>
                                    <a:gd name="connsiteY2" fmla="*/ 489857 h 718456"/>
                                    <a:gd name="connsiteX3" fmla="*/ 293914 w 2309961"/>
                                    <a:gd name="connsiteY3" fmla="*/ 489857 h 718456"/>
                                    <a:gd name="connsiteX4" fmla="*/ 370114 w 2309961"/>
                                    <a:gd name="connsiteY4" fmla="*/ 544285 h 718456"/>
                                    <a:gd name="connsiteX5" fmla="*/ 457200 w 2309961"/>
                                    <a:gd name="connsiteY5" fmla="*/ 489857 h 718456"/>
                                    <a:gd name="connsiteX6" fmla="*/ 674914 w 2309961"/>
                                    <a:gd name="connsiteY6" fmla="*/ 272143 h 718456"/>
                                    <a:gd name="connsiteX7" fmla="*/ 870857 w 2309961"/>
                                    <a:gd name="connsiteY7" fmla="*/ 217714 h 718456"/>
                                    <a:gd name="connsiteX8" fmla="*/ 1012371 w 2309961"/>
                                    <a:gd name="connsiteY8" fmla="*/ 261257 h 718456"/>
                                    <a:gd name="connsiteX9" fmla="*/ 1143000 w 2309961"/>
                                    <a:gd name="connsiteY9" fmla="*/ 283028 h 718456"/>
                                    <a:gd name="connsiteX10" fmla="*/ 1273629 w 2309961"/>
                                    <a:gd name="connsiteY10" fmla="*/ 185057 h 718456"/>
                                    <a:gd name="connsiteX11" fmla="*/ 1447800 w 2309961"/>
                                    <a:gd name="connsiteY11" fmla="*/ 76200 h 718456"/>
                                    <a:gd name="connsiteX12" fmla="*/ 1567543 w 2309961"/>
                                    <a:gd name="connsiteY12" fmla="*/ 97971 h 718456"/>
                                    <a:gd name="connsiteX13" fmla="*/ 1741714 w 2309961"/>
                                    <a:gd name="connsiteY13" fmla="*/ 185057 h 718456"/>
                                    <a:gd name="connsiteX14" fmla="*/ 1970314 w 2309961"/>
                                    <a:gd name="connsiteY14" fmla="*/ 43543 h 718456"/>
                                    <a:gd name="connsiteX15" fmla="*/ 2035629 w 2309961"/>
                                    <a:gd name="connsiteY15" fmla="*/ 0 h 718456"/>
                                    <a:gd name="connsiteX16" fmla="*/ 2198914 w 2309961"/>
                                    <a:gd name="connsiteY16" fmla="*/ 43543 h 718456"/>
                                    <a:gd name="connsiteX17" fmla="*/ 2296886 w 2309961"/>
                                    <a:gd name="connsiteY17" fmla="*/ 206828 h 718456"/>
                                    <a:gd name="connsiteX18" fmla="*/ 2307771 w 2309961"/>
                                    <a:gd name="connsiteY18" fmla="*/ 195943 h 718456"/>
                                    <a:gd name="connsiteX19" fmla="*/ 2286000 w 2309961"/>
                                    <a:gd name="connsiteY19" fmla="*/ 261257 h 718456"/>
                                    <a:gd name="connsiteX20" fmla="*/ 2166257 w 2309961"/>
                                    <a:gd name="connsiteY20" fmla="*/ 348343 h 718456"/>
                                    <a:gd name="connsiteX21" fmla="*/ 2090057 w 2309961"/>
                                    <a:gd name="connsiteY21" fmla="*/ 359228 h 718456"/>
                                    <a:gd name="connsiteX22" fmla="*/ 1992086 w 2309961"/>
                                    <a:gd name="connsiteY22" fmla="*/ 391885 h 718456"/>
                                    <a:gd name="connsiteX23" fmla="*/ 1730829 w 2309961"/>
                                    <a:gd name="connsiteY23" fmla="*/ 370114 h 718456"/>
                                    <a:gd name="connsiteX24" fmla="*/ 1567543 w 2309961"/>
                                    <a:gd name="connsiteY24" fmla="*/ 446314 h 718456"/>
                                    <a:gd name="connsiteX25" fmla="*/ 1447800 w 2309961"/>
                                    <a:gd name="connsiteY25" fmla="*/ 511628 h 718456"/>
                                    <a:gd name="connsiteX26" fmla="*/ 1230086 w 2309961"/>
                                    <a:gd name="connsiteY26" fmla="*/ 468085 h 718456"/>
                                    <a:gd name="connsiteX27" fmla="*/ 1143000 w 2309961"/>
                                    <a:gd name="connsiteY27" fmla="*/ 468085 h 718456"/>
                                    <a:gd name="connsiteX28" fmla="*/ 1066800 w 2309961"/>
                                    <a:gd name="connsiteY28" fmla="*/ 533400 h 718456"/>
                                    <a:gd name="connsiteX29" fmla="*/ 968829 w 2309961"/>
                                    <a:gd name="connsiteY29" fmla="*/ 609600 h 718456"/>
                                    <a:gd name="connsiteX30" fmla="*/ 729343 w 2309961"/>
                                    <a:gd name="connsiteY30" fmla="*/ 653143 h 718456"/>
                                    <a:gd name="connsiteX31" fmla="*/ 729343 w 2309961"/>
                                    <a:gd name="connsiteY31" fmla="*/ 653143 h 718456"/>
                                    <a:gd name="connsiteX32" fmla="*/ 707571 w 2309961"/>
                                    <a:gd name="connsiteY32" fmla="*/ 653143 h 718456"/>
                                    <a:gd name="connsiteX33" fmla="*/ 620486 w 2309961"/>
                                    <a:gd name="connsiteY33" fmla="*/ 664028 h 718456"/>
                                    <a:gd name="connsiteX34" fmla="*/ 500743 w 2309961"/>
                                    <a:gd name="connsiteY34" fmla="*/ 620485 h 718456"/>
                                    <a:gd name="connsiteX35" fmla="*/ 391886 w 2309961"/>
                                    <a:gd name="connsiteY35" fmla="*/ 631371 h 718456"/>
                                    <a:gd name="connsiteX36" fmla="*/ 293914 w 2309961"/>
                                    <a:gd name="connsiteY36" fmla="*/ 587828 h 718456"/>
                                    <a:gd name="connsiteX37" fmla="*/ 10886 w 2309961"/>
                                    <a:gd name="connsiteY37" fmla="*/ 718456 h 718456"/>
                                    <a:gd name="connsiteX0" fmla="*/ 0 w 2309961"/>
                                    <a:gd name="connsiteY0" fmla="*/ 631371 h 718456"/>
                                    <a:gd name="connsiteX1" fmla="*/ 185057 w 2309961"/>
                                    <a:gd name="connsiteY1" fmla="*/ 511628 h 718456"/>
                                    <a:gd name="connsiteX2" fmla="*/ 293914 w 2309961"/>
                                    <a:gd name="connsiteY2" fmla="*/ 489857 h 718456"/>
                                    <a:gd name="connsiteX3" fmla="*/ 293914 w 2309961"/>
                                    <a:gd name="connsiteY3" fmla="*/ 489857 h 718456"/>
                                    <a:gd name="connsiteX4" fmla="*/ 402771 w 2309961"/>
                                    <a:gd name="connsiteY4" fmla="*/ 468085 h 718456"/>
                                    <a:gd name="connsiteX5" fmla="*/ 457200 w 2309961"/>
                                    <a:gd name="connsiteY5" fmla="*/ 489857 h 718456"/>
                                    <a:gd name="connsiteX6" fmla="*/ 674914 w 2309961"/>
                                    <a:gd name="connsiteY6" fmla="*/ 272143 h 718456"/>
                                    <a:gd name="connsiteX7" fmla="*/ 870857 w 2309961"/>
                                    <a:gd name="connsiteY7" fmla="*/ 217714 h 718456"/>
                                    <a:gd name="connsiteX8" fmla="*/ 1012371 w 2309961"/>
                                    <a:gd name="connsiteY8" fmla="*/ 261257 h 718456"/>
                                    <a:gd name="connsiteX9" fmla="*/ 1143000 w 2309961"/>
                                    <a:gd name="connsiteY9" fmla="*/ 283028 h 718456"/>
                                    <a:gd name="connsiteX10" fmla="*/ 1273629 w 2309961"/>
                                    <a:gd name="connsiteY10" fmla="*/ 185057 h 718456"/>
                                    <a:gd name="connsiteX11" fmla="*/ 1447800 w 2309961"/>
                                    <a:gd name="connsiteY11" fmla="*/ 76200 h 718456"/>
                                    <a:gd name="connsiteX12" fmla="*/ 1567543 w 2309961"/>
                                    <a:gd name="connsiteY12" fmla="*/ 97971 h 718456"/>
                                    <a:gd name="connsiteX13" fmla="*/ 1741714 w 2309961"/>
                                    <a:gd name="connsiteY13" fmla="*/ 185057 h 718456"/>
                                    <a:gd name="connsiteX14" fmla="*/ 1970314 w 2309961"/>
                                    <a:gd name="connsiteY14" fmla="*/ 43543 h 718456"/>
                                    <a:gd name="connsiteX15" fmla="*/ 2035629 w 2309961"/>
                                    <a:gd name="connsiteY15" fmla="*/ 0 h 718456"/>
                                    <a:gd name="connsiteX16" fmla="*/ 2198914 w 2309961"/>
                                    <a:gd name="connsiteY16" fmla="*/ 43543 h 718456"/>
                                    <a:gd name="connsiteX17" fmla="*/ 2296886 w 2309961"/>
                                    <a:gd name="connsiteY17" fmla="*/ 206828 h 718456"/>
                                    <a:gd name="connsiteX18" fmla="*/ 2307771 w 2309961"/>
                                    <a:gd name="connsiteY18" fmla="*/ 195943 h 718456"/>
                                    <a:gd name="connsiteX19" fmla="*/ 2286000 w 2309961"/>
                                    <a:gd name="connsiteY19" fmla="*/ 261257 h 718456"/>
                                    <a:gd name="connsiteX20" fmla="*/ 2166257 w 2309961"/>
                                    <a:gd name="connsiteY20" fmla="*/ 348343 h 718456"/>
                                    <a:gd name="connsiteX21" fmla="*/ 2090057 w 2309961"/>
                                    <a:gd name="connsiteY21" fmla="*/ 359228 h 718456"/>
                                    <a:gd name="connsiteX22" fmla="*/ 1992086 w 2309961"/>
                                    <a:gd name="connsiteY22" fmla="*/ 391885 h 718456"/>
                                    <a:gd name="connsiteX23" fmla="*/ 1730829 w 2309961"/>
                                    <a:gd name="connsiteY23" fmla="*/ 370114 h 718456"/>
                                    <a:gd name="connsiteX24" fmla="*/ 1567543 w 2309961"/>
                                    <a:gd name="connsiteY24" fmla="*/ 446314 h 718456"/>
                                    <a:gd name="connsiteX25" fmla="*/ 1447800 w 2309961"/>
                                    <a:gd name="connsiteY25" fmla="*/ 511628 h 718456"/>
                                    <a:gd name="connsiteX26" fmla="*/ 1230086 w 2309961"/>
                                    <a:gd name="connsiteY26" fmla="*/ 468085 h 718456"/>
                                    <a:gd name="connsiteX27" fmla="*/ 1143000 w 2309961"/>
                                    <a:gd name="connsiteY27" fmla="*/ 468085 h 718456"/>
                                    <a:gd name="connsiteX28" fmla="*/ 1066800 w 2309961"/>
                                    <a:gd name="connsiteY28" fmla="*/ 533400 h 718456"/>
                                    <a:gd name="connsiteX29" fmla="*/ 968829 w 2309961"/>
                                    <a:gd name="connsiteY29" fmla="*/ 609600 h 718456"/>
                                    <a:gd name="connsiteX30" fmla="*/ 729343 w 2309961"/>
                                    <a:gd name="connsiteY30" fmla="*/ 653143 h 718456"/>
                                    <a:gd name="connsiteX31" fmla="*/ 729343 w 2309961"/>
                                    <a:gd name="connsiteY31" fmla="*/ 653143 h 718456"/>
                                    <a:gd name="connsiteX32" fmla="*/ 707571 w 2309961"/>
                                    <a:gd name="connsiteY32" fmla="*/ 653143 h 718456"/>
                                    <a:gd name="connsiteX33" fmla="*/ 620486 w 2309961"/>
                                    <a:gd name="connsiteY33" fmla="*/ 664028 h 718456"/>
                                    <a:gd name="connsiteX34" fmla="*/ 500743 w 2309961"/>
                                    <a:gd name="connsiteY34" fmla="*/ 620485 h 718456"/>
                                    <a:gd name="connsiteX35" fmla="*/ 391886 w 2309961"/>
                                    <a:gd name="connsiteY35" fmla="*/ 631371 h 718456"/>
                                    <a:gd name="connsiteX36" fmla="*/ 293914 w 2309961"/>
                                    <a:gd name="connsiteY36" fmla="*/ 587828 h 718456"/>
                                    <a:gd name="connsiteX37" fmla="*/ 10886 w 2309961"/>
                                    <a:gd name="connsiteY37" fmla="*/ 718456 h 718456"/>
                                    <a:gd name="connsiteX0" fmla="*/ 0 w 2309961"/>
                                    <a:gd name="connsiteY0" fmla="*/ 631371 h 718456"/>
                                    <a:gd name="connsiteX1" fmla="*/ 185057 w 2309961"/>
                                    <a:gd name="connsiteY1" fmla="*/ 511628 h 718456"/>
                                    <a:gd name="connsiteX2" fmla="*/ 293914 w 2309961"/>
                                    <a:gd name="connsiteY2" fmla="*/ 489857 h 718456"/>
                                    <a:gd name="connsiteX3" fmla="*/ 293914 w 2309961"/>
                                    <a:gd name="connsiteY3" fmla="*/ 489857 h 718456"/>
                                    <a:gd name="connsiteX4" fmla="*/ 457200 w 2309961"/>
                                    <a:gd name="connsiteY4" fmla="*/ 489857 h 718456"/>
                                    <a:gd name="connsiteX5" fmla="*/ 674914 w 2309961"/>
                                    <a:gd name="connsiteY5" fmla="*/ 272143 h 718456"/>
                                    <a:gd name="connsiteX6" fmla="*/ 870857 w 2309961"/>
                                    <a:gd name="connsiteY6" fmla="*/ 217714 h 718456"/>
                                    <a:gd name="connsiteX7" fmla="*/ 1012371 w 2309961"/>
                                    <a:gd name="connsiteY7" fmla="*/ 261257 h 718456"/>
                                    <a:gd name="connsiteX8" fmla="*/ 1143000 w 2309961"/>
                                    <a:gd name="connsiteY8" fmla="*/ 283028 h 718456"/>
                                    <a:gd name="connsiteX9" fmla="*/ 1273629 w 2309961"/>
                                    <a:gd name="connsiteY9" fmla="*/ 185057 h 718456"/>
                                    <a:gd name="connsiteX10" fmla="*/ 1447800 w 2309961"/>
                                    <a:gd name="connsiteY10" fmla="*/ 76200 h 718456"/>
                                    <a:gd name="connsiteX11" fmla="*/ 1567543 w 2309961"/>
                                    <a:gd name="connsiteY11" fmla="*/ 97971 h 718456"/>
                                    <a:gd name="connsiteX12" fmla="*/ 1741714 w 2309961"/>
                                    <a:gd name="connsiteY12" fmla="*/ 185057 h 718456"/>
                                    <a:gd name="connsiteX13" fmla="*/ 1970314 w 2309961"/>
                                    <a:gd name="connsiteY13" fmla="*/ 43543 h 718456"/>
                                    <a:gd name="connsiteX14" fmla="*/ 2035629 w 2309961"/>
                                    <a:gd name="connsiteY14" fmla="*/ 0 h 718456"/>
                                    <a:gd name="connsiteX15" fmla="*/ 2198914 w 2309961"/>
                                    <a:gd name="connsiteY15" fmla="*/ 43543 h 718456"/>
                                    <a:gd name="connsiteX16" fmla="*/ 2296886 w 2309961"/>
                                    <a:gd name="connsiteY16" fmla="*/ 206828 h 718456"/>
                                    <a:gd name="connsiteX17" fmla="*/ 2307771 w 2309961"/>
                                    <a:gd name="connsiteY17" fmla="*/ 195943 h 718456"/>
                                    <a:gd name="connsiteX18" fmla="*/ 2286000 w 2309961"/>
                                    <a:gd name="connsiteY18" fmla="*/ 261257 h 718456"/>
                                    <a:gd name="connsiteX19" fmla="*/ 2166257 w 2309961"/>
                                    <a:gd name="connsiteY19" fmla="*/ 348343 h 718456"/>
                                    <a:gd name="connsiteX20" fmla="*/ 2090057 w 2309961"/>
                                    <a:gd name="connsiteY20" fmla="*/ 359228 h 718456"/>
                                    <a:gd name="connsiteX21" fmla="*/ 1992086 w 2309961"/>
                                    <a:gd name="connsiteY21" fmla="*/ 391885 h 718456"/>
                                    <a:gd name="connsiteX22" fmla="*/ 1730829 w 2309961"/>
                                    <a:gd name="connsiteY22" fmla="*/ 370114 h 718456"/>
                                    <a:gd name="connsiteX23" fmla="*/ 1567543 w 2309961"/>
                                    <a:gd name="connsiteY23" fmla="*/ 446314 h 718456"/>
                                    <a:gd name="connsiteX24" fmla="*/ 1447800 w 2309961"/>
                                    <a:gd name="connsiteY24" fmla="*/ 511628 h 718456"/>
                                    <a:gd name="connsiteX25" fmla="*/ 1230086 w 2309961"/>
                                    <a:gd name="connsiteY25" fmla="*/ 468085 h 718456"/>
                                    <a:gd name="connsiteX26" fmla="*/ 1143000 w 2309961"/>
                                    <a:gd name="connsiteY26" fmla="*/ 468085 h 718456"/>
                                    <a:gd name="connsiteX27" fmla="*/ 1066800 w 2309961"/>
                                    <a:gd name="connsiteY27" fmla="*/ 533400 h 718456"/>
                                    <a:gd name="connsiteX28" fmla="*/ 968829 w 2309961"/>
                                    <a:gd name="connsiteY28" fmla="*/ 609600 h 718456"/>
                                    <a:gd name="connsiteX29" fmla="*/ 729343 w 2309961"/>
                                    <a:gd name="connsiteY29" fmla="*/ 653143 h 718456"/>
                                    <a:gd name="connsiteX30" fmla="*/ 729343 w 2309961"/>
                                    <a:gd name="connsiteY30" fmla="*/ 653143 h 718456"/>
                                    <a:gd name="connsiteX31" fmla="*/ 707571 w 2309961"/>
                                    <a:gd name="connsiteY31" fmla="*/ 653143 h 718456"/>
                                    <a:gd name="connsiteX32" fmla="*/ 620486 w 2309961"/>
                                    <a:gd name="connsiteY32" fmla="*/ 664028 h 718456"/>
                                    <a:gd name="connsiteX33" fmla="*/ 500743 w 2309961"/>
                                    <a:gd name="connsiteY33" fmla="*/ 620485 h 718456"/>
                                    <a:gd name="connsiteX34" fmla="*/ 391886 w 2309961"/>
                                    <a:gd name="connsiteY34" fmla="*/ 631371 h 718456"/>
                                    <a:gd name="connsiteX35" fmla="*/ 293914 w 2309961"/>
                                    <a:gd name="connsiteY35" fmla="*/ 587828 h 718456"/>
                                    <a:gd name="connsiteX36" fmla="*/ 10886 w 2309961"/>
                                    <a:gd name="connsiteY36" fmla="*/ 718456 h 718456"/>
                                    <a:gd name="connsiteX0" fmla="*/ 0 w 2309961"/>
                                    <a:gd name="connsiteY0" fmla="*/ 631371 h 718456"/>
                                    <a:gd name="connsiteX1" fmla="*/ 185057 w 2309961"/>
                                    <a:gd name="connsiteY1" fmla="*/ 511628 h 718456"/>
                                    <a:gd name="connsiteX2" fmla="*/ 293914 w 2309961"/>
                                    <a:gd name="connsiteY2" fmla="*/ 489857 h 718456"/>
                                    <a:gd name="connsiteX3" fmla="*/ 293914 w 2309961"/>
                                    <a:gd name="connsiteY3" fmla="*/ 489857 h 718456"/>
                                    <a:gd name="connsiteX4" fmla="*/ 457200 w 2309961"/>
                                    <a:gd name="connsiteY4" fmla="*/ 489857 h 718456"/>
                                    <a:gd name="connsiteX5" fmla="*/ 620486 w 2309961"/>
                                    <a:gd name="connsiteY5" fmla="*/ 337458 h 718456"/>
                                    <a:gd name="connsiteX6" fmla="*/ 870857 w 2309961"/>
                                    <a:gd name="connsiteY6" fmla="*/ 217714 h 718456"/>
                                    <a:gd name="connsiteX7" fmla="*/ 1012371 w 2309961"/>
                                    <a:gd name="connsiteY7" fmla="*/ 261257 h 718456"/>
                                    <a:gd name="connsiteX8" fmla="*/ 1143000 w 2309961"/>
                                    <a:gd name="connsiteY8" fmla="*/ 283028 h 718456"/>
                                    <a:gd name="connsiteX9" fmla="*/ 1273629 w 2309961"/>
                                    <a:gd name="connsiteY9" fmla="*/ 185057 h 718456"/>
                                    <a:gd name="connsiteX10" fmla="*/ 1447800 w 2309961"/>
                                    <a:gd name="connsiteY10" fmla="*/ 76200 h 718456"/>
                                    <a:gd name="connsiteX11" fmla="*/ 1567543 w 2309961"/>
                                    <a:gd name="connsiteY11" fmla="*/ 97971 h 718456"/>
                                    <a:gd name="connsiteX12" fmla="*/ 1741714 w 2309961"/>
                                    <a:gd name="connsiteY12" fmla="*/ 185057 h 718456"/>
                                    <a:gd name="connsiteX13" fmla="*/ 1970314 w 2309961"/>
                                    <a:gd name="connsiteY13" fmla="*/ 43543 h 718456"/>
                                    <a:gd name="connsiteX14" fmla="*/ 2035629 w 2309961"/>
                                    <a:gd name="connsiteY14" fmla="*/ 0 h 718456"/>
                                    <a:gd name="connsiteX15" fmla="*/ 2198914 w 2309961"/>
                                    <a:gd name="connsiteY15" fmla="*/ 43543 h 718456"/>
                                    <a:gd name="connsiteX16" fmla="*/ 2296886 w 2309961"/>
                                    <a:gd name="connsiteY16" fmla="*/ 206828 h 718456"/>
                                    <a:gd name="connsiteX17" fmla="*/ 2307771 w 2309961"/>
                                    <a:gd name="connsiteY17" fmla="*/ 195943 h 718456"/>
                                    <a:gd name="connsiteX18" fmla="*/ 2286000 w 2309961"/>
                                    <a:gd name="connsiteY18" fmla="*/ 261257 h 718456"/>
                                    <a:gd name="connsiteX19" fmla="*/ 2166257 w 2309961"/>
                                    <a:gd name="connsiteY19" fmla="*/ 348343 h 718456"/>
                                    <a:gd name="connsiteX20" fmla="*/ 2090057 w 2309961"/>
                                    <a:gd name="connsiteY20" fmla="*/ 359228 h 718456"/>
                                    <a:gd name="connsiteX21" fmla="*/ 1992086 w 2309961"/>
                                    <a:gd name="connsiteY21" fmla="*/ 391885 h 718456"/>
                                    <a:gd name="connsiteX22" fmla="*/ 1730829 w 2309961"/>
                                    <a:gd name="connsiteY22" fmla="*/ 370114 h 718456"/>
                                    <a:gd name="connsiteX23" fmla="*/ 1567543 w 2309961"/>
                                    <a:gd name="connsiteY23" fmla="*/ 446314 h 718456"/>
                                    <a:gd name="connsiteX24" fmla="*/ 1447800 w 2309961"/>
                                    <a:gd name="connsiteY24" fmla="*/ 511628 h 718456"/>
                                    <a:gd name="connsiteX25" fmla="*/ 1230086 w 2309961"/>
                                    <a:gd name="connsiteY25" fmla="*/ 468085 h 718456"/>
                                    <a:gd name="connsiteX26" fmla="*/ 1143000 w 2309961"/>
                                    <a:gd name="connsiteY26" fmla="*/ 468085 h 718456"/>
                                    <a:gd name="connsiteX27" fmla="*/ 1066800 w 2309961"/>
                                    <a:gd name="connsiteY27" fmla="*/ 533400 h 718456"/>
                                    <a:gd name="connsiteX28" fmla="*/ 968829 w 2309961"/>
                                    <a:gd name="connsiteY28" fmla="*/ 609600 h 718456"/>
                                    <a:gd name="connsiteX29" fmla="*/ 729343 w 2309961"/>
                                    <a:gd name="connsiteY29" fmla="*/ 653143 h 718456"/>
                                    <a:gd name="connsiteX30" fmla="*/ 729343 w 2309961"/>
                                    <a:gd name="connsiteY30" fmla="*/ 653143 h 718456"/>
                                    <a:gd name="connsiteX31" fmla="*/ 707571 w 2309961"/>
                                    <a:gd name="connsiteY31" fmla="*/ 653143 h 718456"/>
                                    <a:gd name="connsiteX32" fmla="*/ 620486 w 2309961"/>
                                    <a:gd name="connsiteY32" fmla="*/ 664028 h 718456"/>
                                    <a:gd name="connsiteX33" fmla="*/ 500743 w 2309961"/>
                                    <a:gd name="connsiteY33" fmla="*/ 620485 h 718456"/>
                                    <a:gd name="connsiteX34" fmla="*/ 391886 w 2309961"/>
                                    <a:gd name="connsiteY34" fmla="*/ 631371 h 718456"/>
                                    <a:gd name="connsiteX35" fmla="*/ 293914 w 2309961"/>
                                    <a:gd name="connsiteY35" fmla="*/ 587828 h 718456"/>
                                    <a:gd name="connsiteX36" fmla="*/ 10886 w 2309961"/>
                                    <a:gd name="connsiteY36" fmla="*/ 718456 h 718456"/>
                                    <a:gd name="connsiteX0" fmla="*/ 0 w 2309961"/>
                                    <a:gd name="connsiteY0" fmla="*/ 631371 h 718456"/>
                                    <a:gd name="connsiteX1" fmla="*/ 185057 w 2309961"/>
                                    <a:gd name="connsiteY1" fmla="*/ 511628 h 718456"/>
                                    <a:gd name="connsiteX2" fmla="*/ 293914 w 2309961"/>
                                    <a:gd name="connsiteY2" fmla="*/ 489857 h 718456"/>
                                    <a:gd name="connsiteX3" fmla="*/ 293914 w 2309961"/>
                                    <a:gd name="connsiteY3" fmla="*/ 489857 h 718456"/>
                                    <a:gd name="connsiteX4" fmla="*/ 457200 w 2309961"/>
                                    <a:gd name="connsiteY4" fmla="*/ 489857 h 718456"/>
                                    <a:gd name="connsiteX5" fmla="*/ 620486 w 2309961"/>
                                    <a:gd name="connsiteY5" fmla="*/ 337458 h 718456"/>
                                    <a:gd name="connsiteX6" fmla="*/ 794657 w 2309961"/>
                                    <a:gd name="connsiteY6" fmla="*/ 217714 h 718456"/>
                                    <a:gd name="connsiteX7" fmla="*/ 1012371 w 2309961"/>
                                    <a:gd name="connsiteY7" fmla="*/ 261257 h 718456"/>
                                    <a:gd name="connsiteX8" fmla="*/ 1143000 w 2309961"/>
                                    <a:gd name="connsiteY8" fmla="*/ 283028 h 718456"/>
                                    <a:gd name="connsiteX9" fmla="*/ 1273629 w 2309961"/>
                                    <a:gd name="connsiteY9" fmla="*/ 185057 h 718456"/>
                                    <a:gd name="connsiteX10" fmla="*/ 1447800 w 2309961"/>
                                    <a:gd name="connsiteY10" fmla="*/ 76200 h 718456"/>
                                    <a:gd name="connsiteX11" fmla="*/ 1567543 w 2309961"/>
                                    <a:gd name="connsiteY11" fmla="*/ 97971 h 718456"/>
                                    <a:gd name="connsiteX12" fmla="*/ 1741714 w 2309961"/>
                                    <a:gd name="connsiteY12" fmla="*/ 185057 h 718456"/>
                                    <a:gd name="connsiteX13" fmla="*/ 1970314 w 2309961"/>
                                    <a:gd name="connsiteY13" fmla="*/ 43543 h 718456"/>
                                    <a:gd name="connsiteX14" fmla="*/ 2035629 w 2309961"/>
                                    <a:gd name="connsiteY14" fmla="*/ 0 h 718456"/>
                                    <a:gd name="connsiteX15" fmla="*/ 2198914 w 2309961"/>
                                    <a:gd name="connsiteY15" fmla="*/ 43543 h 718456"/>
                                    <a:gd name="connsiteX16" fmla="*/ 2296886 w 2309961"/>
                                    <a:gd name="connsiteY16" fmla="*/ 206828 h 718456"/>
                                    <a:gd name="connsiteX17" fmla="*/ 2307771 w 2309961"/>
                                    <a:gd name="connsiteY17" fmla="*/ 195943 h 718456"/>
                                    <a:gd name="connsiteX18" fmla="*/ 2286000 w 2309961"/>
                                    <a:gd name="connsiteY18" fmla="*/ 261257 h 718456"/>
                                    <a:gd name="connsiteX19" fmla="*/ 2166257 w 2309961"/>
                                    <a:gd name="connsiteY19" fmla="*/ 348343 h 718456"/>
                                    <a:gd name="connsiteX20" fmla="*/ 2090057 w 2309961"/>
                                    <a:gd name="connsiteY20" fmla="*/ 359228 h 718456"/>
                                    <a:gd name="connsiteX21" fmla="*/ 1992086 w 2309961"/>
                                    <a:gd name="connsiteY21" fmla="*/ 391885 h 718456"/>
                                    <a:gd name="connsiteX22" fmla="*/ 1730829 w 2309961"/>
                                    <a:gd name="connsiteY22" fmla="*/ 370114 h 718456"/>
                                    <a:gd name="connsiteX23" fmla="*/ 1567543 w 2309961"/>
                                    <a:gd name="connsiteY23" fmla="*/ 446314 h 718456"/>
                                    <a:gd name="connsiteX24" fmla="*/ 1447800 w 2309961"/>
                                    <a:gd name="connsiteY24" fmla="*/ 511628 h 718456"/>
                                    <a:gd name="connsiteX25" fmla="*/ 1230086 w 2309961"/>
                                    <a:gd name="connsiteY25" fmla="*/ 468085 h 718456"/>
                                    <a:gd name="connsiteX26" fmla="*/ 1143000 w 2309961"/>
                                    <a:gd name="connsiteY26" fmla="*/ 468085 h 718456"/>
                                    <a:gd name="connsiteX27" fmla="*/ 1066800 w 2309961"/>
                                    <a:gd name="connsiteY27" fmla="*/ 533400 h 718456"/>
                                    <a:gd name="connsiteX28" fmla="*/ 968829 w 2309961"/>
                                    <a:gd name="connsiteY28" fmla="*/ 609600 h 718456"/>
                                    <a:gd name="connsiteX29" fmla="*/ 729343 w 2309961"/>
                                    <a:gd name="connsiteY29" fmla="*/ 653143 h 718456"/>
                                    <a:gd name="connsiteX30" fmla="*/ 729343 w 2309961"/>
                                    <a:gd name="connsiteY30" fmla="*/ 653143 h 718456"/>
                                    <a:gd name="connsiteX31" fmla="*/ 707571 w 2309961"/>
                                    <a:gd name="connsiteY31" fmla="*/ 653143 h 718456"/>
                                    <a:gd name="connsiteX32" fmla="*/ 620486 w 2309961"/>
                                    <a:gd name="connsiteY32" fmla="*/ 664028 h 718456"/>
                                    <a:gd name="connsiteX33" fmla="*/ 500743 w 2309961"/>
                                    <a:gd name="connsiteY33" fmla="*/ 620485 h 718456"/>
                                    <a:gd name="connsiteX34" fmla="*/ 391886 w 2309961"/>
                                    <a:gd name="connsiteY34" fmla="*/ 631371 h 718456"/>
                                    <a:gd name="connsiteX35" fmla="*/ 293914 w 2309961"/>
                                    <a:gd name="connsiteY35" fmla="*/ 587828 h 718456"/>
                                    <a:gd name="connsiteX36" fmla="*/ 10886 w 2309961"/>
                                    <a:gd name="connsiteY36" fmla="*/ 718456 h 718456"/>
                                    <a:gd name="connsiteX0" fmla="*/ 0 w 2309961"/>
                                    <a:gd name="connsiteY0" fmla="*/ 631371 h 718456"/>
                                    <a:gd name="connsiteX1" fmla="*/ 185057 w 2309961"/>
                                    <a:gd name="connsiteY1" fmla="*/ 511628 h 718456"/>
                                    <a:gd name="connsiteX2" fmla="*/ 293914 w 2309961"/>
                                    <a:gd name="connsiteY2" fmla="*/ 489857 h 718456"/>
                                    <a:gd name="connsiteX3" fmla="*/ 293914 w 2309961"/>
                                    <a:gd name="connsiteY3" fmla="*/ 489857 h 718456"/>
                                    <a:gd name="connsiteX4" fmla="*/ 457200 w 2309961"/>
                                    <a:gd name="connsiteY4" fmla="*/ 489857 h 718456"/>
                                    <a:gd name="connsiteX5" fmla="*/ 620486 w 2309961"/>
                                    <a:gd name="connsiteY5" fmla="*/ 337458 h 718456"/>
                                    <a:gd name="connsiteX6" fmla="*/ 794657 w 2309961"/>
                                    <a:gd name="connsiteY6" fmla="*/ 217714 h 718456"/>
                                    <a:gd name="connsiteX7" fmla="*/ 979714 w 2309961"/>
                                    <a:gd name="connsiteY7" fmla="*/ 261257 h 718456"/>
                                    <a:gd name="connsiteX8" fmla="*/ 1143000 w 2309961"/>
                                    <a:gd name="connsiteY8" fmla="*/ 283028 h 718456"/>
                                    <a:gd name="connsiteX9" fmla="*/ 1273629 w 2309961"/>
                                    <a:gd name="connsiteY9" fmla="*/ 185057 h 718456"/>
                                    <a:gd name="connsiteX10" fmla="*/ 1447800 w 2309961"/>
                                    <a:gd name="connsiteY10" fmla="*/ 76200 h 718456"/>
                                    <a:gd name="connsiteX11" fmla="*/ 1567543 w 2309961"/>
                                    <a:gd name="connsiteY11" fmla="*/ 97971 h 718456"/>
                                    <a:gd name="connsiteX12" fmla="*/ 1741714 w 2309961"/>
                                    <a:gd name="connsiteY12" fmla="*/ 185057 h 718456"/>
                                    <a:gd name="connsiteX13" fmla="*/ 1970314 w 2309961"/>
                                    <a:gd name="connsiteY13" fmla="*/ 43543 h 718456"/>
                                    <a:gd name="connsiteX14" fmla="*/ 2035629 w 2309961"/>
                                    <a:gd name="connsiteY14" fmla="*/ 0 h 718456"/>
                                    <a:gd name="connsiteX15" fmla="*/ 2198914 w 2309961"/>
                                    <a:gd name="connsiteY15" fmla="*/ 43543 h 718456"/>
                                    <a:gd name="connsiteX16" fmla="*/ 2296886 w 2309961"/>
                                    <a:gd name="connsiteY16" fmla="*/ 206828 h 718456"/>
                                    <a:gd name="connsiteX17" fmla="*/ 2307771 w 2309961"/>
                                    <a:gd name="connsiteY17" fmla="*/ 195943 h 718456"/>
                                    <a:gd name="connsiteX18" fmla="*/ 2286000 w 2309961"/>
                                    <a:gd name="connsiteY18" fmla="*/ 261257 h 718456"/>
                                    <a:gd name="connsiteX19" fmla="*/ 2166257 w 2309961"/>
                                    <a:gd name="connsiteY19" fmla="*/ 348343 h 718456"/>
                                    <a:gd name="connsiteX20" fmla="*/ 2090057 w 2309961"/>
                                    <a:gd name="connsiteY20" fmla="*/ 359228 h 718456"/>
                                    <a:gd name="connsiteX21" fmla="*/ 1992086 w 2309961"/>
                                    <a:gd name="connsiteY21" fmla="*/ 391885 h 718456"/>
                                    <a:gd name="connsiteX22" fmla="*/ 1730829 w 2309961"/>
                                    <a:gd name="connsiteY22" fmla="*/ 370114 h 718456"/>
                                    <a:gd name="connsiteX23" fmla="*/ 1567543 w 2309961"/>
                                    <a:gd name="connsiteY23" fmla="*/ 446314 h 718456"/>
                                    <a:gd name="connsiteX24" fmla="*/ 1447800 w 2309961"/>
                                    <a:gd name="connsiteY24" fmla="*/ 511628 h 718456"/>
                                    <a:gd name="connsiteX25" fmla="*/ 1230086 w 2309961"/>
                                    <a:gd name="connsiteY25" fmla="*/ 468085 h 718456"/>
                                    <a:gd name="connsiteX26" fmla="*/ 1143000 w 2309961"/>
                                    <a:gd name="connsiteY26" fmla="*/ 468085 h 718456"/>
                                    <a:gd name="connsiteX27" fmla="*/ 1066800 w 2309961"/>
                                    <a:gd name="connsiteY27" fmla="*/ 533400 h 718456"/>
                                    <a:gd name="connsiteX28" fmla="*/ 968829 w 2309961"/>
                                    <a:gd name="connsiteY28" fmla="*/ 609600 h 718456"/>
                                    <a:gd name="connsiteX29" fmla="*/ 729343 w 2309961"/>
                                    <a:gd name="connsiteY29" fmla="*/ 653143 h 718456"/>
                                    <a:gd name="connsiteX30" fmla="*/ 729343 w 2309961"/>
                                    <a:gd name="connsiteY30" fmla="*/ 653143 h 718456"/>
                                    <a:gd name="connsiteX31" fmla="*/ 707571 w 2309961"/>
                                    <a:gd name="connsiteY31" fmla="*/ 653143 h 718456"/>
                                    <a:gd name="connsiteX32" fmla="*/ 620486 w 2309961"/>
                                    <a:gd name="connsiteY32" fmla="*/ 664028 h 718456"/>
                                    <a:gd name="connsiteX33" fmla="*/ 500743 w 2309961"/>
                                    <a:gd name="connsiteY33" fmla="*/ 620485 h 718456"/>
                                    <a:gd name="connsiteX34" fmla="*/ 391886 w 2309961"/>
                                    <a:gd name="connsiteY34" fmla="*/ 631371 h 718456"/>
                                    <a:gd name="connsiteX35" fmla="*/ 293914 w 2309961"/>
                                    <a:gd name="connsiteY35" fmla="*/ 587828 h 718456"/>
                                    <a:gd name="connsiteX36" fmla="*/ 10886 w 2309961"/>
                                    <a:gd name="connsiteY36" fmla="*/ 718456 h 718456"/>
                                    <a:gd name="connsiteX0" fmla="*/ 0 w 2309961"/>
                                    <a:gd name="connsiteY0" fmla="*/ 639387 h 726472"/>
                                    <a:gd name="connsiteX1" fmla="*/ 185057 w 2309961"/>
                                    <a:gd name="connsiteY1" fmla="*/ 519644 h 726472"/>
                                    <a:gd name="connsiteX2" fmla="*/ 293914 w 2309961"/>
                                    <a:gd name="connsiteY2" fmla="*/ 497873 h 726472"/>
                                    <a:gd name="connsiteX3" fmla="*/ 293914 w 2309961"/>
                                    <a:gd name="connsiteY3" fmla="*/ 497873 h 726472"/>
                                    <a:gd name="connsiteX4" fmla="*/ 457200 w 2309961"/>
                                    <a:gd name="connsiteY4" fmla="*/ 497873 h 726472"/>
                                    <a:gd name="connsiteX5" fmla="*/ 620486 w 2309961"/>
                                    <a:gd name="connsiteY5" fmla="*/ 345474 h 726472"/>
                                    <a:gd name="connsiteX6" fmla="*/ 794657 w 2309961"/>
                                    <a:gd name="connsiteY6" fmla="*/ 225730 h 726472"/>
                                    <a:gd name="connsiteX7" fmla="*/ 979714 w 2309961"/>
                                    <a:gd name="connsiteY7" fmla="*/ 269273 h 726472"/>
                                    <a:gd name="connsiteX8" fmla="*/ 1143000 w 2309961"/>
                                    <a:gd name="connsiteY8" fmla="*/ 291044 h 726472"/>
                                    <a:gd name="connsiteX9" fmla="*/ 1273629 w 2309961"/>
                                    <a:gd name="connsiteY9" fmla="*/ 193073 h 726472"/>
                                    <a:gd name="connsiteX10" fmla="*/ 1447800 w 2309961"/>
                                    <a:gd name="connsiteY10" fmla="*/ 84216 h 726472"/>
                                    <a:gd name="connsiteX11" fmla="*/ 1567543 w 2309961"/>
                                    <a:gd name="connsiteY11" fmla="*/ 105987 h 726472"/>
                                    <a:gd name="connsiteX12" fmla="*/ 1741714 w 2309961"/>
                                    <a:gd name="connsiteY12" fmla="*/ 193073 h 726472"/>
                                    <a:gd name="connsiteX13" fmla="*/ 2035629 w 2309961"/>
                                    <a:gd name="connsiteY13" fmla="*/ 8016 h 726472"/>
                                    <a:gd name="connsiteX14" fmla="*/ 2198914 w 2309961"/>
                                    <a:gd name="connsiteY14" fmla="*/ 51559 h 726472"/>
                                    <a:gd name="connsiteX15" fmla="*/ 2296886 w 2309961"/>
                                    <a:gd name="connsiteY15" fmla="*/ 214844 h 726472"/>
                                    <a:gd name="connsiteX16" fmla="*/ 2307771 w 2309961"/>
                                    <a:gd name="connsiteY16" fmla="*/ 203959 h 726472"/>
                                    <a:gd name="connsiteX17" fmla="*/ 2286000 w 2309961"/>
                                    <a:gd name="connsiteY17" fmla="*/ 269273 h 726472"/>
                                    <a:gd name="connsiteX18" fmla="*/ 2166257 w 2309961"/>
                                    <a:gd name="connsiteY18" fmla="*/ 356359 h 726472"/>
                                    <a:gd name="connsiteX19" fmla="*/ 2090057 w 2309961"/>
                                    <a:gd name="connsiteY19" fmla="*/ 367244 h 726472"/>
                                    <a:gd name="connsiteX20" fmla="*/ 1992086 w 2309961"/>
                                    <a:gd name="connsiteY20" fmla="*/ 399901 h 726472"/>
                                    <a:gd name="connsiteX21" fmla="*/ 1730829 w 2309961"/>
                                    <a:gd name="connsiteY21" fmla="*/ 378130 h 726472"/>
                                    <a:gd name="connsiteX22" fmla="*/ 1567543 w 2309961"/>
                                    <a:gd name="connsiteY22" fmla="*/ 454330 h 726472"/>
                                    <a:gd name="connsiteX23" fmla="*/ 1447800 w 2309961"/>
                                    <a:gd name="connsiteY23" fmla="*/ 519644 h 726472"/>
                                    <a:gd name="connsiteX24" fmla="*/ 1230086 w 2309961"/>
                                    <a:gd name="connsiteY24" fmla="*/ 476101 h 726472"/>
                                    <a:gd name="connsiteX25" fmla="*/ 1143000 w 2309961"/>
                                    <a:gd name="connsiteY25" fmla="*/ 476101 h 726472"/>
                                    <a:gd name="connsiteX26" fmla="*/ 1066800 w 2309961"/>
                                    <a:gd name="connsiteY26" fmla="*/ 541416 h 726472"/>
                                    <a:gd name="connsiteX27" fmla="*/ 968829 w 2309961"/>
                                    <a:gd name="connsiteY27" fmla="*/ 617616 h 726472"/>
                                    <a:gd name="connsiteX28" fmla="*/ 729343 w 2309961"/>
                                    <a:gd name="connsiteY28" fmla="*/ 661159 h 726472"/>
                                    <a:gd name="connsiteX29" fmla="*/ 729343 w 2309961"/>
                                    <a:gd name="connsiteY29" fmla="*/ 661159 h 726472"/>
                                    <a:gd name="connsiteX30" fmla="*/ 707571 w 2309961"/>
                                    <a:gd name="connsiteY30" fmla="*/ 661159 h 726472"/>
                                    <a:gd name="connsiteX31" fmla="*/ 620486 w 2309961"/>
                                    <a:gd name="connsiteY31" fmla="*/ 672044 h 726472"/>
                                    <a:gd name="connsiteX32" fmla="*/ 500743 w 2309961"/>
                                    <a:gd name="connsiteY32" fmla="*/ 628501 h 726472"/>
                                    <a:gd name="connsiteX33" fmla="*/ 391886 w 2309961"/>
                                    <a:gd name="connsiteY33" fmla="*/ 639387 h 726472"/>
                                    <a:gd name="connsiteX34" fmla="*/ 293914 w 2309961"/>
                                    <a:gd name="connsiteY34" fmla="*/ 595844 h 726472"/>
                                    <a:gd name="connsiteX35" fmla="*/ 10886 w 2309961"/>
                                    <a:gd name="connsiteY35" fmla="*/ 726472 h 726472"/>
                                    <a:gd name="connsiteX0" fmla="*/ 0 w 2460191"/>
                                    <a:gd name="connsiteY0" fmla="*/ 639387 h 726472"/>
                                    <a:gd name="connsiteX1" fmla="*/ 185057 w 2460191"/>
                                    <a:gd name="connsiteY1" fmla="*/ 519644 h 726472"/>
                                    <a:gd name="connsiteX2" fmla="*/ 293914 w 2460191"/>
                                    <a:gd name="connsiteY2" fmla="*/ 497873 h 726472"/>
                                    <a:gd name="connsiteX3" fmla="*/ 293914 w 2460191"/>
                                    <a:gd name="connsiteY3" fmla="*/ 497873 h 726472"/>
                                    <a:gd name="connsiteX4" fmla="*/ 457200 w 2460191"/>
                                    <a:gd name="connsiteY4" fmla="*/ 497873 h 726472"/>
                                    <a:gd name="connsiteX5" fmla="*/ 620486 w 2460191"/>
                                    <a:gd name="connsiteY5" fmla="*/ 345474 h 726472"/>
                                    <a:gd name="connsiteX6" fmla="*/ 794657 w 2460191"/>
                                    <a:gd name="connsiteY6" fmla="*/ 225730 h 726472"/>
                                    <a:gd name="connsiteX7" fmla="*/ 979714 w 2460191"/>
                                    <a:gd name="connsiteY7" fmla="*/ 269273 h 726472"/>
                                    <a:gd name="connsiteX8" fmla="*/ 1143000 w 2460191"/>
                                    <a:gd name="connsiteY8" fmla="*/ 291044 h 726472"/>
                                    <a:gd name="connsiteX9" fmla="*/ 1273629 w 2460191"/>
                                    <a:gd name="connsiteY9" fmla="*/ 193073 h 726472"/>
                                    <a:gd name="connsiteX10" fmla="*/ 1447800 w 2460191"/>
                                    <a:gd name="connsiteY10" fmla="*/ 84216 h 726472"/>
                                    <a:gd name="connsiteX11" fmla="*/ 1567543 w 2460191"/>
                                    <a:gd name="connsiteY11" fmla="*/ 105987 h 726472"/>
                                    <a:gd name="connsiteX12" fmla="*/ 1741714 w 2460191"/>
                                    <a:gd name="connsiteY12" fmla="*/ 193073 h 726472"/>
                                    <a:gd name="connsiteX13" fmla="*/ 2035629 w 2460191"/>
                                    <a:gd name="connsiteY13" fmla="*/ 8016 h 726472"/>
                                    <a:gd name="connsiteX14" fmla="*/ 2198914 w 2460191"/>
                                    <a:gd name="connsiteY14" fmla="*/ 51559 h 726472"/>
                                    <a:gd name="connsiteX15" fmla="*/ 2296886 w 2460191"/>
                                    <a:gd name="connsiteY15" fmla="*/ 214844 h 726472"/>
                                    <a:gd name="connsiteX16" fmla="*/ 2460171 w 2460191"/>
                                    <a:gd name="connsiteY16" fmla="*/ 138645 h 726472"/>
                                    <a:gd name="connsiteX17" fmla="*/ 2286000 w 2460191"/>
                                    <a:gd name="connsiteY17" fmla="*/ 269273 h 726472"/>
                                    <a:gd name="connsiteX18" fmla="*/ 2166257 w 2460191"/>
                                    <a:gd name="connsiteY18" fmla="*/ 356359 h 726472"/>
                                    <a:gd name="connsiteX19" fmla="*/ 2090057 w 2460191"/>
                                    <a:gd name="connsiteY19" fmla="*/ 367244 h 726472"/>
                                    <a:gd name="connsiteX20" fmla="*/ 1992086 w 2460191"/>
                                    <a:gd name="connsiteY20" fmla="*/ 399901 h 726472"/>
                                    <a:gd name="connsiteX21" fmla="*/ 1730829 w 2460191"/>
                                    <a:gd name="connsiteY21" fmla="*/ 378130 h 726472"/>
                                    <a:gd name="connsiteX22" fmla="*/ 1567543 w 2460191"/>
                                    <a:gd name="connsiteY22" fmla="*/ 454330 h 726472"/>
                                    <a:gd name="connsiteX23" fmla="*/ 1447800 w 2460191"/>
                                    <a:gd name="connsiteY23" fmla="*/ 519644 h 726472"/>
                                    <a:gd name="connsiteX24" fmla="*/ 1230086 w 2460191"/>
                                    <a:gd name="connsiteY24" fmla="*/ 476101 h 726472"/>
                                    <a:gd name="connsiteX25" fmla="*/ 1143000 w 2460191"/>
                                    <a:gd name="connsiteY25" fmla="*/ 476101 h 726472"/>
                                    <a:gd name="connsiteX26" fmla="*/ 1066800 w 2460191"/>
                                    <a:gd name="connsiteY26" fmla="*/ 541416 h 726472"/>
                                    <a:gd name="connsiteX27" fmla="*/ 968829 w 2460191"/>
                                    <a:gd name="connsiteY27" fmla="*/ 617616 h 726472"/>
                                    <a:gd name="connsiteX28" fmla="*/ 729343 w 2460191"/>
                                    <a:gd name="connsiteY28" fmla="*/ 661159 h 726472"/>
                                    <a:gd name="connsiteX29" fmla="*/ 729343 w 2460191"/>
                                    <a:gd name="connsiteY29" fmla="*/ 661159 h 726472"/>
                                    <a:gd name="connsiteX30" fmla="*/ 707571 w 2460191"/>
                                    <a:gd name="connsiteY30" fmla="*/ 661159 h 726472"/>
                                    <a:gd name="connsiteX31" fmla="*/ 620486 w 2460191"/>
                                    <a:gd name="connsiteY31" fmla="*/ 672044 h 726472"/>
                                    <a:gd name="connsiteX32" fmla="*/ 500743 w 2460191"/>
                                    <a:gd name="connsiteY32" fmla="*/ 628501 h 726472"/>
                                    <a:gd name="connsiteX33" fmla="*/ 391886 w 2460191"/>
                                    <a:gd name="connsiteY33" fmla="*/ 639387 h 726472"/>
                                    <a:gd name="connsiteX34" fmla="*/ 293914 w 2460191"/>
                                    <a:gd name="connsiteY34" fmla="*/ 595844 h 726472"/>
                                    <a:gd name="connsiteX35" fmla="*/ 10886 w 2460191"/>
                                    <a:gd name="connsiteY35" fmla="*/ 726472 h 726472"/>
                                    <a:gd name="connsiteX0" fmla="*/ 0 w 2460841"/>
                                    <a:gd name="connsiteY0" fmla="*/ 637228 h 724313"/>
                                    <a:gd name="connsiteX1" fmla="*/ 185057 w 2460841"/>
                                    <a:gd name="connsiteY1" fmla="*/ 517485 h 724313"/>
                                    <a:gd name="connsiteX2" fmla="*/ 293914 w 2460841"/>
                                    <a:gd name="connsiteY2" fmla="*/ 495714 h 724313"/>
                                    <a:gd name="connsiteX3" fmla="*/ 293914 w 2460841"/>
                                    <a:gd name="connsiteY3" fmla="*/ 495714 h 724313"/>
                                    <a:gd name="connsiteX4" fmla="*/ 457200 w 2460841"/>
                                    <a:gd name="connsiteY4" fmla="*/ 495714 h 724313"/>
                                    <a:gd name="connsiteX5" fmla="*/ 620486 w 2460841"/>
                                    <a:gd name="connsiteY5" fmla="*/ 343315 h 724313"/>
                                    <a:gd name="connsiteX6" fmla="*/ 794657 w 2460841"/>
                                    <a:gd name="connsiteY6" fmla="*/ 223571 h 724313"/>
                                    <a:gd name="connsiteX7" fmla="*/ 979714 w 2460841"/>
                                    <a:gd name="connsiteY7" fmla="*/ 267114 h 724313"/>
                                    <a:gd name="connsiteX8" fmla="*/ 1143000 w 2460841"/>
                                    <a:gd name="connsiteY8" fmla="*/ 288885 h 724313"/>
                                    <a:gd name="connsiteX9" fmla="*/ 1273629 w 2460841"/>
                                    <a:gd name="connsiteY9" fmla="*/ 190914 h 724313"/>
                                    <a:gd name="connsiteX10" fmla="*/ 1447800 w 2460841"/>
                                    <a:gd name="connsiteY10" fmla="*/ 82057 h 724313"/>
                                    <a:gd name="connsiteX11" fmla="*/ 1567543 w 2460841"/>
                                    <a:gd name="connsiteY11" fmla="*/ 103828 h 724313"/>
                                    <a:gd name="connsiteX12" fmla="*/ 1741714 w 2460841"/>
                                    <a:gd name="connsiteY12" fmla="*/ 190914 h 724313"/>
                                    <a:gd name="connsiteX13" fmla="*/ 2035629 w 2460841"/>
                                    <a:gd name="connsiteY13" fmla="*/ 5857 h 724313"/>
                                    <a:gd name="connsiteX14" fmla="*/ 2198914 w 2460841"/>
                                    <a:gd name="connsiteY14" fmla="*/ 49400 h 724313"/>
                                    <a:gd name="connsiteX15" fmla="*/ 2340429 w 2460841"/>
                                    <a:gd name="connsiteY15" fmla="*/ 82057 h 724313"/>
                                    <a:gd name="connsiteX16" fmla="*/ 2460171 w 2460841"/>
                                    <a:gd name="connsiteY16" fmla="*/ 136486 h 724313"/>
                                    <a:gd name="connsiteX17" fmla="*/ 2286000 w 2460841"/>
                                    <a:gd name="connsiteY17" fmla="*/ 267114 h 724313"/>
                                    <a:gd name="connsiteX18" fmla="*/ 2166257 w 2460841"/>
                                    <a:gd name="connsiteY18" fmla="*/ 354200 h 724313"/>
                                    <a:gd name="connsiteX19" fmla="*/ 2090057 w 2460841"/>
                                    <a:gd name="connsiteY19" fmla="*/ 365085 h 724313"/>
                                    <a:gd name="connsiteX20" fmla="*/ 1992086 w 2460841"/>
                                    <a:gd name="connsiteY20" fmla="*/ 397742 h 724313"/>
                                    <a:gd name="connsiteX21" fmla="*/ 1730829 w 2460841"/>
                                    <a:gd name="connsiteY21" fmla="*/ 375971 h 724313"/>
                                    <a:gd name="connsiteX22" fmla="*/ 1567543 w 2460841"/>
                                    <a:gd name="connsiteY22" fmla="*/ 452171 h 724313"/>
                                    <a:gd name="connsiteX23" fmla="*/ 1447800 w 2460841"/>
                                    <a:gd name="connsiteY23" fmla="*/ 517485 h 724313"/>
                                    <a:gd name="connsiteX24" fmla="*/ 1230086 w 2460841"/>
                                    <a:gd name="connsiteY24" fmla="*/ 473942 h 724313"/>
                                    <a:gd name="connsiteX25" fmla="*/ 1143000 w 2460841"/>
                                    <a:gd name="connsiteY25" fmla="*/ 473942 h 724313"/>
                                    <a:gd name="connsiteX26" fmla="*/ 1066800 w 2460841"/>
                                    <a:gd name="connsiteY26" fmla="*/ 539257 h 724313"/>
                                    <a:gd name="connsiteX27" fmla="*/ 968829 w 2460841"/>
                                    <a:gd name="connsiteY27" fmla="*/ 615457 h 724313"/>
                                    <a:gd name="connsiteX28" fmla="*/ 729343 w 2460841"/>
                                    <a:gd name="connsiteY28" fmla="*/ 659000 h 724313"/>
                                    <a:gd name="connsiteX29" fmla="*/ 729343 w 2460841"/>
                                    <a:gd name="connsiteY29" fmla="*/ 659000 h 724313"/>
                                    <a:gd name="connsiteX30" fmla="*/ 707571 w 2460841"/>
                                    <a:gd name="connsiteY30" fmla="*/ 659000 h 724313"/>
                                    <a:gd name="connsiteX31" fmla="*/ 620486 w 2460841"/>
                                    <a:gd name="connsiteY31" fmla="*/ 669885 h 724313"/>
                                    <a:gd name="connsiteX32" fmla="*/ 500743 w 2460841"/>
                                    <a:gd name="connsiteY32" fmla="*/ 626342 h 724313"/>
                                    <a:gd name="connsiteX33" fmla="*/ 391886 w 2460841"/>
                                    <a:gd name="connsiteY33" fmla="*/ 637228 h 724313"/>
                                    <a:gd name="connsiteX34" fmla="*/ 293914 w 2460841"/>
                                    <a:gd name="connsiteY34" fmla="*/ 593685 h 724313"/>
                                    <a:gd name="connsiteX35" fmla="*/ 10886 w 2460841"/>
                                    <a:gd name="connsiteY35" fmla="*/ 724313 h 724313"/>
                                    <a:gd name="connsiteX0" fmla="*/ 0 w 2460841"/>
                                    <a:gd name="connsiteY0" fmla="*/ 637228 h 724313"/>
                                    <a:gd name="connsiteX1" fmla="*/ 185057 w 2460841"/>
                                    <a:gd name="connsiteY1" fmla="*/ 517485 h 724313"/>
                                    <a:gd name="connsiteX2" fmla="*/ 293914 w 2460841"/>
                                    <a:gd name="connsiteY2" fmla="*/ 495714 h 724313"/>
                                    <a:gd name="connsiteX3" fmla="*/ 293914 w 2460841"/>
                                    <a:gd name="connsiteY3" fmla="*/ 495714 h 724313"/>
                                    <a:gd name="connsiteX4" fmla="*/ 457200 w 2460841"/>
                                    <a:gd name="connsiteY4" fmla="*/ 495714 h 724313"/>
                                    <a:gd name="connsiteX5" fmla="*/ 620486 w 2460841"/>
                                    <a:gd name="connsiteY5" fmla="*/ 343315 h 724313"/>
                                    <a:gd name="connsiteX6" fmla="*/ 794657 w 2460841"/>
                                    <a:gd name="connsiteY6" fmla="*/ 223571 h 724313"/>
                                    <a:gd name="connsiteX7" fmla="*/ 979714 w 2460841"/>
                                    <a:gd name="connsiteY7" fmla="*/ 267114 h 724313"/>
                                    <a:gd name="connsiteX8" fmla="*/ 1143000 w 2460841"/>
                                    <a:gd name="connsiteY8" fmla="*/ 288885 h 724313"/>
                                    <a:gd name="connsiteX9" fmla="*/ 1273629 w 2460841"/>
                                    <a:gd name="connsiteY9" fmla="*/ 190914 h 724313"/>
                                    <a:gd name="connsiteX10" fmla="*/ 1447800 w 2460841"/>
                                    <a:gd name="connsiteY10" fmla="*/ 82057 h 724313"/>
                                    <a:gd name="connsiteX11" fmla="*/ 1567543 w 2460841"/>
                                    <a:gd name="connsiteY11" fmla="*/ 103828 h 724313"/>
                                    <a:gd name="connsiteX12" fmla="*/ 1741714 w 2460841"/>
                                    <a:gd name="connsiteY12" fmla="*/ 190914 h 724313"/>
                                    <a:gd name="connsiteX13" fmla="*/ 2035629 w 2460841"/>
                                    <a:gd name="connsiteY13" fmla="*/ 5857 h 724313"/>
                                    <a:gd name="connsiteX14" fmla="*/ 2198914 w 2460841"/>
                                    <a:gd name="connsiteY14" fmla="*/ 49400 h 724313"/>
                                    <a:gd name="connsiteX15" fmla="*/ 2340429 w 2460841"/>
                                    <a:gd name="connsiteY15" fmla="*/ 82057 h 724313"/>
                                    <a:gd name="connsiteX16" fmla="*/ 2460171 w 2460841"/>
                                    <a:gd name="connsiteY16" fmla="*/ 201800 h 724313"/>
                                    <a:gd name="connsiteX17" fmla="*/ 2286000 w 2460841"/>
                                    <a:gd name="connsiteY17" fmla="*/ 267114 h 724313"/>
                                    <a:gd name="connsiteX18" fmla="*/ 2166257 w 2460841"/>
                                    <a:gd name="connsiteY18" fmla="*/ 354200 h 724313"/>
                                    <a:gd name="connsiteX19" fmla="*/ 2090057 w 2460841"/>
                                    <a:gd name="connsiteY19" fmla="*/ 365085 h 724313"/>
                                    <a:gd name="connsiteX20" fmla="*/ 1992086 w 2460841"/>
                                    <a:gd name="connsiteY20" fmla="*/ 397742 h 724313"/>
                                    <a:gd name="connsiteX21" fmla="*/ 1730829 w 2460841"/>
                                    <a:gd name="connsiteY21" fmla="*/ 375971 h 724313"/>
                                    <a:gd name="connsiteX22" fmla="*/ 1567543 w 2460841"/>
                                    <a:gd name="connsiteY22" fmla="*/ 452171 h 724313"/>
                                    <a:gd name="connsiteX23" fmla="*/ 1447800 w 2460841"/>
                                    <a:gd name="connsiteY23" fmla="*/ 517485 h 724313"/>
                                    <a:gd name="connsiteX24" fmla="*/ 1230086 w 2460841"/>
                                    <a:gd name="connsiteY24" fmla="*/ 473942 h 724313"/>
                                    <a:gd name="connsiteX25" fmla="*/ 1143000 w 2460841"/>
                                    <a:gd name="connsiteY25" fmla="*/ 473942 h 724313"/>
                                    <a:gd name="connsiteX26" fmla="*/ 1066800 w 2460841"/>
                                    <a:gd name="connsiteY26" fmla="*/ 539257 h 724313"/>
                                    <a:gd name="connsiteX27" fmla="*/ 968829 w 2460841"/>
                                    <a:gd name="connsiteY27" fmla="*/ 615457 h 724313"/>
                                    <a:gd name="connsiteX28" fmla="*/ 729343 w 2460841"/>
                                    <a:gd name="connsiteY28" fmla="*/ 659000 h 724313"/>
                                    <a:gd name="connsiteX29" fmla="*/ 729343 w 2460841"/>
                                    <a:gd name="connsiteY29" fmla="*/ 659000 h 724313"/>
                                    <a:gd name="connsiteX30" fmla="*/ 707571 w 2460841"/>
                                    <a:gd name="connsiteY30" fmla="*/ 659000 h 724313"/>
                                    <a:gd name="connsiteX31" fmla="*/ 620486 w 2460841"/>
                                    <a:gd name="connsiteY31" fmla="*/ 669885 h 724313"/>
                                    <a:gd name="connsiteX32" fmla="*/ 500743 w 2460841"/>
                                    <a:gd name="connsiteY32" fmla="*/ 626342 h 724313"/>
                                    <a:gd name="connsiteX33" fmla="*/ 391886 w 2460841"/>
                                    <a:gd name="connsiteY33" fmla="*/ 637228 h 724313"/>
                                    <a:gd name="connsiteX34" fmla="*/ 293914 w 2460841"/>
                                    <a:gd name="connsiteY34" fmla="*/ 593685 h 724313"/>
                                    <a:gd name="connsiteX35" fmla="*/ 10886 w 2460841"/>
                                    <a:gd name="connsiteY35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2090057 w 2460290"/>
                                    <a:gd name="connsiteY19" fmla="*/ 365085 h 724313"/>
                                    <a:gd name="connsiteX20" fmla="*/ 1992086 w 2460290"/>
                                    <a:gd name="connsiteY20" fmla="*/ 397742 h 724313"/>
                                    <a:gd name="connsiteX21" fmla="*/ 1730829 w 2460290"/>
                                    <a:gd name="connsiteY21" fmla="*/ 375971 h 724313"/>
                                    <a:gd name="connsiteX22" fmla="*/ 1567543 w 2460290"/>
                                    <a:gd name="connsiteY22" fmla="*/ 452171 h 724313"/>
                                    <a:gd name="connsiteX23" fmla="*/ 1447800 w 2460290"/>
                                    <a:gd name="connsiteY23" fmla="*/ 517485 h 724313"/>
                                    <a:gd name="connsiteX24" fmla="*/ 1230086 w 2460290"/>
                                    <a:gd name="connsiteY24" fmla="*/ 473942 h 724313"/>
                                    <a:gd name="connsiteX25" fmla="*/ 1143000 w 2460290"/>
                                    <a:gd name="connsiteY25" fmla="*/ 473942 h 724313"/>
                                    <a:gd name="connsiteX26" fmla="*/ 1066800 w 2460290"/>
                                    <a:gd name="connsiteY26" fmla="*/ 539257 h 724313"/>
                                    <a:gd name="connsiteX27" fmla="*/ 968829 w 2460290"/>
                                    <a:gd name="connsiteY27" fmla="*/ 615457 h 724313"/>
                                    <a:gd name="connsiteX28" fmla="*/ 729343 w 2460290"/>
                                    <a:gd name="connsiteY28" fmla="*/ 659000 h 724313"/>
                                    <a:gd name="connsiteX29" fmla="*/ 729343 w 2460290"/>
                                    <a:gd name="connsiteY29" fmla="*/ 659000 h 724313"/>
                                    <a:gd name="connsiteX30" fmla="*/ 707571 w 2460290"/>
                                    <a:gd name="connsiteY30" fmla="*/ 659000 h 724313"/>
                                    <a:gd name="connsiteX31" fmla="*/ 620486 w 2460290"/>
                                    <a:gd name="connsiteY31" fmla="*/ 669885 h 724313"/>
                                    <a:gd name="connsiteX32" fmla="*/ 500743 w 2460290"/>
                                    <a:gd name="connsiteY32" fmla="*/ 626342 h 724313"/>
                                    <a:gd name="connsiteX33" fmla="*/ 391886 w 2460290"/>
                                    <a:gd name="connsiteY33" fmla="*/ 637228 h 724313"/>
                                    <a:gd name="connsiteX34" fmla="*/ 293914 w 2460290"/>
                                    <a:gd name="connsiteY34" fmla="*/ 593685 h 724313"/>
                                    <a:gd name="connsiteX35" fmla="*/ 10886 w 2460290"/>
                                    <a:gd name="connsiteY35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1992086 w 2460290"/>
                                    <a:gd name="connsiteY19" fmla="*/ 397742 h 724313"/>
                                    <a:gd name="connsiteX20" fmla="*/ 1730829 w 2460290"/>
                                    <a:gd name="connsiteY20" fmla="*/ 375971 h 724313"/>
                                    <a:gd name="connsiteX21" fmla="*/ 1567543 w 2460290"/>
                                    <a:gd name="connsiteY21" fmla="*/ 452171 h 724313"/>
                                    <a:gd name="connsiteX22" fmla="*/ 1447800 w 2460290"/>
                                    <a:gd name="connsiteY22" fmla="*/ 517485 h 724313"/>
                                    <a:gd name="connsiteX23" fmla="*/ 1230086 w 2460290"/>
                                    <a:gd name="connsiteY23" fmla="*/ 473942 h 724313"/>
                                    <a:gd name="connsiteX24" fmla="*/ 1143000 w 2460290"/>
                                    <a:gd name="connsiteY24" fmla="*/ 473942 h 724313"/>
                                    <a:gd name="connsiteX25" fmla="*/ 1066800 w 2460290"/>
                                    <a:gd name="connsiteY25" fmla="*/ 539257 h 724313"/>
                                    <a:gd name="connsiteX26" fmla="*/ 968829 w 2460290"/>
                                    <a:gd name="connsiteY26" fmla="*/ 615457 h 724313"/>
                                    <a:gd name="connsiteX27" fmla="*/ 729343 w 2460290"/>
                                    <a:gd name="connsiteY27" fmla="*/ 659000 h 724313"/>
                                    <a:gd name="connsiteX28" fmla="*/ 729343 w 2460290"/>
                                    <a:gd name="connsiteY28" fmla="*/ 659000 h 724313"/>
                                    <a:gd name="connsiteX29" fmla="*/ 707571 w 2460290"/>
                                    <a:gd name="connsiteY29" fmla="*/ 659000 h 724313"/>
                                    <a:gd name="connsiteX30" fmla="*/ 620486 w 2460290"/>
                                    <a:gd name="connsiteY30" fmla="*/ 669885 h 724313"/>
                                    <a:gd name="connsiteX31" fmla="*/ 500743 w 2460290"/>
                                    <a:gd name="connsiteY31" fmla="*/ 626342 h 724313"/>
                                    <a:gd name="connsiteX32" fmla="*/ 391886 w 2460290"/>
                                    <a:gd name="connsiteY32" fmla="*/ 637228 h 724313"/>
                                    <a:gd name="connsiteX33" fmla="*/ 293914 w 2460290"/>
                                    <a:gd name="connsiteY33" fmla="*/ 593685 h 724313"/>
                                    <a:gd name="connsiteX34" fmla="*/ 10886 w 2460290"/>
                                    <a:gd name="connsiteY34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1992086 w 2460290"/>
                                    <a:gd name="connsiteY19" fmla="*/ 397742 h 724313"/>
                                    <a:gd name="connsiteX20" fmla="*/ 1730829 w 2460290"/>
                                    <a:gd name="connsiteY20" fmla="*/ 375971 h 724313"/>
                                    <a:gd name="connsiteX21" fmla="*/ 1567543 w 2460290"/>
                                    <a:gd name="connsiteY21" fmla="*/ 452171 h 724313"/>
                                    <a:gd name="connsiteX22" fmla="*/ 1447800 w 2460290"/>
                                    <a:gd name="connsiteY22" fmla="*/ 517485 h 724313"/>
                                    <a:gd name="connsiteX23" fmla="*/ 1230086 w 2460290"/>
                                    <a:gd name="connsiteY23" fmla="*/ 473942 h 724313"/>
                                    <a:gd name="connsiteX24" fmla="*/ 1143000 w 2460290"/>
                                    <a:gd name="connsiteY24" fmla="*/ 473942 h 724313"/>
                                    <a:gd name="connsiteX25" fmla="*/ 968829 w 2460290"/>
                                    <a:gd name="connsiteY25" fmla="*/ 615457 h 724313"/>
                                    <a:gd name="connsiteX26" fmla="*/ 729343 w 2460290"/>
                                    <a:gd name="connsiteY26" fmla="*/ 659000 h 724313"/>
                                    <a:gd name="connsiteX27" fmla="*/ 729343 w 2460290"/>
                                    <a:gd name="connsiteY27" fmla="*/ 659000 h 724313"/>
                                    <a:gd name="connsiteX28" fmla="*/ 707571 w 2460290"/>
                                    <a:gd name="connsiteY28" fmla="*/ 659000 h 724313"/>
                                    <a:gd name="connsiteX29" fmla="*/ 620486 w 2460290"/>
                                    <a:gd name="connsiteY29" fmla="*/ 669885 h 724313"/>
                                    <a:gd name="connsiteX30" fmla="*/ 500743 w 2460290"/>
                                    <a:gd name="connsiteY30" fmla="*/ 626342 h 724313"/>
                                    <a:gd name="connsiteX31" fmla="*/ 391886 w 2460290"/>
                                    <a:gd name="connsiteY31" fmla="*/ 637228 h 724313"/>
                                    <a:gd name="connsiteX32" fmla="*/ 293914 w 2460290"/>
                                    <a:gd name="connsiteY32" fmla="*/ 593685 h 724313"/>
                                    <a:gd name="connsiteX33" fmla="*/ 10886 w 2460290"/>
                                    <a:gd name="connsiteY33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1992086 w 2460290"/>
                                    <a:gd name="connsiteY19" fmla="*/ 397742 h 724313"/>
                                    <a:gd name="connsiteX20" fmla="*/ 1730829 w 2460290"/>
                                    <a:gd name="connsiteY20" fmla="*/ 375971 h 724313"/>
                                    <a:gd name="connsiteX21" fmla="*/ 1567543 w 2460290"/>
                                    <a:gd name="connsiteY21" fmla="*/ 452171 h 724313"/>
                                    <a:gd name="connsiteX22" fmla="*/ 1382486 w 2460290"/>
                                    <a:gd name="connsiteY22" fmla="*/ 506599 h 724313"/>
                                    <a:gd name="connsiteX23" fmla="*/ 1230086 w 2460290"/>
                                    <a:gd name="connsiteY23" fmla="*/ 473942 h 724313"/>
                                    <a:gd name="connsiteX24" fmla="*/ 1143000 w 2460290"/>
                                    <a:gd name="connsiteY24" fmla="*/ 473942 h 724313"/>
                                    <a:gd name="connsiteX25" fmla="*/ 968829 w 2460290"/>
                                    <a:gd name="connsiteY25" fmla="*/ 615457 h 724313"/>
                                    <a:gd name="connsiteX26" fmla="*/ 729343 w 2460290"/>
                                    <a:gd name="connsiteY26" fmla="*/ 659000 h 724313"/>
                                    <a:gd name="connsiteX27" fmla="*/ 729343 w 2460290"/>
                                    <a:gd name="connsiteY27" fmla="*/ 659000 h 724313"/>
                                    <a:gd name="connsiteX28" fmla="*/ 707571 w 2460290"/>
                                    <a:gd name="connsiteY28" fmla="*/ 659000 h 724313"/>
                                    <a:gd name="connsiteX29" fmla="*/ 620486 w 2460290"/>
                                    <a:gd name="connsiteY29" fmla="*/ 669885 h 724313"/>
                                    <a:gd name="connsiteX30" fmla="*/ 500743 w 2460290"/>
                                    <a:gd name="connsiteY30" fmla="*/ 626342 h 724313"/>
                                    <a:gd name="connsiteX31" fmla="*/ 391886 w 2460290"/>
                                    <a:gd name="connsiteY31" fmla="*/ 637228 h 724313"/>
                                    <a:gd name="connsiteX32" fmla="*/ 293914 w 2460290"/>
                                    <a:gd name="connsiteY32" fmla="*/ 593685 h 724313"/>
                                    <a:gd name="connsiteX33" fmla="*/ 10886 w 2460290"/>
                                    <a:gd name="connsiteY33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1992086 w 2460290"/>
                                    <a:gd name="connsiteY19" fmla="*/ 397742 h 724313"/>
                                    <a:gd name="connsiteX20" fmla="*/ 1730829 w 2460290"/>
                                    <a:gd name="connsiteY20" fmla="*/ 375971 h 724313"/>
                                    <a:gd name="connsiteX21" fmla="*/ 1567543 w 2460290"/>
                                    <a:gd name="connsiteY21" fmla="*/ 452171 h 724313"/>
                                    <a:gd name="connsiteX22" fmla="*/ 1382486 w 2460290"/>
                                    <a:gd name="connsiteY22" fmla="*/ 506599 h 724313"/>
                                    <a:gd name="connsiteX23" fmla="*/ 1143000 w 2460290"/>
                                    <a:gd name="connsiteY23" fmla="*/ 473942 h 724313"/>
                                    <a:gd name="connsiteX24" fmla="*/ 968829 w 2460290"/>
                                    <a:gd name="connsiteY24" fmla="*/ 615457 h 724313"/>
                                    <a:gd name="connsiteX25" fmla="*/ 729343 w 2460290"/>
                                    <a:gd name="connsiteY25" fmla="*/ 659000 h 724313"/>
                                    <a:gd name="connsiteX26" fmla="*/ 729343 w 2460290"/>
                                    <a:gd name="connsiteY26" fmla="*/ 659000 h 724313"/>
                                    <a:gd name="connsiteX27" fmla="*/ 707571 w 2460290"/>
                                    <a:gd name="connsiteY27" fmla="*/ 659000 h 724313"/>
                                    <a:gd name="connsiteX28" fmla="*/ 620486 w 2460290"/>
                                    <a:gd name="connsiteY28" fmla="*/ 669885 h 724313"/>
                                    <a:gd name="connsiteX29" fmla="*/ 500743 w 2460290"/>
                                    <a:gd name="connsiteY29" fmla="*/ 626342 h 724313"/>
                                    <a:gd name="connsiteX30" fmla="*/ 391886 w 2460290"/>
                                    <a:gd name="connsiteY30" fmla="*/ 637228 h 724313"/>
                                    <a:gd name="connsiteX31" fmla="*/ 293914 w 2460290"/>
                                    <a:gd name="connsiteY31" fmla="*/ 593685 h 724313"/>
                                    <a:gd name="connsiteX32" fmla="*/ 10886 w 2460290"/>
                                    <a:gd name="connsiteY32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1992086 w 2460290"/>
                                    <a:gd name="connsiteY19" fmla="*/ 397742 h 724313"/>
                                    <a:gd name="connsiteX20" fmla="*/ 1730829 w 2460290"/>
                                    <a:gd name="connsiteY20" fmla="*/ 375971 h 724313"/>
                                    <a:gd name="connsiteX21" fmla="*/ 1567543 w 2460290"/>
                                    <a:gd name="connsiteY21" fmla="*/ 452171 h 724313"/>
                                    <a:gd name="connsiteX22" fmla="*/ 1382486 w 2460290"/>
                                    <a:gd name="connsiteY22" fmla="*/ 506599 h 724313"/>
                                    <a:gd name="connsiteX23" fmla="*/ 1143000 w 2460290"/>
                                    <a:gd name="connsiteY23" fmla="*/ 473942 h 724313"/>
                                    <a:gd name="connsiteX24" fmla="*/ 968829 w 2460290"/>
                                    <a:gd name="connsiteY24" fmla="*/ 615457 h 724313"/>
                                    <a:gd name="connsiteX25" fmla="*/ 729343 w 2460290"/>
                                    <a:gd name="connsiteY25" fmla="*/ 659000 h 724313"/>
                                    <a:gd name="connsiteX26" fmla="*/ 729343 w 2460290"/>
                                    <a:gd name="connsiteY26" fmla="*/ 659000 h 724313"/>
                                    <a:gd name="connsiteX27" fmla="*/ 805543 w 2460290"/>
                                    <a:gd name="connsiteY27" fmla="*/ 659000 h 724313"/>
                                    <a:gd name="connsiteX28" fmla="*/ 620486 w 2460290"/>
                                    <a:gd name="connsiteY28" fmla="*/ 669885 h 724313"/>
                                    <a:gd name="connsiteX29" fmla="*/ 500743 w 2460290"/>
                                    <a:gd name="connsiteY29" fmla="*/ 626342 h 724313"/>
                                    <a:gd name="connsiteX30" fmla="*/ 391886 w 2460290"/>
                                    <a:gd name="connsiteY30" fmla="*/ 637228 h 724313"/>
                                    <a:gd name="connsiteX31" fmla="*/ 293914 w 2460290"/>
                                    <a:gd name="connsiteY31" fmla="*/ 593685 h 724313"/>
                                    <a:gd name="connsiteX32" fmla="*/ 10886 w 2460290"/>
                                    <a:gd name="connsiteY32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1992086 w 2460290"/>
                                    <a:gd name="connsiteY19" fmla="*/ 397742 h 724313"/>
                                    <a:gd name="connsiteX20" fmla="*/ 1730829 w 2460290"/>
                                    <a:gd name="connsiteY20" fmla="*/ 375971 h 724313"/>
                                    <a:gd name="connsiteX21" fmla="*/ 1567543 w 2460290"/>
                                    <a:gd name="connsiteY21" fmla="*/ 452171 h 724313"/>
                                    <a:gd name="connsiteX22" fmla="*/ 1382486 w 2460290"/>
                                    <a:gd name="connsiteY22" fmla="*/ 506599 h 724313"/>
                                    <a:gd name="connsiteX23" fmla="*/ 1143000 w 2460290"/>
                                    <a:gd name="connsiteY23" fmla="*/ 473942 h 724313"/>
                                    <a:gd name="connsiteX24" fmla="*/ 968829 w 2460290"/>
                                    <a:gd name="connsiteY24" fmla="*/ 615457 h 724313"/>
                                    <a:gd name="connsiteX25" fmla="*/ 729343 w 2460290"/>
                                    <a:gd name="connsiteY25" fmla="*/ 659000 h 724313"/>
                                    <a:gd name="connsiteX26" fmla="*/ 729343 w 2460290"/>
                                    <a:gd name="connsiteY26" fmla="*/ 659000 h 724313"/>
                                    <a:gd name="connsiteX27" fmla="*/ 620486 w 2460290"/>
                                    <a:gd name="connsiteY27" fmla="*/ 669885 h 724313"/>
                                    <a:gd name="connsiteX28" fmla="*/ 500743 w 2460290"/>
                                    <a:gd name="connsiteY28" fmla="*/ 626342 h 724313"/>
                                    <a:gd name="connsiteX29" fmla="*/ 391886 w 2460290"/>
                                    <a:gd name="connsiteY29" fmla="*/ 637228 h 724313"/>
                                    <a:gd name="connsiteX30" fmla="*/ 293914 w 2460290"/>
                                    <a:gd name="connsiteY30" fmla="*/ 593685 h 724313"/>
                                    <a:gd name="connsiteX31" fmla="*/ 10886 w 2460290"/>
                                    <a:gd name="connsiteY31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1992086 w 2460290"/>
                                    <a:gd name="connsiteY19" fmla="*/ 397742 h 724313"/>
                                    <a:gd name="connsiteX20" fmla="*/ 1730829 w 2460290"/>
                                    <a:gd name="connsiteY20" fmla="*/ 375971 h 724313"/>
                                    <a:gd name="connsiteX21" fmla="*/ 1567543 w 2460290"/>
                                    <a:gd name="connsiteY21" fmla="*/ 452171 h 724313"/>
                                    <a:gd name="connsiteX22" fmla="*/ 1382486 w 2460290"/>
                                    <a:gd name="connsiteY22" fmla="*/ 506599 h 724313"/>
                                    <a:gd name="connsiteX23" fmla="*/ 1143000 w 2460290"/>
                                    <a:gd name="connsiteY23" fmla="*/ 473942 h 724313"/>
                                    <a:gd name="connsiteX24" fmla="*/ 968829 w 2460290"/>
                                    <a:gd name="connsiteY24" fmla="*/ 615457 h 724313"/>
                                    <a:gd name="connsiteX25" fmla="*/ 729343 w 2460290"/>
                                    <a:gd name="connsiteY25" fmla="*/ 659000 h 724313"/>
                                    <a:gd name="connsiteX26" fmla="*/ 827314 w 2460290"/>
                                    <a:gd name="connsiteY26" fmla="*/ 659000 h 724313"/>
                                    <a:gd name="connsiteX27" fmla="*/ 620486 w 2460290"/>
                                    <a:gd name="connsiteY27" fmla="*/ 669885 h 724313"/>
                                    <a:gd name="connsiteX28" fmla="*/ 500743 w 2460290"/>
                                    <a:gd name="connsiteY28" fmla="*/ 626342 h 724313"/>
                                    <a:gd name="connsiteX29" fmla="*/ 391886 w 2460290"/>
                                    <a:gd name="connsiteY29" fmla="*/ 637228 h 724313"/>
                                    <a:gd name="connsiteX30" fmla="*/ 293914 w 2460290"/>
                                    <a:gd name="connsiteY30" fmla="*/ 593685 h 724313"/>
                                    <a:gd name="connsiteX31" fmla="*/ 10886 w 2460290"/>
                                    <a:gd name="connsiteY31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1992086 w 2460290"/>
                                    <a:gd name="connsiteY19" fmla="*/ 397742 h 724313"/>
                                    <a:gd name="connsiteX20" fmla="*/ 1730829 w 2460290"/>
                                    <a:gd name="connsiteY20" fmla="*/ 375971 h 724313"/>
                                    <a:gd name="connsiteX21" fmla="*/ 1567543 w 2460290"/>
                                    <a:gd name="connsiteY21" fmla="*/ 452171 h 724313"/>
                                    <a:gd name="connsiteX22" fmla="*/ 1382486 w 2460290"/>
                                    <a:gd name="connsiteY22" fmla="*/ 506599 h 724313"/>
                                    <a:gd name="connsiteX23" fmla="*/ 1143000 w 2460290"/>
                                    <a:gd name="connsiteY23" fmla="*/ 473942 h 724313"/>
                                    <a:gd name="connsiteX24" fmla="*/ 968829 w 2460290"/>
                                    <a:gd name="connsiteY24" fmla="*/ 615457 h 724313"/>
                                    <a:gd name="connsiteX25" fmla="*/ 827314 w 2460290"/>
                                    <a:gd name="connsiteY25" fmla="*/ 659000 h 724313"/>
                                    <a:gd name="connsiteX26" fmla="*/ 620486 w 2460290"/>
                                    <a:gd name="connsiteY26" fmla="*/ 669885 h 724313"/>
                                    <a:gd name="connsiteX27" fmla="*/ 500743 w 2460290"/>
                                    <a:gd name="connsiteY27" fmla="*/ 626342 h 724313"/>
                                    <a:gd name="connsiteX28" fmla="*/ 391886 w 2460290"/>
                                    <a:gd name="connsiteY28" fmla="*/ 637228 h 724313"/>
                                    <a:gd name="connsiteX29" fmla="*/ 293914 w 2460290"/>
                                    <a:gd name="connsiteY29" fmla="*/ 593685 h 724313"/>
                                    <a:gd name="connsiteX30" fmla="*/ 10886 w 2460290"/>
                                    <a:gd name="connsiteY30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1992086 w 2460290"/>
                                    <a:gd name="connsiteY19" fmla="*/ 397742 h 724313"/>
                                    <a:gd name="connsiteX20" fmla="*/ 1730829 w 2460290"/>
                                    <a:gd name="connsiteY20" fmla="*/ 375971 h 724313"/>
                                    <a:gd name="connsiteX21" fmla="*/ 1567543 w 2460290"/>
                                    <a:gd name="connsiteY21" fmla="*/ 452171 h 724313"/>
                                    <a:gd name="connsiteX22" fmla="*/ 1382486 w 2460290"/>
                                    <a:gd name="connsiteY22" fmla="*/ 506599 h 724313"/>
                                    <a:gd name="connsiteX23" fmla="*/ 1143000 w 2460290"/>
                                    <a:gd name="connsiteY23" fmla="*/ 473942 h 724313"/>
                                    <a:gd name="connsiteX24" fmla="*/ 968829 w 2460290"/>
                                    <a:gd name="connsiteY24" fmla="*/ 615457 h 724313"/>
                                    <a:gd name="connsiteX25" fmla="*/ 827314 w 2460290"/>
                                    <a:gd name="connsiteY25" fmla="*/ 659000 h 724313"/>
                                    <a:gd name="connsiteX26" fmla="*/ 653143 w 2460290"/>
                                    <a:gd name="connsiteY26" fmla="*/ 669885 h 724313"/>
                                    <a:gd name="connsiteX27" fmla="*/ 500743 w 2460290"/>
                                    <a:gd name="connsiteY27" fmla="*/ 626342 h 724313"/>
                                    <a:gd name="connsiteX28" fmla="*/ 391886 w 2460290"/>
                                    <a:gd name="connsiteY28" fmla="*/ 637228 h 724313"/>
                                    <a:gd name="connsiteX29" fmla="*/ 293914 w 2460290"/>
                                    <a:gd name="connsiteY29" fmla="*/ 593685 h 724313"/>
                                    <a:gd name="connsiteX30" fmla="*/ 10886 w 2460290"/>
                                    <a:gd name="connsiteY30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1992086 w 2460290"/>
                                    <a:gd name="connsiteY19" fmla="*/ 397742 h 724313"/>
                                    <a:gd name="connsiteX20" fmla="*/ 1730829 w 2460290"/>
                                    <a:gd name="connsiteY20" fmla="*/ 375971 h 724313"/>
                                    <a:gd name="connsiteX21" fmla="*/ 1567543 w 2460290"/>
                                    <a:gd name="connsiteY21" fmla="*/ 452171 h 724313"/>
                                    <a:gd name="connsiteX22" fmla="*/ 1382486 w 2460290"/>
                                    <a:gd name="connsiteY22" fmla="*/ 506599 h 724313"/>
                                    <a:gd name="connsiteX23" fmla="*/ 1143000 w 2460290"/>
                                    <a:gd name="connsiteY23" fmla="*/ 473942 h 724313"/>
                                    <a:gd name="connsiteX24" fmla="*/ 968829 w 2460290"/>
                                    <a:gd name="connsiteY24" fmla="*/ 615457 h 724313"/>
                                    <a:gd name="connsiteX25" fmla="*/ 827314 w 2460290"/>
                                    <a:gd name="connsiteY25" fmla="*/ 659000 h 724313"/>
                                    <a:gd name="connsiteX26" fmla="*/ 653143 w 2460290"/>
                                    <a:gd name="connsiteY26" fmla="*/ 669885 h 724313"/>
                                    <a:gd name="connsiteX27" fmla="*/ 500743 w 2460290"/>
                                    <a:gd name="connsiteY27" fmla="*/ 626342 h 724313"/>
                                    <a:gd name="connsiteX28" fmla="*/ 293914 w 2460290"/>
                                    <a:gd name="connsiteY28" fmla="*/ 593685 h 724313"/>
                                    <a:gd name="connsiteX29" fmla="*/ 10886 w 2460290"/>
                                    <a:gd name="connsiteY29" fmla="*/ 724313 h 724313"/>
                                    <a:gd name="connsiteX0" fmla="*/ 0 w 2460347"/>
                                    <a:gd name="connsiteY0" fmla="*/ 634646 h 721731"/>
                                    <a:gd name="connsiteX1" fmla="*/ 185057 w 2460347"/>
                                    <a:gd name="connsiteY1" fmla="*/ 514903 h 721731"/>
                                    <a:gd name="connsiteX2" fmla="*/ 293914 w 2460347"/>
                                    <a:gd name="connsiteY2" fmla="*/ 493132 h 721731"/>
                                    <a:gd name="connsiteX3" fmla="*/ 293914 w 2460347"/>
                                    <a:gd name="connsiteY3" fmla="*/ 493132 h 721731"/>
                                    <a:gd name="connsiteX4" fmla="*/ 457200 w 2460347"/>
                                    <a:gd name="connsiteY4" fmla="*/ 493132 h 721731"/>
                                    <a:gd name="connsiteX5" fmla="*/ 620486 w 2460347"/>
                                    <a:gd name="connsiteY5" fmla="*/ 340733 h 721731"/>
                                    <a:gd name="connsiteX6" fmla="*/ 794657 w 2460347"/>
                                    <a:gd name="connsiteY6" fmla="*/ 220989 h 721731"/>
                                    <a:gd name="connsiteX7" fmla="*/ 979714 w 2460347"/>
                                    <a:gd name="connsiteY7" fmla="*/ 264532 h 721731"/>
                                    <a:gd name="connsiteX8" fmla="*/ 1143000 w 2460347"/>
                                    <a:gd name="connsiteY8" fmla="*/ 286303 h 721731"/>
                                    <a:gd name="connsiteX9" fmla="*/ 1273629 w 2460347"/>
                                    <a:gd name="connsiteY9" fmla="*/ 188332 h 721731"/>
                                    <a:gd name="connsiteX10" fmla="*/ 1447800 w 2460347"/>
                                    <a:gd name="connsiteY10" fmla="*/ 79475 h 721731"/>
                                    <a:gd name="connsiteX11" fmla="*/ 1567543 w 2460347"/>
                                    <a:gd name="connsiteY11" fmla="*/ 101246 h 721731"/>
                                    <a:gd name="connsiteX12" fmla="*/ 1741714 w 2460347"/>
                                    <a:gd name="connsiteY12" fmla="*/ 188332 h 721731"/>
                                    <a:gd name="connsiteX13" fmla="*/ 2035629 w 2460347"/>
                                    <a:gd name="connsiteY13" fmla="*/ 3275 h 721731"/>
                                    <a:gd name="connsiteX14" fmla="*/ 2340429 w 2460347"/>
                                    <a:gd name="connsiteY14" fmla="*/ 79475 h 721731"/>
                                    <a:gd name="connsiteX15" fmla="*/ 2460171 w 2460347"/>
                                    <a:gd name="connsiteY15" fmla="*/ 199218 h 721731"/>
                                    <a:gd name="connsiteX16" fmla="*/ 2318657 w 2460347"/>
                                    <a:gd name="connsiteY16" fmla="*/ 286304 h 721731"/>
                                    <a:gd name="connsiteX17" fmla="*/ 2166257 w 2460347"/>
                                    <a:gd name="connsiteY17" fmla="*/ 351618 h 721731"/>
                                    <a:gd name="connsiteX18" fmla="*/ 1992086 w 2460347"/>
                                    <a:gd name="connsiteY18" fmla="*/ 395160 h 721731"/>
                                    <a:gd name="connsiteX19" fmla="*/ 1730829 w 2460347"/>
                                    <a:gd name="connsiteY19" fmla="*/ 373389 h 721731"/>
                                    <a:gd name="connsiteX20" fmla="*/ 1567543 w 2460347"/>
                                    <a:gd name="connsiteY20" fmla="*/ 449589 h 721731"/>
                                    <a:gd name="connsiteX21" fmla="*/ 1382486 w 2460347"/>
                                    <a:gd name="connsiteY21" fmla="*/ 504017 h 721731"/>
                                    <a:gd name="connsiteX22" fmla="*/ 1143000 w 2460347"/>
                                    <a:gd name="connsiteY22" fmla="*/ 471360 h 721731"/>
                                    <a:gd name="connsiteX23" fmla="*/ 968829 w 2460347"/>
                                    <a:gd name="connsiteY23" fmla="*/ 612875 h 721731"/>
                                    <a:gd name="connsiteX24" fmla="*/ 827314 w 2460347"/>
                                    <a:gd name="connsiteY24" fmla="*/ 656418 h 721731"/>
                                    <a:gd name="connsiteX25" fmla="*/ 653143 w 2460347"/>
                                    <a:gd name="connsiteY25" fmla="*/ 667303 h 721731"/>
                                    <a:gd name="connsiteX26" fmla="*/ 500743 w 2460347"/>
                                    <a:gd name="connsiteY26" fmla="*/ 623760 h 721731"/>
                                    <a:gd name="connsiteX27" fmla="*/ 293914 w 2460347"/>
                                    <a:gd name="connsiteY27" fmla="*/ 591103 h 721731"/>
                                    <a:gd name="connsiteX28" fmla="*/ 10886 w 2460347"/>
                                    <a:gd name="connsiteY28" fmla="*/ 721731 h 721731"/>
                                    <a:gd name="connsiteX0" fmla="*/ 0 w 2460347"/>
                                    <a:gd name="connsiteY0" fmla="*/ 634646 h 710846"/>
                                    <a:gd name="connsiteX1" fmla="*/ 185057 w 2460347"/>
                                    <a:gd name="connsiteY1" fmla="*/ 514903 h 710846"/>
                                    <a:gd name="connsiteX2" fmla="*/ 293914 w 2460347"/>
                                    <a:gd name="connsiteY2" fmla="*/ 493132 h 710846"/>
                                    <a:gd name="connsiteX3" fmla="*/ 293914 w 2460347"/>
                                    <a:gd name="connsiteY3" fmla="*/ 493132 h 710846"/>
                                    <a:gd name="connsiteX4" fmla="*/ 457200 w 2460347"/>
                                    <a:gd name="connsiteY4" fmla="*/ 493132 h 710846"/>
                                    <a:gd name="connsiteX5" fmla="*/ 620486 w 2460347"/>
                                    <a:gd name="connsiteY5" fmla="*/ 340733 h 710846"/>
                                    <a:gd name="connsiteX6" fmla="*/ 794657 w 2460347"/>
                                    <a:gd name="connsiteY6" fmla="*/ 220989 h 710846"/>
                                    <a:gd name="connsiteX7" fmla="*/ 979714 w 2460347"/>
                                    <a:gd name="connsiteY7" fmla="*/ 264532 h 710846"/>
                                    <a:gd name="connsiteX8" fmla="*/ 1143000 w 2460347"/>
                                    <a:gd name="connsiteY8" fmla="*/ 286303 h 710846"/>
                                    <a:gd name="connsiteX9" fmla="*/ 1273629 w 2460347"/>
                                    <a:gd name="connsiteY9" fmla="*/ 188332 h 710846"/>
                                    <a:gd name="connsiteX10" fmla="*/ 1447800 w 2460347"/>
                                    <a:gd name="connsiteY10" fmla="*/ 79475 h 710846"/>
                                    <a:gd name="connsiteX11" fmla="*/ 1567543 w 2460347"/>
                                    <a:gd name="connsiteY11" fmla="*/ 101246 h 710846"/>
                                    <a:gd name="connsiteX12" fmla="*/ 1741714 w 2460347"/>
                                    <a:gd name="connsiteY12" fmla="*/ 188332 h 710846"/>
                                    <a:gd name="connsiteX13" fmla="*/ 2035629 w 2460347"/>
                                    <a:gd name="connsiteY13" fmla="*/ 3275 h 710846"/>
                                    <a:gd name="connsiteX14" fmla="*/ 2340429 w 2460347"/>
                                    <a:gd name="connsiteY14" fmla="*/ 79475 h 710846"/>
                                    <a:gd name="connsiteX15" fmla="*/ 2460171 w 2460347"/>
                                    <a:gd name="connsiteY15" fmla="*/ 199218 h 710846"/>
                                    <a:gd name="connsiteX16" fmla="*/ 2318657 w 2460347"/>
                                    <a:gd name="connsiteY16" fmla="*/ 286304 h 710846"/>
                                    <a:gd name="connsiteX17" fmla="*/ 2166257 w 2460347"/>
                                    <a:gd name="connsiteY17" fmla="*/ 351618 h 710846"/>
                                    <a:gd name="connsiteX18" fmla="*/ 1992086 w 2460347"/>
                                    <a:gd name="connsiteY18" fmla="*/ 395160 h 710846"/>
                                    <a:gd name="connsiteX19" fmla="*/ 1730829 w 2460347"/>
                                    <a:gd name="connsiteY19" fmla="*/ 373389 h 710846"/>
                                    <a:gd name="connsiteX20" fmla="*/ 1567543 w 2460347"/>
                                    <a:gd name="connsiteY20" fmla="*/ 449589 h 710846"/>
                                    <a:gd name="connsiteX21" fmla="*/ 1382486 w 2460347"/>
                                    <a:gd name="connsiteY21" fmla="*/ 504017 h 710846"/>
                                    <a:gd name="connsiteX22" fmla="*/ 1143000 w 2460347"/>
                                    <a:gd name="connsiteY22" fmla="*/ 471360 h 710846"/>
                                    <a:gd name="connsiteX23" fmla="*/ 968829 w 2460347"/>
                                    <a:gd name="connsiteY23" fmla="*/ 612875 h 710846"/>
                                    <a:gd name="connsiteX24" fmla="*/ 827314 w 2460347"/>
                                    <a:gd name="connsiteY24" fmla="*/ 656418 h 710846"/>
                                    <a:gd name="connsiteX25" fmla="*/ 653143 w 2460347"/>
                                    <a:gd name="connsiteY25" fmla="*/ 667303 h 710846"/>
                                    <a:gd name="connsiteX26" fmla="*/ 500743 w 2460347"/>
                                    <a:gd name="connsiteY26" fmla="*/ 623760 h 710846"/>
                                    <a:gd name="connsiteX27" fmla="*/ 293914 w 2460347"/>
                                    <a:gd name="connsiteY27" fmla="*/ 591103 h 710846"/>
                                    <a:gd name="connsiteX28" fmla="*/ 87086 w 2460347"/>
                                    <a:gd name="connsiteY28" fmla="*/ 710846 h 710846"/>
                                    <a:gd name="connsiteX0" fmla="*/ 0 w 2460347"/>
                                    <a:gd name="connsiteY0" fmla="*/ 634646 h 721732"/>
                                    <a:gd name="connsiteX1" fmla="*/ 185057 w 2460347"/>
                                    <a:gd name="connsiteY1" fmla="*/ 514903 h 721732"/>
                                    <a:gd name="connsiteX2" fmla="*/ 293914 w 2460347"/>
                                    <a:gd name="connsiteY2" fmla="*/ 493132 h 721732"/>
                                    <a:gd name="connsiteX3" fmla="*/ 293914 w 2460347"/>
                                    <a:gd name="connsiteY3" fmla="*/ 493132 h 721732"/>
                                    <a:gd name="connsiteX4" fmla="*/ 457200 w 2460347"/>
                                    <a:gd name="connsiteY4" fmla="*/ 493132 h 721732"/>
                                    <a:gd name="connsiteX5" fmla="*/ 620486 w 2460347"/>
                                    <a:gd name="connsiteY5" fmla="*/ 340733 h 721732"/>
                                    <a:gd name="connsiteX6" fmla="*/ 794657 w 2460347"/>
                                    <a:gd name="connsiteY6" fmla="*/ 220989 h 721732"/>
                                    <a:gd name="connsiteX7" fmla="*/ 979714 w 2460347"/>
                                    <a:gd name="connsiteY7" fmla="*/ 264532 h 721732"/>
                                    <a:gd name="connsiteX8" fmla="*/ 1143000 w 2460347"/>
                                    <a:gd name="connsiteY8" fmla="*/ 286303 h 721732"/>
                                    <a:gd name="connsiteX9" fmla="*/ 1273629 w 2460347"/>
                                    <a:gd name="connsiteY9" fmla="*/ 188332 h 721732"/>
                                    <a:gd name="connsiteX10" fmla="*/ 1447800 w 2460347"/>
                                    <a:gd name="connsiteY10" fmla="*/ 79475 h 721732"/>
                                    <a:gd name="connsiteX11" fmla="*/ 1567543 w 2460347"/>
                                    <a:gd name="connsiteY11" fmla="*/ 101246 h 721732"/>
                                    <a:gd name="connsiteX12" fmla="*/ 1741714 w 2460347"/>
                                    <a:gd name="connsiteY12" fmla="*/ 188332 h 721732"/>
                                    <a:gd name="connsiteX13" fmla="*/ 2035629 w 2460347"/>
                                    <a:gd name="connsiteY13" fmla="*/ 3275 h 721732"/>
                                    <a:gd name="connsiteX14" fmla="*/ 2340429 w 2460347"/>
                                    <a:gd name="connsiteY14" fmla="*/ 79475 h 721732"/>
                                    <a:gd name="connsiteX15" fmla="*/ 2460171 w 2460347"/>
                                    <a:gd name="connsiteY15" fmla="*/ 199218 h 721732"/>
                                    <a:gd name="connsiteX16" fmla="*/ 2318657 w 2460347"/>
                                    <a:gd name="connsiteY16" fmla="*/ 286304 h 721732"/>
                                    <a:gd name="connsiteX17" fmla="*/ 2166257 w 2460347"/>
                                    <a:gd name="connsiteY17" fmla="*/ 351618 h 721732"/>
                                    <a:gd name="connsiteX18" fmla="*/ 1992086 w 2460347"/>
                                    <a:gd name="connsiteY18" fmla="*/ 395160 h 721732"/>
                                    <a:gd name="connsiteX19" fmla="*/ 1730829 w 2460347"/>
                                    <a:gd name="connsiteY19" fmla="*/ 373389 h 721732"/>
                                    <a:gd name="connsiteX20" fmla="*/ 1567543 w 2460347"/>
                                    <a:gd name="connsiteY20" fmla="*/ 449589 h 721732"/>
                                    <a:gd name="connsiteX21" fmla="*/ 1382486 w 2460347"/>
                                    <a:gd name="connsiteY21" fmla="*/ 504017 h 721732"/>
                                    <a:gd name="connsiteX22" fmla="*/ 1143000 w 2460347"/>
                                    <a:gd name="connsiteY22" fmla="*/ 471360 h 721732"/>
                                    <a:gd name="connsiteX23" fmla="*/ 968829 w 2460347"/>
                                    <a:gd name="connsiteY23" fmla="*/ 612875 h 721732"/>
                                    <a:gd name="connsiteX24" fmla="*/ 827314 w 2460347"/>
                                    <a:gd name="connsiteY24" fmla="*/ 656418 h 721732"/>
                                    <a:gd name="connsiteX25" fmla="*/ 653143 w 2460347"/>
                                    <a:gd name="connsiteY25" fmla="*/ 667303 h 721732"/>
                                    <a:gd name="connsiteX26" fmla="*/ 500743 w 2460347"/>
                                    <a:gd name="connsiteY26" fmla="*/ 623760 h 721732"/>
                                    <a:gd name="connsiteX27" fmla="*/ 293914 w 2460347"/>
                                    <a:gd name="connsiteY27" fmla="*/ 591103 h 721732"/>
                                    <a:gd name="connsiteX28" fmla="*/ 54429 w 2460347"/>
                                    <a:gd name="connsiteY28" fmla="*/ 721732 h 72173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</a:cxnLst>
                                  <a:rect l="l" t="t" r="r" b="b"/>
                                  <a:pathLst>
                                    <a:path w="2460347" h="721732">
                                      <a:moveTo>
                                        <a:pt x="0" y="634646"/>
                                      </a:moveTo>
                                      <a:cubicBezTo>
                                        <a:pt x="38554" y="609700"/>
                                        <a:pt x="136071" y="538489"/>
                                        <a:pt x="185057" y="514903"/>
                                      </a:cubicBezTo>
                                      <a:cubicBezTo>
                                        <a:pt x="234043" y="491317"/>
                                        <a:pt x="293914" y="493132"/>
                                        <a:pt x="293914" y="493132"/>
                                      </a:cubicBezTo>
                                      <a:lnTo>
                                        <a:pt x="293914" y="493132"/>
                                      </a:lnTo>
                                      <a:cubicBezTo>
                                        <a:pt x="321128" y="493132"/>
                                        <a:pt x="402771" y="518532"/>
                                        <a:pt x="457200" y="493132"/>
                                      </a:cubicBezTo>
                                      <a:cubicBezTo>
                                        <a:pt x="511629" y="467732"/>
                                        <a:pt x="564243" y="386090"/>
                                        <a:pt x="620486" y="340733"/>
                                      </a:cubicBezTo>
                                      <a:cubicBezTo>
                                        <a:pt x="676729" y="295376"/>
                                        <a:pt x="734786" y="233689"/>
                                        <a:pt x="794657" y="220989"/>
                                      </a:cubicBezTo>
                                      <a:cubicBezTo>
                                        <a:pt x="854528" y="208289"/>
                                        <a:pt x="918028" y="250018"/>
                                        <a:pt x="979714" y="264532"/>
                                      </a:cubicBezTo>
                                      <a:cubicBezTo>
                                        <a:pt x="1037771" y="275418"/>
                                        <a:pt x="1094014" y="299003"/>
                                        <a:pt x="1143000" y="286303"/>
                                      </a:cubicBezTo>
                                      <a:cubicBezTo>
                                        <a:pt x="1191986" y="273603"/>
                                        <a:pt x="1222829" y="222803"/>
                                        <a:pt x="1273629" y="188332"/>
                                      </a:cubicBezTo>
                                      <a:cubicBezTo>
                                        <a:pt x="1324429" y="153861"/>
                                        <a:pt x="1398814" y="93989"/>
                                        <a:pt x="1447800" y="79475"/>
                                      </a:cubicBezTo>
                                      <a:cubicBezTo>
                                        <a:pt x="1496786" y="64961"/>
                                        <a:pt x="1518557" y="83103"/>
                                        <a:pt x="1567543" y="101246"/>
                                      </a:cubicBezTo>
                                      <a:cubicBezTo>
                                        <a:pt x="1616529" y="119389"/>
                                        <a:pt x="1663700" y="204661"/>
                                        <a:pt x="1741714" y="188332"/>
                                      </a:cubicBezTo>
                                      <a:cubicBezTo>
                                        <a:pt x="1819728" y="172003"/>
                                        <a:pt x="1935843" y="21418"/>
                                        <a:pt x="2035629" y="3275"/>
                                      </a:cubicBezTo>
                                      <a:cubicBezTo>
                                        <a:pt x="2135415" y="-14868"/>
                                        <a:pt x="2269672" y="46818"/>
                                        <a:pt x="2340429" y="79475"/>
                                      </a:cubicBezTo>
                                      <a:cubicBezTo>
                                        <a:pt x="2411186" y="112132"/>
                                        <a:pt x="2463800" y="164747"/>
                                        <a:pt x="2460171" y="199218"/>
                                      </a:cubicBezTo>
                                      <a:cubicBezTo>
                                        <a:pt x="2456542" y="233689"/>
                                        <a:pt x="2367643" y="260904"/>
                                        <a:pt x="2318657" y="286304"/>
                                      </a:cubicBezTo>
                                      <a:cubicBezTo>
                                        <a:pt x="2269671" y="311704"/>
                                        <a:pt x="2220685" y="333475"/>
                                        <a:pt x="2166257" y="351618"/>
                                      </a:cubicBezTo>
                                      <a:cubicBezTo>
                                        <a:pt x="2111829" y="369761"/>
                                        <a:pt x="2064657" y="391532"/>
                                        <a:pt x="1992086" y="395160"/>
                                      </a:cubicBezTo>
                                      <a:cubicBezTo>
                                        <a:pt x="1919515" y="398788"/>
                                        <a:pt x="1801586" y="364318"/>
                                        <a:pt x="1730829" y="373389"/>
                                      </a:cubicBezTo>
                                      <a:cubicBezTo>
                                        <a:pt x="1660072" y="382460"/>
                                        <a:pt x="1625600" y="427818"/>
                                        <a:pt x="1567543" y="449589"/>
                                      </a:cubicBezTo>
                                      <a:cubicBezTo>
                                        <a:pt x="1509486" y="471360"/>
                                        <a:pt x="1453243" y="500389"/>
                                        <a:pt x="1382486" y="504017"/>
                                      </a:cubicBezTo>
                                      <a:cubicBezTo>
                                        <a:pt x="1311729" y="507645"/>
                                        <a:pt x="1211943" y="453217"/>
                                        <a:pt x="1143000" y="471360"/>
                                      </a:cubicBezTo>
                                      <a:cubicBezTo>
                                        <a:pt x="1074057" y="489503"/>
                                        <a:pt x="1021443" y="582032"/>
                                        <a:pt x="968829" y="612875"/>
                                      </a:cubicBezTo>
                                      <a:cubicBezTo>
                                        <a:pt x="916215" y="643718"/>
                                        <a:pt x="879928" y="647347"/>
                                        <a:pt x="827314" y="656418"/>
                                      </a:cubicBezTo>
                                      <a:cubicBezTo>
                                        <a:pt x="774700" y="665489"/>
                                        <a:pt x="707571" y="672746"/>
                                        <a:pt x="653143" y="667303"/>
                                      </a:cubicBezTo>
                                      <a:cubicBezTo>
                                        <a:pt x="598715" y="661860"/>
                                        <a:pt x="560615" y="636460"/>
                                        <a:pt x="500743" y="623760"/>
                                      </a:cubicBezTo>
                                      <a:cubicBezTo>
                                        <a:pt x="440871" y="611060"/>
                                        <a:pt x="368300" y="574774"/>
                                        <a:pt x="293914" y="591103"/>
                                      </a:cubicBezTo>
                                      <a:cubicBezTo>
                                        <a:pt x="219528" y="607432"/>
                                        <a:pt x="54429" y="721732"/>
                                        <a:pt x="54429" y="7217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25" name="Gruppieren 4"/>
                              <wpg:cNvGrpSpPr/>
                              <wpg:grpSpPr>
                                <a:xfrm>
                                  <a:off x="0" y="2808674"/>
                                  <a:ext cx="2363412" cy="1283302"/>
                                  <a:chOff x="0" y="2808674"/>
                                  <a:chExt cx="2363412" cy="1283302"/>
                                </a:xfrm>
                              </wpg:grpSpPr>
                              <wps:wsp>
                                <wps:cNvPr id="26" name="Freihandform 11"/>
                                <wps:cNvSpPr/>
                                <wps:spPr>
                                  <a:xfrm>
                                    <a:off x="234892" y="2808674"/>
                                    <a:ext cx="2128520" cy="1176004"/>
                                  </a:xfrm>
                                  <a:custGeom>
                                    <a:avLst/>
                                    <a:gdLst>
                                      <a:gd name="connsiteX0" fmla="*/ 0 w 3309510"/>
                                      <a:gd name="connsiteY0" fmla="*/ 0 h 949931"/>
                                      <a:gd name="connsiteX1" fmla="*/ 239486 w 3309510"/>
                                      <a:gd name="connsiteY1" fmla="*/ 304800 h 949931"/>
                                      <a:gd name="connsiteX2" fmla="*/ 435428 w 3309510"/>
                                      <a:gd name="connsiteY2" fmla="*/ 500742 h 949931"/>
                                      <a:gd name="connsiteX3" fmla="*/ 805543 w 3309510"/>
                                      <a:gd name="connsiteY3" fmla="*/ 751114 h 949931"/>
                                      <a:gd name="connsiteX4" fmla="*/ 1284514 w 3309510"/>
                                      <a:gd name="connsiteY4" fmla="*/ 870857 h 949931"/>
                                      <a:gd name="connsiteX5" fmla="*/ 1730828 w 3309510"/>
                                      <a:gd name="connsiteY5" fmla="*/ 903514 h 949931"/>
                                      <a:gd name="connsiteX6" fmla="*/ 2394857 w 3309510"/>
                                      <a:gd name="connsiteY6" fmla="*/ 914400 h 949931"/>
                                      <a:gd name="connsiteX7" fmla="*/ 3037114 w 3309510"/>
                                      <a:gd name="connsiteY7" fmla="*/ 947057 h 949931"/>
                                      <a:gd name="connsiteX8" fmla="*/ 3265714 w 3309510"/>
                                      <a:gd name="connsiteY8" fmla="*/ 947057 h 949931"/>
                                      <a:gd name="connsiteX9" fmla="*/ 3309257 w 3309510"/>
                                      <a:gd name="connsiteY9" fmla="*/ 936171 h 949931"/>
                                      <a:gd name="connsiteX0" fmla="*/ 0 w 3309510"/>
                                      <a:gd name="connsiteY0" fmla="*/ 0 h 949931"/>
                                      <a:gd name="connsiteX1" fmla="*/ 152400 w 3309510"/>
                                      <a:gd name="connsiteY1" fmla="*/ 304800 h 949931"/>
                                      <a:gd name="connsiteX2" fmla="*/ 435428 w 3309510"/>
                                      <a:gd name="connsiteY2" fmla="*/ 500742 h 949931"/>
                                      <a:gd name="connsiteX3" fmla="*/ 805543 w 3309510"/>
                                      <a:gd name="connsiteY3" fmla="*/ 751114 h 949931"/>
                                      <a:gd name="connsiteX4" fmla="*/ 1284514 w 3309510"/>
                                      <a:gd name="connsiteY4" fmla="*/ 870857 h 949931"/>
                                      <a:gd name="connsiteX5" fmla="*/ 1730828 w 3309510"/>
                                      <a:gd name="connsiteY5" fmla="*/ 903514 h 949931"/>
                                      <a:gd name="connsiteX6" fmla="*/ 2394857 w 3309510"/>
                                      <a:gd name="connsiteY6" fmla="*/ 914400 h 949931"/>
                                      <a:gd name="connsiteX7" fmla="*/ 3037114 w 3309510"/>
                                      <a:gd name="connsiteY7" fmla="*/ 947057 h 949931"/>
                                      <a:gd name="connsiteX8" fmla="*/ 3265714 w 3309510"/>
                                      <a:gd name="connsiteY8" fmla="*/ 947057 h 949931"/>
                                      <a:gd name="connsiteX9" fmla="*/ 3309257 w 3309510"/>
                                      <a:gd name="connsiteY9" fmla="*/ 936171 h 949931"/>
                                      <a:gd name="connsiteX0" fmla="*/ 0 w 3309510"/>
                                      <a:gd name="connsiteY0" fmla="*/ 0 h 949931"/>
                                      <a:gd name="connsiteX1" fmla="*/ 152400 w 3309510"/>
                                      <a:gd name="connsiteY1" fmla="*/ 304800 h 949931"/>
                                      <a:gd name="connsiteX2" fmla="*/ 359228 w 3309510"/>
                                      <a:gd name="connsiteY2" fmla="*/ 555171 h 949931"/>
                                      <a:gd name="connsiteX3" fmla="*/ 805543 w 3309510"/>
                                      <a:gd name="connsiteY3" fmla="*/ 751114 h 949931"/>
                                      <a:gd name="connsiteX4" fmla="*/ 1284514 w 3309510"/>
                                      <a:gd name="connsiteY4" fmla="*/ 870857 h 949931"/>
                                      <a:gd name="connsiteX5" fmla="*/ 1730828 w 3309510"/>
                                      <a:gd name="connsiteY5" fmla="*/ 903514 h 949931"/>
                                      <a:gd name="connsiteX6" fmla="*/ 2394857 w 3309510"/>
                                      <a:gd name="connsiteY6" fmla="*/ 914400 h 949931"/>
                                      <a:gd name="connsiteX7" fmla="*/ 3037114 w 3309510"/>
                                      <a:gd name="connsiteY7" fmla="*/ 947057 h 949931"/>
                                      <a:gd name="connsiteX8" fmla="*/ 3265714 w 3309510"/>
                                      <a:gd name="connsiteY8" fmla="*/ 947057 h 949931"/>
                                      <a:gd name="connsiteX9" fmla="*/ 3309257 w 3309510"/>
                                      <a:gd name="connsiteY9" fmla="*/ 936171 h 949931"/>
                                      <a:gd name="connsiteX0" fmla="*/ 0 w 3309510"/>
                                      <a:gd name="connsiteY0" fmla="*/ 0 h 949931"/>
                                      <a:gd name="connsiteX1" fmla="*/ 152400 w 3309510"/>
                                      <a:gd name="connsiteY1" fmla="*/ 304800 h 949931"/>
                                      <a:gd name="connsiteX2" fmla="*/ 359228 w 3309510"/>
                                      <a:gd name="connsiteY2" fmla="*/ 555171 h 949931"/>
                                      <a:gd name="connsiteX3" fmla="*/ 762001 w 3309510"/>
                                      <a:gd name="connsiteY3" fmla="*/ 849086 h 949931"/>
                                      <a:gd name="connsiteX4" fmla="*/ 1284514 w 3309510"/>
                                      <a:gd name="connsiteY4" fmla="*/ 870857 h 949931"/>
                                      <a:gd name="connsiteX5" fmla="*/ 1730828 w 3309510"/>
                                      <a:gd name="connsiteY5" fmla="*/ 903514 h 949931"/>
                                      <a:gd name="connsiteX6" fmla="*/ 2394857 w 3309510"/>
                                      <a:gd name="connsiteY6" fmla="*/ 914400 h 949931"/>
                                      <a:gd name="connsiteX7" fmla="*/ 3037114 w 3309510"/>
                                      <a:gd name="connsiteY7" fmla="*/ 947057 h 949931"/>
                                      <a:gd name="connsiteX8" fmla="*/ 3265714 w 3309510"/>
                                      <a:gd name="connsiteY8" fmla="*/ 947057 h 949931"/>
                                      <a:gd name="connsiteX9" fmla="*/ 3309257 w 3309510"/>
                                      <a:gd name="connsiteY9" fmla="*/ 936171 h 949931"/>
                                      <a:gd name="connsiteX0" fmla="*/ 0 w 3309510"/>
                                      <a:gd name="connsiteY0" fmla="*/ 0 h 1110668"/>
                                      <a:gd name="connsiteX1" fmla="*/ 152400 w 3309510"/>
                                      <a:gd name="connsiteY1" fmla="*/ 304800 h 1110668"/>
                                      <a:gd name="connsiteX2" fmla="*/ 359228 w 3309510"/>
                                      <a:gd name="connsiteY2" fmla="*/ 555171 h 1110668"/>
                                      <a:gd name="connsiteX3" fmla="*/ 762001 w 3309510"/>
                                      <a:gd name="connsiteY3" fmla="*/ 849086 h 1110668"/>
                                      <a:gd name="connsiteX4" fmla="*/ 1230086 w 3309510"/>
                                      <a:gd name="connsiteY4" fmla="*/ 1110343 h 1110668"/>
                                      <a:gd name="connsiteX5" fmla="*/ 1730828 w 3309510"/>
                                      <a:gd name="connsiteY5" fmla="*/ 903514 h 1110668"/>
                                      <a:gd name="connsiteX6" fmla="*/ 2394857 w 3309510"/>
                                      <a:gd name="connsiteY6" fmla="*/ 914400 h 1110668"/>
                                      <a:gd name="connsiteX7" fmla="*/ 3037114 w 3309510"/>
                                      <a:gd name="connsiteY7" fmla="*/ 947057 h 1110668"/>
                                      <a:gd name="connsiteX8" fmla="*/ 3265714 w 3309510"/>
                                      <a:gd name="connsiteY8" fmla="*/ 947057 h 1110668"/>
                                      <a:gd name="connsiteX9" fmla="*/ 3309257 w 3309510"/>
                                      <a:gd name="connsiteY9" fmla="*/ 936171 h 1110668"/>
                                      <a:gd name="connsiteX0" fmla="*/ 0 w 3309510"/>
                                      <a:gd name="connsiteY0" fmla="*/ 0 h 1168491"/>
                                      <a:gd name="connsiteX1" fmla="*/ 152400 w 3309510"/>
                                      <a:gd name="connsiteY1" fmla="*/ 304800 h 1168491"/>
                                      <a:gd name="connsiteX2" fmla="*/ 359228 w 3309510"/>
                                      <a:gd name="connsiteY2" fmla="*/ 555171 h 1168491"/>
                                      <a:gd name="connsiteX3" fmla="*/ 762001 w 3309510"/>
                                      <a:gd name="connsiteY3" fmla="*/ 849086 h 1168491"/>
                                      <a:gd name="connsiteX4" fmla="*/ 1230086 w 3309510"/>
                                      <a:gd name="connsiteY4" fmla="*/ 1110343 h 1168491"/>
                                      <a:gd name="connsiteX5" fmla="*/ 1839685 w 3309510"/>
                                      <a:gd name="connsiteY5" fmla="*/ 1153885 h 1168491"/>
                                      <a:gd name="connsiteX6" fmla="*/ 2394857 w 3309510"/>
                                      <a:gd name="connsiteY6" fmla="*/ 914400 h 1168491"/>
                                      <a:gd name="connsiteX7" fmla="*/ 3037114 w 3309510"/>
                                      <a:gd name="connsiteY7" fmla="*/ 947057 h 1168491"/>
                                      <a:gd name="connsiteX8" fmla="*/ 3265714 w 3309510"/>
                                      <a:gd name="connsiteY8" fmla="*/ 947057 h 1168491"/>
                                      <a:gd name="connsiteX9" fmla="*/ 3309257 w 3309510"/>
                                      <a:gd name="connsiteY9" fmla="*/ 936171 h 1168491"/>
                                      <a:gd name="connsiteX0" fmla="*/ 0 w 3309510"/>
                                      <a:gd name="connsiteY0" fmla="*/ 0 h 1188372"/>
                                      <a:gd name="connsiteX1" fmla="*/ 152400 w 3309510"/>
                                      <a:gd name="connsiteY1" fmla="*/ 304800 h 1188372"/>
                                      <a:gd name="connsiteX2" fmla="*/ 359228 w 3309510"/>
                                      <a:gd name="connsiteY2" fmla="*/ 555171 h 1188372"/>
                                      <a:gd name="connsiteX3" fmla="*/ 762001 w 3309510"/>
                                      <a:gd name="connsiteY3" fmla="*/ 849086 h 1188372"/>
                                      <a:gd name="connsiteX4" fmla="*/ 1230086 w 3309510"/>
                                      <a:gd name="connsiteY4" fmla="*/ 1110343 h 1188372"/>
                                      <a:gd name="connsiteX5" fmla="*/ 1839685 w 3309510"/>
                                      <a:gd name="connsiteY5" fmla="*/ 1153885 h 1188372"/>
                                      <a:gd name="connsiteX6" fmla="*/ 2405743 w 3309510"/>
                                      <a:gd name="connsiteY6" fmla="*/ 1175658 h 1188372"/>
                                      <a:gd name="connsiteX7" fmla="*/ 3037114 w 3309510"/>
                                      <a:gd name="connsiteY7" fmla="*/ 947057 h 1188372"/>
                                      <a:gd name="connsiteX8" fmla="*/ 3265714 w 3309510"/>
                                      <a:gd name="connsiteY8" fmla="*/ 947057 h 1188372"/>
                                      <a:gd name="connsiteX9" fmla="*/ 3309257 w 3309510"/>
                                      <a:gd name="connsiteY9" fmla="*/ 936171 h 1188372"/>
                                      <a:gd name="connsiteX0" fmla="*/ 0 w 3309510"/>
                                      <a:gd name="connsiteY0" fmla="*/ 0 h 1240300"/>
                                      <a:gd name="connsiteX1" fmla="*/ 152400 w 3309510"/>
                                      <a:gd name="connsiteY1" fmla="*/ 304800 h 1240300"/>
                                      <a:gd name="connsiteX2" fmla="*/ 359228 w 3309510"/>
                                      <a:gd name="connsiteY2" fmla="*/ 555171 h 1240300"/>
                                      <a:gd name="connsiteX3" fmla="*/ 762001 w 3309510"/>
                                      <a:gd name="connsiteY3" fmla="*/ 849086 h 1240300"/>
                                      <a:gd name="connsiteX4" fmla="*/ 1230086 w 3309510"/>
                                      <a:gd name="connsiteY4" fmla="*/ 1110343 h 1240300"/>
                                      <a:gd name="connsiteX5" fmla="*/ 1839685 w 3309510"/>
                                      <a:gd name="connsiteY5" fmla="*/ 1153885 h 1240300"/>
                                      <a:gd name="connsiteX6" fmla="*/ 2405743 w 3309510"/>
                                      <a:gd name="connsiteY6" fmla="*/ 1175658 h 1240300"/>
                                      <a:gd name="connsiteX7" fmla="*/ 3037114 w 3309510"/>
                                      <a:gd name="connsiteY7" fmla="*/ 1230086 h 1240300"/>
                                      <a:gd name="connsiteX8" fmla="*/ 3265714 w 3309510"/>
                                      <a:gd name="connsiteY8" fmla="*/ 947057 h 1240300"/>
                                      <a:gd name="connsiteX9" fmla="*/ 3309257 w 3309510"/>
                                      <a:gd name="connsiteY9" fmla="*/ 936171 h 1240300"/>
                                      <a:gd name="connsiteX0" fmla="*/ 0 w 3385466"/>
                                      <a:gd name="connsiteY0" fmla="*/ 0 h 1295444"/>
                                      <a:gd name="connsiteX1" fmla="*/ 152400 w 3385466"/>
                                      <a:gd name="connsiteY1" fmla="*/ 304800 h 1295444"/>
                                      <a:gd name="connsiteX2" fmla="*/ 359228 w 3385466"/>
                                      <a:gd name="connsiteY2" fmla="*/ 555171 h 1295444"/>
                                      <a:gd name="connsiteX3" fmla="*/ 762001 w 3385466"/>
                                      <a:gd name="connsiteY3" fmla="*/ 849086 h 1295444"/>
                                      <a:gd name="connsiteX4" fmla="*/ 1230086 w 3385466"/>
                                      <a:gd name="connsiteY4" fmla="*/ 1110343 h 1295444"/>
                                      <a:gd name="connsiteX5" fmla="*/ 1839685 w 3385466"/>
                                      <a:gd name="connsiteY5" fmla="*/ 1153885 h 1295444"/>
                                      <a:gd name="connsiteX6" fmla="*/ 2405743 w 3385466"/>
                                      <a:gd name="connsiteY6" fmla="*/ 1175658 h 1295444"/>
                                      <a:gd name="connsiteX7" fmla="*/ 3037114 w 3385466"/>
                                      <a:gd name="connsiteY7" fmla="*/ 1230086 h 1295444"/>
                                      <a:gd name="connsiteX8" fmla="*/ 3265714 w 3385466"/>
                                      <a:gd name="connsiteY8" fmla="*/ 947057 h 1295444"/>
                                      <a:gd name="connsiteX9" fmla="*/ 3385457 w 3385466"/>
                                      <a:gd name="connsiteY9" fmla="*/ 1295400 h 1295444"/>
                                      <a:gd name="connsiteX0" fmla="*/ 0 w 3385457"/>
                                      <a:gd name="connsiteY0" fmla="*/ 0 h 1295400"/>
                                      <a:gd name="connsiteX1" fmla="*/ 152400 w 3385457"/>
                                      <a:gd name="connsiteY1" fmla="*/ 304800 h 1295400"/>
                                      <a:gd name="connsiteX2" fmla="*/ 359228 w 3385457"/>
                                      <a:gd name="connsiteY2" fmla="*/ 555171 h 1295400"/>
                                      <a:gd name="connsiteX3" fmla="*/ 762001 w 3385457"/>
                                      <a:gd name="connsiteY3" fmla="*/ 849086 h 1295400"/>
                                      <a:gd name="connsiteX4" fmla="*/ 1230086 w 3385457"/>
                                      <a:gd name="connsiteY4" fmla="*/ 1110343 h 1295400"/>
                                      <a:gd name="connsiteX5" fmla="*/ 1839685 w 3385457"/>
                                      <a:gd name="connsiteY5" fmla="*/ 1153885 h 1295400"/>
                                      <a:gd name="connsiteX6" fmla="*/ 2405743 w 3385457"/>
                                      <a:gd name="connsiteY6" fmla="*/ 1175658 h 1295400"/>
                                      <a:gd name="connsiteX7" fmla="*/ 3037114 w 3385457"/>
                                      <a:gd name="connsiteY7" fmla="*/ 1230086 h 1295400"/>
                                      <a:gd name="connsiteX8" fmla="*/ 3385457 w 3385457"/>
                                      <a:gd name="connsiteY8" fmla="*/ 1295400 h 1295400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59228 w 3429000"/>
                                      <a:gd name="connsiteY2" fmla="*/ 555171 h 1262743"/>
                                      <a:gd name="connsiteX3" fmla="*/ 762001 w 3429000"/>
                                      <a:gd name="connsiteY3" fmla="*/ 849086 h 1262743"/>
                                      <a:gd name="connsiteX4" fmla="*/ 1230086 w 3429000"/>
                                      <a:gd name="connsiteY4" fmla="*/ 1110343 h 1262743"/>
                                      <a:gd name="connsiteX5" fmla="*/ 1839685 w 3429000"/>
                                      <a:gd name="connsiteY5" fmla="*/ 1153885 h 1262743"/>
                                      <a:gd name="connsiteX6" fmla="*/ 2405743 w 3429000"/>
                                      <a:gd name="connsiteY6" fmla="*/ 1175658 h 1262743"/>
                                      <a:gd name="connsiteX7" fmla="*/ 3037114 w 3429000"/>
                                      <a:gd name="connsiteY7" fmla="*/ 1230086 h 1262743"/>
                                      <a:gd name="connsiteX8" fmla="*/ 3429000 w 3429000"/>
                                      <a:gd name="connsiteY8" fmla="*/ 1262743 h 1262743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70113 w 3429000"/>
                                      <a:gd name="connsiteY2" fmla="*/ 566056 h 1262743"/>
                                      <a:gd name="connsiteX3" fmla="*/ 762001 w 3429000"/>
                                      <a:gd name="connsiteY3" fmla="*/ 849086 h 1262743"/>
                                      <a:gd name="connsiteX4" fmla="*/ 1230086 w 3429000"/>
                                      <a:gd name="connsiteY4" fmla="*/ 1110343 h 1262743"/>
                                      <a:gd name="connsiteX5" fmla="*/ 1839685 w 3429000"/>
                                      <a:gd name="connsiteY5" fmla="*/ 1153885 h 1262743"/>
                                      <a:gd name="connsiteX6" fmla="*/ 2405743 w 3429000"/>
                                      <a:gd name="connsiteY6" fmla="*/ 1175658 h 1262743"/>
                                      <a:gd name="connsiteX7" fmla="*/ 3037114 w 3429000"/>
                                      <a:gd name="connsiteY7" fmla="*/ 1230086 h 1262743"/>
                                      <a:gd name="connsiteX8" fmla="*/ 3429000 w 3429000"/>
                                      <a:gd name="connsiteY8" fmla="*/ 1262743 h 1262743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70113 w 3429000"/>
                                      <a:gd name="connsiteY2" fmla="*/ 566056 h 1262743"/>
                                      <a:gd name="connsiteX3" fmla="*/ 794658 w 3429000"/>
                                      <a:gd name="connsiteY3" fmla="*/ 489858 h 1262743"/>
                                      <a:gd name="connsiteX4" fmla="*/ 1230086 w 3429000"/>
                                      <a:gd name="connsiteY4" fmla="*/ 1110343 h 1262743"/>
                                      <a:gd name="connsiteX5" fmla="*/ 1839685 w 3429000"/>
                                      <a:gd name="connsiteY5" fmla="*/ 1153885 h 1262743"/>
                                      <a:gd name="connsiteX6" fmla="*/ 2405743 w 3429000"/>
                                      <a:gd name="connsiteY6" fmla="*/ 1175658 h 1262743"/>
                                      <a:gd name="connsiteX7" fmla="*/ 3037114 w 3429000"/>
                                      <a:gd name="connsiteY7" fmla="*/ 1230086 h 1262743"/>
                                      <a:gd name="connsiteX8" fmla="*/ 3429000 w 3429000"/>
                                      <a:gd name="connsiteY8" fmla="*/ 1262743 h 1262743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70113 w 3429000"/>
                                      <a:gd name="connsiteY2" fmla="*/ 566056 h 1262743"/>
                                      <a:gd name="connsiteX3" fmla="*/ 794658 w 3429000"/>
                                      <a:gd name="connsiteY3" fmla="*/ 489858 h 1262743"/>
                                      <a:gd name="connsiteX4" fmla="*/ 1055914 w 3429000"/>
                                      <a:gd name="connsiteY4" fmla="*/ 903515 h 1262743"/>
                                      <a:gd name="connsiteX5" fmla="*/ 1839685 w 3429000"/>
                                      <a:gd name="connsiteY5" fmla="*/ 1153885 h 1262743"/>
                                      <a:gd name="connsiteX6" fmla="*/ 2405743 w 3429000"/>
                                      <a:gd name="connsiteY6" fmla="*/ 1175658 h 1262743"/>
                                      <a:gd name="connsiteX7" fmla="*/ 3037114 w 3429000"/>
                                      <a:gd name="connsiteY7" fmla="*/ 1230086 h 1262743"/>
                                      <a:gd name="connsiteX8" fmla="*/ 3429000 w 3429000"/>
                                      <a:gd name="connsiteY8" fmla="*/ 1262743 h 1262743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70113 w 3429000"/>
                                      <a:gd name="connsiteY2" fmla="*/ 566056 h 1262743"/>
                                      <a:gd name="connsiteX3" fmla="*/ 794658 w 3429000"/>
                                      <a:gd name="connsiteY3" fmla="*/ 489858 h 1262743"/>
                                      <a:gd name="connsiteX4" fmla="*/ 1055914 w 3429000"/>
                                      <a:gd name="connsiteY4" fmla="*/ 903515 h 1262743"/>
                                      <a:gd name="connsiteX5" fmla="*/ 1741714 w 3429000"/>
                                      <a:gd name="connsiteY5" fmla="*/ 1121228 h 1262743"/>
                                      <a:gd name="connsiteX6" fmla="*/ 2405743 w 3429000"/>
                                      <a:gd name="connsiteY6" fmla="*/ 1175658 h 1262743"/>
                                      <a:gd name="connsiteX7" fmla="*/ 3037114 w 3429000"/>
                                      <a:gd name="connsiteY7" fmla="*/ 1230086 h 1262743"/>
                                      <a:gd name="connsiteX8" fmla="*/ 3429000 w 3429000"/>
                                      <a:gd name="connsiteY8" fmla="*/ 1262743 h 1262743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70113 w 3429000"/>
                                      <a:gd name="connsiteY2" fmla="*/ 566056 h 1262743"/>
                                      <a:gd name="connsiteX3" fmla="*/ 827316 w 3429000"/>
                                      <a:gd name="connsiteY3" fmla="*/ 631372 h 1262743"/>
                                      <a:gd name="connsiteX4" fmla="*/ 1055914 w 3429000"/>
                                      <a:gd name="connsiteY4" fmla="*/ 903515 h 1262743"/>
                                      <a:gd name="connsiteX5" fmla="*/ 1741714 w 3429000"/>
                                      <a:gd name="connsiteY5" fmla="*/ 1121228 h 1262743"/>
                                      <a:gd name="connsiteX6" fmla="*/ 2405743 w 3429000"/>
                                      <a:gd name="connsiteY6" fmla="*/ 1175658 h 1262743"/>
                                      <a:gd name="connsiteX7" fmla="*/ 3037114 w 3429000"/>
                                      <a:gd name="connsiteY7" fmla="*/ 1230086 h 1262743"/>
                                      <a:gd name="connsiteX8" fmla="*/ 3429000 w 3429000"/>
                                      <a:gd name="connsiteY8" fmla="*/ 1262743 h 1262743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70113 w 3429000"/>
                                      <a:gd name="connsiteY2" fmla="*/ 566056 h 1262743"/>
                                      <a:gd name="connsiteX3" fmla="*/ 827316 w 3429000"/>
                                      <a:gd name="connsiteY3" fmla="*/ 631372 h 1262743"/>
                                      <a:gd name="connsiteX4" fmla="*/ 1077686 w 3429000"/>
                                      <a:gd name="connsiteY4" fmla="*/ 903515 h 1262743"/>
                                      <a:gd name="connsiteX5" fmla="*/ 1741714 w 3429000"/>
                                      <a:gd name="connsiteY5" fmla="*/ 1121228 h 1262743"/>
                                      <a:gd name="connsiteX6" fmla="*/ 2405743 w 3429000"/>
                                      <a:gd name="connsiteY6" fmla="*/ 1175658 h 1262743"/>
                                      <a:gd name="connsiteX7" fmla="*/ 3037114 w 3429000"/>
                                      <a:gd name="connsiteY7" fmla="*/ 1230086 h 1262743"/>
                                      <a:gd name="connsiteX8" fmla="*/ 3429000 w 3429000"/>
                                      <a:gd name="connsiteY8" fmla="*/ 1262743 h 1262743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70113 w 3429000"/>
                                      <a:gd name="connsiteY2" fmla="*/ 566056 h 1262743"/>
                                      <a:gd name="connsiteX3" fmla="*/ 827316 w 3429000"/>
                                      <a:gd name="connsiteY3" fmla="*/ 522515 h 1262743"/>
                                      <a:gd name="connsiteX4" fmla="*/ 1077686 w 3429000"/>
                                      <a:gd name="connsiteY4" fmla="*/ 903515 h 1262743"/>
                                      <a:gd name="connsiteX5" fmla="*/ 1741714 w 3429000"/>
                                      <a:gd name="connsiteY5" fmla="*/ 1121228 h 1262743"/>
                                      <a:gd name="connsiteX6" fmla="*/ 2405743 w 3429000"/>
                                      <a:gd name="connsiteY6" fmla="*/ 1175658 h 1262743"/>
                                      <a:gd name="connsiteX7" fmla="*/ 3037114 w 3429000"/>
                                      <a:gd name="connsiteY7" fmla="*/ 1230086 h 1262743"/>
                                      <a:gd name="connsiteX8" fmla="*/ 3429000 w 3429000"/>
                                      <a:gd name="connsiteY8" fmla="*/ 1262743 h 1262743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70113 w 3429000"/>
                                      <a:gd name="connsiteY2" fmla="*/ 566056 h 1262743"/>
                                      <a:gd name="connsiteX3" fmla="*/ 827316 w 3429000"/>
                                      <a:gd name="connsiteY3" fmla="*/ 522515 h 1262743"/>
                                      <a:gd name="connsiteX4" fmla="*/ 1317172 w 3429000"/>
                                      <a:gd name="connsiteY4" fmla="*/ 587829 h 1262743"/>
                                      <a:gd name="connsiteX5" fmla="*/ 1741714 w 3429000"/>
                                      <a:gd name="connsiteY5" fmla="*/ 1121228 h 1262743"/>
                                      <a:gd name="connsiteX6" fmla="*/ 2405743 w 3429000"/>
                                      <a:gd name="connsiteY6" fmla="*/ 1175658 h 1262743"/>
                                      <a:gd name="connsiteX7" fmla="*/ 3037114 w 3429000"/>
                                      <a:gd name="connsiteY7" fmla="*/ 1230086 h 1262743"/>
                                      <a:gd name="connsiteX8" fmla="*/ 3429000 w 3429000"/>
                                      <a:gd name="connsiteY8" fmla="*/ 1262743 h 1262743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70113 w 3429000"/>
                                      <a:gd name="connsiteY2" fmla="*/ 566056 h 1262743"/>
                                      <a:gd name="connsiteX3" fmla="*/ 827316 w 3429000"/>
                                      <a:gd name="connsiteY3" fmla="*/ 522515 h 1262743"/>
                                      <a:gd name="connsiteX4" fmla="*/ 1317172 w 3429000"/>
                                      <a:gd name="connsiteY4" fmla="*/ 587829 h 1262743"/>
                                      <a:gd name="connsiteX5" fmla="*/ 1774371 w 3429000"/>
                                      <a:gd name="connsiteY5" fmla="*/ 664028 h 1262743"/>
                                      <a:gd name="connsiteX6" fmla="*/ 2405743 w 3429000"/>
                                      <a:gd name="connsiteY6" fmla="*/ 1175658 h 1262743"/>
                                      <a:gd name="connsiteX7" fmla="*/ 3037114 w 3429000"/>
                                      <a:gd name="connsiteY7" fmla="*/ 1230086 h 1262743"/>
                                      <a:gd name="connsiteX8" fmla="*/ 3429000 w 3429000"/>
                                      <a:gd name="connsiteY8" fmla="*/ 1262743 h 1262743"/>
                                      <a:gd name="connsiteX0" fmla="*/ 0 w 3429000"/>
                                      <a:gd name="connsiteY0" fmla="*/ 0 h 1279987"/>
                                      <a:gd name="connsiteX1" fmla="*/ 152400 w 3429000"/>
                                      <a:gd name="connsiteY1" fmla="*/ 304800 h 1279987"/>
                                      <a:gd name="connsiteX2" fmla="*/ 370113 w 3429000"/>
                                      <a:gd name="connsiteY2" fmla="*/ 566056 h 1279987"/>
                                      <a:gd name="connsiteX3" fmla="*/ 827316 w 3429000"/>
                                      <a:gd name="connsiteY3" fmla="*/ 522515 h 1279987"/>
                                      <a:gd name="connsiteX4" fmla="*/ 1317172 w 3429000"/>
                                      <a:gd name="connsiteY4" fmla="*/ 587829 h 1279987"/>
                                      <a:gd name="connsiteX5" fmla="*/ 1774371 w 3429000"/>
                                      <a:gd name="connsiteY5" fmla="*/ 664028 h 1279987"/>
                                      <a:gd name="connsiteX6" fmla="*/ 2373086 w 3429000"/>
                                      <a:gd name="connsiteY6" fmla="*/ 674915 h 1279987"/>
                                      <a:gd name="connsiteX7" fmla="*/ 3037114 w 3429000"/>
                                      <a:gd name="connsiteY7" fmla="*/ 1230086 h 1279987"/>
                                      <a:gd name="connsiteX8" fmla="*/ 3429000 w 3429000"/>
                                      <a:gd name="connsiteY8" fmla="*/ 1262743 h 1279987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70113 w 3429000"/>
                                      <a:gd name="connsiteY2" fmla="*/ 566056 h 1262743"/>
                                      <a:gd name="connsiteX3" fmla="*/ 827316 w 3429000"/>
                                      <a:gd name="connsiteY3" fmla="*/ 522515 h 1262743"/>
                                      <a:gd name="connsiteX4" fmla="*/ 1317172 w 3429000"/>
                                      <a:gd name="connsiteY4" fmla="*/ 587829 h 1262743"/>
                                      <a:gd name="connsiteX5" fmla="*/ 1774371 w 3429000"/>
                                      <a:gd name="connsiteY5" fmla="*/ 664028 h 1262743"/>
                                      <a:gd name="connsiteX6" fmla="*/ 2373086 w 3429000"/>
                                      <a:gd name="connsiteY6" fmla="*/ 674915 h 1262743"/>
                                      <a:gd name="connsiteX7" fmla="*/ 2764971 w 3429000"/>
                                      <a:gd name="connsiteY7" fmla="*/ 1023257 h 1262743"/>
                                      <a:gd name="connsiteX8" fmla="*/ 3429000 w 3429000"/>
                                      <a:gd name="connsiteY8" fmla="*/ 1262743 h 1262743"/>
                                      <a:gd name="connsiteX0" fmla="*/ 0 w 2982686"/>
                                      <a:gd name="connsiteY0" fmla="*/ 0 h 1262743"/>
                                      <a:gd name="connsiteX1" fmla="*/ 152400 w 2982686"/>
                                      <a:gd name="connsiteY1" fmla="*/ 304800 h 1262743"/>
                                      <a:gd name="connsiteX2" fmla="*/ 370113 w 2982686"/>
                                      <a:gd name="connsiteY2" fmla="*/ 566056 h 1262743"/>
                                      <a:gd name="connsiteX3" fmla="*/ 827316 w 2982686"/>
                                      <a:gd name="connsiteY3" fmla="*/ 522515 h 1262743"/>
                                      <a:gd name="connsiteX4" fmla="*/ 1317172 w 2982686"/>
                                      <a:gd name="connsiteY4" fmla="*/ 587829 h 1262743"/>
                                      <a:gd name="connsiteX5" fmla="*/ 1774371 w 2982686"/>
                                      <a:gd name="connsiteY5" fmla="*/ 664028 h 1262743"/>
                                      <a:gd name="connsiteX6" fmla="*/ 2373086 w 2982686"/>
                                      <a:gd name="connsiteY6" fmla="*/ 674915 h 1262743"/>
                                      <a:gd name="connsiteX7" fmla="*/ 2764971 w 2982686"/>
                                      <a:gd name="connsiteY7" fmla="*/ 1023257 h 1262743"/>
                                      <a:gd name="connsiteX8" fmla="*/ 2982686 w 2982686"/>
                                      <a:gd name="connsiteY8" fmla="*/ 1262743 h 1262743"/>
                                      <a:gd name="connsiteX0" fmla="*/ 0 w 2982686"/>
                                      <a:gd name="connsiteY0" fmla="*/ 0 h 1262743"/>
                                      <a:gd name="connsiteX1" fmla="*/ 152400 w 2982686"/>
                                      <a:gd name="connsiteY1" fmla="*/ 304800 h 1262743"/>
                                      <a:gd name="connsiteX2" fmla="*/ 370113 w 2982686"/>
                                      <a:gd name="connsiteY2" fmla="*/ 566056 h 1262743"/>
                                      <a:gd name="connsiteX3" fmla="*/ 838201 w 2982686"/>
                                      <a:gd name="connsiteY3" fmla="*/ 413658 h 1262743"/>
                                      <a:gd name="connsiteX4" fmla="*/ 1317172 w 2982686"/>
                                      <a:gd name="connsiteY4" fmla="*/ 587829 h 1262743"/>
                                      <a:gd name="connsiteX5" fmla="*/ 1774371 w 2982686"/>
                                      <a:gd name="connsiteY5" fmla="*/ 664028 h 1262743"/>
                                      <a:gd name="connsiteX6" fmla="*/ 2373086 w 2982686"/>
                                      <a:gd name="connsiteY6" fmla="*/ 674915 h 1262743"/>
                                      <a:gd name="connsiteX7" fmla="*/ 2764971 w 2982686"/>
                                      <a:gd name="connsiteY7" fmla="*/ 1023257 h 1262743"/>
                                      <a:gd name="connsiteX8" fmla="*/ 2982686 w 2982686"/>
                                      <a:gd name="connsiteY8" fmla="*/ 1262743 h 1262743"/>
                                      <a:gd name="connsiteX0" fmla="*/ 0 w 2982686"/>
                                      <a:gd name="connsiteY0" fmla="*/ 0 h 1262743"/>
                                      <a:gd name="connsiteX1" fmla="*/ 152400 w 2982686"/>
                                      <a:gd name="connsiteY1" fmla="*/ 304800 h 1262743"/>
                                      <a:gd name="connsiteX2" fmla="*/ 370113 w 2982686"/>
                                      <a:gd name="connsiteY2" fmla="*/ 566056 h 1262743"/>
                                      <a:gd name="connsiteX3" fmla="*/ 838201 w 2982686"/>
                                      <a:gd name="connsiteY3" fmla="*/ 413658 h 1262743"/>
                                      <a:gd name="connsiteX4" fmla="*/ 1317172 w 2982686"/>
                                      <a:gd name="connsiteY4" fmla="*/ 587829 h 1262743"/>
                                      <a:gd name="connsiteX5" fmla="*/ 1839686 w 2982686"/>
                                      <a:gd name="connsiteY5" fmla="*/ 468085 h 1262743"/>
                                      <a:gd name="connsiteX6" fmla="*/ 2373086 w 2982686"/>
                                      <a:gd name="connsiteY6" fmla="*/ 674915 h 1262743"/>
                                      <a:gd name="connsiteX7" fmla="*/ 2764971 w 2982686"/>
                                      <a:gd name="connsiteY7" fmla="*/ 1023257 h 1262743"/>
                                      <a:gd name="connsiteX8" fmla="*/ 2982686 w 2982686"/>
                                      <a:gd name="connsiteY8" fmla="*/ 1262743 h 1262743"/>
                                      <a:gd name="connsiteX0" fmla="*/ 0 w 2982686"/>
                                      <a:gd name="connsiteY0" fmla="*/ 0 h 1262743"/>
                                      <a:gd name="connsiteX1" fmla="*/ 152400 w 2982686"/>
                                      <a:gd name="connsiteY1" fmla="*/ 304800 h 1262743"/>
                                      <a:gd name="connsiteX2" fmla="*/ 370113 w 2982686"/>
                                      <a:gd name="connsiteY2" fmla="*/ 566056 h 1262743"/>
                                      <a:gd name="connsiteX3" fmla="*/ 838201 w 2982686"/>
                                      <a:gd name="connsiteY3" fmla="*/ 413658 h 1262743"/>
                                      <a:gd name="connsiteX4" fmla="*/ 1317172 w 2982686"/>
                                      <a:gd name="connsiteY4" fmla="*/ 587829 h 1262743"/>
                                      <a:gd name="connsiteX5" fmla="*/ 1839686 w 2982686"/>
                                      <a:gd name="connsiteY5" fmla="*/ 468085 h 1262743"/>
                                      <a:gd name="connsiteX6" fmla="*/ 2373086 w 2982686"/>
                                      <a:gd name="connsiteY6" fmla="*/ 674915 h 1262743"/>
                                      <a:gd name="connsiteX7" fmla="*/ 2601685 w 2982686"/>
                                      <a:gd name="connsiteY7" fmla="*/ 849085 h 1262743"/>
                                      <a:gd name="connsiteX8" fmla="*/ 2982686 w 2982686"/>
                                      <a:gd name="connsiteY8" fmla="*/ 1262743 h 1262743"/>
                                      <a:gd name="connsiteX0" fmla="*/ 0 w 2607672"/>
                                      <a:gd name="connsiteY0" fmla="*/ 0 h 1023258"/>
                                      <a:gd name="connsiteX1" fmla="*/ 152400 w 2607672"/>
                                      <a:gd name="connsiteY1" fmla="*/ 304800 h 1023258"/>
                                      <a:gd name="connsiteX2" fmla="*/ 370113 w 2607672"/>
                                      <a:gd name="connsiteY2" fmla="*/ 566056 h 1023258"/>
                                      <a:gd name="connsiteX3" fmla="*/ 838201 w 2607672"/>
                                      <a:gd name="connsiteY3" fmla="*/ 413658 h 1023258"/>
                                      <a:gd name="connsiteX4" fmla="*/ 1317172 w 2607672"/>
                                      <a:gd name="connsiteY4" fmla="*/ 587829 h 1023258"/>
                                      <a:gd name="connsiteX5" fmla="*/ 1839686 w 2607672"/>
                                      <a:gd name="connsiteY5" fmla="*/ 468085 h 1023258"/>
                                      <a:gd name="connsiteX6" fmla="*/ 2373086 w 2607672"/>
                                      <a:gd name="connsiteY6" fmla="*/ 674915 h 1023258"/>
                                      <a:gd name="connsiteX7" fmla="*/ 2601685 w 2607672"/>
                                      <a:gd name="connsiteY7" fmla="*/ 849085 h 1023258"/>
                                      <a:gd name="connsiteX8" fmla="*/ 2579914 w 2607672"/>
                                      <a:gd name="connsiteY8" fmla="*/ 1023258 h 1023258"/>
                                      <a:gd name="connsiteX0" fmla="*/ 0 w 2607672"/>
                                      <a:gd name="connsiteY0" fmla="*/ 0 h 1042275"/>
                                      <a:gd name="connsiteX1" fmla="*/ 152400 w 2607672"/>
                                      <a:gd name="connsiteY1" fmla="*/ 304800 h 1042275"/>
                                      <a:gd name="connsiteX2" fmla="*/ 370113 w 2607672"/>
                                      <a:gd name="connsiteY2" fmla="*/ 566056 h 1042275"/>
                                      <a:gd name="connsiteX3" fmla="*/ 838201 w 2607672"/>
                                      <a:gd name="connsiteY3" fmla="*/ 413658 h 1042275"/>
                                      <a:gd name="connsiteX4" fmla="*/ 1317172 w 2607672"/>
                                      <a:gd name="connsiteY4" fmla="*/ 587829 h 1042275"/>
                                      <a:gd name="connsiteX5" fmla="*/ 1839686 w 2607672"/>
                                      <a:gd name="connsiteY5" fmla="*/ 468085 h 1042275"/>
                                      <a:gd name="connsiteX6" fmla="*/ 2373086 w 2607672"/>
                                      <a:gd name="connsiteY6" fmla="*/ 674915 h 1042275"/>
                                      <a:gd name="connsiteX7" fmla="*/ 2601685 w 2607672"/>
                                      <a:gd name="connsiteY7" fmla="*/ 849085 h 1042275"/>
                                      <a:gd name="connsiteX8" fmla="*/ 2579914 w 2607672"/>
                                      <a:gd name="connsiteY8" fmla="*/ 1023258 h 1042275"/>
                                      <a:gd name="connsiteX9" fmla="*/ 2504526 w 2607672"/>
                                      <a:gd name="connsiteY9" fmla="*/ 1040024 h 1042275"/>
                                      <a:gd name="connsiteX0" fmla="*/ 0 w 2607672"/>
                                      <a:gd name="connsiteY0" fmla="*/ 0 h 1148881"/>
                                      <a:gd name="connsiteX1" fmla="*/ 152400 w 2607672"/>
                                      <a:gd name="connsiteY1" fmla="*/ 304800 h 1148881"/>
                                      <a:gd name="connsiteX2" fmla="*/ 370113 w 2607672"/>
                                      <a:gd name="connsiteY2" fmla="*/ 566056 h 1148881"/>
                                      <a:gd name="connsiteX3" fmla="*/ 838201 w 2607672"/>
                                      <a:gd name="connsiteY3" fmla="*/ 413658 h 1148881"/>
                                      <a:gd name="connsiteX4" fmla="*/ 1317172 w 2607672"/>
                                      <a:gd name="connsiteY4" fmla="*/ 587829 h 1148881"/>
                                      <a:gd name="connsiteX5" fmla="*/ 1839686 w 2607672"/>
                                      <a:gd name="connsiteY5" fmla="*/ 468085 h 1148881"/>
                                      <a:gd name="connsiteX6" fmla="*/ 2373086 w 2607672"/>
                                      <a:gd name="connsiteY6" fmla="*/ 674915 h 1148881"/>
                                      <a:gd name="connsiteX7" fmla="*/ 2601685 w 2607672"/>
                                      <a:gd name="connsiteY7" fmla="*/ 849085 h 1148881"/>
                                      <a:gd name="connsiteX8" fmla="*/ 2579914 w 2607672"/>
                                      <a:gd name="connsiteY8" fmla="*/ 1023258 h 1148881"/>
                                      <a:gd name="connsiteX9" fmla="*/ 2384783 w 2607672"/>
                                      <a:gd name="connsiteY9" fmla="*/ 1148881 h 1148881"/>
                                      <a:gd name="connsiteX0" fmla="*/ 0 w 2607672"/>
                                      <a:gd name="connsiteY0" fmla="*/ 0 h 1155567"/>
                                      <a:gd name="connsiteX1" fmla="*/ 152400 w 2607672"/>
                                      <a:gd name="connsiteY1" fmla="*/ 304800 h 1155567"/>
                                      <a:gd name="connsiteX2" fmla="*/ 370113 w 2607672"/>
                                      <a:gd name="connsiteY2" fmla="*/ 566056 h 1155567"/>
                                      <a:gd name="connsiteX3" fmla="*/ 838201 w 2607672"/>
                                      <a:gd name="connsiteY3" fmla="*/ 413658 h 1155567"/>
                                      <a:gd name="connsiteX4" fmla="*/ 1317172 w 2607672"/>
                                      <a:gd name="connsiteY4" fmla="*/ 587829 h 1155567"/>
                                      <a:gd name="connsiteX5" fmla="*/ 1839686 w 2607672"/>
                                      <a:gd name="connsiteY5" fmla="*/ 468085 h 1155567"/>
                                      <a:gd name="connsiteX6" fmla="*/ 2373086 w 2607672"/>
                                      <a:gd name="connsiteY6" fmla="*/ 674915 h 1155567"/>
                                      <a:gd name="connsiteX7" fmla="*/ 2601685 w 2607672"/>
                                      <a:gd name="connsiteY7" fmla="*/ 849085 h 1155567"/>
                                      <a:gd name="connsiteX8" fmla="*/ 2579914 w 2607672"/>
                                      <a:gd name="connsiteY8" fmla="*/ 1023258 h 1155567"/>
                                      <a:gd name="connsiteX9" fmla="*/ 2384783 w 2607672"/>
                                      <a:gd name="connsiteY9" fmla="*/ 1148881 h 1155567"/>
                                      <a:gd name="connsiteX10" fmla="*/ 2363011 w 2607672"/>
                                      <a:gd name="connsiteY10" fmla="*/ 1137996 h 1155567"/>
                                      <a:gd name="connsiteX0" fmla="*/ 0 w 2607672"/>
                                      <a:gd name="connsiteY0" fmla="*/ 0 h 1154178"/>
                                      <a:gd name="connsiteX1" fmla="*/ 152400 w 2607672"/>
                                      <a:gd name="connsiteY1" fmla="*/ 304800 h 1154178"/>
                                      <a:gd name="connsiteX2" fmla="*/ 370113 w 2607672"/>
                                      <a:gd name="connsiteY2" fmla="*/ 566056 h 1154178"/>
                                      <a:gd name="connsiteX3" fmla="*/ 838201 w 2607672"/>
                                      <a:gd name="connsiteY3" fmla="*/ 413658 h 1154178"/>
                                      <a:gd name="connsiteX4" fmla="*/ 1317172 w 2607672"/>
                                      <a:gd name="connsiteY4" fmla="*/ 587829 h 1154178"/>
                                      <a:gd name="connsiteX5" fmla="*/ 1839686 w 2607672"/>
                                      <a:gd name="connsiteY5" fmla="*/ 468085 h 1154178"/>
                                      <a:gd name="connsiteX6" fmla="*/ 2373086 w 2607672"/>
                                      <a:gd name="connsiteY6" fmla="*/ 674915 h 1154178"/>
                                      <a:gd name="connsiteX7" fmla="*/ 2601685 w 2607672"/>
                                      <a:gd name="connsiteY7" fmla="*/ 849085 h 1154178"/>
                                      <a:gd name="connsiteX8" fmla="*/ 2579914 w 2607672"/>
                                      <a:gd name="connsiteY8" fmla="*/ 1023258 h 1154178"/>
                                      <a:gd name="connsiteX9" fmla="*/ 2384783 w 2607672"/>
                                      <a:gd name="connsiteY9" fmla="*/ 1148881 h 1154178"/>
                                      <a:gd name="connsiteX10" fmla="*/ 2101753 w 2607672"/>
                                      <a:gd name="connsiteY10" fmla="*/ 1127110 h 1154178"/>
                                      <a:gd name="connsiteX0" fmla="*/ 0 w 2607672"/>
                                      <a:gd name="connsiteY0" fmla="*/ 0 h 1174388"/>
                                      <a:gd name="connsiteX1" fmla="*/ 152400 w 2607672"/>
                                      <a:gd name="connsiteY1" fmla="*/ 304800 h 1174388"/>
                                      <a:gd name="connsiteX2" fmla="*/ 370113 w 2607672"/>
                                      <a:gd name="connsiteY2" fmla="*/ 566056 h 1174388"/>
                                      <a:gd name="connsiteX3" fmla="*/ 838201 w 2607672"/>
                                      <a:gd name="connsiteY3" fmla="*/ 413658 h 1174388"/>
                                      <a:gd name="connsiteX4" fmla="*/ 1317172 w 2607672"/>
                                      <a:gd name="connsiteY4" fmla="*/ 587829 h 1174388"/>
                                      <a:gd name="connsiteX5" fmla="*/ 1839686 w 2607672"/>
                                      <a:gd name="connsiteY5" fmla="*/ 468085 h 1174388"/>
                                      <a:gd name="connsiteX6" fmla="*/ 2373086 w 2607672"/>
                                      <a:gd name="connsiteY6" fmla="*/ 674915 h 1174388"/>
                                      <a:gd name="connsiteX7" fmla="*/ 2601685 w 2607672"/>
                                      <a:gd name="connsiteY7" fmla="*/ 849085 h 1174388"/>
                                      <a:gd name="connsiteX8" fmla="*/ 2579914 w 2607672"/>
                                      <a:gd name="connsiteY8" fmla="*/ 1023258 h 1174388"/>
                                      <a:gd name="connsiteX9" fmla="*/ 2373898 w 2607672"/>
                                      <a:gd name="connsiteY9" fmla="*/ 1170653 h 1174388"/>
                                      <a:gd name="connsiteX10" fmla="*/ 2101753 w 2607672"/>
                                      <a:gd name="connsiteY10" fmla="*/ 1127110 h 1174388"/>
                                      <a:gd name="connsiteX0" fmla="*/ 0 w 2603083"/>
                                      <a:gd name="connsiteY0" fmla="*/ 0 h 1174388"/>
                                      <a:gd name="connsiteX1" fmla="*/ 152400 w 2603083"/>
                                      <a:gd name="connsiteY1" fmla="*/ 304800 h 1174388"/>
                                      <a:gd name="connsiteX2" fmla="*/ 370113 w 2603083"/>
                                      <a:gd name="connsiteY2" fmla="*/ 566056 h 1174388"/>
                                      <a:gd name="connsiteX3" fmla="*/ 838201 w 2603083"/>
                                      <a:gd name="connsiteY3" fmla="*/ 413658 h 1174388"/>
                                      <a:gd name="connsiteX4" fmla="*/ 1317172 w 2603083"/>
                                      <a:gd name="connsiteY4" fmla="*/ 587829 h 1174388"/>
                                      <a:gd name="connsiteX5" fmla="*/ 1839686 w 2603083"/>
                                      <a:gd name="connsiteY5" fmla="*/ 468085 h 1174388"/>
                                      <a:gd name="connsiteX6" fmla="*/ 2373086 w 2603083"/>
                                      <a:gd name="connsiteY6" fmla="*/ 674915 h 1174388"/>
                                      <a:gd name="connsiteX7" fmla="*/ 2601685 w 2603083"/>
                                      <a:gd name="connsiteY7" fmla="*/ 849085 h 1174388"/>
                                      <a:gd name="connsiteX8" fmla="*/ 2492828 w 2603083"/>
                                      <a:gd name="connsiteY8" fmla="*/ 1034143 h 1174388"/>
                                      <a:gd name="connsiteX9" fmla="*/ 2373898 w 2603083"/>
                                      <a:gd name="connsiteY9" fmla="*/ 1170653 h 1174388"/>
                                      <a:gd name="connsiteX10" fmla="*/ 2101753 w 2603083"/>
                                      <a:gd name="connsiteY10" fmla="*/ 1127110 h 1174388"/>
                                      <a:gd name="connsiteX0" fmla="*/ 0 w 2527670"/>
                                      <a:gd name="connsiteY0" fmla="*/ 0 h 1174388"/>
                                      <a:gd name="connsiteX1" fmla="*/ 152400 w 2527670"/>
                                      <a:gd name="connsiteY1" fmla="*/ 304800 h 1174388"/>
                                      <a:gd name="connsiteX2" fmla="*/ 370113 w 2527670"/>
                                      <a:gd name="connsiteY2" fmla="*/ 566056 h 1174388"/>
                                      <a:gd name="connsiteX3" fmla="*/ 838201 w 2527670"/>
                                      <a:gd name="connsiteY3" fmla="*/ 413658 h 1174388"/>
                                      <a:gd name="connsiteX4" fmla="*/ 1317172 w 2527670"/>
                                      <a:gd name="connsiteY4" fmla="*/ 587829 h 1174388"/>
                                      <a:gd name="connsiteX5" fmla="*/ 1839686 w 2527670"/>
                                      <a:gd name="connsiteY5" fmla="*/ 468085 h 1174388"/>
                                      <a:gd name="connsiteX6" fmla="*/ 2373086 w 2527670"/>
                                      <a:gd name="connsiteY6" fmla="*/ 674915 h 1174388"/>
                                      <a:gd name="connsiteX7" fmla="*/ 2525485 w 2527670"/>
                                      <a:gd name="connsiteY7" fmla="*/ 838199 h 1174388"/>
                                      <a:gd name="connsiteX8" fmla="*/ 2492828 w 2527670"/>
                                      <a:gd name="connsiteY8" fmla="*/ 1034143 h 1174388"/>
                                      <a:gd name="connsiteX9" fmla="*/ 2373898 w 2527670"/>
                                      <a:gd name="connsiteY9" fmla="*/ 1170653 h 1174388"/>
                                      <a:gd name="connsiteX10" fmla="*/ 2101753 w 2527670"/>
                                      <a:gd name="connsiteY10" fmla="*/ 1127110 h 1174388"/>
                                      <a:gd name="connsiteX0" fmla="*/ 0 w 2527670"/>
                                      <a:gd name="connsiteY0" fmla="*/ 0 h 1184229"/>
                                      <a:gd name="connsiteX1" fmla="*/ 152400 w 2527670"/>
                                      <a:gd name="connsiteY1" fmla="*/ 304800 h 1184229"/>
                                      <a:gd name="connsiteX2" fmla="*/ 370113 w 2527670"/>
                                      <a:gd name="connsiteY2" fmla="*/ 566056 h 1184229"/>
                                      <a:gd name="connsiteX3" fmla="*/ 838201 w 2527670"/>
                                      <a:gd name="connsiteY3" fmla="*/ 413658 h 1184229"/>
                                      <a:gd name="connsiteX4" fmla="*/ 1317172 w 2527670"/>
                                      <a:gd name="connsiteY4" fmla="*/ 587829 h 1184229"/>
                                      <a:gd name="connsiteX5" fmla="*/ 1839686 w 2527670"/>
                                      <a:gd name="connsiteY5" fmla="*/ 468085 h 1184229"/>
                                      <a:gd name="connsiteX6" fmla="*/ 2373086 w 2527670"/>
                                      <a:gd name="connsiteY6" fmla="*/ 674915 h 1184229"/>
                                      <a:gd name="connsiteX7" fmla="*/ 2525485 w 2527670"/>
                                      <a:gd name="connsiteY7" fmla="*/ 838199 h 1184229"/>
                                      <a:gd name="connsiteX8" fmla="*/ 2492828 w 2527670"/>
                                      <a:gd name="connsiteY8" fmla="*/ 1034143 h 1184229"/>
                                      <a:gd name="connsiteX9" fmla="*/ 2373898 w 2527670"/>
                                      <a:gd name="connsiteY9" fmla="*/ 1170653 h 1184229"/>
                                      <a:gd name="connsiteX10" fmla="*/ 2188839 w 2527670"/>
                                      <a:gd name="connsiteY10" fmla="*/ 1181538 h 1184229"/>
                                      <a:gd name="connsiteX0" fmla="*/ 0 w 2527670"/>
                                      <a:gd name="connsiteY0" fmla="*/ 0 h 1203310"/>
                                      <a:gd name="connsiteX1" fmla="*/ 152400 w 2527670"/>
                                      <a:gd name="connsiteY1" fmla="*/ 304800 h 1203310"/>
                                      <a:gd name="connsiteX2" fmla="*/ 370113 w 2527670"/>
                                      <a:gd name="connsiteY2" fmla="*/ 566056 h 1203310"/>
                                      <a:gd name="connsiteX3" fmla="*/ 838201 w 2527670"/>
                                      <a:gd name="connsiteY3" fmla="*/ 413658 h 1203310"/>
                                      <a:gd name="connsiteX4" fmla="*/ 1317172 w 2527670"/>
                                      <a:gd name="connsiteY4" fmla="*/ 587829 h 1203310"/>
                                      <a:gd name="connsiteX5" fmla="*/ 1839686 w 2527670"/>
                                      <a:gd name="connsiteY5" fmla="*/ 468085 h 1203310"/>
                                      <a:gd name="connsiteX6" fmla="*/ 2373086 w 2527670"/>
                                      <a:gd name="connsiteY6" fmla="*/ 674915 h 1203310"/>
                                      <a:gd name="connsiteX7" fmla="*/ 2525485 w 2527670"/>
                                      <a:gd name="connsiteY7" fmla="*/ 838199 h 1203310"/>
                                      <a:gd name="connsiteX8" fmla="*/ 2492828 w 2527670"/>
                                      <a:gd name="connsiteY8" fmla="*/ 1034143 h 1203310"/>
                                      <a:gd name="connsiteX9" fmla="*/ 2373898 w 2527670"/>
                                      <a:gd name="connsiteY9" fmla="*/ 1170653 h 1203310"/>
                                      <a:gd name="connsiteX10" fmla="*/ 2188839 w 2527670"/>
                                      <a:gd name="connsiteY10" fmla="*/ 1181538 h 1203310"/>
                                      <a:gd name="connsiteX11" fmla="*/ 2156184 w 2527670"/>
                                      <a:gd name="connsiteY11" fmla="*/ 1203310 h 1203310"/>
                                      <a:gd name="connsiteX0" fmla="*/ 0 w 2527670"/>
                                      <a:gd name="connsiteY0" fmla="*/ 0 h 1184229"/>
                                      <a:gd name="connsiteX1" fmla="*/ 152400 w 2527670"/>
                                      <a:gd name="connsiteY1" fmla="*/ 304800 h 1184229"/>
                                      <a:gd name="connsiteX2" fmla="*/ 370113 w 2527670"/>
                                      <a:gd name="connsiteY2" fmla="*/ 566056 h 1184229"/>
                                      <a:gd name="connsiteX3" fmla="*/ 838201 w 2527670"/>
                                      <a:gd name="connsiteY3" fmla="*/ 413658 h 1184229"/>
                                      <a:gd name="connsiteX4" fmla="*/ 1317172 w 2527670"/>
                                      <a:gd name="connsiteY4" fmla="*/ 587829 h 1184229"/>
                                      <a:gd name="connsiteX5" fmla="*/ 1839686 w 2527670"/>
                                      <a:gd name="connsiteY5" fmla="*/ 468085 h 1184229"/>
                                      <a:gd name="connsiteX6" fmla="*/ 2373086 w 2527670"/>
                                      <a:gd name="connsiteY6" fmla="*/ 674915 h 1184229"/>
                                      <a:gd name="connsiteX7" fmla="*/ 2525485 w 2527670"/>
                                      <a:gd name="connsiteY7" fmla="*/ 838199 h 1184229"/>
                                      <a:gd name="connsiteX8" fmla="*/ 2492828 w 2527670"/>
                                      <a:gd name="connsiteY8" fmla="*/ 1034143 h 1184229"/>
                                      <a:gd name="connsiteX9" fmla="*/ 2373898 w 2527670"/>
                                      <a:gd name="connsiteY9" fmla="*/ 1170653 h 1184229"/>
                                      <a:gd name="connsiteX10" fmla="*/ 2188839 w 2527670"/>
                                      <a:gd name="connsiteY10" fmla="*/ 1181538 h 1184229"/>
                                      <a:gd name="connsiteX11" fmla="*/ 1949356 w 2527670"/>
                                      <a:gd name="connsiteY11" fmla="*/ 1094453 h 1184229"/>
                                      <a:gd name="connsiteX0" fmla="*/ 0 w 2527670"/>
                                      <a:gd name="connsiteY0" fmla="*/ 0 h 1184229"/>
                                      <a:gd name="connsiteX1" fmla="*/ 152400 w 2527670"/>
                                      <a:gd name="connsiteY1" fmla="*/ 304800 h 1184229"/>
                                      <a:gd name="connsiteX2" fmla="*/ 370113 w 2527670"/>
                                      <a:gd name="connsiteY2" fmla="*/ 566056 h 1184229"/>
                                      <a:gd name="connsiteX3" fmla="*/ 838201 w 2527670"/>
                                      <a:gd name="connsiteY3" fmla="*/ 413658 h 1184229"/>
                                      <a:gd name="connsiteX4" fmla="*/ 1317172 w 2527670"/>
                                      <a:gd name="connsiteY4" fmla="*/ 587829 h 1184229"/>
                                      <a:gd name="connsiteX5" fmla="*/ 1839686 w 2527670"/>
                                      <a:gd name="connsiteY5" fmla="*/ 468085 h 1184229"/>
                                      <a:gd name="connsiteX6" fmla="*/ 2373086 w 2527670"/>
                                      <a:gd name="connsiteY6" fmla="*/ 674915 h 1184229"/>
                                      <a:gd name="connsiteX7" fmla="*/ 2525485 w 2527670"/>
                                      <a:gd name="connsiteY7" fmla="*/ 838199 h 1184229"/>
                                      <a:gd name="connsiteX8" fmla="*/ 2492828 w 2527670"/>
                                      <a:gd name="connsiteY8" fmla="*/ 1034143 h 1184229"/>
                                      <a:gd name="connsiteX9" fmla="*/ 2373898 w 2527670"/>
                                      <a:gd name="connsiteY9" fmla="*/ 1170653 h 1184229"/>
                                      <a:gd name="connsiteX10" fmla="*/ 2188839 w 2527670"/>
                                      <a:gd name="connsiteY10" fmla="*/ 1181538 h 1184229"/>
                                      <a:gd name="connsiteX11" fmla="*/ 1949356 w 2527670"/>
                                      <a:gd name="connsiteY11" fmla="*/ 1094453 h 1184229"/>
                                      <a:gd name="connsiteX12" fmla="*/ 1927584 w 2527670"/>
                                      <a:gd name="connsiteY12" fmla="*/ 1083567 h 1184229"/>
                                      <a:gd name="connsiteX0" fmla="*/ 0 w 2527670"/>
                                      <a:gd name="connsiteY0" fmla="*/ 0 h 1184229"/>
                                      <a:gd name="connsiteX1" fmla="*/ 152400 w 2527670"/>
                                      <a:gd name="connsiteY1" fmla="*/ 304800 h 1184229"/>
                                      <a:gd name="connsiteX2" fmla="*/ 370113 w 2527670"/>
                                      <a:gd name="connsiteY2" fmla="*/ 566056 h 1184229"/>
                                      <a:gd name="connsiteX3" fmla="*/ 838201 w 2527670"/>
                                      <a:gd name="connsiteY3" fmla="*/ 413658 h 1184229"/>
                                      <a:gd name="connsiteX4" fmla="*/ 1317172 w 2527670"/>
                                      <a:gd name="connsiteY4" fmla="*/ 587829 h 1184229"/>
                                      <a:gd name="connsiteX5" fmla="*/ 1839686 w 2527670"/>
                                      <a:gd name="connsiteY5" fmla="*/ 468085 h 1184229"/>
                                      <a:gd name="connsiteX6" fmla="*/ 2373086 w 2527670"/>
                                      <a:gd name="connsiteY6" fmla="*/ 674915 h 1184229"/>
                                      <a:gd name="connsiteX7" fmla="*/ 2525485 w 2527670"/>
                                      <a:gd name="connsiteY7" fmla="*/ 838199 h 1184229"/>
                                      <a:gd name="connsiteX8" fmla="*/ 2492828 w 2527670"/>
                                      <a:gd name="connsiteY8" fmla="*/ 1034143 h 1184229"/>
                                      <a:gd name="connsiteX9" fmla="*/ 2373898 w 2527670"/>
                                      <a:gd name="connsiteY9" fmla="*/ 1170653 h 1184229"/>
                                      <a:gd name="connsiteX10" fmla="*/ 2188839 w 2527670"/>
                                      <a:gd name="connsiteY10" fmla="*/ 1181538 h 1184229"/>
                                      <a:gd name="connsiteX11" fmla="*/ 1949356 w 2527670"/>
                                      <a:gd name="connsiteY11" fmla="*/ 1094453 h 1184229"/>
                                      <a:gd name="connsiteX12" fmla="*/ 1786069 w 2527670"/>
                                      <a:gd name="connsiteY12" fmla="*/ 1018253 h 1184229"/>
                                      <a:gd name="connsiteX0" fmla="*/ 0 w 2527670"/>
                                      <a:gd name="connsiteY0" fmla="*/ 0 h 1184229"/>
                                      <a:gd name="connsiteX1" fmla="*/ 152400 w 2527670"/>
                                      <a:gd name="connsiteY1" fmla="*/ 304800 h 1184229"/>
                                      <a:gd name="connsiteX2" fmla="*/ 370113 w 2527670"/>
                                      <a:gd name="connsiteY2" fmla="*/ 566056 h 1184229"/>
                                      <a:gd name="connsiteX3" fmla="*/ 838201 w 2527670"/>
                                      <a:gd name="connsiteY3" fmla="*/ 413658 h 1184229"/>
                                      <a:gd name="connsiteX4" fmla="*/ 1317172 w 2527670"/>
                                      <a:gd name="connsiteY4" fmla="*/ 587829 h 1184229"/>
                                      <a:gd name="connsiteX5" fmla="*/ 1839686 w 2527670"/>
                                      <a:gd name="connsiteY5" fmla="*/ 468085 h 1184229"/>
                                      <a:gd name="connsiteX6" fmla="*/ 2373086 w 2527670"/>
                                      <a:gd name="connsiteY6" fmla="*/ 674915 h 1184229"/>
                                      <a:gd name="connsiteX7" fmla="*/ 2525485 w 2527670"/>
                                      <a:gd name="connsiteY7" fmla="*/ 838199 h 1184229"/>
                                      <a:gd name="connsiteX8" fmla="*/ 2492828 w 2527670"/>
                                      <a:gd name="connsiteY8" fmla="*/ 1034143 h 1184229"/>
                                      <a:gd name="connsiteX9" fmla="*/ 2373898 w 2527670"/>
                                      <a:gd name="connsiteY9" fmla="*/ 1170653 h 1184229"/>
                                      <a:gd name="connsiteX10" fmla="*/ 2188839 w 2527670"/>
                                      <a:gd name="connsiteY10" fmla="*/ 1181538 h 1184229"/>
                                      <a:gd name="connsiteX11" fmla="*/ 1949356 w 2527670"/>
                                      <a:gd name="connsiteY11" fmla="*/ 1094453 h 1184229"/>
                                      <a:gd name="connsiteX12" fmla="*/ 1786069 w 2527670"/>
                                      <a:gd name="connsiteY12" fmla="*/ 1018253 h 1184229"/>
                                      <a:gd name="connsiteX13" fmla="*/ 1753412 w 2527670"/>
                                      <a:gd name="connsiteY13" fmla="*/ 1007367 h 1184229"/>
                                      <a:gd name="connsiteX0" fmla="*/ 0 w 2527670"/>
                                      <a:gd name="connsiteY0" fmla="*/ 0 h 1184229"/>
                                      <a:gd name="connsiteX1" fmla="*/ 152400 w 2527670"/>
                                      <a:gd name="connsiteY1" fmla="*/ 304800 h 1184229"/>
                                      <a:gd name="connsiteX2" fmla="*/ 370113 w 2527670"/>
                                      <a:gd name="connsiteY2" fmla="*/ 566056 h 1184229"/>
                                      <a:gd name="connsiteX3" fmla="*/ 838201 w 2527670"/>
                                      <a:gd name="connsiteY3" fmla="*/ 413658 h 1184229"/>
                                      <a:gd name="connsiteX4" fmla="*/ 1317172 w 2527670"/>
                                      <a:gd name="connsiteY4" fmla="*/ 587829 h 1184229"/>
                                      <a:gd name="connsiteX5" fmla="*/ 1839686 w 2527670"/>
                                      <a:gd name="connsiteY5" fmla="*/ 468085 h 1184229"/>
                                      <a:gd name="connsiteX6" fmla="*/ 2373086 w 2527670"/>
                                      <a:gd name="connsiteY6" fmla="*/ 674915 h 1184229"/>
                                      <a:gd name="connsiteX7" fmla="*/ 2525485 w 2527670"/>
                                      <a:gd name="connsiteY7" fmla="*/ 838199 h 1184229"/>
                                      <a:gd name="connsiteX8" fmla="*/ 2492828 w 2527670"/>
                                      <a:gd name="connsiteY8" fmla="*/ 1034143 h 1184229"/>
                                      <a:gd name="connsiteX9" fmla="*/ 2373898 w 2527670"/>
                                      <a:gd name="connsiteY9" fmla="*/ 1170653 h 1184229"/>
                                      <a:gd name="connsiteX10" fmla="*/ 2188839 w 2527670"/>
                                      <a:gd name="connsiteY10" fmla="*/ 1181538 h 1184229"/>
                                      <a:gd name="connsiteX11" fmla="*/ 1949356 w 2527670"/>
                                      <a:gd name="connsiteY11" fmla="*/ 1094453 h 1184229"/>
                                      <a:gd name="connsiteX12" fmla="*/ 1786069 w 2527670"/>
                                      <a:gd name="connsiteY12" fmla="*/ 1018253 h 1184229"/>
                                      <a:gd name="connsiteX13" fmla="*/ 1590127 w 2527670"/>
                                      <a:gd name="connsiteY13" fmla="*/ 1050910 h 1184229"/>
                                      <a:gd name="connsiteX0" fmla="*/ 0 w 2529807"/>
                                      <a:gd name="connsiteY0" fmla="*/ 0 h 1184229"/>
                                      <a:gd name="connsiteX1" fmla="*/ 152400 w 2529807"/>
                                      <a:gd name="connsiteY1" fmla="*/ 304800 h 1184229"/>
                                      <a:gd name="connsiteX2" fmla="*/ 370113 w 2529807"/>
                                      <a:gd name="connsiteY2" fmla="*/ 566056 h 1184229"/>
                                      <a:gd name="connsiteX3" fmla="*/ 838201 w 2529807"/>
                                      <a:gd name="connsiteY3" fmla="*/ 413658 h 1184229"/>
                                      <a:gd name="connsiteX4" fmla="*/ 1317172 w 2529807"/>
                                      <a:gd name="connsiteY4" fmla="*/ 587829 h 1184229"/>
                                      <a:gd name="connsiteX5" fmla="*/ 1839686 w 2529807"/>
                                      <a:gd name="connsiteY5" fmla="*/ 468085 h 1184229"/>
                                      <a:gd name="connsiteX6" fmla="*/ 2373086 w 2529807"/>
                                      <a:gd name="connsiteY6" fmla="*/ 674915 h 1184229"/>
                                      <a:gd name="connsiteX7" fmla="*/ 2525485 w 2529807"/>
                                      <a:gd name="connsiteY7" fmla="*/ 838199 h 1184229"/>
                                      <a:gd name="connsiteX8" fmla="*/ 2525485 w 2529807"/>
                                      <a:gd name="connsiteY8" fmla="*/ 1023258 h 1184229"/>
                                      <a:gd name="connsiteX9" fmla="*/ 2373898 w 2529807"/>
                                      <a:gd name="connsiteY9" fmla="*/ 1170653 h 1184229"/>
                                      <a:gd name="connsiteX10" fmla="*/ 2188839 w 2529807"/>
                                      <a:gd name="connsiteY10" fmla="*/ 1181538 h 1184229"/>
                                      <a:gd name="connsiteX11" fmla="*/ 1949356 w 2529807"/>
                                      <a:gd name="connsiteY11" fmla="*/ 1094453 h 1184229"/>
                                      <a:gd name="connsiteX12" fmla="*/ 1786069 w 2529807"/>
                                      <a:gd name="connsiteY12" fmla="*/ 1018253 h 1184229"/>
                                      <a:gd name="connsiteX13" fmla="*/ 1590127 w 2529807"/>
                                      <a:gd name="connsiteY13" fmla="*/ 1050910 h 1184229"/>
                                      <a:gd name="connsiteX0" fmla="*/ 0 w 2525485"/>
                                      <a:gd name="connsiteY0" fmla="*/ 0 h 1184229"/>
                                      <a:gd name="connsiteX1" fmla="*/ 152400 w 2525485"/>
                                      <a:gd name="connsiteY1" fmla="*/ 304800 h 1184229"/>
                                      <a:gd name="connsiteX2" fmla="*/ 370113 w 2525485"/>
                                      <a:gd name="connsiteY2" fmla="*/ 566056 h 1184229"/>
                                      <a:gd name="connsiteX3" fmla="*/ 838201 w 2525485"/>
                                      <a:gd name="connsiteY3" fmla="*/ 413658 h 1184229"/>
                                      <a:gd name="connsiteX4" fmla="*/ 1317172 w 2525485"/>
                                      <a:gd name="connsiteY4" fmla="*/ 587829 h 1184229"/>
                                      <a:gd name="connsiteX5" fmla="*/ 1839686 w 2525485"/>
                                      <a:gd name="connsiteY5" fmla="*/ 468085 h 1184229"/>
                                      <a:gd name="connsiteX6" fmla="*/ 2373086 w 2525485"/>
                                      <a:gd name="connsiteY6" fmla="*/ 674915 h 1184229"/>
                                      <a:gd name="connsiteX7" fmla="*/ 2525485 w 2525485"/>
                                      <a:gd name="connsiteY7" fmla="*/ 838199 h 1184229"/>
                                      <a:gd name="connsiteX8" fmla="*/ 2373898 w 2525485"/>
                                      <a:gd name="connsiteY8" fmla="*/ 1170653 h 1184229"/>
                                      <a:gd name="connsiteX9" fmla="*/ 2188839 w 2525485"/>
                                      <a:gd name="connsiteY9" fmla="*/ 1181538 h 1184229"/>
                                      <a:gd name="connsiteX10" fmla="*/ 1949356 w 2525485"/>
                                      <a:gd name="connsiteY10" fmla="*/ 1094453 h 1184229"/>
                                      <a:gd name="connsiteX11" fmla="*/ 1786069 w 2525485"/>
                                      <a:gd name="connsiteY11" fmla="*/ 1018253 h 1184229"/>
                                      <a:gd name="connsiteX12" fmla="*/ 1590127 w 2525485"/>
                                      <a:gd name="connsiteY12" fmla="*/ 1050910 h 1184229"/>
                                      <a:gd name="connsiteX0" fmla="*/ 0 w 2529030"/>
                                      <a:gd name="connsiteY0" fmla="*/ 0 h 1184229"/>
                                      <a:gd name="connsiteX1" fmla="*/ 152400 w 2529030"/>
                                      <a:gd name="connsiteY1" fmla="*/ 304800 h 1184229"/>
                                      <a:gd name="connsiteX2" fmla="*/ 370113 w 2529030"/>
                                      <a:gd name="connsiteY2" fmla="*/ 566056 h 1184229"/>
                                      <a:gd name="connsiteX3" fmla="*/ 838201 w 2529030"/>
                                      <a:gd name="connsiteY3" fmla="*/ 413658 h 1184229"/>
                                      <a:gd name="connsiteX4" fmla="*/ 1317172 w 2529030"/>
                                      <a:gd name="connsiteY4" fmla="*/ 587829 h 1184229"/>
                                      <a:gd name="connsiteX5" fmla="*/ 1839686 w 2529030"/>
                                      <a:gd name="connsiteY5" fmla="*/ 468085 h 1184229"/>
                                      <a:gd name="connsiteX6" fmla="*/ 2373086 w 2529030"/>
                                      <a:gd name="connsiteY6" fmla="*/ 674915 h 1184229"/>
                                      <a:gd name="connsiteX7" fmla="*/ 2525485 w 2529030"/>
                                      <a:gd name="connsiteY7" fmla="*/ 838199 h 1184229"/>
                                      <a:gd name="connsiteX8" fmla="*/ 2471869 w 2529030"/>
                                      <a:gd name="connsiteY8" fmla="*/ 1018253 h 1184229"/>
                                      <a:gd name="connsiteX9" fmla="*/ 2373898 w 2529030"/>
                                      <a:gd name="connsiteY9" fmla="*/ 1170653 h 1184229"/>
                                      <a:gd name="connsiteX10" fmla="*/ 2188839 w 2529030"/>
                                      <a:gd name="connsiteY10" fmla="*/ 1181538 h 1184229"/>
                                      <a:gd name="connsiteX11" fmla="*/ 1949356 w 2529030"/>
                                      <a:gd name="connsiteY11" fmla="*/ 1094453 h 1184229"/>
                                      <a:gd name="connsiteX12" fmla="*/ 1786069 w 2529030"/>
                                      <a:gd name="connsiteY12" fmla="*/ 1018253 h 1184229"/>
                                      <a:gd name="connsiteX13" fmla="*/ 1590127 w 2529030"/>
                                      <a:gd name="connsiteY13" fmla="*/ 1050910 h 1184229"/>
                                      <a:gd name="connsiteX0" fmla="*/ 0 w 2535422"/>
                                      <a:gd name="connsiteY0" fmla="*/ 0 h 1184229"/>
                                      <a:gd name="connsiteX1" fmla="*/ 152400 w 2535422"/>
                                      <a:gd name="connsiteY1" fmla="*/ 304800 h 1184229"/>
                                      <a:gd name="connsiteX2" fmla="*/ 370113 w 2535422"/>
                                      <a:gd name="connsiteY2" fmla="*/ 566056 h 1184229"/>
                                      <a:gd name="connsiteX3" fmla="*/ 838201 w 2535422"/>
                                      <a:gd name="connsiteY3" fmla="*/ 413658 h 1184229"/>
                                      <a:gd name="connsiteX4" fmla="*/ 1317172 w 2535422"/>
                                      <a:gd name="connsiteY4" fmla="*/ 587829 h 1184229"/>
                                      <a:gd name="connsiteX5" fmla="*/ 1839686 w 2535422"/>
                                      <a:gd name="connsiteY5" fmla="*/ 468085 h 1184229"/>
                                      <a:gd name="connsiteX6" fmla="*/ 2373086 w 2535422"/>
                                      <a:gd name="connsiteY6" fmla="*/ 674915 h 1184229"/>
                                      <a:gd name="connsiteX7" fmla="*/ 2525485 w 2535422"/>
                                      <a:gd name="connsiteY7" fmla="*/ 838199 h 1184229"/>
                                      <a:gd name="connsiteX8" fmla="*/ 2504527 w 2535422"/>
                                      <a:gd name="connsiteY8" fmla="*/ 1018253 h 1184229"/>
                                      <a:gd name="connsiteX9" fmla="*/ 2373898 w 2535422"/>
                                      <a:gd name="connsiteY9" fmla="*/ 1170653 h 1184229"/>
                                      <a:gd name="connsiteX10" fmla="*/ 2188839 w 2535422"/>
                                      <a:gd name="connsiteY10" fmla="*/ 1181538 h 1184229"/>
                                      <a:gd name="connsiteX11" fmla="*/ 1949356 w 2535422"/>
                                      <a:gd name="connsiteY11" fmla="*/ 1094453 h 1184229"/>
                                      <a:gd name="connsiteX12" fmla="*/ 1786069 w 2535422"/>
                                      <a:gd name="connsiteY12" fmla="*/ 1018253 h 1184229"/>
                                      <a:gd name="connsiteX13" fmla="*/ 1590127 w 2535422"/>
                                      <a:gd name="connsiteY13" fmla="*/ 1050910 h 1184229"/>
                                      <a:gd name="connsiteX0" fmla="*/ 0 w 2535422"/>
                                      <a:gd name="connsiteY0" fmla="*/ 0 h 1184229"/>
                                      <a:gd name="connsiteX1" fmla="*/ 141514 w 2535422"/>
                                      <a:gd name="connsiteY1" fmla="*/ 315686 h 1184229"/>
                                      <a:gd name="connsiteX2" fmla="*/ 370113 w 2535422"/>
                                      <a:gd name="connsiteY2" fmla="*/ 566056 h 1184229"/>
                                      <a:gd name="connsiteX3" fmla="*/ 838201 w 2535422"/>
                                      <a:gd name="connsiteY3" fmla="*/ 413658 h 1184229"/>
                                      <a:gd name="connsiteX4" fmla="*/ 1317172 w 2535422"/>
                                      <a:gd name="connsiteY4" fmla="*/ 587829 h 1184229"/>
                                      <a:gd name="connsiteX5" fmla="*/ 1839686 w 2535422"/>
                                      <a:gd name="connsiteY5" fmla="*/ 468085 h 1184229"/>
                                      <a:gd name="connsiteX6" fmla="*/ 2373086 w 2535422"/>
                                      <a:gd name="connsiteY6" fmla="*/ 674915 h 1184229"/>
                                      <a:gd name="connsiteX7" fmla="*/ 2525485 w 2535422"/>
                                      <a:gd name="connsiteY7" fmla="*/ 838199 h 1184229"/>
                                      <a:gd name="connsiteX8" fmla="*/ 2504527 w 2535422"/>
                                      <a:gd name="connsiteY8" fmla="*/ 1018253 h 1184229"/>
                                      <a:gd name="connsiteX9" fmla="*/ 2373898 w 2535422"/>
                                      <a:gd name="connsiteY9" fmla="*/ 1170653 h 1184229"/>
                                      <a:gd name="connsiteX10" fmla="*/ 2188839 w 2535422"/>
                                      <a:gd name="connsiteY10" fmla="*/ 1181538 h 1184229"/>
                                      <a:gd name="connsiteX11" fmla="*/ 1949356 w 2535422"/>
                                      <a:gd name="connsiteY11" fmla="*/ 1094453 h 1184229"/>
                                      <a:gd name="connsiteX12" fmla="*/ 1786069 w 2535422"/>
                                      <a:gd name="connsiteY12" fmla="*/ 1018253 h 1184229"/>
                                      <a:gd name="connsiteX13" fmla="*/ 1590127 w 2535422"/>
                                      <a:gd name="connsiteY13" fmla="*/ 1050910 h 1184229"/>
                                      <a:gd name="connsiteX0" fmla="*/ 0 w 2535422"/>
                                      <a:gd name="connsiteY0" fmla="*/ 0 h 1184229"/>
                                      <a:gd name="connsiteX1" fmla="*/ 141514 w 2535422"/>
                                      <a:gd name="connsiteY1" fmla="*/ 315686 h 1184229"/>
                                      <a:gd name="connsiteX2" fmla="*/ 424541 w 2535422"/>
                                      <a:gd name="connsiteY2" fmla="*/ 163284 h 1184229"/>
                                      <a:gd name="connsiteX3" fmla="*/ 838201 w 2535422"/>
                                      <a:gd name="connsiteY3" fmla="*/ 413658 h 1184229"/>
                                      <a:gd name="connsiteX4" fmla="*/ 1317172 w 2535422"/>
                                      <a:gd name="connsiteY4" fmla="*/ 587829 h 1184229"/>
                                      <a:gd name="connsiteX5" fmla="*/ 1839686 w 2535422"/>
                                      <a:gd name="connsiteY5" fmla="*/ 468085 h 1184229"/>
                                      <a:gd name="connsiteX6" fmla="*/ 2373086 w 2535422"/>
                                      <a:gd name="connsiteY6" fmla="*/ 674915 h 1184229"/>
                                      <a:gd name="connsiteX7" fmla="*/ 2525485 w 2535422"/>
                                      <a:gd name="connsiteY7" fmla="*/ 838199 h 1184229"/>
                                      <a:gd name="connsiteX8" fmla="*/ 2504527 w 2535422"/>
                                      <a:gd name="connsiteY8" fmla="*/ 1018253 h 1184229"/>
                                      <a:gd name="connsiteX9" fmla="*/ 2373898 w 2535422"/>
                                      <a:gd name="connsiteY9" fmla="*/ 1170653 h 1184229"/>
                                      <a:gd name="connsiteX10" fmla="*/ 2188839 w 2535422"/>
                                      <a:gd name="connsiteY10" fmla="*/ 1181538 h 1184229"/>
                                      <a:gd name="connsiteX11" fmla="*/ 1949356 w 2535422"/>
                                      <a:gd name="connsiteY11" fmla="*/ 1094453 h 1184229"/>
                                      <a:gd name="connsiteX12" fmla="*/ 1786069 w 2535422"/>
                                      <a:gd name="connsiteY12" fmla="*/ 1018253 h 1184229"/>
                                      <a:gd name="connsiteX13" fmla="*/ 1590127 w 2535422"/>
                                      <a:gd name="connsiteY13" fmla="*/ 1050910 h 1184229"/>
                                      <a:gd name="connsiteX0" fmla="*/ 0 w 2535422"/>
                                      <a:gd name="connsiteY0" fmla="*/ 0 h 1184229"/>
                                      <a:gd name="connsiteX1" fmla="*/ 141514 w 2535422"/>
                                      <a:gd name="connsiteY1" fmla="*/ 315686 h 1184229"/>
                                      <a:gd name="connsiteX2" fmla="*/ 424541 w 2535422"/>
                                      <a:gd name="connsiteY2" fmla="*/ 163284 h 1184229"/>
                                      <a:gd name="connsiteX3" fmla="*/ 838201 w 2535422"/>
                                      <a:gd name="connsiteY3" fmla="*/ 413658 h 1184229"/>
                                      <a:gd name="connsiteX4" fmla="*/ 1121229 w 2535422"/>
                                      <a:gd name="connsiteY4" fmla="*/ 108858 h 1184229"/>
                                      <a:gd name="connsiteX5" fmla="*/ 1839686 w 2535422"/>
                                      <a:gd name="connsiteY5" fmla="*/ 468085 h 1184229"/>
                                      <a:gd name="connsiteX6" fmla="*/ 2373086 w 2535422"/>
                                      <a:gd name="connsiteY6" fmla="*/ 674915 h 1184229"/>
                                      <a:gd name="connsiteX7" fmla="*/ 2525485 w 2535422"/>
                                      <a:gd name="connsiteY7" fmla="*/ 838199 h 1184229"/>
                                      <a:gd name="connsiteX8" fmla="*/ 2504527 w 2535422"/>
                                      <a:gd name="connsiteY8" fmla="*/ 1018253 h 1184229"/>
                                      <a:gd name="connsiteX9" fmla="*/ 2373898 w 2535422"/>
                                      <a:gd name="connsiteY9" fmla="*/ 1170653 h 1184229"/>
                                      <a:gd name="connsiteX10" fmla="*/ 2188839 w 2535422"/>
                                      <a:gd name="connsiteY10" fmla="*/ 1181538 h 1184229"/>
                                      <a:gd name="connsiteX11" fmla="*/ 1949356 w 2535422"/>
                                      <a:gd name="connsiteY11" fmla="*/ 1094453 h 1184229"/>
                                      <a:gd name="connsiteX12" fmla="*/ 1786069 w 2535422"/>
                                      <a:gd name="connsiteY12" fmla="*/ 1018253 h 1184229"/>
                                      <a:gd name="connsiteX13" fmla="*/ 1590127 w 2535422"/>
                                      <a:gd name="connsiteY13" fmla="*/ 1050910 h 1184229"/>
                                      <a:gd name="connsiteX0" fmla="*/ 0 w 2535422"/>
                                      <a:gd name="connsiteY0" fmla="*/ 0 h 1184229"/>
                                      <a:gd name="connsiteX1" fmla="*/ 141514 w 2535422"/>
                                      <a:gd name="connsiteY1" fmla="*/ 315686 h 1184229"/>
                                      <a:gd name="connsiteX2" fmla="*/ 424541 w 2535422"/>
                                      <a:gd name="connsiteY2" fmla="*/ 163284 h 1184229"/>
                                      <a:gd name="connsiteX3" fmla="*/ 838201 w 2535422"/>
                                      <a:gd name="connsiteY3" fmla="*/ 413658 h 1184229"/>
                                      <a:gd name="connsiteX4" fmla="*/ 1121229 w 2535422"/>
                                      <a:gd name="connsiteY4" fmla="*/ 108858 h 1184229"/>
                                      <a:gd name="connsiteX5" fmla="*/ 1589315 w 2535422"/>
                                      <a:gd name="connsiteY5" fmla="*/ 402771 h 1184229"/>
                                      <a:gd name="connsiteX6" fmla="*/ 2373086 w 2535422"/>
                                      <a:gd name="connsiteY6" fmla="*/ 674915 h 1184229"/>
                                      <a:gd name="connsiteX7" fmla="*/ 2525485 w 2535422"/>
                                      <a:gd name="connsiteY7" fmla="*/ 838199 h 1184229"/>
                                      <a:gd name="connsiteX8" fmla="*/ 2504527 w 2535422"/>
                                      <a:gd name="connsiteY8" fmla="*/ 1018253 h 1184229"/>
                                      <a:gd name="connsiteX9" fmla="*/ 2373898 w 2535422"/>
                                      <a:gd name="connsiteY9" fmla="*/ 1170653 h 1184229"/>
                                      <a:gd name="connsiteX10" fmla="*/ 2188839 w 2535422"/>
                                      <a:gd name="connsiteY10" fmla="*/ 1181538 h 1184229"/>
                                      <a:gd name="connsiteX11" fmla="*/ 1949356 w 2535422"/>
                                      <a:gd name="connsiteY11" fmla="*/ 1094453 h 1184229"/>
                                      <a:gd name="connsiteX12" fmla="*/ 1786069 w 2535422"/>
                                      <a:gd name="connsiteY12" fmla="*/ 1018253 h 1184229"/>
                                      <a:gd name="connsiteX13" fmla="*/ 1590127 w 2535422"/>
                                      <a:gd name="connsiteY13" fmla="*/ 1050910 h 1184229"/>
                                      <a:gd name="connsiteX0" fmla="*/ 0 w 2580562"/>
                                      <a:gd name="connsiteY0" fmla="*/ 0 h 1184229"/>
                                      <a:gd name="connsiteX1" fmla="*/ 141514 w 2580562"/>
                                      <a:gd name="connsiteY1" fmla="*/ 315686 h 1184229"/>
                                      <a:gd name="connsiteX2" fmla="*/ 424541 w 2580562"/>
                                      <a:gd name="connsiteY2" fmla="*/ 163284 h 1184229"/>
                                      <a:gd name="connsiteX3" fmla="*/ 838201 w 2580562"/>
                                      <a:gd name="connsiteY3" fmla="*/ 413658 h 1184229"/>
                                      <a:gd name="connsiteX4" fmla="*/ 1121229 w 2580562"/>
                                      <a:gd name="connsiteY4" fmla="*/ 108858 h 1184229"/>
                                      <a:gd name="connsiteX5" fmla="*/ 1589315 w 2580562"/>
                                      <a:gd name="connsiteY5" fmla="*/ 402771 h 1184229"/>
                                      <a:gd name="connsiteX6" fmla="*/ 1763486 w 2580562"/>
                                      <a:gd name="connsiteY6" fmla="*/ 707572 h 1184229"/>
                                      <a:gd name="connsiteX7" fmla="*/ 2525485 w 2580562"/>
                                      <a:gd name="connsiteY7" fmla="*/ 838199 h 1184229"/>
                                      <a:gd name="connsiteX8" fmla="*/ 2504527 w 2580562"/>
                                      <a:gd name="connsiteY8" fmla="*/ 1018253 h 1184229"/>
                                      <a:gd name="connsiteX9" fmla="*/ 2373898 w 2580562"/>
                                      <a:gd name="connsiteY9" fmla="*/ 1170653 h 1184229"/>
                                      <a:gd name="connsiteX10" fmla="*/ 2188839 w 2580562"/>
                                      <a:gd name="connsiteY10" fmla="*/ 1181538 h 1184229"/>
                                      <a:gd name="connsiteX11" fmla="*/ 1949356 w 2580562"/>
                                      <a:gd name="connsiteY11" fmla="*/ 1094453 h 1184229"/>
                                      <a:gd name="connsiteX12" fmla="*/ 1786069 w 2580562"/>
                                      <a:gd name="connsiteY12" fmla="*/ 1018253 h 1184229"/>
                                      <a:gd name="connsiteX13" fmla="*/ 1590127 w 2580562"/>
                                      <a:gd name="connsiteY13" fmla="*/ 1050910 h 1184229"/>
                                      <a:gd name="connsiteX0" fmla="*/ 0 w 2505149"/>
                                      <a:gd name="connsiteY0" fmla="*/ 0 h 1184229"/>
                                      <a:gd name="connsiteX1" fmla="*/ 141514 w 2505149"/>
                                      <a:gd name="connsiteY1" fmla="*/ 315686 h 1184229"/>
                                      <a:gd name="connsiteX2" fmla="*/ 424541 w 2505149"/>
                                      <a:gd name="connsiteY2" fmla="*/ 163284 h 1184229"/>
                                      <a:gd name="connsiteX3" fmla="*/ 838201 w 2505149"/>
                                      <a:gd name="connsiteY3" fmla="*/ 413658 h 1184229"/>
                                      <a:gd name="connsiteX4" fmla="*/ 1121229 w 2505149"/>
                                      <a:gd name="connsiteY4" fmla="*/ 108858 h 1184229"/>
                                      <a:gd name="connsiteX5" fmla="*/ 1589315 w 2505149"/>
                                      <a:gd name="connsiteY5" fmla="*/ 402771 h 1184229"/>
                                      <a:gd name="connsiteX6" fmla="*/ 1763486 w 2505149"/>
                                      <a:gd name="connsiteY6" fmla="*/ 707572 h 1184229"/>
                                      <a:gd name="connsiteX7" fmla="*/ 1654628 w 2505149"/>
                                      <a:gd name="connsiteY7" fmla="*/ 838199 h 1184229"/>
                                      <a:gd name="connsiteX8" fmla="*/ 2504527 w 2505149"/>
                                      <a:gd name="connsiteY8" fmla="*/ 1018253 h 1184229"/>
                                      <a:gd name="connsiteX9" fmla="*/ 2373898 w 2505149"/>
                                      <a:gd name="connsiteY9" fmla="*/ 1170653 h 1184229"/>
                                      <a:gd name="connsiteX10" fmla="*/ 2188839 w 2505149"/>
                                      <a:gd name="connsiteY10" fmla="*/ 1181538 h 1184229"/>
                                      <a:gd name="connsiteX11" fmla="*/ 1949356 w 2505149"/>
                                      <a:gd name="connsiteY11" fmla="*/ 1094453 h 1184229"/>
                                      <a:gd name="connsiteX12" fmla="*/ 1786069 w 2505149"/>
                                      <a:gd name="connsiteY12" fmla="*/ 1018253 h 1184229"/>
                                      <a:gd name="connsiteX13" fmla="*/ 1590127 w 2505149"/>
                                      <a:gd name="connsiteY13" fmla="*/ 1050910 h 1184229"/>
                                      <a:gd name="connsiteX0" fmla="*/ 0 w 2375364"/>
                                      <a:gd name="connsiteY0" fmla="*/ 0 h 1184229"/>
                                      <a:gd name="connsiteX1" fmla="*/ 141514 w 2375364"/>
                                      <a:gd name="connsiteY1" fmla="*/ 315686 h 1184229"/>
                                      <a:gd name="connsiteX2" fmla="*/ 424541 w 2375364"/>
                                      <a:gd name="connsiteY2" fmla="*/ 163284 h 1184229"/>
                                      <a:gd name="connsiteX3" fmla="*/ 838201 w 2375364"/>
                                      <a:gd name="connsiteY3" fmla="*/ 413658 h 1184229"/>
                                      <a:gd name="connsiteX4" fmla="*/ 1121229 w 2375364"/>
                                      <a:gd name="connsiteY4" fmla="*/ 108858 h 1184229"/>
                                      <a:gd name="connsiteX5" fmla="*/ 1589315 w 2375364"/>
                                      <a:gd name="connsiteY5" fmla="*/ 402771 h 1184229"/>
                                      <a:gd name="connsiteX6" fmla="*/ 1763486 w 2375364"/>
                                      <a:gd name="connsiteY6" fmla="*/ 707572 h 1184229"/>
                                      <a:gd name="connsiteX7" fmla="*/ 1654628 w 2375364"/>
                                      <a:gd name="connsiteY7" fmla="*/ 838199 h 1184229"/>
                                      <a:gd name="connsiteX8" fmla="*/ 1339755 w 2375364"/>
                                      <a:gd name="connsiteY8" fmla="*/ 920282 h 1184229"/>
                                      <a:gd name="connsiteX9" fmla="*/ 2373898 w 2375364"/>
                                      <a:gd name="connsiteY9" fmla="*/ 1170653 h 1184229"/>
                                      <a:gd name="connsiteX10" fmla="*/ 2188839 w 2375364"/>
                                      <a:gd name="connsiteY10" fmla="*/ 1181538 h 1184229"/>
                                      <a:gd name="connsiteX11" fmla="*/ 1949356 w 2375364"/>
                                      <a:gd name="connsiteY11" fmla="*/ 1094453 h 1184229"/>
                                      <a:gd name="connsiteX12" fmla="*/ 1786069 w 2375364"/>
                                      <a:gd name="connsiteY12" fmla="*/ 1018253 h 1184229"/>
                                      <a:gd name="connsiteX13" fmla="*/ 1590127 w 2375364"/>
                                      <a:gd name="connsiteY13" fmla="*/ 1050910 h 1184229"/>
                                      <a:gd name="connsiteX0" fmla="*/ 0 w 2188851"/>
                                      <a:gd name="connsiteY0" fmla="*/ 0 h 1181758"/>
                                      <a:gd name="connsiteX1" fmla="*/ 141514 w 2188851"/>
                                      <a:gd name="connsiteY1" fmla="*/ 315686 h 1181758"/>
                                      <a:gd name="connsiteX2" fmla="*/ 424541 w 2188851"/>
                                      <a:gd name="connsiteY2" fmla="*/ 163284 h 1181758"/>
                                      <a:gd name="connsiteX3" fmla="*/ 838201 w 2188851"/>
                                      <a:gd name="connsiteY3" fmla="*/ 413658 h 1181758"/>
                                      <a:gd name="connsiteX4" fmla="*/ 1121229 w 2188851"/>
                                      <a:gd name="connsiteY4" fmla="*/ 108858 h 1181758"/>
                                      <a:gd name="connsiteX5" fmla="*/ 1589315 w 2188851"/>
                                      <a:gd name="connsiteY5" fmla="*/ 402771 h 1181758"/>
                                      <a:gd name="connsiteX6" fmla="*/ 1763486 w 2188851"/>
                                      <a:gd name="connsiteY6" fmla="*/ 707572 h 1181758"/>
                                      <a:gd name="connsiteX7" fmla="*/ 1654628 w 2188851"/>
                                      <a:gd name="connsiteY7" fmla="*/ 838199 h 1181758"/>
                                      <a:gd name="connsiteX8" fmla="*/ 1339755 w 2188851"/>
                                      <a:gd name="connsiteY8" fmla="*/ 920282 h 1181758"/>
                                      <a:gd name="connsiteX9" fmla="*/ 1002298 w 2188851"/>
                                      <a:gd name="connsiteY9" fmla="*/ 833196 h 1181758"/>
                                      <a:gd name="connsiteX10" fmla="*/ 2188839 w 2188851"/>
                                      <a:gd name="connsiteY10" fmla="*/ 1181538 h 1181758"/>
                                      <a:gd name="connsiteX11" fmla="*/ 1949356 w 2188851"/>
                                      <a:gd name="connsiteY11" fmla="*/ 1094453 h 1181758"/>
                                      <a:gd name="connsiteX12" fmla="*/ 1786069 w 2188851"/>
                                      <a:gd name="connsiteY12" fmla="*/ 1018253 h 1181758"/>
                                      <a:gd name="connsiteX13" fmla="*/ 1590127 w 2188851"/>
                                      <a:gd name="connsiteY13" fmla="*/ 1050910 h 1181758"/>
                                      <a:gd name="connsiteX0" fmla="*/ 0 w 1949385"/>
                                      <a:gd name="connsiteY0" fmla="*/ 0 h 1094453"/>
                                      <a:gd name="connsiteX1" fmla="*/ 141514 w 1949385"/>
                                      <a:gd name="connsiteY1" fmla="*/ 315686 h 1094453"/>
                                      <a:gd name="connsiteX2" fmla="*/ 424541 w 1949385"/>
                                      <a:gd name="connsiteY2" fmla="*/ 163284 h 1094453"/>
                                      <a:gd name="connsiteX3" fmla="*/ 838201 w 1949385"/>
                                      <a:gd name="connsiteY3" fmla="*/ 413658 h 1094453"/>
                                      <a:gd name="connsiteX4" fmla="*/ 1121229 w 1949385"/>
                                      <a:gd name="connsiteY4" fmla="*/ 108858 h 1094453"/>
                                      <a:gd name="connsiteX5" fmla="*/ 1589315 w 1949385"/>
                                      <a:gd name="connsiteY5" fmla="*/ 402771 h 1094453"/>
                                      <a:gd name="connsiteX6" fmla="*/ 1763486 w 1949385"/>
                                      <a:gd name="connsiteY6" fmla="*/ 707572 h 1094453"/>
                                      <a:gd name="connsiteX7" fmla="*/ 1654628 w 1949385"/>
                                      <a:gd name="connsiteY7" fmla="*/ 838199 h 1094453"/>
                                      <a:gd name="connsiteX8" fmla="*/ 1339755 w 1949385"/>
                                      <a:gd name="connsiteY8" fmla="*/ 920282 h 1094453"/>
                                      <a:gd name="connsiteX9" fmla="*/ 1002298 w 1949385"/>
                                      <a:gd name="connsiteY9" fmla="*/ 833196 h 1094453"/>
                                      <a:gd name="connsiteX10" fmla="*/ 806353 w 1949385"/>
                                      <a:gd name="connsiteY10" fmla="*/ 898509 h 1094453"/>
                                      <a:gd name="connsiteX11" fmla="*/ 1949356 w 1949385"/>
                                      <a:gd name="connsiteY11" fmla="*/ 1094453 h 1094453"/>
                                      <a:gd name="connsiteX12" fmla="*/ 1786069 w 1949385"/>
                                      <a:gd name="connsiteY12" fmla="*/ 1018253 h 1094453"/>
                                      <a:gd name="connsiteX13" fmla="*/ 1590127 w 1949385"/>
                                      <a:gd name="connsiteY13" fmla="*/ 1050910 h 1094453"/>
                                      <a:gd name="connsiteX0" fmla="*/ 0 w 1786081"/>
                                      <a:gd name="connsiteY0" fmla="*/ 0 h 1050985"/>
                                      <a:gd name="connsiteX1" fmla="*/ 141514 w 1786081"/>
                                      <a:gd name="connsiteY1" fmla="*/ 315686 h 1050985"/>
                                      <a:gd name="connsiteX2" fmla="*/ 424541 w 1786081"/>
                                      <a:gd name="connsiteY2" fmla="*/ 163284 h 1050985"/>
                                      <a:gd name="connsiteX3" fmla="*/ 838201 w 1786081"/>
                                      <a:gd name="connsiteY3" fmla="*/ 413658 h 1050985"/>
                                      <a:gd name="connsiteX4" fmla="*/ 1121229 w 1786081"/>
                                      <a:gd name="connsiteY4" fmla="*/ 108858 h 1050985"/>
                                      <a:gd name="connsiteX5" fmla="*/ 1589315 w 1786081"/>
                                      <a:gd name="connsiteY5" fmla="*/ 402771 h 1050985"/>
                                      <a:gd name="connsiteX6" fmla="*/ 1763486 w 1786081"/>
                                      <a:gd name="connsiteY6" fmla="*/ 707572 h 1050985"/>
                                      <a:gd name="connsiteX7" fmla="*/ 1654628 w 1786081"/>
                                      <a:gd name="connsiteY7" fmla="*/ 838199 h 1050985"/>
                                      <a:gd name="connsiteX8" fmla="*/ 1339755 w 1786081"/>
                                      <a:gd name="connsiteY8" fmla="*/ 920282 h 1050985"/>
                                      <a:gd name="connsiteX9" fmla="*/ 1002298 w 1786081"/>
                                      <a:gd name="connsiteY9" fmla="*/ 833196 h 1050985"/>
                                      <a:gd name="connsiteX10" fmla="*/ 806353 w 1786081"/>
                                      <a:gd name="connsiteY10" fmla="*/ 898509 h 1050985"/>
                                      <a:gd name="connsiteX11" fmla="*/ 588642 w 1786081"/>
                                      <a:gd name="connsiteY11" fmla="*/ 887625 h 1050985"/>
                                      <a:gd name="connsiteX12" fmla="*/ 1786069 w 1786081"/>
                                      <a:gd name="connsiteY12" fmla="*/ 1018253 h 1050985"/>
                                      <a:gd name="connsiteX13" fmla="*/ 1590127 w 1786081"/>
                                      <a:gd name="connsiteY13" fmla="*/ 1050910 h 1050985"/>
                                      <a:gd name="connsiteX0" fmla="*/ 0 w 1764997"/>
                                      <a:gd name="connsiteY0" fmla="*/ 0 h 1050963"/>
                                      <a:gd name="connsiteX1" fmla="*/ 141514 w 1764997"/>
                                      <a:gd name="connsiteY1" fmla="*/ 315686 h 1050963"/>
                                      <a:gd name="connsiteX2" fmla="*/ 424541 w 1764997"/>
                                      <a:gd name="connsiteY2" fmla="*/ 163284 h 1050963"/>
                                      <a:gd name="connsiteX3" fmla="*/ 838201 w 1764997"/>
                                      <a:gd name="connsiteY3" fmla="*/ 413658 h 1050963"/>
                                      <a:gd name="connsiteX4" fmla="*/ 1121229 w 1764997"/>
                                      <a:gd name="connsiteY4" fmla="*/ 108858 h 1050963"/>
                                      <a:gd name="connsiteX5" fmla="*/ 1589315 w 1764997"/>
                                      <a:gd name="connsiteY5" fmla="*/ 402771 h 1050963"/>
                                      <a:gd name="connsiteX6" fmla="*/ 1763486 w 1764997"/>
                                      <a:gd name="connsiteY6" fmla="*/ 707572 h 1050963"/>
                                      <a:gd name="connsiteX7" fmla="*/ 1654628 w 1764997"/>
                                      <a:gd name="connsiteY7" fmla="*/ 838199 h 1050963"/>
                                      <a:gd name="connsiteX8" fmla="*/ 1339755 w 1764997"/>
                                      <a:gd name="connsiteY8" fmla="*/ 920282 h 1050963"/>
                                      <a:gd name="connsiteX9" fmla="*/ 1002298 w 1764997"/>
                                      <a:gd name="connsiteY9" fmla="*/ 833196 h 1050963"/>
                                      <a:gd name="connsiteX10" fmla="*/ 806353 w 1764997"/>
                                      <a:gd name="connsiteY10" fmla="*/ 898509 h 1050963"/>
                                      <a:gd name="connsiteX11" fmla="*/ 588642 w 1764997"/>
                                      <a:gd name="connsiteY11" fmla="*/ 887625 h 1050963"/>
                                      <a:gd name="connsiteX12" fmla="*/ 414469 w 1764997"/>
                                      <a:gd name="connsiteY12" fmla="*/ 996482 h 1050963"/>
                                      <a:gd name="connsiteX13" fmla="*/ 1590127 w 1764997"/>
                                      <a:gd name="connsiteY13" fmla="*/ 1050910 h 1050963"/>
                                      <a:gd name="connsiteX0" fmla="*/ 0 w 1764997"/>
                                      <a:gd name="connsiteY0" fmla="*/ 0 h 996511"/>
                                      <a:gd name="connsiteX1" fmla="*/ 141514 w 1764997"/>
                                      <a:gd name="connsiteY1" fmla="*/ 315686 h 996511"/>
                                      <a:gd name="connsiteX2" fmla="*/ 424541 w 1764997"/>
                                      <a:gd name="connsiteY2" fmla="*/ 163284 h 996511"/>
                                      <a:gd name="connsiteX3" fmla="*/ 838201 w 1764997"/>
                                      <a:gd name="connsiteY3" fmla="*/ 413658 h 996511"/>
                                      <a:gd name="connsiteX4" fmla="*/ 1121229 w 1764997"/>
                                      <a:gd name="connsiteY4" fmla="*/ 108858 h 996511"/>
                                      <a:gd name="connsiteX5" fmla="*/ 1589315 w 1764997"/>
                                      <a:gd name="connsiteY5" fmla="*/ 402771 h 996511"/>
                                      <a:gd name="connsiteX6" fmla="*/ 1763486 w 1764997"/>
                                      <a:gd name="connsiteY6" fmla="*/ 707572 h 996511"/>
                                      <a:gd name="connsiteX7" fmla="*/ 1654628 w 1764997"/>
                                      <a:gd name="connsiteY7" fmla="*/ 838199 h 996511"/>
                                      <a:gd name="connsiteX8" fmla="*/ 1339755 w 1764997"/>
                                      <a:gd name="connsiteY8" fmla="*/ 920282 h 996511"/>
                                      <a:gd name="connsiteX9" fmla="*/ 1002298 w 1764997"/>
                                      <a:gd name="connsiteY9" fmla="*/ 833196 h 996511"/>
                                      <a:gd name="connsiteX10" fmla="*/ 806353 w 1764997"/>
                                      <a:gd name="connsiteY10" fmla="*/ 898509 h 996511"/>
                                      <a:gd name="connsiteX11" fmla="*/ 588642 w 1764997"/>
                                      <a:gd name="connsiteY11" fmla="*/ 887625 h 996511"/>
                                      <a:gd name="connsiteX12" fmla="*/ 414469 w 1764997"/>
                                      <a:gd name="connsiteY12" fmla="*/ 996482 h 996511"/>
                                      <a:gd name="connsiteX13" fmla="*/ 77012 w 1764997"/>
                                      <a:gd name="connsiteY13" fmla="*/ 920281 h 996511"/>
                                      <a:gd name="connsiteX0" fmla="*/ 0 w 1768594"/>
                                      <a:gd name="connsiteY0" fmla="*/ 34785 h 1031296"/>
                                      <a:gd name="connsiteX1" fmla="*/ 141514 w 1768594"/>
                                      <a:gd name="connsiteY1" fmla="*/ 350471 h 1031296"/>
                                      <a:gd name="connsiteX2" fmla="*/ 424541 w 1768594"/>
                                      <a:gd name="connsiteY2" fmla="*/ 198069 h 1031296"/>
                                      <a:gd name="connsiteX3" fmla="*/ 838201 w 1768594"/>
                                      <a:gd name="connsiteY3" fmla="*/ 448443 h 1031296"/>
                                      <a:gd name="connsiteX4" fmla="*/ 1121229 w 1768594"/>
                                      <a:gd name="connsiteY4" fmla="*/ 143643 h 1031296"/>
                                      <a:gd name="connsiteX5" fmla="*/ 1513115 w 1768594"/>
                                      <a:gd name="connsiteY5" fmla="*/ 34784 h 1031296"/>
                                      <a:gd name="connsiteX6" fmla="*/ 1763486 w 1768594"/>
                                      <a:gd name="connsiteY6" fmla="*/ 742357 h 1031296"/>
                                      <a:gd name="connsiteX7" fmla="*/ 1654628 w 1768594"/>
                                      <a:gd name="connsiteY7" fmla="*/ 872984 h 1031296"/>
                                      <a:gd name="connsiteX8" fmla="*/ 1339755 w 1768594"/>
                                      <a:gd name="connsiteY8" fmla="*/ 955067 h 1031296"/>
                                      <a:gd name="connsiteX9" fmla="*/ 1002298 w 1768594"/>
                                      <a:gd name="connsiteY9" fmla="*/ 867981 h 1031296"/>
                                      <a:gd name="connsiteX10" fmla="*/ 806353 w 1768594"/>
                                      <a:gd name="connsiteY10" fmla="*/ 933294 h 1031296"/>
                                      <a:gd name="connsiteX11" fmla="*/ 588642 w 1768594"/>
                                      <a:gd name="connsiteY11" fmla="*/ 922410 h 1031296"/>
                                      <a:gd name="connsiteX12" fmla="*/ 414469 w 1768594"/>
                                      <a:gd name="connsiteY12" fmla="*/ 1031267 h 1031296"/>
                                      <a:gd name="connsiteX13" fmla="*/ 77012 w 1768594"/>
                                      <a:gd name="connsiteY13" fmla="*/ 955066 h 1031296"/>
                                      <a:gd name="connsiteX0" fmla="*/ 0 w 1810599"/>
                                      <a:gd name="connsiteY0" fmla="*/ 50441 h 1046952"/>
                                      <a:gd name="connsiteX1" fmla="*/ 141514 w 1810599"/>
                                      <a:gd name="connsiteY1" fmla="*/ 366127 h 1046952"/>
                                      <a:gd name="connsiteX2" fmla="*/ 424541 w 1810599"/>
                                      <a:gd name="connsiteY2" fmla="*/ 213725 h 1046952"/>
                                      <a:gd name="connsiteX3" fmla="*/ 838201 w 1810599"/>
                                      <a:gd name="connsiteY3" fmla="*/ 464099 h 1046952"/>
                                      <a:gd name="connsiteX4" fmla="*/ 1121229 w 1810599"/>
                                      <a:gd name="connsiteY4" fmla="*/ 159299 h 1046952"/>
                                      <a:gd name="connsiteX5" fmla="*/ 1513115 w 1810599"/>
                                      <a:gd name="connsiteY5" fmla="*/ 50440 h 1046952"/>
                                      <a:gd name="connsiteX6" fmla="*/ 1807029 w 1810599"/>
                                      <a:gd name="connsiteY6" fmla="*/ 72213 h 1046952"/>
                                      <a:gd name="connsiteX7" fmla="*/ 1654628 w 1810599"/>
                                      <a:gd name="connsiteY7" fmla="*/ 888640 h 1046952"/>
                                      <a:gd name="connsiteX8" fmla="*/ 1339755 w 1810599"/>
                                      <a:gd name="connsiteY8" fmla="*/ 970723 h 1046952"/>
                                      <a:gd name="connsiteX9" fmla="*/ 1002298 w 1810599"/>
                                      <a:gd name="connsiteY9" fmla="*/ 883637 h 1046952"/>
                                      <a:gd name="connsiteX10" fmla="*/ 806353 w 1810599"/>
                                      <a:gd name="connsiteY10" fmla="*/ 948950 h 1046952"/>
                                      <a:gd name="connsiteX11" fmla="*/ 588642 w 1810599"/>
                                      <a:gd name="connsiteY11" fmla="*/ 938066 h 1046952"/>
                                      <a:gd name="connsiteX12" fmla="*/ 414469 w 1810599"/>
                                      <a:gd name="connsiteY12" fmla="*/ 1046923 h 1046952"/>
                                      <a:gd name="connsiteX13" fmla="*/ 77012 w 1810599"/>
                                      <a:gd name="connsiteY13" fmla="*/ 970722 h 1046952"/>
                                      <a:gd name="connsiteX0" fmla="*/ 0 w 1813582"/>
                                      <a:gd name="connsiteY0" fmla="*/ 84559 h 1081070"/>
                                      <a:gd name="connsiteX1" fmla="*/ 141514 w 1813582"/>
                                      <a:gd name="connsiteY1" fmla="*/ 400245 h 1081070"/>
                                      <a:gd name="connsiteX2" fmla="*/ 424541 w 1813582"/>
                                      <a:gd name="connsiteY2" fmla="*/ 247843 h 1081070"/>
                                      <a:gd name="connsiteX3" fmla="*/ 838201 w 1813582"/>
                                      <a:gd name="connsiteY3" fmla="*/ 498217 h 1081070"/>
                                      <a:gd name="connsiteX4" fmla="*/ 1121229 w 1813582"/>
                                      <a:gd name="connsiteY4" fmla="*/ 193417 h 1081070"/>
                                      <a:gd name="connsiteX5" fmla="*/ 1447801 w 1813582"/>
                                      <a:gd name="connsiteY5" fmla="*/ 19244 h 1081070"/>
                                      <a:gd name="connsiteX6" fmla="*/ 1807029 w 1813582"/>
                                      <a:gd name="connsiteY6" fmla="*/ 106331 h 1081070"/>
                                      <a:gd name="connsiteX7" fmla="*/ 1654628 w 1813582"/>
                                      <a:gd name="connsiteY7" fmla="*/ 922758 h 1081070"/>
                                      <a:gd name="connsiteX8" fmla="*/ 1339755 w 1813582"/>
                                      <a:gd name="connsiteY8" fmla="*/ 1004841 h 1081070"/>
                                      <a:gd name="connsiteX9" fmla="*/ 1002298 w 1813582"/>
                                      <a:gd name="connsiteY9" fmla="*/ 917755 h 1081070"/>
                                      <a:gd name="connsiteX10" fmla="*/ 806353 w 1813582"/>
                                      <a:gd name="connsiteY10" fmla="*/ 983068 h 1081070"/>
                                      <a:gd name="connsiteX11" fmla="*/ 588642 w 1813582"/>
                                      <a:gd name="connsiteY11" fmla="*/ 972184 h 1081070"/>
                                      <a:gd name="connsiteX12" fmla="*/ 414469 w 1813582"/>
                                      <a:gd name="connsiteY12" fmla="*/ 1081041 h 1081070"/>
                                      <a:gd name="connsiteX13" fmla="*/ 77012 w 1813582"/>
                                      <a:gd name="connsiteY13" fmla="*/ 1004840 h 1081070"/>
                                      <a:gd name="connsiteX0" fmla="*/ 0 w 1811416"/>
                                      <a:gd name="connsiteY0" fmla="*/ 84559 h 1081070"/>
                                      <a:gd name="connsiteX1" fmla="*/ 141514 w 1811416"/>
                                      <a:gd name="connsiteY1" fmla="*/ 400245 h 1081070"/>
                                      <a:gd name="connsiteX2" fmla="*/ 424541 w 1811416"/>
                                      <a:gd name="connsiteY2" fmla="*/ 247843 h 1081070"/>
                                      <a:gd name="connsiteX3" fmla="*/ 838201 w 1811416"/>
                                      <a:gd name="connsiteY3" fmla="*/ 498217 h 1081070"/>
                                      <a:gd name="connsiteX4" fmla="*/ 1121229 w 1811416"/>
                                      <a:gd name="connsiteY4" fmla="*/ 193417 h 1081070"/>
                                      <a:gd name="connsiteX5" fmla="*/ 1447801 w 1811416"/>
                                      <a:gd name="connsiteY5" fmla="*/ 19244 h 1081070"/>
                                      <a:gd name="connsiteX6" fmla="*/ 1807029 w 1811416"/>
                                      <a:gd name="connsiteY6" fmla="*/ 106331 h 1081070"/>
                                      <a:gd name="connsiteX7" fmla="*/ 1654628 w 1811416"/>
                                      <a:gd name="connsiteY7" fmla="*/ 922758 h 1081070"/>
                                      <a:gd name="connsiteX8" fmla="*/ 1764297 w 1811416"/>
                                      <a:gd name="connsiteY8" fmla="*/ 493213 h 1081070"/>
                                      <a:gd name="connsiteX9" fmla="*/ 1339755 w 1811416"/>
                                      <a:gd name="connsiteY9" fmla="*/ 1004841 h 1081070"/>
                                      <a:gd name="connsiteX10" fmla="*/ 1002298 w 1811416"/>
                                      <a:gd name="connsiteY10" fmla="*/ 917755 h 1081070"/>
                                      <a:gd name="connsiteX11" fmla="*/ 806353 w 1811416"/>
                                      <a:gd name="connsiteY11" fmla="*/ 983068 h 1081070"/>
                                      <a:gd name="connsiteX12" fmla="*/ 588642 w 1811416"/>
                                      <a:gd name="connsiteY12" fmla="*/ 972184 h 1081070"/>
                                      <a:gd name="connsiteX13" fmla="*/ 414469 w 1811416"/>
                                      <a:gd name="connsiteY13" fmla="*/ 1081041 h 1081070"/>
                                      <a:gd name="connsiteX14" fmla="*/ 77012 w 1811416"/>
                                      <a:gd name="connsiteY14" fmla="*/ 1004840 h 1081070"/>
                                      <a:gd name="connsiteX0" fmla="*/ 0 w 1812434"/>
                                      <a:gd name="connsiteY0" fmla="*/ 84559 h 1136418"/>
                                      <a:gd name="connsiteX1" fmla="*/ 141514 w 1812434"/>
                                      <a:gd name="connsiteY1" fmla="*/ 400245 h 1136418"/>
                                      <a:gd name="connsiteX2" fmla="*/ 424541 w 1812434"/>
                                      <a:gd name="connsiteY2" fmla="*/ 247843 h 1136418"/>
                                      <a:gd name="connsiteX3" fmla="*/ 838201 w 1812434"/>
                                      <a:gd name="connsiteY3" fmla="*/ 498217 h 1136418"/>
                                      <a:gd name="connsiteX4" fmla="*/ 1121229 w 1812434"/>
                                      <a:gd name="connsiteY4" fmla="*/ 193417 h 1136418"/>
                                      <a:gd name="connsiteX5" fmla="*/ 1447801 w 1812434"/>
                                      <a:gd name="connsiteY5" fmla="*/ 19244 h 1136418"/>
                                      <a:gd name="connsiteX6" fmla="*/ 1807029 w 1812434"/>
                                      <a:gd name="connsiteY6" fmla="*/ 106331 h 1136418"/>
                                      <a:gd name="connsiteX7" fmla="*/ 1654628 w 1812434"/>
                                      <a:gd name="connsiteY7" fmla="*/ 922758 h 1136418"/>
                                      <a:gd name="connsiteX8" fmla="*/ 1524811 w 1812434"/>
                                      <a:gd name="connsiteY8" fmla="*/ 1135471 h 1136418"/>
                                      <a:gd name="connsiteX9" fmla="*/ 1339755 w 1812434"/>
                                      <a:gd name="connsiteY9" fmla="*/ 1004841 h 1136418"/>
                                      <a:gd name="connsiteX10" fmla="*/ 1002298 w 1812434"/>
                                      <a:gd name="connsiteY10" fmla="*/ 917755 h 1136418"/>
                                      <a:gd name="connsiteX11" fmla="*/ 806353 w 1812434"/>
                                      <a:gd name="connsiteY11" fmla="*/ 983068 h 1136418"/>
                                      <a:gd name="connsiteX12" fmla="*/ 588642 w 1812434"/>
                                      <a:gd name="connsiteY12" fmla="*/ 972184 h 1136418"/>
                                      <a:gd name="connsiteX13" fmla="*/ 414469 w 1812434"/>
                                      <a:gd name="connsiteY13" fmla="*/ 1081041 h 1136418"/>
                                      <a:gd name="connsiteX14" fmla="*/ 77012 w 1812434"/>
                                      <a:gd name="connsiteY14" fmla="*/ 1004840 h 1136418"/>
                                      <a:gd name="connsiteX0" fmla="*/ 0 w 1821856"/>
                                      <a:gd name="connsiteY0" fmla="*/ 70219 h 1122078"/>
                                      <a:gd name="connsiteX1" fmla="*/ 141514 w 1821856"/>
                                      <a:gd name="connsiteY1" fmla="*/ 385905 h 1122078"/>
                                      <a:gd name="connsiteX2" fmla="*/ 424541 w 1821856"/>
                                      <a:gd name="connsiteY2" fmla="*/ 233503 h 1122078"/>
                                      <a:gd name="connsiteX3" fmla="*/ 838201 w 1821856"/>
                                      <a:gd name="connsiteY3" fmla="*/ 483877 h 1122078"/>
                                      <a:gd name="connsiteX4" fmla="*/ 1121229 w 1821856"/>
                                      <a:gd name="connsiteY4" fmla="*/ 179077 h 1122078"/>
                                      <a:gd name="connsiteX5" fmla="*/ 1447801 w 1821856"/>
                                      <a:gd name="connsiteY5" fmla="*/ 4904 h 1122078"/>
                                      <a:gd name="connsiteX6" fmla="*/ 1807029 w 1821856"/>
                                      <a:gd name="connsiteY6" fmla="*/ 91991 h 1122078"/>
                                      <a:gd name="connsiteX7" fmla="*/ 1730828 w 1821856"/>
                                      <a:gd name="connsiteY7" fmla="*/ 527418 h 1122078"/>
                                      <a:gd name="connsiteX8" fmla="*/ 1524811 w 1821856"/>
                                      <a:gd name="connsiteY8" fmla="*/ 1121131 h 1122078"/>
                                      <a:gd name="connsiteX9" fmla="*/ 1339755 w 1821856"/>
                                      <a:gd name="connsiteY9" fmla="*/ 990501 h 1122078"/>
                                      <a:gd name="connsiteX10" fmla="*/ 1002298 w 1821856"/>
                                      <a:gd name="connsiteY10" fmla="*/ 903415 h 1122078"/>
                                      <a:gd name="connsiteX11" fmla="*/ 806353 w 1821856"/>
                                      <a:gd name="connsiteY11" fmla="*/ 968728 h 1122078"/>
                                      <a:gd name="connsiteX12" fmla="*/ 588642 w 1821856"/>
                                      <a:gd name="connsiteY12" fmla="*/ 957844 h 1122078"/>
                                      <a:gd name="connsiteX13" fmla="*/ 414469 w 1821856"/>
                                      <a:gd name="connsiteY13" fmla="*/ 1066701 h 1122078"/>
                                      <a:gd name="connsiteX14" fmla="*/ 77012 w 1821856"/>
                                      <a:gd name="connsiteY14" fmla="*/ 990500 h 1122078"/>
                                      <a:gd name="connsiteX0" fmla="*/ 0 w 1821063"/>
                                      <a:gd name="connsiteY0" fmla="*/ 70219 h 1066730"/>
                                      <a:gd name="connsiteX1" fmla="*/ 141514 w 1821063"/>
                                      <a:gd name="connsiteY1" fmla="*/ 385905 h 1066730"/>
                                      <a:gd name="connsiteX2" fmla="*/ 424541 w 1821063"/>
                                      <a:gd name="connsiteY2" fmla="*/ 233503 h 1066730"/>
                                      <a:gd name="connsiteX3" fmla="*/ 838201 w 1821063"/>
                                      <a:gd name="connsiteY3" fmla="*/ 483877 h 1066730"/>
                                      <a:gd name="connsiteX4" fmla="*/ 1121229 w 1821063"/>
                                      <a:gd name="connsiteY4" fmla="*/ 179077 h 1066730"/>
                                      <a:gd name="connsiteX5" fmla="*/ 1447801 w 1821063"/>
                                      <a:gd name="connsiteY5" fmla="*/ 4904 h 1066730"/>
                                      <a:gd name="connsiteX6" fmla="*/ 1807029 w 1821063"/>
                                      <a:gd name="connsiteY6" fmla="*/ 91991 h 1066730"/>
                                      <a:gd name="connsiteX7" fmla="*/ 1730828 w 1821063"/>
                                      <a:gd name="connsiteY7" fmla="*/ 527418 h 1066730"/>
                                      <a:gd name="connsiteX8" fmla="*/ 1568354 w 1821063"/>
                                      <a:gd name="connsiteY8" fmla="*/ 892531 h 1066730"/>
                                      <a:gd name="connsiteX9" fmla="*/ 1339755 w 1821063"/>
                                      <a:gd name="connsiteY9" fmla="*/ 990501 h 1066730"/>
                                      <a:gd name="connsiteX10" fmla="*/ 1002298 w 1821063"/>
                                      <a:gd name="connsiteY10" fmla="*/ 903415 h 1066730"/>
                                      <a:gd name="connsiteX11" fmla="*/ 806353 w 1821063"/>
                                      <a:gd name="connsiteY11" fmla="*/ 968728 h 1066730"/>
                                      <a:gd name="connsiteX12" fmla="*/ 588642 w 1821063"/>
                                      <a:gd name="connsiteY12" fmla="*/ 957844 h 1066730"/>
                                      <a:gd name="connsiteX13" fmla="*/ 414469 w 1821063"/>
                                      <a:gd name="connsiteY13" fmla="*/ 1066701 h 1066730"/>
                                      <a:gd name="connsiteX14" fmla="*/ 77012 w 1821063"/>
                                      <a:gd name="connsiteY14" fmla="*/ 990500 h 1066730"/>
                                      <a:gd name="connsiteX0" fmla="*/ 0 w 1821063"/>
                                      <a:gd name="connsiteY0" fmla="*/ 70219 h 1066730"/>
                                      <a:gd name="connsiteX1" fmla="*/ 141514 w 1821063"/>
                                      <a:gd name="connsiteY1" fmla="*/ 385905 h 1066730"/>
                                      <a:gd name="connsiteX2" fmla="*/ 424541 w 1821063"/>
                                      <a:gd name="connsiteY2" fmla="*/ 233503 h 1066730"/>
                                      <a:gd name="connsiteX3" fmla="*/ 838201 w 1821063"/>
                                      <a:gd name="connsiteY3" fmla="*/ 483877 h 1066730"/>
                                      <a:gd name="connsiteX4" fmla="*/ 1121229 w 1821063"/>
                                      <a:gd name="connsiteY4" fmla="*/ 179077 h 1066730"/>
                                      <a:gd name="connsiteX5" fmla="*/ 1447801 w 1821063"/>
                                      <a:gd name="connsiteY5" fmla="*/ 4904 h 1066730"/>
                                      <a:gd name="connsiteX6" fmla="*/ 1807029 w 1821063"/>
                                      <a:gd name="connsiteY6" fmla="*/ 91991 h 1066730"/>
                                      <a:gd name="connsiteX7" fmla="*/ 1730828 w 1821063"/>
                                      <a:gd name="connsiteY7" fmla="*/ 527418 h 1066730"/>
                                      <a:gd name="connsiteX8" fmla="*/ 1568354 w 1821063"/>
                                      <a:gd name="connsiteY8" fmla="*/ 892531 h 1066730"/>
                                      <a:gd name="connsiteX9" fmla="*/ 1339755 w 1821063"/>
                                      <a:gd name="connsiteY9" fmla="*/ 1055816 h 1066730"/>
                                      <a:gd name="connsiteX10" fmla="*/ 1002298 w 1821063"/>
                                      <a:gd name="connsiteY10" fmla="*/ 903415 h 1066730"/>
                                      <a:gd name="connsiteX11" fmla="*/ 806353 w 1821063"/>
                                      <a:gd name="connsiteY11" fmla="*/ 968728 h 1066730"/>
                                      <a:gd name="connsiteX12" fmla="*/ 588642 w 1821063"/>
                                      <a:gd name="connsiteY12" fmla="*/ 957844 h 1066730"/>
                                      <a:gd name="connsiteX13" fmla="*/ 414469 w 1821063"/>
                                      <a:gd name="connsiteY13" fmla="*/ 1066701 h 1066730"/>
                                      <a:gd name="connsiteX14" fmla="*/ 77012 w 1821063"/>
                                      <a:gd name="connsiteY14" fmla="*/ 990500 h 1066730"/>
                                      <a:gd name="connsiteX0" fmla="*/ 0 w 1821063"/>
                                      <a:gd name="connsiteY0" fmla="*/ 70219 h 1066880"/>
                                      <a:gd name="connsiteX1" fmla="*/ 141514 w 1821063"/>
                                      <a:gd name="connsiteY1" fmla="*/ 385905 h 1066880"/>
                                      <a:gd name="connsiteX2" fmla="*/ 424541 w 1821063"/>
                                      <a:gd name="connsiteY2" fmla="*/ 233503 h 1066880"/>
                                      <a:gd name="connsiteX3" fmla="*/ 838201 w 1821063"/>
                                      <a:gd name="connsiteY3" fmla="*/ 483877 h 1066880"/>
                                      <a:gd name="connsiteX4" fmla="*/ 1121229 w 1821063"/>
                                      <a:gd name="connsiteY4" fmla="*/ 179077 h 1066880"/>
                                      <a:gd name="connsiteX5" fmla="*/ 1447801 w 1821063"/>
                                      <a:gd name="connsiteY5" fmla="*/ 4904 h 1066880"/>
                                      <a:gd name="connsiteX6" fmla="*/ 1807029 w 1821063"/>
                                      <a:gd name="connsiteY6" fmla="*/ 91991 h 1066880"/>
                                      <a:gd name="connsiteX7" fmla="*/ 1730828 w 1821063"/>
                                      <a:gd name="connsiteY7" fmla="*/ 527418 h 1066880"/>
                                      <a:gd name="connsiteX8" fmla="*/ 1568354 w 1821063"/>
                                      <a:gd name="connsiteY8" fmla="*/ 892531 h 1066880"/>
                                      <a:gd name="connsiteX9" fmla="*/ 1339755 w 1821063"/>
                                      <a:gd name="connsiteY9" fmla="*/ 1055816 h 1066880"/>
                                      <a:gd name="connsiteX10" fmla="*/ 1002298 w 1821063"/>
                                      <a:gd name="connsiteY10" fmla="*/ 903415 h 1066880"/>
                                      <a:gd name="connsiteX11" fmla="*/ 806353 w 1821063"/>
                                      <a:gd name="connsiteY11" fmla="*/ 1066699 h 1066880"/>
                                      <a:gd name="connsiteX12" fmla="*/ 588642 w 1821063"/>
                                      <a:gd name="connsiteY12" fmla="*/ 957844 h 1066880"/>
                                      <a:gd name="connsiteX13" fmla="*/ 414469 w 1821063"/>
                                      <a:gd name="connsiteY13" fmla="*/ 1066701 h 1066880"/>
                                      <a:gd name="connsiteX14" fmla="*/ 77012 w 1821063"/>
                                      <a:gd name="connsiteY14" fmla="*/ 990500 h 1066880"/>
                                      <a:gd name="connsiteX0" fmla="*/ 0 w 1821063"/>
                                      <a:gd name="connsiteY0" fmla="*/ 70219 h 1066880"/>
                                      <a:gd name="connsiteX1" fmla="*/ 141514 w 1821063"/>
                                      <a:gd name="connsiteY1" fmla="*/ 385905 h 1066880"/>
                                      <a:gd name="connsiteX2" fmla="*/ 424541 w 1821063"/>
                                      <a:gd name="connsiteY2" fmla="*/ 233503 h 1066880"/>
                                      <a:gd name="connsiteX3" fmla="*/ 838201 w 1821063"/>
                                      <a:gd name="connsiteY3" fmla="*/ 483877 h 1066880"/>
                                      <a:gd name="connsiteX4" fmla="*/ 1121229 w 1821063"/>
                                      <a:gd name="connsiteY4" fmla="*/ 179077 h 1066880"/>
                                      <a:gd name="connsiteX5" fmla="*/ 1447801 w 1821063"/>
                                      <a:gd name="connsiteY5" fmla="*/ 4904 h 1066880"/>
                                      <a:gd name="connsiteX6" fmla="*/ 1807029 w 1821063"/>
                                      <a:gd name="connsiteY6" fmla="*/ 91991 h 1066880"/>
                                      <a:gd name="connsiteX7" fmla="*/ 1730828 w 1821063"/>
                                      <a:gd name="connsiteY7" fmla="*/ 527418 h 1066880"/>
                                      <a:gd name="connsiteX8" fmla="*/ 1568354 w 1821063"/>
                                      <a:gd name="connsiteY8" fmla="*/ 892531 h 1066880"/>
                                      <a:gd name="connsiteX9" fmla="*/ 1339755 w 1821063"/>
                                      <a:gd name="connsiteY9" fmla="*/ 1055816 h 1066880"/>
                                      <a:gd name="connsiteX10" fmla="*/ 1100269 w 1821063"/>
                                      <a:gd name="connsiteY10" fmla="*/ 903415 h 1066880"/>
                                      <a:gd name="connsiteX11" fmla="*/ 806353 w 1821063"/>
                                      <a:gd name="connsiteY11" fmla="*/ 1066699 h 1066880"/>
                                      <a:gd name="connsiteX12" fmla="*/ 588642 w 1821063"/>
                                      <a:gd name="connsiteY12" fmla="*/ 957844 h 1066880"/>
                                      <a:gd name="connsiteX13" fmla="*/ 414469 w 1821063"/>
                                      <a:gd name="connsiteY13" fmla="*/ 1066701 h 1066880"/>
                                      <a:gd name="connsiteX14" fmla="*/ 77012 w 1821063"/>
                                      <a:gd name="connsiteY14" fmla="*/ 990500 h 1066880"/>
                                      <a:gd name="connsiteX0" fmla="*/ 0 w 1821063"/>
                                      <a:gd name="connsiteY0" fmla="*/ 70219 h 1066880"/>
                                      <a:gd name="connsiteX1" fmla="*/ 141514 w 1821063"/>
                                      <a:gd name="connsiteY1" fmla="*/ 385905 h 1066880"/>
                                      <a:gd name="connsiteX2" fmla="*/ 424541 w 1821063"/>
                                      <a:gd name="connsiteY2" fmla="*/ 233503 h 1066880"/>
                                      <a:gd name="connsiteX3" fmla="*/ 838201 w 1821063"/>
                                      <a:gd name="connsiteY3" fmla="*/ 483877 h 1066880"/>
                                      <a:gd name="connsiteX4" fmla="*/ 1121229 w 1821063"/>
                                      <a:gd name="connsiteY4" fmla="*/ 179077 h 1066880"/>
                                      <a:gd name="connsiteX5" fmla="*/ 1447801 w 1821063"/>
                                      <a:gd name="connsiteY5" fmla="*/ 4904 h 1066880"/>
                                      <a:gd name="connsiteX6" fmla="*/ 1807029 w 1821063"/>
                                      <a:gd name="connsiteY6" fmla="*/ 91991 h 1066880"/>
                                      <a:gd name="connsiteX7" fmla="*/ 1730828 w 1821063"/>
                                      <a:gd name="connsiteY7" fmla="*/ 527418 h 1066880"/>
                                      <a:gd name="connsiteX8" fmla="*/ 1568354 w 1821063"/>
                                      <a:gd name="connsiteY8" fmla="*/ 892531 h 1066880"/>
                                      <a:gd name="connsiteX9" fmla="*/ 1339755 w 1821063"/>
                                      <a:gd name="connsiteY9" fmla="*/ 1055816 h 1066880"/>
                                      <a:gd name="connsiteX10" fmla="*/ 1034955 w 1821063"/>
                                      <a:gd name="connsiteY10" fmla="*/ 957843 h 1066880"/>
                                      <a:gd name="connsiteX11" fmla="*/ 806353 w 1821063"/>
                                      <a:gd name="connsiteY11" fmla="*/ 1066699 h 1066880"/>
                                      <a:gd name="connsiteX12" fmla="*/ 588642 w 1821063"/>
                                      <a:gd name="connsiteY12" fmla="*/ 957844 h 1066880"/>
                                      <a:gd name="connsiteX13" fmla="*/ 414469 w 1821063"/>
                                      <a:gd name="connsiteY13" fmla="*/ 1066701 h 1066880"/>
                                      <a:gd name="connsiteX14" fmla="*/ 77012 w 1821063"/>
                                      <a:gd name="connsiteY14" fmla="*/ 990500 h 1066880"/>
                                      <a:gd name="connsiteX0" fmla="*/ 0 w 1821063"/>
                                      <a:gd name="connsiteY0" fmla="*/ 70219 h 1066730"/>
                                      <a:gd name="connsiteX1" fmla="*/ 141514 w 1821063"/>
                                      <a:gd name="connsiteY1" fmla="*/ 385905 h 1066730"/>
                                      <a:gd name="connsiteX2" fmla="*/ 424541 w 1821063"/>
                                      <a:gd name="connsiteY2" fmla="*/ 233503 h 1066730"/>
                                      <a:gd name="connsiteX3" fmla="*/ 838201 w 1821063"/>
                                      <a:gd name="connsiteY3" fmla="*/ 483877 h 1066730"/>
                                      <a:gd name="connsiteX4" fmla="*/ 1121229 w 1821063"/>
                                      <a:gd name="connsiteY4" fmla="*/ 179077 h 1066730"/>
                                      <a:gd name="connsiteX5" fmla="*/ 1447801 w 1821063"/>
                                      <a:gd name="connsiteY5" fmla="*/ 4904 h 1066730"/>
                                      <a:gd name="connsiteX6" fmla="*/ 1807029 w 1821063"/>
                                      <a:gd name="connsiteY6" fmla="*/ 91991 h 1066730"/>
                                      <a:gd name="connsiteX7" fmla="*/ 1730828 w 1821063"/>
                                      <a:gd name="connsiteY7" fmla="*/ 527418 h 1066730"/>
                                      <a:gd name="connsiteX8" fmla="*/ 1568354 w 1821063"/>
                                      <a:gd name="connsiteY8" fmla="*/ 892531 h 1066730"/>
                                      <a:gd name="connsiteX9" fmla="*/ 1339755 w 1821063"/>
                                      <a:gd name="connsiteY9" fmla="*/ 1055816 h 1066730"/>
                                      <a:gd name="connsiteX10" fmla="*/ 1034955 w 1821063"/>
                                      <a:gd name="connsiteY10" fmla="*/ 957843 h 1066730"/>
                                      <a:gd name="connsiteX11" fmla="*/ 817239 w 1821063"/>
                                      <a:gd name="connsiteY11" fmla="*/ 1001384 h 1066730"/>
                                      <a:gd name="connsiteX12" fmla="*/ 588642 w 1821063"/>
                                      <a:gd name="connsiteY12" fmla="*/ 957844 h 1066730"/>
                                      <a:gd name="connsiteX13" fmla="*/ 414469 w 1821063"/>
                                      <a:gd name="connsiteY13" fmla="*/ 1066701 h 1066730"/>
                                      <a:gd name="connsiteX14" fmla="*/ 77012 w 1821063"/>
                                      <a:gd name="connsiteY14" fmla="*/ 990500 h 1066730"/>
                                      <a:gd name="connsiteX0" fmla="*/ 0 w 1821063"/>
                                      <a:gd name="connsiteY0" fmla="*/ 70219 h 1066761"/>
                                      <a:gd name="connsiteX1" fmla="*/ 141514 w 1821063"/>
                                      <a:gd name="connsiteY1" fmla="*/ 385905 h 1066761"/>
                                      <a:gd name="connsiteX2" fmla="*/ 424541 w 1821063"/>
                                      <a:gd name="connsiteY2" fmla="*/ 233503 h 1066761"/>
                                      <a:gd name="connsiteX3" fmla="*/ 838201 w 1821063"/>
                                      <a:gd name="connsiteY3" fmla="*/ 483877 h 1066761"/>
                                      <a:gd name="connsiteX4" fmla="*/ 1121229 w 1821063"/>
                                      <a:gd name="connsiteY4" fmla="*/ 179077 h 1066761"/>
                                      <a:gd name="connsiteX5" fmla="*/ 1447801 w 1821063"/>
                                      <a:gd name="connsiteY5" fmla="*/ 4904 h 1066761"/>
                                      <a:gd name="connsiteX6" fmla="*/ 1807029 w 1821063"/>
                                      <a:gd name="connsiteY6" fmla="*/ 91991 h 1066761"/>
                                      <a:gd name="connsiteX7" fmla="*/ 1730828 w 1821063"/>
                                      <a:gd name="connsiteY7" fmla="*/ 527418 h 1066761"/>
                                      <a:gd name="connsiteX8" fmla="*/ 1568354 w 1821063"/>
                                      <a:gd name="connsiteY8" fmla="*/ 892531 h 1066761"/>
                                      <a:gd name="connsiteX9" fmla="*/ 1339755 w 1821063"/>
                                      <a:gd name="connsiteY9" fmla="*/ 1055816 h 1066761"/>
                                      <a:gd name="connsiteX10" fmla="*/ 1034955 w 1821063"/>
                                      <a:gd name="connsiteY10" fmla="*/ 957843 h 1066761"/>
                                      <a:gd name="connsiteX11" fmla="*/ 817239 w 1821063"/>
                                      <a:gd name="connsiteY11" fmla="*/ 1001384 h 1066761"/>
                                      <a:gd name="connsiteX12" fmla="*/ 588642 w 1821063"/>
                                      <a:gd name="connsiteY12" fmla="*/ 1023158 h 1066761"/>
                                      <a:gd name="connsiteX13" fmla="*/ 414469 w 1821063"/>
                                      <a:gd name="connsiteY13" fmla="*/ 1066701 h 1066761"/>
                                      <a:gd name="connsiteX14" fmla="*/ 77012 w 1821063"/>
                                      <a:gd name="connsiteY14" fmla="*/ 990500 h 1066761"/>
                                      <a:gd name="connsiteX0" fmla="*/ 0 w 1821063"/>
                                      <a:gd name="connsiteY0" fmla="*/ 70219 h 1055955"/>
                                      <a:gd name="connsiteX1" fmla="*/ 141514 w 1821063"/>
                                      <a:gd name="connsiteY1" fmla="*/ 385905 h 1055955"/>
                                      <a:gd name="connsiteX2" fmla="*/ 424541 w 1821063"/>
                                      <a:gd name="connsiteY2" fmla="*/ 233503 h 1055955"/>
                                      <a:gd name="connsiteX3" fmla="*/ 838201 w 1821063"/>
                                      <a:gd name="connsiteY3" fmla="*/ 483877 h 1055955"/>
                                      <a:gd name="connsiteX4" fmla="*/ 1121229 w 1821063"/>
                                      <a:gd name="connsiteY4" fmla="*/ 179077 h 1055955"/>
                                      <a:gd name="connsiteX5" fmla="*/ 1447801 w 1821063"/>
                                      <a:gd name="connsiteY5" fmla="*/ 4904 h 1055955"/>
                                      <a:gd name="connsiteX6" fmla="*/ 1807029 w 1821063"/>
                                      <a:gd name="connsiteY6" fmla="*/ 91991 h 1055955"/>
                                      <a:gd name="connsiteX7" fmla="*/ 1730828 w 1821063"/>
                                      <a:gd name="connsiteY7" fmla="*/ 527418 h 1055955"/>
                                      <a:gd name="connsiteX8" fmla="*/ 1568354 w 1821063"/>
                                      <a:gd name="connsiteY8" fmla="*/ 892531 h 1055955"/>
                                      <a:gd name="connsiteX9" fmla="*/ 1339755 w 1821063"/>
                                      <a:gd name="connsiteY9" fmla="*/ 1055816 h 1055955"/>
                                      <a:gd name="connsiteX10" fmla="*/ 1034955 w 1821063"/>
                                      <a:gd name="connsiteY10" fmla="*/ 957843 h 1055955"/>
                                      <a:gd name="connsiteX11" fmla="*/ 817239 w 1821063"/>
                                      <a:gd name="connsiteY11" fmla="*/ 1001384 h 1055955"/>
                                      <a:gd name="connsiteX12" fmla="*/ 588642 w 1821063"/>
                                      <a:gd name="connsiteY12" fmla="*/ 1023158 h 1055955"/>
                                      <a:gd name="connsiteX13" fmla="*/ 349155 w 1821063"/>
                                      <a:gd name="connsiteY13" fmla="*/ 1044930 h 1055955"/>
                                      <a:gd name="connsiteX14" fmla="*/ 77012 w 1821063"/>
                                      <a:gd name="connsiteY14" fmla="*/ 990500 h 1055955"/>
                                      <a:gd name="connsiteX0" fmla="*/ 0 w 1821063"/>
                                      <a:gd name="connsiteY0" fmla="*/ 70219 h 1055955"/>
                                      <a:gd name="connsiteX1" fmla="*/ 141514 w 1821063"/>
                                      <a:gd name="connsiteY1" fmla="*/ 385905 h 1055955"/>
                                      <a:gd name="connsiteX2" fmla="*/ 424541 w 1821063"/>
                                      <a:gd name="connsiteY2" fmla="*/ 233503 h 1055955"/>
                                      <a:gd name="connsiteX3" fmla="*/ 838201 w 1821063"/>
                                      <a:gd name="connsiteY3" fmla="*/ 483877 h 1055955"/>
                                      <a:gd name="connsiteX4" fmla="*/ 1121229 w 1821063"/>
                                      <a:gd name="connsiteY4" fmla="*/ 179077 h 1055955"/>
                                      <a:gd name="connsiteX5" fmla="*/ 1447801 w 1821063"/>
                                      <a:gd name="connsiteY5" fmla="*/ 4904 h 1055955"/>
                                      <a:gd name="connsiteX6" fmla="*/ 1807029 w 1821063"/>
                                      <a:gd name="connsiteY6" fmla="*/ 91991 h 1055955"/>
                                      <a:gd name="connsiteX7" fmla="*/ 1730828 w 1821063"/>
                                      <a:gd name="connsiteY7" fmla="*/ 527418 h 1055955"/>
                                      <a:gd name="connsiteX8" fmla="*/ 1568354 w 1821063"/>
                                      <a:gd name="connsiteY8" fmla="*/ 892531 h 1055955"/>
                                      <a:gd name="connsiteX9" fmla="*/ 1339755 w 1821063"/>
                                      <a:gd name="connsiteY9" fmla="*/ 1055816 h 1055955"/>
                                      <a:gd name="connsiteX10" fmla="*/ 1034955 w 1821063"/>
                                      <a:gd name="connsiteY10" fmla="*/ 957843 h 1055955"/>
                                      <a:gd name="connsiteX11" fmla="*/ 817239 w 1821063"/>
                                      <a:gd name="connsiteY11" fmla="*/ 1001384 h 1055955"/>
                                      <a:gd name="connsiteX12" fmla="*/ 588642 w 1821063"/>
                                      <a:gd name="connsiteY12" fmla="*/ 1023158 h 1055955"/>
                                      <a:gd name="connsiteX13" fmla="*/ 349155 w 1821063"/>
                                      <a:gd name="connsiteY13" fmla="*/ 1044930 h 1055955"/>
                                      <a:gd name="connsiteX14" fmla="*/ 33469 w 1821063"/>
                                      <a:gd name="connsiteY14" fmla="*/ 1001385 h 1055955"/>
                                      <a:gd name="connsiteX0" fmla="*/ 0 w 1821063"/>
                                      <a:gd name="connsiteY0" fmla="*/ 70219 h 1055955"/>
                                      <a:gd name="connsiteX1" fmla="*/ 141514 w 1821063"/>
                                      <a:gd name="connsiteY1" fmla="*/ 385905 h 1055955"/>
                                      <a:gd name="connsiteX2" fmla="*/ 424541 w 1821063"/>
                                      <a:gd name="connsiteY2" fmla="*/ 233503 h 1055955"/>
                                      <a:gd name="connsiteX3" fmla="*/ 838201 w 1821063"/>
                                      <a:gd name="connsiteY3" fmla="*/ 483877 h 1055955"/>
                                      <a:gd name="connsiteX4" fmla="*/ 1121229 w 1821063"/>
                                      <a:gd name="connsiteY4" fmla="*/ 179077 h 1055955"/>
                                      <a:gd name="connsiteX5" fmla="*/ 1447801 w 1821063"/>
                                      <a:gd name="connsiteY5" fmla="*/ 4904 h 1055955"/>
                                      <a:gd name="connsiteX6" fmla="*/ 1807029 w 1821063"/>
                                      <a:gd name="connsiteY6" fmla="*/ 91991 h 1055955"/>
                                      <a:gd name="connsiteX7" fmla="*/ 1730828 w 1821063"/>
                                      <a:gd name="connsiteY7" fmla="*/ 527418 h 1055955"/>
                                      <a:gd name="connsiteX8" fmla="*/ 1568354 w 1821063"/>
                                      <a:gd name="connsiteY8" fmla="*/ 892531 h 1055955"/>
                                      <a:gd name="connsiteX9" fmla="*/ 1339755 w 1821063"/>
                                      <a:gd name="connsiteY9" fmla="*/ 1055816 h 1055955"/>
                                      <a:gd name="connsiteX10" fmla="*/ 1034955 w 1821063"/>
                                      <a:gd name="connsiteY10" fmla="*/ 957843 h 1055955"/>
                                      <a:gd name="connsiteX11" fmla="*/ 817239 w 1821063"/>
                                      <a:gd name="connsiteY11" fmla="*/ 1001384 h 1055955"/>
                                      <a:gd name="connsiteX12" fmla="*/ 588642 w 1821063"/>
                                      <a:gd name="connsiteY12" fmla="*/ 1023158 h 1055955"/>
                                      <a:gd name="connsiteX13" fmla="*/ 349155 w 1821063"/>
                                      <a:gd name="connsiteY13" fmla="*/ 1044930 h 1055955"/>
                                      <a:gd name="connsiteX14" fmla="*/ 33469 w 1821063"/>
                                      <a:gd name="connsiteY14" fmla="*/ 1001385 h 1055955"/>
                                      <a:gd name="connsiteX15" fmla="*/ 11698 w 1821063"/>
                                      <a:gd name="connsiteY15" fmla="*/ 990501 h 1055955"/>
                                      <a:gd name="connsiteX0" fmla="*/ 129816 w 1950879"/>
                                      <a:gd name="connsiteY0" fmla="*/ 70219 h 1055955"/>
                                      <a:gd name="connsiteX1" fmla="*/ 271330 w 1950879"/>
                                      <a:gd name="connsiteY1" fmla="*/ 385905 h 1055955"/>
                                      <a:gd name="connsiteX2" fmla="*/ 554357 w 1950879"/>
                                      <a:gd name="connsiteY2" fmla="*/ 233503 h 1055955"/>
                                      <a:gd name="connsiteX3" fmla="*/ 968017 w 1950879"/>
                                      <a:gd name="connsiteY3" fmla="*/ 483877 h 1055955"/>
                                      <a:gd name="connsiteX4" fmla="*/ 1251045 w 1950879"/>
                                      <a:gd name="connsiteY4" fmla="*/ 179077 h 1055955"/>
                                      <a:gd name="connsiteX5" fmla="*/ 1577617 w 1950879"/>
                                      <a:gd name="connsiteY5" fmla="*/ 4904 h 1055955"/>
                                      <a:gd name="connsiteX6" fmla="*/ 1936845 w 1950879"/>
                                      <a:gd name="connsiteY6" fmla="*/ 91991 h 1055955"/>
                                      <a:gd name="connsiteX7" fmla="*/ 1860644 w 1950879"/>
                                      <a:gd name="connsiteY7" fmla="*/ 527418 h 1055955"/>
                                      <a:gd name="connsiteX8" fmla="*/ 1698170 w 1950879"/>
                                      <a:gd name="connsiteY8" fmla="*/ 892531 h 1055955"/>
                                      <a:gd name="connsiteX9" fmla="*/ 1469571 w 1950879"/>
                                      <a:gd name="connsiteY9" fmla="*/ 1055816 h 1055955"/>
                                      <a:gd name="connsiteX10" fmla="*/ 1164771 w 1950879"/>
                                      <a:gd name="connsiteY10" fmla="*/ 957843 h 1055955"/>
                                      <a:gd name="connsiteX11" fmla="*/ 947055 w 1950879"/>
                                      <a:gd name="connsiteY11" fmla="*/ 1001384 h 1055955"/>
                                      <a:gd name="connsiteX12" fmla="*/ 718458 w 1950879"/>
                                      <a:gd name="connsiteY12" fmla="*/ 1023158 h 1055955"/>
                                      <a:gd name="connsiteX13" fmla="*/ 478971 w 1950879"/>
                                      <a:gd name="connsiteY13" fmla="*/ 1044930 h 1055955"/>
                                      <a:gd name="connsiteX14" fmla="*/ 163285 w 1950879"/>
                                      <a:gd name="connsiteY14" fmla="*/ 1001385 h 1055955"/>
                                      <a:gd name="connsiteX15" fmla="*/ 0 w 1950879"/>
                                      <a:gd name="connsiteY15" fmla="*/ 859873 h 1055955"/>
                                      <a:gd name="connsiteX0" fmla="*/ 145573 w 1966636"/>
                                      <a:gd name="connsiteY0" fmla="*/ 70219 h 1055955"/>
                                      <a:gd name="connsiteX1" fmla="*/ 287087 w 1966636"/>
                                      <a:gd name="connsiteY1" fmla="*/ 385905 h 1055955"/>
                                      <a:gd name="connsiteX2" fmla="*/ 570114 w 1966636"/>
                                      <a:gd name="connsiteY2" fmla="*/ 233503 h 1055955"/>
                                      <a:gd name="connsiteX3" fmla="*/ 983774 w 1966636"/>
                                      <a:gd name="connsiteY3" fmla="*/ 483877 h 1055955"/>
                                      <a:gd name="connsiteX4" fmla="*/ 1266802 w 1966636"/>
                                      <a:gd name="connsiteY4" fmla="*/ 179077 h 1055955"/>
                                      <a:gd name="connsiteX5" fmla="*/ 1593374 w 1966636"/>
                                      <a:gd name="connsiteY5" fmla="*/ 4904 h 1055955"/>
                                      <a:gd name="connsiteX6" fmla="*/ 1952602 w 1966636"/>
                                      <a:gd name="connsiteY6" fmla="*/ 91991 h 1055955"/>
                                      <a:gd name="connsiteX7" fmla="*/ 1876401 w 1966636"/>
                                      <a:gd name="connsiteY7" fmla="*/ 527418 h 1055955"/>
                                      <a:gd name="connsiteX8" fmla="*/ 1713927 w 1966636"/>
                                      <a:gd name="connsiteY8" fmla="*/ 892531 h 1055955"/>
                                      <a:gd name="connsiteX9" fmla="*/ 1485328 w 1966636"/>
                                      <a:gd name="connsiteY9" fmla="*/ 1055816 h 1055955"/>
                                      <a:gd name="connsiteX10" fmla="*/ 1180528 w 1966636"/>
                                      <a:gd name="connsiteY10" fmla="*/ 957843 h 1055955"/>
                                      <a:gd name="connsiteX11" fmla="*/ 962812 w 1966636"/>
                                      <a:gd name="connsiteY11" fmla="*/ 1001384 h 1055955"/>
                                      <a:gd name="connsiteX12" fmla="*/ 734215 w 1966636"/>
                                      <a:gd name="connsiteY12" fmla="*/ 1023158 h 1055955"/>
                                      <a:gd name="connsiteX13" fmla="*/ 494728 w 1966636"/>
                                      <a:gd name="connsiteY13" fmla="*/ 1044930 h 1055955"/>
                                      <a:gd name="connsiteX14" fmla="*/ 179042 w 1966636"/>
                                      <a:gd name="connsiteY14" fmla="*/ 1001385 h 1055955"/>
                                      <a:gd name="connsiteX15" fmla="*/ 15757 w 1966636"/>
                                      <a:gd name="connsiteY15" fmla="*/ 859873 h 1055955"/>
                                      <a:gd name="connsiteX16" fmla="*/ 4871 w 1966636"/>
                                      <a:gd name="connsiteY16" fmla="*/ 859873 h 1055955"/>
                                      <a:gd name="connsiteX0" fmla="*/ 271331 w 2092394"/>
                                      <a:gd name="connsiteY0" fmla="*/ 70219 h 1055955"/>
                                      <a:gd name="connsiteX1" fmla="*/ 412845 w 2092394"/>
                                      <a:gd name="connsiteY1" fmla="*/ 385905 h 1055955"/>
                                      <a:gd name="connsiteX2" fmla="*/ 695872 w 2092394"/>
                                      <a:gd name="connsiteY2" fmla="*/ 233503 h 1055955"/>
                                      <a:gd name="connsiteX3" fmla="*/ 1109532 w 2092394"/>
                                      <a:gd name="connsiteY3" fmla="*/ 483877 h 1055955"/>
                                      <a:gd name="connsiteX4" fmla="*/ 1392560 w 2092394"/>
                                      <a:gd name="connsiteY4" fmla="*/ 179077 h 1055955"/>
                                      <a:gd name="connsiteX5" fmla="*/ 1719132 w 2092394"/>
                                      <a:gd name="connsiteY5" fmla="*/ 4904 h 1055955"/>
                                      <a:gd name="connsiteX6" fmla="*/ 2078360 w 2092394"/>
                                      <a:gd name="connsiteY6" fmla="*/ 91991 h 1055955"/>
                                      <a:gd name="connsiteX7" fmla="*/ 2002159 w 2092394"/>
                                      <a:gd name="connsiteY7" fmla="*/ 527418 h 1055955"/>
                                      <a:gd name="connsiteX8" fmla="*/ 1839685 w 2092394"/>
                                      <a:gd name="connsiteY8" fmla="*/ 892531 h 1055955"/>
                                      <a:gd name="connsiteX9" fmla="*/ 1611086 w 2092394"/>
                                      <a:gd name="connsiteY9" fmla="*/ 1055816 h 1055955"/>
                                      <a:gd name="connsiteX10" fmla="*/ 1306286 w 2092394"/>
                                      <a:gd name="connsiteY10" fmla="*/ 957843 h 1055955"/>
                                      <a:gd name="connsiteX11" fmla="*/ 1088570 w 2092394"/>
                                      <a:gd name="connsiteY11" fmla="*/ 1001384 h 1055955"/>
                                      <a:gd name="connsiteX12" fmla="*/ 859973 w 2092394"/>
                                      <a:gd name="connsiteY12" fmla="*/ 1023158 h 1055955"/>
                                      <a:gd name="connsiteX13" fmla="*/ 620486 w 2092394"/>
                                      <a:gd name="connsiteY13" fmla="*/ 1044930 h 1055955"/>
                                      <a:gd name="connsiteX14" fmla="*/ 304800 w 2092394"/>
                                      <a:gd name="connsiteY14" fmla="*/ 1001385 h 1055955"/>
                                      <a:gd name="connsiteX15" fmla="*/ 141515 w 2092394"/>
                                      <a:gd name="connsiteY15" fmla="*/ 859873 h 1055955"/>
                                      <a:gd name="connsiteX16" fmla="*/ 0 w 2092394"/>
                                      <a:gd name="connsiteY16" fmla="*/ 881644 h 1055955"/>
                                      <a:gd name="connsiteX0" fmla="*/ 281813 w 2102876"/>
                                      <a:gd name="connsiteY0" fmla="*/ 70219 h 1055955"/>
                                      <a:gd name="connsiteX1" fmla="*/ 423327 w 2102876"/>
                                      <a:gd name="connsiteY1" fmla="*/ 385905 h 1055955"/>
                                      <a:gd name="connsiteX2" fmla="*/ 706354 w 2102876"/>
                                      <a:gd name="connsiteY2" fmla="*/ 233503 h 1055955"/>
                                      <a:gd name="connsiteX3" fmla="*/ 1120014 w 2102876"/>
                                      <a:gd name="connsiteY3" fmla="*/ 483877 h 1055955"/>
                                      <a:gd name="connsiteX4" fmla="*/ 1403042 w 2102876"/>
                                      <a:gd name="connsiteY4" fmla="*/ 179077 h 1055955"/>
                                      <a:gd name="connsiteX5" fmla="*/ 1729614 w 2102876"/>
                                      <a:gd name="connsiteY5" fmla="*/ 4904 h 1055955"/>
                                      <a:gd name="connsiteX6" fmla="*/ 2088842 w 2102876"/>
                                      <a:gd name="connsiteY6" fmla="*/ 91991 h 1055955"/>
                                      <a:gd name="connsiteX7" fmla="*/ 2012641 w 2102876"/>
                                      <a:gd name="connsiteY7" fmla="*/ 527418 h 1055955"/>
                                      <a:gd name="connsiteX8" fmla="*/ 1850167 w 2102876"/>
                                      <a:gd name="connsiteY8" fmla="*/ 892531 h 1055955"/>
                                      <a:gd name="connsiteX9" fmla="*/ 1621568 w 2102876"/>
                                      <a:gd name="connsiteY9" fmla="*/ 1055816 h 1055955"/>
                                      <a:gd name="connsiteX10" fmla="*/ 1316768 w 2102876"/>
                                      <a:gd name="connsiteY10" fmla="*/ 957843 h 1055955"/>
                                      <a:gd name="connsiteX11" fmla="*/ 1099052 w 2102876"/>
                                      <a:gd name="connsiteY11" fmla="*/ 1001384 h 1055955"/>
                                      <a:gd name="connsiteX12" fmla="*/ 870455 w 2102876"/>
                                      <a:gd name="connsiteY12" fmla="*/ 1023158 h 1055955"/>
                                      <a:gd name="connsiteX13" fmla="*/ 630968 w 2102876"/>
                                      <a:gd name="connsiteY13" fmla="*/ 1044930 h 1055955"/>
                                      <a:gd name="connsiteX14" fmla="*/ 315282 w 2102876"/>
                                      <a:gd name="connsiteY14" fmla="*/ 1001385 h 1055955"/>
                                      <a:gd name="connsiteX15" fmla="*/ 151997 w 2102876"/>
                                      <a:gd name="connsiteY15" fmla="*/ 859873 h 1055955"/>
                                      <a:gd name="connsiteX16" fmla="*/ 10482 w 2102876"/>
                                      <a:gd name="connsiteY16" fmla="*/ 881644 h 1055955"/>
                                      <a:gd name="connsiteX17" fmla="*/ 10482 w 2102876"/>
                                      <a:gd name="connsiteY17" fmla="*/ 892530 h 1055955"/>
                                      <a:gd name="connsiteX0" fmla="*/ 285631 w 2106694"/>
                                      <a:gd name="connsiteY0" fmla="*/ 70219 h 1055955"/>
                                      <a:gd name="connsiteX1" fmla="*/ 427145 w 2106694"/>
                                      <a:gd name="connsiteY1" fmla="*/ 385905 h 1055955"/>
                                      <a:gd name="connsiteX2" fmla="*/ 710172 w 2106694"/>
                                      <a:gd name="connsiteY2" fmla="*/ 233503 h 1055955"/>
                                      <a:gd name="connsiteX3" fmla="*/ 1123832 w 2106694"/>
                                      <a:gd name="connsiteY3" fmla="*/ 483877 h 1055955"/>
                                      <a:gd name="connsiteX4" fmla="*/ 1406860 w 2106694"/>
                                      <a:gd name="connsiteY4" fmla="*/ 179077 h 1055955"/>
                                      <a:gd name="connsiteX5" fmla="*/ 1733432 w 2106694"/>
                                      <a:gd name="connsiteY5" fmla="*/ 4904 h 1055955"/>
                                      <a:gd name="connsiteX6" fmla="*/ 2092660 w 2106694"/>
                                      <a:gd name="connsiteY6" fmla="*/ 91991 h 1055955"/>
                                      <a:gd name="connsiteX7" fmla="*/ 2016459 w 2106694"/>
                                      <a:gd name="connsiteY7" fmla="*/ 527418 h 1055955"/>
                                      <a:gd name="connsiteX8" fmla="*/ 1853985 w 2106694"/>
                                      <a:gd name="connsiteY8" fmla="*/ 892531 h 1055955"/>
                                      <a:gd name="connsiteX9" fmla="*/ 1625386 w 2106694"/>
                                      <a:gd name="connsiteY9" fmla="*/ 1055816 h 1055955"/>
                                      <a:gd name="connsiteX10" fmla="*/ 1320586 w 2106694"/>
                                      <a:gd name="connsiteY10" fmla="*/ 957843 h 1055955"/>
                                      <a:gd name="connsiteX11" fmla="*/ 1102870 w 2106694"/>
                                      <a:gd name="connsiteY11" fmla="*/ 1001384 h 1055955"/>
                                      <a:gd name="connsiteX12" fmla="*/ 874273 w 2106694"/>
                                      <a:gd name="connsiteY12" fmla="*/ 1023158 h 1055955"/>
                                      <a:gd name="connsiteX13" fmla="*/ 634786 w 2106694"/>
                                      <a:gd name="connsiteY13" fmla="*/ 1044930 h 1055955"/>
                                      <a:gd name="connsiteX14" fmla="*/ 319100 w 2106694"/>
                                      <a:gd name="connsiteY14" fmla="*/ 1001385 h 1055955"/>
                                      <a:gd name="connsiteX15" fmla="*/ 155815 w 2106694"/>
                                      <a:gd name="connsiteY15" fmla="*/ 859873 h 1055955"/>
                                      <a:gd name="connsiteX16" fmla="*/ 14300 w 2106694"/>
                                      <a:gd name="connsiteY16" fmla="*/ 881644 h 1055955"/>
                                      <a:gd name="connsiteX17" fmla="*/ 3415 w 2106694"/>
                                      <a:gd name="connsiteY17" fmla="*/ 1044930 h 1055955"/>
                                      <a:gd name="connsiteX0" fmla="*/ 285631 w 2106694"/>
                                      <a:gd name="connsiteY0" fmla="*/ 70219 h 1060687"/>
                                      <a:gd name="connsiteX1" fmla="*/ 427145 w 2106694"/>
                                      <a:gd name="connsiteY1" fmla="*/ 385905 h 1060687"/>
                                      <a:gd name="connsiteX2" fmla="*/ 710172 w 2106694"/>
                                      <a:gd name="connsiteY2" fmla="*/ 233503 h 1060687"/>
                                      <a:gd name="connsiteX3" fmla="*/ 1123832 w 2106694"/>
                                      <a:gd name="connsiteY3" fmla="*/ 483877 h 1060687"/>
                                      <a:gd name="connsiteX4" fmla="*/ 1406860 w 2106694"/>
                                      <a:gd name="connsiteY4" fmla="*/ 179077 h 1060687"/>
                                      <a:gd name="connsiteX5" fmla="*/ 1733432 w 2106694"/>
                                      <a:gd name="connsiteY5" fmla="*/ 4904 h 1060687"/>
                                      <a:gd name="connsiteX6" fmla="*/ 2092660 w 2106694"/>
                                      <a:gd name="connsiteY6" fmla="*/ 91991 h 1060687"/>
                                      <a:gd name="connsiteX7" fmla="*/ 2016459 w 2106694"/>
                                      <a:gd name="connsiteY7" fmla="*/ 527418 h 1060687"/>
                                      <a:gd name="connsiteX8" fmla="*/ 1853985 w 2106694"/>
                                      <a:gd name="connsiteY8" fmla="*/ 892531 h 1060687"/>
                                      <a:gd name="connsiteX9" fmla="*/ 1625386 w 2106694"/>
                                      <a:gd name="connsiteY9" fmla="*/ 1055816 h 1060687"/>
                                      <a:gd name="connsiteX10" fmla="*/ 1320586 w 2106694"/>
                                      <a:gd name="connsiteY10" fmla="*/ 957843 h 1060687"/>
                                      <a:gd name="connsiteX11" fmla="*/ 1102870 w 2106694"/>
                                      <a:gd name="connsiteY11" fmla="*/ 1001384 h 1060687"/>
                                      <a:gd name="connsiteX12" fmla="*/ 874273 w 2106694"/>
                                      <a:gd name="connsiteY12" fmla="*/ 1023158 h 1060687"/>
                                      <a:gd name="connsiteX13" fmla="*/ 634786 w 2106694"/>
                                      <a:gd name="connsiteY13" fmla="*/ 1044930 h 1060687"/>
                                      <a:gd name="connsiteX14" fmla="*/ 319100 w 2106694"/>
                                      <a:gd name="connsiteY14" fmla="*/ 1001385 h 1060687"/>
                                      <a:gd name="connsiteX15" fmla="*/ 155815 w 2106694"/>
                                      <a:gd name="connsiteY15" fmla="*/ 859873 h 1060687"/>
                                      <a:gd name="connsiteX16" fmla="*/ 14300 w 2106694"/>
                                      <a:gd name="connsiteY16" fmla="*/ 881644 h 1060687"/>
                                      <a:gd name="connsiteX17" fmla="*/ 3415 w 2106694"/>
                                      <a:gd name="connsiteY17" fmla="*/ 1044930 h 1060687"/>
                                      <a:gd name="connsiteX18" fmla="*/ 36072 w 2106694"/>
                                      <a:gd name="connsiteY18" fmla="*/ 1055816 h 1060687"/>
                                      <a:gd name="connsiteX0" fmla="*/ 285631 w 2106694"/>
                                      <a:gd name="connsiteY0" fmla="*/ 70219 h 1055955"/>
                                      <a:gd name="connsiteX1" fmla="*/ 427145 w 2106694"/>
                                      <a:gd name="connsiteY1" fmla="*/ 385905 h 1055955"/>
                                      <a:gd name="connsiteX2" fmla="*/ 710172 w 2106694"/>
                                      <a:gd name="connsiteY2" fmla="*/ 233503 h 1055955"/>
                                      <a:gd name="connsiteX3" fmla="*/ 1123832 w 2106694"/>
                                      <a:gd name="connsiteY3" fmla="*/ 483877 h 1055955"/>
                                      <a:gd name="connsiteX4" fmla="*/ 1406860 w 2106694"/>
                                      <a:gd name="connsiteY4" fmla="*/ 179077 h 1055955"/>
                                      <a:gd name="connsiteX5" fmla="*/ 1733432 w 2106694"/>
                                      <a:gd name="connsiteY5" fmla="*/ 4904 h 1055955"/>
                                      <a:gd name="connsiteX6" fmla="*/ 2092660 w 2106694"/>
                                      <a:gd name="connsiteY6" fmla="*/ 91991 h 1055955"/>
                                      <a:gd name="connsiteX7" fmla="*/ 2016459 w 2106694"/>
                                      <a:gd name="connsiteY7" fmla="*/ 527418 h 1055955"/>
                                      <a:gd name="connsiteX8" fmla="*/ 1853985 w 2106694"/>
                                      <a:gd name="connsiteY8" fmla="*/ 892531 h 1055955"/>
                                      <a:gd name="connsiteX9" fmla="*/ 1625386 w 2106694"/>
                                      <a:gd name="connsiteY9" fmla="*/ 1055816 h 1055955"/>
                                      <a:gd name="connsiteX10" fmla="*/ 1320586 w 2106694"/>
                                      <a:gd name="connsiteY10" fmla="*/ 957843 h 1055955"/>
                                      <a:gd name="connsiteX11" fmla="*/ 1102870 w 2106694"/>
                                      <a:gd name="connsiteY11" fmla="*/ 1001384 h 1055955"/>
                                      <a:gd name="connsiteX12" fmla="*/ 874273 w 2106694"/>
                                      <a:gd name="connsiteY12" fmla="*/ 1023158 h 1055955"/>
                                      <a:gd name="connsiteX13" fmla="*/ 634786 w 2106694"/>
                                      <a:gd name="connsiteY13" fmla="*/ 1044930 h 1055955"/>
                                      <a:gd name="connsiteX14" fmla="*/ 319100 w 2106694"/>
                                      <a:gd name="connsiteY14" fmla="*/ 1001385 h 1055955"/>
                                      <a:gd name="connsiteX15" fmla="*/ 155815 w 2106694"/>
                                      <a:gd name="connsiteY15" fmla="*/ 859873 h 1055955"/>
                                      <a:gd name="connsiteX16" fmla="*/ 14300 w 2106694"/>
                                      <a:gd name="connsiteY16" fmla="*/ 881644 h 1055955"/>
                                      <a:gd name="connsiteX17" fmla="*/ 3415 w 2106694"/>
                                      <a:gd name="connsiteY17" fmla="*/ 1044930 h 1055955"/>
                                      <a:gd name="connsiteX18" fmla="*/ 188472 w 2106694"/>
                                      <a:gd name="connsiteY18" fmla="*/ 1023159 h 1055955"/>
                                      <a:gd name="connsiteX0" fmla="*/ 285631 w 2106694"/>
                                      <a:gd name="connsiteY0" fmla="*/ 70219 h 1066701"/>
                                      <a:gd name="connsiteX1" fmla="*/ 427145 w 2106694"/>
                                      <a:gd name="connsiteY1" fmla="*/ 385905 h 1066701"/>
                                      <a:gd name="connsiteX2" fmla="*/ 710172 w 2106694"/>
                                      <a:gd name="connsiteY2" fmla="*/ 233503 h 1066701"/>
                                      <a:gd name="connsiteX3" fmla="*/ 1123832 w 2106694"/>
                                      <a:gd name="connsiteY3" fmla="*/ 483877 h 1066701"/>
                                      <a:gd name="connsiteX4" fmla="*/ 1406860 w 2106694"/>
                                      <a:gd name="connsiteY4" fmla="*/ 179077 h 1066701"/>
                                      <a:gd name="connsiteX5" fmla="*/ 1733432 w 2106694"/>
                                      <a:gd name="connsiteY5" fmla="*/ 4904 h 1066701"/>
                                      <a:gd name="connsiteX6" fmla="*/ 2092660 w 2106694"/>
                                      <a:gd name="connsiteY6" fmla="*/ 91991 h 1066701"/>
                                      <a:gd name="connsiteX7" fmla="*/ 2016459 w 2106694"/>
                                      <a:gd name="connsiteY7" fmla="*/ 527418 h 1066701"/>
                                      <a:gd name="connsiteX8" fmla="*/ 1853985 w 2106694"/>
                                      <a:gd name="connsiteY8" fmla="*/ 892531 h 1066701"/>
                                      <a:gd name="connsiteX9" fmla="*/ 1625386 w 2106694"/>
                                      <a:gd name="connsiteY9" fmla="*/ 1055816 h 1066701"/>
                                      <a:gd name="connsiteX10" fmla="*/ 1320586 w 2106694"/>
                                      <a:gd name="connsiteY10" fmla="*/ 957843 h 1066701"/>
                                      <a:gd name="connsiteX11" fmla="*/ 1102870 w 2106694"/>
                                      <a:gd name="connsiteY11" fmla="*/ 1001384 h 1066701"/>
                                      <a:gd name="connsiteX12" fmla="*/ 874273 w 2106694"/>
                                      <a:gd name="connsiteY12" fmla="*/ 1023158 h 1066701"/>
                                      <a:gd name="connsiteX13" fmla="*/ 634786 w 2106694"/>
                                      <a:gd name="connsiteY13" fmla="*/ 1044930 h 1066701"/>
                                      <a:gd name="connsiteX14" fmla="*/ 319100 w 2106694"/>
                                      <a:gd name="connsiteY14" fmla="*/ 1001385 h 1066701"/>
                                      <a:gd name="connsiteX15" fmla="*/ 155815 w 2106694"/>
                                      <a:gd name="connsiteY15" fmla="*/ 859873 h 1066701"/>
                                      <a:gd name="connsiteX16" fmla="*/ 14300 w 2106694"/>
                                      <a:gd name="connsiteY16" fmla="*/ 881644 h 1066701"/>
                                      <a:gd name="connsiteX17" fmla="*/ 3415 w 2106694"/>
                                      <a:gd name="connsiteY17" fmla="*/ 1044930 h 1066701"/>
                                      <a:gd name="connsiteX18" fmla="*/ 221129 w 2106694"/>
                                      <a:gd name="connsiteY18" fmla="*/ 1066701 h 1066701"/>
                                      <a:gd name="connsiteX0" fmla="*/ 285631 w 2106694"/>
                                      <a:gd name="connsiteY0" fmla="*/ 70219 h 1066701"/>
                                      <a:gd name="connsiteX1" fmla="*/ 427145 w 2106694"/>
                                      <a:gd name="connsiteY1" fmla="*/ 385905 h 1066701"/>
                                      <a:gd name="connsiteX2" fmla="*/ 710172 w 2106694"/>
                                      <a:gd name="connsiteY2" fmla="*/ 233503 h 1066701"/>
                                      <a:gd name="connsiteX3" fmla="*/ 1123832 w 2106694"/>
                                      <a:gd name="connsiteY3" fmla="*/ 483877 h 1066701"/>
                                      <a:gd name="connsiteX4" fmla="*/ 1406860 w 2106694"/>
                                      <a:gd name="connsiteY4" fmla="*/ 179077 h 1066701"/>
                                      <a:gd name="connsiteX5" fmla="*/ 1733432 w 2106694"/>
                                      <a:gd name="connsiteY5" fmla="*/ 4904 h 1066701"/>
                                      <a:gd name="connsiteX6" fmla="*/ 2092660 w 2106694"/>
                                      <a:gd name="connsiteY6" fmla="*/ 91991 h 1066701"/>
                                      <a:gd name="connsiteX7" fmla="*/ 2016459 w 2106694"/>
                                      <a:gd name="connsiteY7" fmla="*/ 527418 h 1066701"/>
                                      <a:gd name="connsiteX8" fmla="*/ 1853985 w 2106694"/>
                                      <a:gd name="connsiteY8" fmla="*/ 892531 h 1066701"/>
                                      <a:gd name="connsiteX9" fmla="*/ 1625386 w 2106694"/>
                                      <a:gd name="connsiteY9" fmla="*/ 1055816 h 1066701"/>
                                      <a:gd name="connsiteX10" fmla="*/ 1385900 w 2106694"/>
                                      <a:gd name="connsiteY10" fmla="*/ 957843 h 1066701"/>
                                      <a:gd name="connsiteX11" fmla="*/ 1102870 w 2106694"/>
                                      <a:gd name="connsiteY11" fmla="*/ 1001384 h 1066701"/>
                                      <a:gd name="connsiteX12" fmla="*/ 874273 w 2106694"/>
                                      <a:gd name="connsiteY12" fmla="*/ 1023158 h 1066701"/>
                                      <a:gd name="connsiteX13" fmla="*/ 634786 w 2106694"/>
                                      <a:gd name="connsiteY13" fmla="*/ 1044930 h 1066701"/>
                                      <a:gd name="connsiteX14" fmla="*/ 319100 w 2106694"/>
                                      <a:gd name="connsiteY14" fmla="*/ 1001385 h 1066701"/>
                                      <a:gd name="connsiteX15" fmla="*/ 155815 w 2106694"/>
                                      <a:gd name="connsiteY15" fmla="*/ 859873 h 1066701"/>
                                      <a:gd name="connsiteX16" fmla="*/ 14300 w 2106694"/>
                                      <a:gd name="connsiteY16" fmla="*/ 881644 h 1066701"/>
                                      <a:gd name="connsiteX17" fmla="*/ 3415 w 2106694"/>
                                      <a:gd name="connsiteY17" fmla="*/ 1044930 h 1066701"/>
                                      <a:gd name="connsiteX18" fmla="*/ 221129 w 2106694"/>
                                      <a:gd name="connsiteY18" fmla="*/ 1066701 h 1066701"/>
                                      <a:gd name="connsiteX0" fmla="*/ 285631 w 2105971"/>
                                      <a:gd name="connsiteY0" fmla="*/ 70219 h 1066701"/>
                                      <a:gd name="connsiteX1" fmla="*/ 427145 w 2105971"/>
                                      <a:gd name="connsiteY1" fmla="*/ 385905 h 1066701"/>
                                      <a:gd name="connsiteX2" fmla="*/ 710172 w 2105971"/>
                                      <a:gd name="connsiteY2" fmla="*/ 233503 h 1066701"/>
                                      <a:gd name="connsiteX3" fmla="*/ 1123832 w 2105971"/>
                                      <a:gd name="connsiteY3" fmla="*/ 483877 h 1066701"/>
                                      <a:gd name="connsiteX4" fmla="*/ 1406860 w 2105971"/>
                                      <a:gd name="connsiteY4" fmla="*/ 179077 h 1066701"/>
                                      <a:gd name="connsiteX5" fmla="*/ 1733432 w 2105971"/>
                                      <a:gd name="connsiteY5" fmla="*/ 4904 h 1066701"/>
                                      <a:gd name="connsiteX6" fmla="*/ 2092660 w 2105971"/>
                                      <a:gd name="connsiteY6" fmla="*/ 91991 h 1066701"/>
                                      <a:gd name="connsiteX7" fmla="*/ 2016459 w 2105971"/>
                                      <a:gd name="connsiteY7" fmla="*/ 527418 h 1066701"/>
                                      <a:gd name="connsiteX8" fmla="*/ 1897528 w 2105971"/>
                                      <a:gd name="connsiteY8" fmla="*/ 936074 h 1066701"/>
                                      <a:gd name="connsiteX9" fmla="*/ 1625386 w 2105971"/>
                                      <a:gd name="connsiteY9" fmla="*/ 1055816 h 1066701"/>
                                      <a:gd name="connsiteX10" fmla="*/ 1385900 w 2105971"/>
                                      <a:gd name="connsiteY10" fmla="*/ 957843 h 1066701"/>
                                      <a:gd name="connsiteX11" fmla="*/ 1102870 w 2105971"/>
                                      <a:gd name="connsiteY11" fmla="*/ 1001384 h 1066701"/>
                                      <a:gd name="connsiteX12" fmla="*/ 874273 w 2105971"/>
                                      <a:gd name="connsiteY12" fmla="*/ 1023158 h 1066701"/>
                                      <a:gd name="connsiteX13" fmla="*/ 634786 w 2105971"/>
                                      <a:gd name="connsiteY13" fmla="*/ 1044930 h 1066701"/>
                                      <a:gd name="connsiteX14" fmla="*/ 319100 w 2105971"/>
                                      <a:gd name="connsiteY14" fmla="*/ 1001385 h 1066701"/>
                                      <a:gd name="connsiteX15" fmla="*/ 155815 w 2105971"/>
                                      <a:gd name="connsiteY15" fmla="*/ 859873 h 1066701"/>
                                      <a:gd name="connsiteX16" fmla="*/ 14300 w 2105971"/>
                                      <a:gd name="connsiteY16" fmla="*/ 881644 h 1066701"/>
                                      <a:gd name="connsiteX17" fmla="*/ 3415 w 2105971"/>
                                      <a:gd name="connsiteY17" fmla="*/ 1044930 h 1066701"/>
                                      <a:gd name="connsiteX18" fmla="*/ 221129 w 2105971"/>
                                      <a:gd name="connsiteY18" fmla="*/ 1066701 h 1066701"/>
                                      <a:gd name="connsiteX0" fmla="*/ 285631 w 2106145"/>
                                      <a:gd name="connsiteY0" fmla="*/ 70219 h 1066701"/>
                                      <a:gd name="connsiteX1" fmla="*/ 427145 w 2106145"/>
                                      <a:gd name="connsiteY1" fmla="*/ 385905 h 1066701"/>
                                      <a:gd name="connsiteX2" fmla="*/ 710172 w 2106145"/>
                                      <a:gd name="connsiteY2" fmla="*/ 233503 h 1066701"/>
                                      <a:gd name="connsiteX3" fmla="*/ 1123832 w 2106145"/>
                                      <a:gd name="connsiteY3" fmla="*/ 483877 h 1066701"/>
                                      <a:gd name="connsiteX4" fmla="*/ 1406860 w 2106145"/>
                                      <a:gd name="connsiteY4" fmla="*/ 179077 h 1066701"/>
                                      <a:gd name="connsiteX5" fmla="*/ 1733432 w 2106145"/>
                                      <a:gd name="connsiteY5" fmla="*/ 4904 h 1066701"/>
                                      <a:gd name="connsiteX6" fmla="*/ 2092660 w 2106145"/>
                                      <a:gd name="connsiteY6" fmla="*/ 91991 h 1066701"/>
                                      <a:gd name="connsiteX7" fmla="*/ 2016459 w 2106145"/>
                                      <a:gd name="connsiteY7" fmla="*/ 527418 h 1066701"/>
                                      <a:gd name="connsiteX8" fmla="*/ 1886643 w 2106145"/>
                                      <a:gd name="connsiteY8" fmla="*/ 892531 h 1066701"/>
                                      <a:gd name="connsiteX9" fmla="*/ 1625386 w 2106145"/>
                                      <a:gd name="connsiteY9" fmla="*/ 1055816 h 1066701"/>
                                      <a:gd name="connsiteX10" fmla="*/ 1385900 w 2106145"/>
                                      <a:gd name="connsiteY10" fmla="*/ 957843 h 1066701"/>
                                      <a:gd name="connsiteX11" fmla="*/ 1102870 w 2106145"/>
                                      <a:gd name="connsiteY11" fmla="*/ 1001384 h 1066701"/>
                                      <a:gd name="connsiteX12" fmla="*/ 874273 w 2106145"/>
                                      <a:gd name="connsiteY12" fmla="*/ 1023158 h 1066701"/>
                                      <a:gd name="connsiteX13" fmla="*/ 634786 w 2106145"/>
                                      <a:gd name="connsiteY13" fmla="*/ 1044930 h 1066701"/>
                                      <a:gd name="connsiteX14" fmla="*/ 319100 w 2106145"/>
                                      <a:gd name="connsiteY14" fmla="*/ 1001385 h 1066701"/>
                                      <a:gd name="connsiteX15" fmla="*/ 155815 w 2106145"/>
                                      <a:gd name="connsiteY15" fmla="*/ 859873 h 1066701"/>
                                      <a:gd name="connsiteX16" fmla="*/ 14300 w 2106145"/>
                                      <a:gd name="connsiteY16" fmla="*/ 881644 h 1066701"/>
                                      <a:gd name="connsiteX17" fmla="*/ 3415 w 2106145"/>
                                      <a:gd name="connsiteY17" fmla="*/ 1044930 h 1066701"/>
                                      <a:gd name="connsiteX18" fmla="*/ 221129 w 2106145"/>
                                      <a:gd name="connsiteY18" fmla="*/ 1066701 h 1066701"/>
                                      <a:gd name="connsiteX0" fmla="*/ 285631 w 2111812"/>
                                      <a:gd name="connsiteY0" fmla="*/ 70219 h 1066701"/>
                                      <a:gd name="connsiteX1" fmla="*/ 427145 w 2111812"/>
                                      <a:gd name="connsiteY1" fmla="*/ 385905 h 1066701"/>
                                      <a:gd name="connsiteX2" fmla="*/ 710172 w 2111812"/>
                                      <a:gd name="connsiteY2" fmla="*/ 233503 h 1066701"/>
                                      <a:gd name="connsiteX3" fmla="*/ 1123832 w 2111812"/>
                                      <a:gd name="connsiteY3" fmla="*/ 483877 h 1066701"/>
                                      <a:gd name="connsiteX4" fmla="*/ 1406860 w 2111812"/>
                                      <a:gd name="connsiteY4" fmla="*/ 179077 h 1066701"/>
                                      <a:gd name="connsiteX5" fmla="*/ 1733432 w 2111812"/>
                                      <a:gd name="connsiteY5" fmla="*/ 4904 h 1066701"/>
                                      <a:gd name="connsiteX6" fmla="*/ 2092660 w 2111812"/>
                                      <a:gd name="connsiteY6" fmla="*/ 91991 h 1066701"/>
                                      <a:gd name="connsiteX7" fmla="*/ 2016459 w 2111812"/>
                                      <a:gd name="connsiteY7" fmla="*/ 527418 h 1066701"/>
                                      <a:gd name="connsiteX8" fmla="*/ 1625386 w 2111812"/>
                                      <a:gd name="connsiteY8" fmla="*/ 1055816 h 1066701"/>
                                      <a:gd name="connsiteX9" fmla="*/ 1385900 w 2111812"/>
                                      <a:gd name="connsiteY9" fmla="*/ 957843 h 1066701"/>
                                      <a:gd name="connsiteX10" fmla="*/ 1102870 w 2111812"/>
                                      <a:gd name="connsiteY10" fmla="*/ 1001384 h 1066701"/>
                                      <a:gd name="connsiteX11" fmla="*/ 874273 w 2111812"/>
                                      <a:gd name="connsiteY11" fmla="*/ 1023158 h 1066701"/>
                                      <a:gd name="connsiteX12" fmla="*/ 634786 w 2111812"/>
                                      <a:gd name="connsiteY12" fmla="*/ 1044930 h 1066701"/>
                                      <a:gd name="connsiteX13" fmla="*/ 319100 w 2111812"/>
                                      <a:gd name="connsiteY13" fmla="*/ 1001385 h 1066701"/>
                                      <a:gd name="connsiteX14" fmla="*/ 155815 w 2111812"/>
                                      <a:gd name="connsiteY14" fmla="*/ 859873 h 1066701"/>
                                      <a:gd name="connsiteX15" fmla="*/ 14300 w 2111812"/>
                                      <a:gd name="connsiteY15" fmla="*/ 881644 h 1066701"/>
                                      <a:gd name="connsiteX16" fmla="*/ 3415 w 2111812"/>
                                      <a:gd name="connsiteY16" fmla="*/ 1044930 h 1066701"/>
                                      <a:gd name="connsiteX17" fmla="*/ 221129 w 2111812"/>
                                      <a:gd name="connsiteY17" fmla="*/ 1066701 h 1066701"/>
                                      <a:gd name="connsiteX0" fmla="*/ 285631 w 2106694"/>
                                      <a:gd name="connsiteY0" fmla="*/ 70219 h 1066701"/>
                                      <a:gd name="connsiteX1" fmla="*/ 427145 w 2106694"/>
                                      <a:gd name="connsiteY1" fmla="*/ 385905 h 1066701"/>
                                      <a:gd name="connsiteX2" fmla="*/ 710172 w 2106694"/>
                                      <a:gd name="connsiteY2" fmla="*/ 233503 h 1066701"/>
                                      <a:gd name="connsiteX3" fmla="*/ 1123832 w 2106694"/>
                                      <a:gd name="connsiteY3" fmla="*/ 483877 h 1066701"/>
                                      <a:gd name="connsiteX4" fmla="*/ 1406860 w 2106694"/>
                                      <a:gd name="connsiteY4" fmla="*/ 179077 h 1066701"/>
                                      <a:gd name="connsiteX5" fmla="*/ 1733432 w 2106694"/>
                                      <a:gd name="connsiteY5" fmla="*/ 4904 h 1066701"/>
                                      <a:gd name="connsiteX6" fmla="*/ 2092660 w 2106694"/>
                                      <a:gd name="connsiteY6" fmla="*/ 91991 h 1066701"/>
                                      <a:gd name="connsiteX7" fmla="*/ 2016459 w 2106694"/>
                                      <a:gd name="connsiteY7" fmla="*/ 527418 h 1066701"/>
                                      <a:gd name="connsiteX8" fmla="*/ 1853986 w 2106694"/>
                                      <a:gd name="connsiteY8" fmla="*/ 794559 h 1066701"/>
                                      <a:gd name="connsiteX9" fmla="*/ 1625386 w 2106694"/>
                                      <a:gd name="connsiteY9" fmla="*/ 1055816 h 1066701"/>
                                      <a:gd name="connsiteX10" fmla="*/ 1385900 w 2106694"/>
                                      <a:gd name="connsiteY10" fmla="*/ 957843 h 1066701"/>
                                      <a:gd name="connsiteX11" fmla="*/ 1102870 w 2106694"/>
                                      <a:gd name="connsiteY11" fmla="*/ 1001384 h 1066701"/>
                                      <a:gd name="connsiteX12" fmla="*/ 874273 w 2106694"/>
                                      <a:gd name="connsiteY12" fmla="*/ 1023158 h 1066701"/>
                                      <a:gd name="connsiteX13" fmla="*/ 634786 w 2106694"/>
                                      <a:gd name="connsiteY13" fmla="*/ 1044930 h 1066701"/>
                                      <a:gd name="connsiteX14" fmla="*/ 319100 w 2106694"/>
                                      <a:gd name="connsiteY14" fmla="*/ 1001385 h 1066701"/>
                                      <a:gd name="connsiteX15" fmla="*/ 155815 w 2106694"/>
                                      <a:gd name="connsiteY15" fmla="*/ 859873 h 1066701"/>
                                      <a:gd name="connsiteX16" fmla="*/ 14300 w 2106694"/>
                                      <a:gd name="connsiteY16" fmla="*/ 881644 h 1066701"/>
                                      <a:gd name="connsiteX17" fmla="*/ 3415 w 2106694"/>
                                      <a:gd name="connsiteY17" fmla="*/ 1044930 h 1066701"/>
                                      <a:gd name="connsiteX18" fmla="*/ 221129 w 2106694"/>
                                      <a:gd name="connsiteY18" fmla="*/ 1066701 h 1066701"/>
                                      <a:gd name="connsiteX0" fmla="*/ 285631 w 2105971"/>
                                      <a:gd name="connsiteY0" fmla="*/ 70219 h 1066701"/>
                                      <a:gd name="connsiteX1" fmla="*/ 427145 w 2105971"/>
                                      <a:gd name="connsiteY1" fmla="*/ 385905 h 1066701"/>
                                      <a:gd name="connsiteX2" fmla="*/ 710172 w 2105971"/>
                                      <a:gd name="connsiteY2" fmla="*/ 233503 h 1066701"/>
                                      <a:gd name="connsiteX3" fmla="*/ 1123832 w 2105971"/>
                                      <a:gd name="connsiteY3" fmla="*/ 483877 h 1066701"/>
                                      <a:gd name="connsiteX4" fmla="*/ 1406860 w 2105971"/>
                                      <a:gd name="connsiteY4" fmla="*/ 179077 h 1066701"/>
                                      <a:gd name="connsiteX5" fmla="*/ 1733432 w 2105971"/>
                                      <a:gd name="connsiteY5" fmla="*/ 4904 h 1066701"/>
                                      <a:gd name="connsiteX6" fmla="*/ 2092660 w 2105971"/>
                                      <a:gd name="connsiteY6" fmla="*/ 91991 h 1066701"/>
                                      <a:gd name="connsiteX7" fmla="*/ 2016459 w 2105971"/>
                                      <a:gd name="connsiteY7" fmla="*/ 527418 h 1066701"/>
                                      <a:gd name="connsiteX8" fmla="*/ 1897529 w 2105971"/>
                                      <a:gd name="connsiteY8" fmla="*/ 827216 h 1066701"/>
                                      <a:gd name="connsiteX9" fmla="*/ 1625386 w 2105971"/>
                                      <a:gd name="connsiteY9" fmla="*/ 1055816 h 1066701"/>
                                      <a:gd name="connsiteX10" fmla="*/ 1385900 w 2105971"/>
                                      <a:gd name="connsiteY10" fmla="*/ 957843 h 1066701"/>
                                      <a:gd name="connsiteX11" fmla="*/ 1102870 w 2105971"/>
                                      <a:gd name="connsiteY11" fmla="*/ 1001384 h 1066701"/>
                                      <a:gd name="connsiteX12" fmla="*/ 874273 w 2105971"/>
                                      <a:gd name="connsiteY12" fmla="*/ 1023158 h 1066701"/>
                                      <a:gd name="connsiteX13" fmla="*/ 634786 w 2105971"/>
                                      <a:gd name="connsiteY13" fmla="*/ 1044930 h 1066701"/>
                                      <a:gd name="connsiteX14" fmla="*/ 319100 w 2105971"/>
                                      <a:gd name="connsiteY14" fmla="*/ 1001385 h 1066701"/>
                                      <a:gd name="connsiteX15" fmla="*/ 155815 w 2105971"/>
                                      <a:gd name="connsiteY15" fmla="*/ 859873 h 1066701"/>
                                      <a:gd name="connsiteX16" fmla="*/ 14300 w 2105971"/>
                                      <a:gd name="connsiteY16" fmla="*/ 881644 h 1066701"/>
                                      <a:gd name="connsiteX17" fmla="*/ 3415 w 2105971"/>
                                      <a:gd name="connsiteY17" fmla="*/ 1044930 h 1066701"/>
                                      <a:gd name="connsiteX18" fmla="*/ 221129 w 2105971"/>
                                      <a:gd name="connsiteY18" fmla="*/ 1066701 h 1066701"/>
                                      <a:gd name="connsiteX0" fmla="*/ 285631 w 2105971"/>
                                      <a:gd name="connsiteY0" fmla="*/ 70219 h 1066701"/>
                                      <a:gd name="connsiteX1" fmla="*/ 427145 w 2105971"/>
                                      <a:gd name="connsiteY1" fmla="*/ 385905 h 1066701"/>
                                      <a:gd name="connsiteX2" fmla="*/ 710172 w 2105971"/>
                                      <a:gd name="connsiteY2" fmla="*/ 233503 h 1066701"/>
                                      <a:gd name="connsiteX3" fmla="*/ 1123832 w 2105971"/>
                                      <a:gd name="connsiteY3" fmla="*/ 483877 h 1066701"/>
                                      <a:gd name="connsiteX4" fmla="*/ 1406860 w 2105971"/>
                                      <a:gd name="connsiteY4" fmla="*/ 179077 h 1066701"/>
                                      <a:gd name="connsiteX5" fmla="*/ 1733432 w 2105971"/>
                                      <a:gd name="connsiteY5" fmla="*/ 4904 h 1066701"/>
                                      <a:gd name="connsiteX6" fmla="*/ 2092660 w 2105971"/>
                                      <a:gd name="connsiteY6" fmla="*/ 91991 h 1066701"/>
                                      <a:gd name="connsiteX7" fmla="*/ 2016459 w 2105971"/>
                                      <a:gd name="connsiteY7" fmla="*/ 527418 h 1066701"/>
                                      <a:gd name="connsiteX8" fmla="*/ 1897529 w 2105971"/>
                                      <a:gd name="connsiteY8" fmla="*/ 827216 h 1066701"/>
                                      <a:gd name="connsiteX9" fmla="*/ 1625386 w 2105971"/>
                                      <a:gd name="connsiteY9" fmla="*/ 1055816 h 1066701"/>
                                      <a:gd name="connsiteX10" fmla="*/ 1353243 w 2105971"/>
                                      <a:gd name="connsiteY10" fmla="*/ 936072 h 1066701"/>
                                      <a:gd name="connsiteX11" fmla="*/ 1102870 w 2105971"/>
                                      <a:gd name="connsiteY11" fmla="*/ 1001384 h 1066701"/>
                                      <a:gd name="connsiteX12" fmla="*/ 874273 w 2105971"/>
                                      <a:gd name="connsiteY12" fmla="*/ 1023158 h 1066701"/>
                                      <a:gd name="connsiteX13" fmla="*/ 634786 w 2105971"/>
                                      <a:gd name="connsiteY13" fmla="*/ 1044930 h 1066701"/>
                                      <a:gd name="connsiteX14" fmla="*/ 319100 w 2105971"/>
                                      <a:gd name="connsiteY14" fmla="*/ 1001385 h 1066701"/>
                                      <a:gd name="connsiteX15" fmla="*/ 155815 w 2105971"/>
                                      <a:gd name="connsiteY15" fmla="*/ 859873 h 1066701"/>
                                      <a:gd name="connsiteX16" fmla="*/ 14300 w 2105971"/>
                                      <a:gd name="connsiteY16" fmla="*/ 881644 h 1066701"/>
                                      <a:gd name="connsiteX17" fmla="*/ 3415 w 2105971"/>
                                      <a:gd name="connsiteY17" fmla="*/ 1044930 h 1066701"/>
                                      <a:gd name="connsiteX18" fmla="*/ 221129 w 2105971"/>
                                      <a:gd name="connsiteY18" fmla="*/ 1066701 h 1066701"/>
                                      <a:gd name="connsiteX0" fmla="*/ 285631 w 2105971"/>
                                      <a:gd name="connsiteY0" fmla="*/ 70219 h 1066701"/>
                                      <a:gd name="connsiteX1" fmla="*/ 427145 w 2105971"/>
                                      <a:gd name="connsiteY1" fmla="*/ 385905 h 1066701"/>
                                      <a:gd name="connsiteX2" fmla="*/ 710172 w 2105971"/>
                                      <a:gd name="connsiteY2" fmla="*/ 233503 h 1066701"/>
                                      <a:gd name="connsiteX3" fmla="*/ 1123832 w 2105971"/>
                                      <a:gd name="connsiteY3" fmla="*/ 483877 h 1066701"/>
                                      <a:gd name="connsiteX4" fmla="*/ 1406860 w 2105971"/>
                                      <a:gd name="connsiteY4" fmla="*/ 179077 h 1066701"/>
                                      <a:gd name="connsiteX5" fmla="*/ 1733432 w 2105971"/>
                                      <a:gd name="connsiteY5" fmla="*/ 4904 h 1066701"/>
                                      <a:gd name="connsiteX6" fmla="*/ 2092660 w 2105971"/>
                                      <a:gd name="connsiteY6" fmla="*/ 91991 h 1066701"/>
                                      <a:gd name="connsiteX7" fmla="*/ 2016459 w 2105971"/>
                                      <a:gd name="connsiteY7" fmla="*/ 527418 h 1066701"/>
                                      <a:gd name="connsiteX8" fmla="*/ 1897529 w 2105971"/>
                                      <a:gd name="connsiteY8" fmla="*/ 827216 h 1066701"/>
                                      <a:gd name="connsiteX9" fmla="*/ 1625386 w 2105971"/>
                                      <a:gd name="connsiteY9" fmla="*/ 1055816 h 1066701"/>
                                      <a:gd name="connsiteX10" fmla="*/ 1353243 w 2105971"/>
                                      <a:gd name="connsiteY10" fmla="*/ 936072 h 1066701"/>
                                      <a:gd name="connsiteX11" fmla="*/ 1113756 w 2105971"/>
                                      <a:gd name="connsiteY11" fmla="*/ 1044927 h 1066701"/>
                                      <a:gd name="connsiteX12" fmla="*/ 874273 w 2105971"/>
                                      <a:gd name="connsiteY12" fmla="*/ 1023158 h 1066701"/>
                                      <a:gd name="connsiteX13" fmla="*/ 634786 w 2105971"/>
                                      <a:gd name="connsiteY13" fmla="*/ 1044930 h 1066701"/>
                                      <a:gd name="connsiteX14" fmla="*/ 319100 w 2105971"/>
                                      <a:gd name="connsiteY14" fmla="*/ 1001385 h 1066701"/>
                                      <a:gd name="connsiteX15" fmla="*/ 155815 w 2105971"/>
                                      <a:gd name="connsiteY15" fmla="*/ 859873 h 1066701"/>
                                      <a:gd name="connsiteX16" fmla="*/ 14300 w 2105971"/>
                                      <a:gd name="connsiteY16" fmla="*/ 881644 h 1066701"/>
                                      <a:gd name="connsiteX17" fmla="*/ 3415 w 2105971"/>
                                      <a:gd name="connsiteY17" fmla="*/ 1044930 h 1066701"/>
                                      <a:gd name="connsiteX18" fmla="*/ 221129 w 2105971"/>
                                      <a:gd name="connsiteY18" fmla="*/ 1066701 h 1066701"/>
                                      <a:gd name="connsiteX0" fmla="*/ 285631 w 2105971"/>
                                      <a:gd name="connsiteY0" fmla="*/ 70219 h 1066701"/>
                                      <a:gd name="connsiteX1" fmla="*/ 427145 w 2105971"/>
                                      <a:gd name="connsiteY1" fmla="*/ 385905 h 1066701"/>
                                      <a:gd name="connsiteX2" fmla="*/ 710172 w 2105971"/>
                                      <a:gd name="connsiteY2" fmla="*/ 233503 h 1066701"/>
                                      <a:gd name="connsiteX3" fmla="*/ 1123832 w 2105971"/>
                                      <a:gd name="connsiteY3" fmla="*/ 483877 h 1066701"/>
                                      <a:gd name="connsiteX4" fmla="*/ 1406860 w 2105971"/>
                                      <a:gd name="connsiteY4" fmla="*/ 179077 h 1066701"/>
                                      <a:gd name="connsiteX5" fmla="*/ 1733432 w 2105971"/>
                                      <a:gd name="connsiteY5" fmla="*/ 4904 h 1066701"/>
                                      <a:gd name="connsiteX6" fmla="*/ 2092660 w 2105971"/>
                                      <a:gd name="connsiteY6" fmla="*/ 91991 h 1066701"/>
                                      <a:gd name="connsiteX7" fmla="*/ 2016459 w 2105971"/>
                                      <a:gd name="connsiteY7" fmla="*/ 527418 h 1066701"/>
                                      <a:gd name="connsiteX8" fmla="*/ 1897529 w 2105971"/>
                                      <a:gd name="connsiteY8" fmla="*/ 827216 h 1066701"/>
                                      <a:gd name="connsiteX9" fmla="*/ 1625386 w 2105971"/>
                                      <a:gd name="connsiteY9" fmla="*/ 1055816 h 1066701"/>
                                      <a:gd name="connsiteX10" fmla="*/ 1353243 w 2105971"/>
                                      <a:gd name="connsiteY10" fmla="*/ 936072 h 1066701"/>
                                      <a:gd name="connsiteX11" fmla="*/ 1113756 w 2105971"/>
                                      <a:gd name="connsiteY11" fmla="*/ 1044927 h 1066701"/>
                                      <a:gd name="connsiteX12" fmla="*/ 874273 w 2105971"/>
                                      <a:gd name="connsiteY12" fmla="*/ 1055815 h 1066701"/>
                                      <a:gd name="connsiteX13" fmla="*/ 634786 w 2105971"/>
                                      <a:gd name="connsiteY13" fmla="*/ 1044930 h 1066701"/>
                                      <a:gd name="connsiteX14" fmla="*/ 319100 w 2105971"/>
                                      <a:gd name="connsiteY14" fmla="*/ 1001385 h 1066701"/>
                                      <a:gd name="connsiteX15" fmla="*/ 155815 w 2105971"/>
                                      <a:gd name="connsiteY15" fmla="*/ 859873 h 1066701"/>
                                      <a:gd name="connsiteX16" fmla="*/ 14300 w 2105971"/>
                                      <a:gd name="connsiteY16" fmla="*/ 881644 h 1066701"/>
                                      <a:gd name="connsiteX17" fmla="*/ 3415 w 2105971"/>
                                      <a:gd name="connsiteY17" fmla="*/ 1044930 h 1066701"/>
                                      <a:gd name="connsiteX18" fmla="*/ 221129 w 2105971"/>
                                      <a:gd name="connsiteY18" fmla="*/ 1066701 h 1066701"/>
                                      <a:gd name="connsiteX0" fmla="*/ 285631 w 2133484"/>
                                      <a:gd name="connsiteY0" fmla="*/ 70026 h 1066508"/>
                                      <a:gd name="connsiteX1" fmla="*/ 427145 w 2133484"/>
                                      <a:gd name="connsiteY1" fmla="*/ 385712 h 1066508"/>
                                      <a:gd name="connsiteX2" fmla="*/ 710172 w 2133484"/>
                                      <a:gd name="connsiteY2" fmla="*/ 233310 h 1066508"/>
                                      <a:gd name="connsiteX3" fmla="*/ 1123832 w 2133484"/>
                                      <a:gd name="connsiteY3" fmla="*/ 483684 h 1066508"/>
                                      <a:gd name="connsiteX4" fmla="*/ 1406860 w 2133484"/>
                                      <a:gd name="connsiteY4" fmla="*/ 178884 h 1066508"/>
                                      <a:gd name="connsiteX5" fmla="*/ 1733432 w 2133484"/>
                                      <a:gd name="connsiteY5" fmla="*/ 4711 h 1066508"/>
                                      <a:gd name="connsiteX6" fmla="*/ 2092660 w 2133484"/>
                                      <a:gd name="connsiteY6" fmla="*/ 91798 h 1066508"/>
                                      <a:gd name="connsiteX7" fmla="*/ 2103545 w 2133484"/>
                                      <a:gd name="connsiteY7" fmla="*/ 516339 h 1066508"/>
                                      <a:gd name="connsiteX8" fmla="*/ 1897529 w 2133484"/>
                                      <a:gd name="connsiteY8" fmla="*/ 827023 h 1066508"/>
                                      <a:gd name="connsiteX9" fmla="*/ 1625386 w 2133484"/>
                                      <a:gd name="connsiteY9" fmla="*/ 1055623 h 1066508"/>
                                      <a:gd name="connsiteX10" fmla="*/ 1353243 w 2133484"/>
                                      <a:gd name="connsiteY10" fmla="*/ 935879 h 1066508"/>
                                      <a:gd name="connsiteX11" fmla="*/ 1113756 w 2133484"/>
                                      <a:gd name="connsiteY11" fmla="*/ 1044734 h 1066508"/>
                                      <a:gd name="connsiteX12" fmla="*/ 874273 w 2133484"/>
                                      <a:gd name="connsiteY12" fmla="*/ 1055622 h 1066508"/>
                                      <a:gd name="connsiteX13" fmla="*/ 634786 w 2133484"/>
                                      <a:gd name="connsiteY13" fmla="*/ 1044737 h 1066508"/>
                                      <a:gd name="connsiteX14" fmla="*/ 319100 w 2133484"/>
                                      <a:gd name="connsiteY14" fmla="*/ 1001192 h 1066508"/>
                                      <a:gd name="connsiteX15" fmla="*/ 155815 w 2133484"/>
                                      <a:gd name="connsiteY15" fmla="*/ 859680 h 1066508"/>
                                      <a:gd name="connsiteX16" fmla="*/ 14300 w 2133484"/>
                                      <a:gd name="connsiteY16" fmla="*/ 881451 h 1066508"/>
                                      <a:gd name="connsiteX17" fmla="*/ 3415 w 2133484"/>
                                      <a:gd name="connsiteY17" fmla="*/ 1044737 h 1066508"/>
                                      <a:gd name="connsiteX18" fmla="*/ 221129 w 2133484"/>
                                      <a:gd name="connsiteY18" fmla="*/ 1066508 h 1066508"/>
                                      <a:gd name="connsiteX0" fmla="*/ 285631 w 2130934"/>
                                      <a:gd name="connsiteY0" fmla="*/ 70026 h 1066508"/>
                                      <a:gd name="connsiteX1" fmla="*/ 427145 w 2130934"/>
                                      <a:gd name="connsiteY1" fmla="*/ 385712 h 1066508"/>
                                      <a:gd name="connsiteX2" fmla="*/ 710172 w 2130934"/>
                                      <a:gd name="connsiteY2" fmla="*/ 233310 h 1066508"/>
                                      <a:gd name="connsiteX3" fmla="*/ 1123832 w 2130934"/>
                                      <a:gd name="connsiteY3" fmla="*/ 483684 h 1066508"/>
                                      <a:gd name="connsiteX4" fmla="*/ 1406860 w 2130934"/>
                                      <a:gd name="connsiteY4" fmla="*/ 178884 h 1066508"/>
                                      <a:gd name="connsiteX5" fmla="*/ 1733432 w 2130934"/>
                                      <a:gd name="connsiteY5" fmla="*/ 4711 h 1066508"/>
                                      <a:gd name="connsiteX6" fmla="*/ 2092660 w 2130934"/>
                                      <a:gd name="connsiteY6" fmla="*/ 91798 h 1066508"/>
                                      <a:gd name="connsiteX7" fmla="*/ 2103545 w 2130934"/>
                                      <a:gd name="connsiteY7" fmla="*/ 516339 h 1066508"/>
                                      <a:gd name="connsiteX8" fmla="*/ 1941072 w 2130934"/>
                                      <a:gd name="connsiteY8" fmla="*/ 859680 h 1066508"/>
                                      <a:gd name="connsiteX9" fmla="*/ 1625386 w 2130934"/>
                                      <a:gd name="connsiteY9" fmla="*/ 1055623 h 1066508"/>
                                      <a:gd name="connsiteX10" fmla="*/ 1353243 w 2130934"/>
                                      <a:gd name="connsiteY10" fmla="*/ 935879 h 1066508"/>
                                      <a:gd name="connsiteX11" fmla="*/ 1113756 w 2130934"/>
                                      <a:gd name="connsiteY11" fmla="*/ 1044734 h 1066508"/>
                                      <a:gd name="connsiteX12" fmla="*/ 874273 w 2130934"/>
                                      <a:gd name="connsiteY12" fmla="*/ 1055622 h 1066508"/>
                                      <a:gd name="connsiteX13" fmla="*/ 634786 w 2130934"/>
                                      <a:gd name="connsiteY13" fmla="*/ 1044737 h 1066508"/>
                                      <a:gd name="connsiteX14" fmla="*/ 319100 w 2130934"/>
                                      <a:gd name="connsiteY14" fmla="*/ 1001192 h 1066508"/>
                                      <a:gd name="connsiteX15" fmla="*/ 155815 w 2130934"/>
                                      <a:gd name="connsiteY15" fmla="*/ 859680 h 1066508"/>
                                      <a:gd name="connsiteX16" fmla="*/ 14300 w 2130934"/>
                                      <a:gd name="connsiteY16" fmla="*/ 881451 h 1066508"/>
                                      <a:gd name="connsiteX17" fmla="*/ 3415 w 2130934"/>
                                      <a:gd name="connsiteY17" fmla="*/ 1044737 h 1066508"/>
                                      <a:gd name="connsiteX18" fmla="*/ 221129 w 2130934"/>
                                      <a:gd name="connsiteY18" fmla="*/ 1066508 h 1066508"/>
                                      <a:gd name="connsiteX0" fmla="*/ 285631 w 2130934"/>
                                      <a:gd name="connsiteY0" fmla="*/ 70026 h 1066508"/>
                                      <a:gd name="connsiteX1" fmla="*/ 427145 w 2130934"/>
                                      <a:gd name="connsiteY1" fmla="*/ 385712 h 1066508"/>
                                      <a:gd name="connsiteX2" fmla="*/ 710172 w 2130934"/>
                                      <a:gd name="connsiteY2" fmla="*/ 233310 h 1066508"/>
                                      <a:gd name="connsiteX3" fmla="*/ 1123832 w 2130934"/>
                                      <a:gd name="connsiteY3" fmla="*/ 483684 h 1066508"/>
                                      <a:gd name="connsiteX4" fmla="*/ 1406860 w 2130934"/>
                                      <a:gd name="connsiteY4" fmla="*/ 178884 h 1066508"/>
                                      <a:gd name="connsiteX5" fmla="*/ 1733432 w 2130934"/>
                                      <a:gd name="connsiteY5" fmla="*/ 4711 h 1066508"/>
                                      <a:gd name="connsiteX6" fmla="*/ 2092660 w 2130934"/>
                                      <a:gd name="connsiteY6" fmla="*/ 91798 h 1066508"/>
                                      <a:gd name="connsiteX7" fmla="*/ 2103545 w 2130934"/>
                                      <a:gd name="connsiteY7" fmla="*/ 516339 h 1066508"/>
                                      <a:gd name="connsiteX8" fmla="*/ 1941072 w 2130934"/>
                                      <a:gd name="connsiteY8" fmla="*/ 859680 h 1066508"/>
                                      <a:gd name="connsiteX9" fmla="*/ 1647157 w 2130934"/>
                                      <a:gd name="connsiteY9" fmla="*/ 968538 h 1066508"/>
                                      <a:gd name="connsiteX10" fmla="*/ 1353243 w 2130934"/>
                                      <a:gd name="connsiteY10" fmla="*/ 935879 h 1066508"/>
                                      <a:gd name="connsiteX11" fmla="*/ 1113756 w 2130934"/>
                                      <a:gd name="connsiteY11" fmla="*/ 1044734 h 1066508"/>
                                      <a:gd name="connsiteX12" fmla="*/ 874273 w 2130934"/>
                                      <a:gd name="connsiteY12" fmla="*/ 1055622 h 1066508"/>
                                      <a:gd name="connsiteX13" fmla="*/ 634786 w 2130934"/>
                                      <a:gd name="connsiteY13" fmla="*/ 1044737 h 1066508"/>
                                      <a:gd name="connsiteX14" fmla="*/ 319100 w 2130934"/>
                                      <a:gd name="connsiteY14" fmla="*/ 1001192 h 1066508"/>
                                      <a:gd name="connsiteX15" fmla="*/ 155815 w 2130934"/>
                                      <a:gd name="connsiteY15" fmla="*/ 859680 h 1066508"/>
                                      <a:gd name="connsiteX16" fmla="*/ 14300 w 2130934"/>
                                      <a:gd name="connsiteY16" fmla="*/ 881451 h 1066508"/>
                                      <a:gd name="connsiteX17" fmla="*/ 3415 w 2130934"/>
                                      <a:gd name="connsiteY17" fmla="*/ 1044737 h 1066508"/>
                                      <a:gd name="connsiteX18" fmla="*/ 221129 w 2130934"/>
                                      <a:gd name="connsiteY18" fmla="*/ 1066508 h 1066508"/>
                                      <a:gd name="connsiteX0" fmla="*/ 285631 w 2128520"/>
                                      <a:gd name="connsiteY0" fmla="*/ 70026 h 1066508"/>
                                      <a:gd name="connsiteX1" fmla="*/ 427145 w 2128520"/>
                                      <a:gd name="connsiteY1" fmla="*/ 385712 h 1066508"/>
                                      <a:gd name="connsiteX2" fmla="*/ 710172 w 2128520"/>
                                      <a:gd name="connsiteY2" fmla="*/ 233310 h 1066508"/>
                                      <a:gd name="connsiteX3" fmla="*/ 1123832 w 2128520"/>
                                      <a:gd name="connsiteY3" fmla="*/ 483684 h 1066508"/>
                                      <a:gd name="connsiteX4" fmla="*/ 1406860 w 2128520"/>
                                      <a:gd name="connsiteY4" fmla="*/ 178884 h 1066508"/>
                                      <a:gd name="connsiteX5" fmla="*/ 1733432 w 2128520"/>
                                      <a:gd name="connsiteY5" fmla="*/ 4711 h 1066508"/>
                                      <a:gd name="connsiteX6" fmla="*/ 2092660 w 2128520"/>
                                      <a:gd name="connsiteY6" fmla="*/ 91798 h 1066508"/>
                                      <a:gd name="connsiteX7" fmla="*/ 2103545 w 2128520"/>
                                      <a:gd name="connsiteY7" fmla="*/ 516339 h 1066508"/>
                                      <a:gd name="connsiteX8" fmla="*/ 1984615 w 2128520"/>
                                      <a:gd name="connsiteY8" fmla="*/ 870565 h 1066508"/>
                                      <a:gd name="connsiteX9" fmla="*/ 1647157 w 2128520"/>
                                      <a:gd name="connsiteY9" fmla="*/ 968538 h 1066508"/>
                                      <a:gd name="connsiteX10" fmla="*/ 1353243 w 2128520"/>
                                      <a:gd name="connsiteY10" fmla="*/ 935879 h 1066508"/>
                                      <a:gd name="connsiteX11" fmla="*/ 1113756 w 2128520"/>
                                      <a:gd name="connsiteY11" fmla="*/ 1044734 h 1066508"/>
                                      <a:gd name="connsiteX12" fmla="*/ 874273 w 2128520"/>
                                      <a:gd name="connsiteY12" fmla="*/ 1055622 h 1066508"/>
                                      <a:gd name="connsiteX13" fmla="*/ 634786 w 2128520"/>
                                      <a:gd name="connsiteY13" fmla="*/ 1044737 h 1066508"/>
                                      <a:gd name="connsiteX14" fmla="*/ 319100 w 2128520"/>
                                      <a:gd name="connsiteY14" fmla="*/ 1001192 h 1066508"/>
                                      <a:gd name="connsiteX15" fmla="*/ 155815 w 2128520"/>
                                      <a:gd name="connsiteY15" fmla="*/ 859680 h 1066508"/>
                                      <a:gd name="connsiteX16" fmla="*/ 14300 w 2128520"/>
                                      <a:gd name="connsiteY16" fmla="*/ 881451 h 1066508"/>
                                      <a:gd name="connsiteX17" fmla="*/ 3415 w 2128520"/>
                                      <a:gd name="connsiteY17" fmla="*/ 1044737 h 1066508"/>
                                      <a:gd name="connsiteX18" fmla="*/ 221129 w 2128520"/>
                                      <a:gd name="connsiteY18" fmla="*/ 1066508 h 1066508"/>
                                      <a:gd name="connsiteX0" fmla="*/ 285631 w 2128520"/>
                                      <a:gd name="connsiteY0" fmla="*/ 70026 h 1066508"/>
                                      <a:gd name="connsiteX1" fmla="*/ 427145 w 2128520"/>
                                      <a:gd name="connsiteY1" fmla="*/ 385712 h 1066508"/>
                                      <a:gd name="connsiteX2" fmla="*/ 710172 w 2128520"/>
                                      <a:gd name="connsiteY2" fmla="*/ 233310 h 1066508"/>
                                      <a:gd name="connsiteX3" fmla="*/ 1123832 w 2128520"/>
                                      <a:gd name="connsiteY3" fmla="*/ 483684 h 1066508"/>
                                      <a:gd name="connsiteX4" fmla="*/ 1406860 w 2128520"/>
                                      <a:gd name="connsiteY4" fmla="*/ 178884 h 1066508"/>
                                      <a:gd name="connsiteX5" fmla="*/ 1733432 w 2128520"/>
                                      <a:gd name="connsiteY5" fmla="*/ 4711 h 1066508"/>
                                      <a:gd name="connsiteX6" fmla="*/ 2092660 w 2128520"/>
                                      <a:gd name="connsiteY6" fmla="*/ 91798 h 1066508"/>
                                      <a:gd name="connsiteX7" fmla="*/ 2103545 w 2128520"/>
                                      <a:gd name="connsiteY7" fmla="*/ 516339 h 1066508"/>
                                      <a:gd name="connsiteX8" fmla="*/ 1984615 w 2128520"/>
                                      <a:gd name="connsiteY8" fmla="*/ 870565 h 1066508"/>
                                      <a:gd name="connsiteX9" fmla="*/ 1647157 w 2128520"/>
                                      <a:gd name="connsiteY9" fmla="*/ 968538 h 1066508"/>
                                      <a:gd name="connsiteX10" fmla="*/ 1429443 w 2128520"/>
                                      <a:gd name="connsiteY10" fmla="*/ 935879 h 1066508"/>
                                      <a:gd name="connsiteX11" fmla="*/ 1113756 w 2128520"/>
                                      <a:gd name="connsiteY11" fmla="*/ 1044734 h 1066508"/>
                                      <a:gd name="connsiteX12" fmla="*/ 874273 w 2128520"/>
                                      <a:gd name="connsiteY12" fmla="*/ 1055622 h 1066508"/>
                                      <a:gd name="connsiteX13" fmla="*/ 634786 w 2128520"/>
                                      <a:gd name="connsiteY13" fmla="*/ 1044737 h 1066508"/>
                                      <a:gd name="connsiteX14" fmla="*/ 319100 w 2128520"/>
                                      <a:gd name="connsiteY14" fmla="*/ 1001192 h 1066508"/>
                                      <a:gd name="connsiteX15" fmla="*/ 155815 w 2128520"/>
                                      <a:gd name="connsiteY15" fmla="*/ 859680 h 1066508"/>
                                      <a:gd name="connsiteX16" fmla="*/ 14300 w 2128520"/>
                                      <a:gd name="connsiteY16" fmla="*/ 881451 h 1066508"/>
                                      <a:gd name="connsiteX17" fmla="*/ 3415 w 2128520"/>
                                      <a:gd name="connsiteY17" fmla="*/ 1044737 h 1066508"/>
                                      <a:gd name="connsiteX18" fmla="*/ 221129 w 2128520"/>
                                      <a:gd name="connsiteY18" fmla="*/ 1066508 h 1066508"/>
                                      <a:gd name="connsiteX0" fmla="*/ 285631 w 2128520"/>
                                      <a:gd name="connsiteY0" fmla="*/ 70026 h 1066508"/>
                                      <a:gd name="connsiteX1" fmla="*/ 427145 w 2128520"/>
                                      <a:gd name="connsiteY1" fmla="*/ 385712 h 1066508"/>
                                      <a:gd name="connsiteX2" fmla="*/ 710172 w 2128520"/>
                                      <a:gd name="connsiteY2" fmla="*/ 233310 h 1066508"/>
                                      <a:gd name="connsiteX3" fmla="*/ 1123832 w 2128520"/>
                                      <a:gd name="connsiteY3" fmla="*/ 483684 h 1066508"/>
                                      <a:gd name="connsiteX4" fmla="*/ 1406860 w 2128520"/>
                                      <a:gd name="connsiteY4" fmla="*/ 178884 h 1066508"/>
                                      <a:gd name="connsiteX5" fmla="*/ 1733432 w 2128520"/>
                                      <a:gd name="connsiteY5" fmla="*/ 4711 h 1066508"/>
                                      <a:gd name="connsiteX6" fmla="*/ 2092660 w 2128520"/>
                                      <a:gd name="connsiteY6" fmla="*/ 91798 h 1066508"/>
                                      <a:gd name="connsiteX7" fmla="*/ 2103545 w 2128520"/>
                                      <a:gd name="connsiteY7" fmla="*/ 516339 h 1066508"/>
                                      <a:gd name="connsiteX8" fmla="*/ 1984615 w 2128520"/>
                                      <a:gd name="connsiteY8" fmla="*/ 870565 h 1066508"/>
                                      <a:gd name="connsiteX9" fmla="*/ 1745129 w 2128520"/>
                                      <a:gd name="connsiteY9" fmla="*/ 990309 h 1066508"/>
                                      <a:gd name="connsiteX10" fmla="*/ 1429443 w 2128520"/>
                                      <a:gd name="connsiteY10" fmla="*/ 935879 h 1066508"/>
                                      <a:gd name="connsiteX11" fmla="*/ 1113756 w 2128520"/>
                                      <a:gd name="connsiteY11" fmla="*/ 1044734 h 1066508"/>
                                      <a:gd name="connsiteX12" fmla="*/ 874273 w 2128520"/>
                                      <a:gd name="connsiteY12" fmla="*/ 1055622 h 1066508"/>
                                      <a:gd name="connsiteX13" fmla="*/ 634786 w 2128520"/>
                                      <a:gd name="connsiteY13" fmla="*/ 1044737 h 1066508"/>
                                      <a:gd name="connsiteX14" fmla="*/ 319100 w 2128520"/>
                                      <a:gd name="connsiteY14" fmla="*/ 1001192 h 1066508"/>
                                      <a:gd name="connsiteX15" fmla="*/ 155815 w 2128520"/>
                                      <a:gd name="connsiteY15" fmla="*/ 859680 h 1066508"/>
                                      <a:gd name="connsiteX16" fmla="*/ 14300 w 2128520"/>
                                      <a:gd name="connsiteY16" fmla="*/ 881451 h 1066508"/>
                                      <a:gd name="connsiteX17" fmla="*/ 3415 w 2128520"/>
                                      <a:gd name="connsiteY17" fmla="*/ 1044737 h 1066508"/>
                                      <a:gd name="connsiteX18" fmla="*/ 221129 w 2128520"/>
                                      <a:gd name="connsiteY18" fmla="*/ 1066508 h 1066508"/>
                                      <a:gd name="connsiteX0" fmla="*/ 285631 w 2128520"/>
                                      <a:gd name="connsiteY0" fmla="*/ 70026 h 1066508"/>
                                      <a:gd name="connsiteX1" fmla="*/ 427145 w 2128520"/>
                                      <a:gd name="connsiteY1" fmla="*/ 385712 h 1066508"/>
                                      <a:gd name="connsiteX2" fmla="*/ 710172 w 2128520"/>
                                      <a:gd name="connsiteY2" fmla="*/ 233310 h 1066508"/>
                                      <a:gd name="connsiteX3" fmla="*/ 1123832 w 2128520"/>
                                      <a:gd name="connsiteY3" fmla="*/ 483684 h 1066508"/>
                                      <a:gd name="connsiteX4" fmla="*/ 1406860 w 2128520"/>
                                      <a:gd name="connsiteY4" fmla="*/ 178884 h 1066508"/>
                                      <a:gd name="connsiteX5" fmla="*/ 1733432 w 2128520"/>
                                      <a:gd name="connsiteY5" fmla="*/ 4711 h 1066508"/>
                                      <a:gd name="connsiteX6" fmla="*/ 2092660 w 2128520"/>
                                      <a:gd name="connsiteY6" fmla="*/ 91798 h 1066508"/>
                                      <a:gd name="connsiteX7" fmla="*/ 2103545 w 2128520"/>
                                      <a:gd name="connsiteY7" fmla="*/ 516339 h 1066508"/>
                                      <a:gd name="connsiteX8" fmla="*/ 1984615 w 2128520"/>
                                      <a:gd name="connsiteY8" fmla="*/ 870565 h 1066508"/>
                                      <a:gd name="connsiteX9" fmla="*/ 1745129 w 2128520"/>
                                      <a:gd name="connsiteY9" fmla="*/ 990309 h 1066508"/>
                                      <a:gd name="connsiteX10" fmla="*/ 1429443 w 2128520"/>
                                      <a:gd name="connsiteY10" fmla="*/ 935879 h 1066508"/>
                                      <a:gd name="connsiteX11" fmla="*/ 1146413 w 2128520"/>
                                      <a:gd name="connsiteY11" fmla="*/ 1001191 h 1066508"/>
                                      <a:gd name="connsiteX12" fmla="*/ 874273 w 2128520"/>
                                      <a:gd name="connsiteY12" fmla="*/ 1055622 h 1066508"/>
                                      <a:gd name="connsiteX13" fmla="*/ 634786 w 2128520"/>
                                      <a:gd name="connsiteY13" fmla="*/ 1044737 h 1066508"/>
                                      <a:gd name="connsiteX14" fmla="*/ 319100 w 2128520"/>
                                      <a:gd name="connsiteY14" fmla="*/ 1001192 h 1066508"/>
                                      <a:gd name="connsiteX15" fmla="*/ 155815 w 2128520"/>
                                      <a:gd name="connsiteY15" fmla="*/ 859680 h 1066508"/>
                                      <a:gd name="connsiteX16" fmla="*/ 14300 w 2128520"/>
                                      <a:gd name="connsiteY16" fmla="*/ 881451 h 1066508"/>
                                      <a:gd name="connsiteX17" fmla="*/ 3415 w 2128520"/>
                                      <a:gd name="connsiteY17" fmla="*/ 1044737 h 1066508"/>
                                      <a:gd name="connsiteX18" fmla="*/ 221129 w 2128520"/>
                                      <a:gd name="connsiteY18" fmla="*/ 1066508 h 1066508"/>
                                      <a:gd name="connsiteX0" fmla="*/ 285631 w 2128520"/>
                                      <a:gd name="connsiteY0" fmla="*/ 70026 h 1099165"/>
                                      <a:gd name="connsiteX1" fmla="*/ 427145 w 2128520"/>
                                      <a:gd name="connsiteY1" fmla="*/ 385712 h 1099165"/>
                                      <a:gd name="connsiteX2" fmla="*/ 710172 w 2128520"/>
                                      <a:gd name="connsiteY2" fmla="*/ 233310 h 1099165"/>
                                      <a:gd name="connsiteX3" fmla="*/ 1123832 w 2128520"/>
                                      <a:gd name="connsiteY3" fmla="*/ 483684 h 1099165"/>
                                      <a:gd name="connsiteX4" fmla="*/ 1406860 w 2128520"/>
                                      <a:gd name="connsiteY4" fmla="*/ 178884 h 1099165"/>
                                      <a:gd name="connsiteX5" fmla="*/ 1733432 w 2128520"/>
                                      <a:gd name="connsiteY5" fmla="*/ 4711 h 1099165"/>
                                      <a:gd name="connsiteX6" fmla="*/ 2092660 w 2128520"/>
                                      <a:gd name="connsiteY6" fmla="*/ 91798 h 1099165"/>
                                      <a:gd name="connsiteX7" fmla="*/ 2103545 w 2128520"/>
                                      <a:gd name="connsiteY7" fmla="*/ 516339 h 1099165"/>
                                      <a:gd name="connsiteX8" fmla="*/ 1984615 w 2128520"/>
                                      <a:gd name="connsiteY8" fmla="*/ 870565 h 1099165"/>
                                      <a:gd name="connsiteX9" fmla="*/ 1745129 w 2128520"/>
                                      <a:gd name="connsiteY9" fmla="*/ 990309 h 1099165"/>
                                      <a:gd name="connsiteX10" fmla="*/ 1429443 w 2128520"/>
                                      <a:gd name="connsiteY10" fmla="*/ 935879 h 1099165"/>
                                      <a:gd name="connsiteX11" fmla="*/ 1146413 w 2128520"/>
                                      <a:gd name="connsiteY11" fmla="*/ 1001191 h 1099165"/>
                                      <a:gd name="connsiteX12" fmla="*/ 874273 w 2128520"/>
                                      <a:gd name="connsiteY12" fmla="*/ 1055622 h 1099165"/>
                                      <a:gd name="connsiteX13" fmla="*/ 634786 w 2128520"/>
                                      <a:gd name="connsiteY13" fmla="*/ 1044737 h 1099165"/>
                                      <a:gd name="connsiteX14" fmla="*/ 319100 w 2128520"/>
                                      <a:gd name="connsiteY14" fmla="*/ 1001192 h 1099165"/>
                                      <a:gd name="connsiteX15" fmla="*/ 155815 w 2128520"/>
                                      <a:gd name="connsiteY15" fmla="*/ 859680 h 1099165"/>
                                      <a:gd name="connsiteX16" fmla="*/ 14300 w 2128520"/>
                                      <a:gd name="connsiteY16" fmla="*/ 881451 h 1099165"/>
                                      <a:gd name="connsiteX17" fmla="*/ 3415 w 2128520"/>
                                      <a:gd name="connsiteY17" fmla="*/ 1044737 h 1099165"/>
                                      <a:gd name="connsiteX18" fmla="*/ 166701 w 2128520"/>
                                      <a:gd name="connsiteY18" fmla="*/ 1099165 h 1099165"/>
                                      <a:gd name="connsiteX0" fmla="*/ 285631 w 2128520"/>
                                      <a:gd name="connsiteY0" fmla="*/ 70026 h 1110050"/>
                                      <a:gd name="connsiteX1" fmla="*/ 427145 w 2128520"/>
                                      <a:gd name="connsiteY1" fmla="*/ 385712 h 1110050"/>
                                      <a:gd name="connsiteX2" fmla="*/ 710172 w 2128520"/>
                                      <a:gd name="connsiteY2" fmla="*/ 233310 h 1110050"/>
                                      <a:gd name="connsiteX3" fmla="*/ 1123832 w 2128520"/>
                                      <a:gd name="connsiteY3" fmla="*/ 483684 h 1110050"/>
                                      <a:gd name="connsiteX4" fmla="*/ 1406860 w 2128520"/>
                                      <a:gd name="connsiteY4" fmla="*/ 178884 h 1110050"/>
                                      <a:gd name="connsiteX5" fmla="*/ 1733432 w 2128520"/>
                                      <a:gd name="connsiteY5" fmla="*/ 4711 h 1110050"/>
                                      <a:gd name="connsiteX6" fmla="*/ 2092660 w 2128520"/>
                                      <a:gd name="connsiteY6" fmla="*/ 91798 h 1110050"/>
                                      <a:gd name="connsiteX7" fmla="*/ 2103545 w 2128520"/>
                                      <a:gd name="connsiteY7" fmla="*/ 516339 h 1110050"/>
                                      <a:gd name="connsiteX8" fmla="*/ 1984615 w 2128520"/>
                                      <a:gd name="connsiteY8" fmla="*/ 870565 h 1110050"/>
                                      <a:gd name="connsiteX9" fmla="*/ 1745129 w 2128520"/>
                                      <a:gd name="connsiteY9" fmla="*/ 990309 h 1110050"/>
                                      <a:gd name="connsiteX10" fmla="*/ 1429443 w 2128520"/>
                                      <a:gd name="connsiteY10" fmla="*/ 935879 h 1110050"/>
                                      <a:gd name="connsiteX11" fmla="*/ 1146413 w 2128520"/>
                                      <a:gd name="connsiteY11" fmla="*/ 1001191 h 1110050"/>
                                      <a:gd name="connsiteX12" fmla="*/ 874273 w 2128520"/>
                                      <a:gd name="connsiteY12" fmla="*/ 1055622 h 1110050"/>
                                      <a:gd name="connsiteX13" fmla="*/ 634786 w 2128520"/>
                                      <a:gd name="connsiteY13" fmla="*/ 1044737 h 1110050"/>
                                      <a:gd name="connsiteX14" fmla="*/ 319100 w 2128520"/>
                                      <a:gd name="connsiteY14" fmla="*/ 1001192 h 1110050"/>
                                      <a:gd name="connsiteX15" fmla="*/ 155815 w 2128520"/>
                                      <a:gd name="connsiteY15" fmla="*/ 859680 h 1110050"/>
                                      <a:gd name="connsiteX16" fmla="*/ 14300 w 2128520"/>
                                      <a:gd name="connsiteY16" fmla="*/ 881451 h 1110050"/>
                                      <a:gd name="connsiteX17" fmla="*/ 3415 w 2128520"/>
                                      <a:gd name="connsiteY17" fmla="*/ 1044737 h 1110050"/>
                                      <a:gd name="connsiteX18" fmla="*/ 166701 w 2128520"/>
                                      <a:gd name="connsiteY18" fmla="*/ 1099165 h 1110050"/>
                                      <a:gd name="connsiteX19" fmla="*/ 177586 w 2128520"/>
                                      <a:gd name="connsiteY19" fmla="*/ 1110050 h 1110050"/>
                                      <a:gd name="connsiteX0" fmla="*/ 285631 w 2128520"/>
                                      <a:gd name="connsiteY0" fmla="*/ 70026 h 1153593"/>
                                      <a:gd name="connsiteX1" fmla="*/ 427145 w 2128520"/>
                                      <a:gd name="connsiteY1" fmla="*/ 385712 h 1153593"/>
                                      <a:gd name="connsiteX2" fmla="*/ 710172 w 2128520"/>
                                      <a:gd name="connsiteY2" fmla="*/ 233310 h 1153593"/>
                                      <a:gd name="connsiteX3" fmla="*/ 1123832 w 2128520"/>
                                      <a:gd name="connsiteY3" fmla="*/ 483684 h 1153593"/>
                                      <a:gd name="connsiteX4" fmla="*/ 1406860 w 2128520"/>
                                      <a:gd name="connsiteY4" fmla="*/ 178884 h 1153593"/>
                                      <a:gd name="connsiteX5" fmla="*/ 1733432 w 2128520"/>
                                      <a:gd name="connsiteY5" fmla="*/ 4711 h 1153593"/>
                                      <a:gd name="connsiteX6" fmla="*/ 2092660 w 2128520"/>
                                      <a:gd name="connsiteY6" fmla="*/ 91798 h 1153593"/>
                                      <a:gd name="connsiteX7" fmla="*/ 2103545 w 2128520"/>
                                      <a:gd name="connsiteY7" fmla="*/ 516339 h 1153593"/>
                                      <a:gd name="connsiteX8" fmla="*/ 1984615 w 2128520"/>
                                      <a:gd name="connsiteY8" fmla="*/ 870565 h 1153593"/>
                                      <a:gd name="connsiteX9" fmla="*/ 1745129 w 2128520"/>
                                      <a:gd name="connsiteY9" fmla="*/ 990309 h 1153593"/>
                                      <a:gd name="connsiteX10" fmla="*/ 1429443 w 2128520"/>
                                      <a:gd name="connsiteY10" fmla="*/ 935879 h 1153593"/>
                                      <a:gd name="connsiteX11" fmla="*/ 1146413 w 2128520"/>
                                      <a:gd name="connsiteY11" fmla="*/ 1001191 h 1153593"/>
                                      <a:gd name="connsiteX12" fmla="*/ 874273 w 2128520"/>
                                      <a:gd name="connsiteY12" fmla="*/ 1055622 h 1153593"/>
                                      <a:gd name="connsiteX13" fmla="*/ 634786 w 2128520"/>
                                      <a:gd name="connsiteY13" fmla="*/ 1044737 h 1153593"/>
                                      <a:gd name="connsiteX14" fmla="*/ 319100 w 2128520"/>
                                      <a:gd name="connsiteY14" fmla="*/ 1001192 h 1153593"/>
                                      <a:gd name="connsiteX15" fmla="*/ 155815 w 2128520"/>
                                      <a:gd name="connsiteY15" fmla="*/ 859680 h 1153593"/>
                                      <a:gd name="connsiteX16" fmla="*/ 14300 w 2128520"/>
                                      <a:gd name="connsiteY16" fmla="*/ 881451 h 1153593"/>
                                      <a:gd name="connsiteX17" fmla="*/ 3415 w 2128520"/>
                                      <a:gd name="connsiteY17" fmla="*/ 1044737 h 1153593"/>
                                      <a:gd name="connsiteX18" fmla="*/ 166701 w 2128520"/>
                                      <a:gd name="connsiteY18" fmla="*/ 1099165 h 1153593"/>
                                      <a:gd name="connsiteX19" fmla="*/ 471501 w 2128520"/>
                                      <a:gd name="connsiteY19" fmla="*/ 1153593 h 1153593"/>
                                      <a:gd name="connsiteX0" fmla="*/ 285631 w 2128520"/>
                                      <a:gd name="connsiteY0" fmla="*/ 70026 h 1154431"/>
                                      <a:gd name="connsiteX1" fmla="*/ 427145 w 2128520"/>
                                      <a:gd name="connsiteY1" fmla="*/ 385712 h 1154431"/>
                                      <a:gd name="connsiteX2" fmla="*/ 710172 w 2128520"/>
                                      <a:gd name="connsiteY2" fmla="*/ 233310 h 1154431"/>
                                      <a:gd name="connsiteX3" fmla="*/ 1123832 w 2128520"/>
                                      <a:gd name="connsiteY3" fmla="*/ 483684 h 1154431"/>
                                      <a:gd name="connsiteX4" fmla="*/ 1406860 w 2128520"/>
                                      <a:gd name="connsiteY4" fmla="*/ 178884 h 1154431"/>
                                      <a:gd name="connsiteX5" fmla="*/ 1733432 w 2128520"/>
                                      <a:gd name="connsiteY5" fmla="*/ 4711 h 1154431"/>
                                      <a:gd name="connsiteX6" fmla="*/ 2092660 w 2128520"/>
                                      <a:gd name="connsiteY6" fmla="*/ 91798 h 1154431"/>
                                      <a:gd name="connsiteX7" fmla="*/ 2103545 w 2128520"/>
                                      <a:gd name="connsiteY7" fmla="*/ 516339 h 1154431"/>
                                      <a:gd name="connsiteX8" fmla="*/ 1984615 w 2128520"/>
                                      <a:gd name="connsiteY8" fmla="*/ 870565 h 1154431"/>
                                      <a:gd name="connsiteX9" fmla="*/ 1745129 w 2128520"/>
                                      <a:gd name="connsiteY9" fmla="*/ 990309 h 1154431"/>
                                      <a:gd name="connsiteX10" fmla="*/ 1429443 w 2128520"/>
                                      <a:gd name="connsiteY10" fmla="*/ 935879 h 1154431"/>
                                      <a:gd name="connsiteX11" fmla="*/ 1146413 w 2128520"/>
                                      <a:gd name="connsiteY11" fmla="*/ 1001191 h 1154431"/>
                                      <a:gd name="connsiteX12" fmla="*/ 874273 w 2128520"/>
                                      <a:gd name="connsiteY12" fmla="*/ 1055622 h 1154431"/>
                                      <a:gd name="connsiteX13" fmla="*/ 634786 w 2128520"/>
                                      <a:gd name="connsiteY13" fmla="*/ 1044737 h 1154431"/>
                                      <a:gd name="connsiteX14" fmla="*/ 319100 w 2128520"/>
                                      <a:gd name="connsiteY14" fmla="*/ 1001192 h 1154431"/>
                                      <a:gd name="connsiteX15" fmla="*/ 155815 w 2128520"/>
                                      <a:gd name="connsiteY15" fmla="*/ 859680 h 1154431"/>
                                      <a:gd name="connsiteX16" fmla="*/ 14300 w 2128520"/>
                                      <a:gd name="connsiteY16" fmla="*/ 881451 h 1154431"/>
                                      <a:gd name="connsiteX17" fmla="*/ 3415 w 2128520"/>
                                      <a:gd name="connsiteY17" fmla="*/ 1044737 h 1154431"/>
                                      <a:gd name="connsiteX18" fmla="*/ 166701 w 2128520"/>
                                      <a:gd name="connsiteY18" fmla="*/ 1099165 h 1154431"/>
                                      <a:gd name="connsiteX19" fmla="*/ 471501 w 2128520"/>
                                      <a:gd name="connsiteY19" fmla="*/ 1153593 h 1154431"/>
                                      <a:gd name="connsiteX20" fmla="*/ 460615 w 2128520"/>
                                      <a:gd name="connsiteY20" fmla="*/ 1131821 h 1154431"/>
                                      <a:gd name="connsiteX0" fmla="*/ 285631 w 2128520"/>
                                      <a:gd name="connsiteY0" fmla="*/ 70026 h 1176004"/>
                                      <a:gd name="connsiteX1" fmla="*/ 427145 w 2128520"/>
                                      <a:gd name="connsiteY1" fmla="*/ 385712 h 1176004"/>
                                      <a:gd name="connsiteX2" fmla="*/ 710172 w 2128520"/>
                                      <a:gd name="connsiteY2" fmla="*/ 233310 h 1176004"/>
                                      <a:gd name="connsiteX3" fmla="*/ 1123832 w 2128520"/>
                                      <a:gd name="connsiteY3" fmla="*/ 483684 h 1176004"/>
                                      <a:gd name="connsiteX4" fmla="*/ 1406860 w 2128520"/>
                                      <a:gd name="connsiteY4" fmla="*/ 178884 h 1176004"/>
                                      <a:gd name="connsiteX5" fmla="*/ 1733432 w 2128520"/>
                                      <a:gd name="connsiteY5" fmla="*/ 4711 h 1176004"/>
                                      <a:gd name="connsiteX6" fmla="*/ 2092660 w 2128520"/>
                                      <a:gd name="connsiteY6" fmla="*/ 91798 h 1176004"/>
                                      <a:gd name="connsiteX7" fmla="*/ 2103545 w 2128520"/>
                                      <a:gd name="connsiteY7" fmla="*/ 516339 h 1176004"/>
                                      <a:gd name="connsiteX8" fmla="*/ 1984615 w 2128520"/>
                                      <a:gd name="connsiteY8" fmla="*/ 870565 h 1176004"/>
                                      <a:gd name="connsiteX9" fmla="*/ 1745129 w 2128520"/>
                                      <a:gd name="connsiteY9" fmla="*/ 990309 h 1176004"/>
                                      <a:gd name="connsiteX10" fmla="*/ 1429443 w 2128520"/>
                                      <a:gd name="connsiteY10" fmla="*/ 935879 h 1176004"/>
                                      <a:gd name="connsiteX11" fmla="*/ 1146413 w 2128520"/>
                                      <a:gd name="connsiteY11" fmla="*/ 1001191 h 1176004"/>
                                      <a:gd name="connsiteX12" fmla="*/ 874273 w 2128520"/>
                                      <a:gd name="connsiteY12" fmla="*/ 1055622 h 1176004"/>
                                      <a:gd name="connsiteX13" fmla="*/ 634786 w 2128520"/>
                                      <a:gd name="connsiteY13" fmla="*/ 1044737 h 1176004"/>
                                      <a:gd name="connsiteX14" fmla="*/ 319100 w 2128520"/>
                                      <a:gd name="connsiteY14" fmla="*/ 1001192 h 1176004"/>
                                      <a:gd name="connsiteX15" fmla="*/ 155815 w 2128520"/>
                                      <a:gd name="connsiteY15" fmla="*/ 859680 h 1176004"/>
                                      <a:gd name="connsiteX16" fmla="*/ 14300 w 2128520"/>
                                      <a:gd name="connsiteY16" fmla="*/ 881451 h 1176004"/>
                                      <a:gd name="connsiteX17" fmla="*/ 3415 w 2128520"/>
                                      <a:gd name="connsiteY17" fmla="*/ 1044737 h 1176004"/>
                                      <a:gd name="connsiteX18" fmla="*/ 166701 w 2128520"/>
                                      <a:gd name="connsiteY18" fmla="*/ 1099165 h 1176004"/>
                                      <a:gd name="connsiteX19" fmla="*/ 471501 w 2128520"/>
                                      <a:gd name="connsiteY19" fmla="*/ 1153593 h 1176004"/>
                                      <a:gd name="connsiteX20" fmla="*/ 852501 w 2128520"/>
                                      <a:gd name="connsiteY20" fmla="*/ 1175364 h 1176004"/>
                                      <a:gd name="connsiteX0" fmla="*/ 285631 w 2128520"/>
                                      <a:gd name="connsiteY0" fmla="*/ 70026 h 1176004"/>
                                      <a:gd name="connsiteX1" fmla="*/ 427145 w 2128520"/>
                                      <a:gd name="connsiteY1" fmla="*/ 385712 h 1176004"/>
                                      <a:gd name="connsiteX2" fmla="*/ 710172 w 2128520"/>
                                      <a:gd name="connsiteY2" fmla="*/ 233310 h 1176004"/>
                                      <a:gd name="connsiteX3" fmla="*/ 1123832 w 2128520"/>
                                      <a:gd name="connsiteY3" fmla="*/ 483684 h 1176004"/>
                                      <a:gd name="connsiteX4" fmla="*/ 1406860 w 2128520"/>
                                      <a:gd name="connsiteY4" fmla="*/ 178884 h 1176004"/>
                                      <a:gd name="connsiteX5" fmla="*/ 1733432 w 2128520"/>
                                      <a:gd name="connsiteY5" fmla="*/ 4711 h 1176004"/>
                                      <a:gd name="connsiteX6" fmla="*/ 2092660 w 2128520"/>
                                      <a:gd name="connsiteY6" fmla="*/ 91798 h 1176004"/>
                                      <a:gd name="connsiteX7" fmla="*/ 2103545 w 2128520"/>
                                      <a:gd name="connsiteY7" fmla="*/ 516339 h 1176004"/>
                                      <a:gd name="connsiteX8" fmla="*/ 1984615 w 2128520"/>
                                      <a:gd name="connsiteY8" fmla="*/ 870565 h 1176004"/>
                                      <a:gd name="connsiteX9" fmla="*/ 1745129 w 2128520"/>
                                      <a:gd name="connsiteY9" fmla="*/ 990309 h 1176004"/>
                                      <a:gd name="connsiteX10" fmla="*/ 1429443 w 2128520"/>
                                      <a:gd name="connsiteY10" fmla="*/ 935879 h 1176004"/>
                                      <a:gd name="connsiteX11" fmla="*/ 1146413 w 2128520"/>
                                      <a:gd name="connsiteY11" fmla="*/ 1001191 h 1176004"/>
                                      <a:gd name="connsiteX12" fmla="*/ 874273 w 2128520"/>
                                      <a:gd name="connsiteY12" fmla="*/ 1055622 h 1176004"/>
                                      <a:gd name="connsiteX13" fmla="*/ 634786 w 2128520"/>
                                      <a:gd name="connsiteY13" fmla="*/ 1044737 h 1176004"/>
                                      <a:gd name="connsiteX14" fmla="*/ 319100 w 2128520"/>
                                      <a:gd name="connsiteY14" fmla="*/ 1001192 h 1176004"/>
                                      <a:gd name="connsiteX15" fmla="*/ 155815 w 2128520"/>
                                      <a:gd name="connsiteY15" fmla="*/ 859680 h 1176004"/>
                                      <a:gd name="connsiteX16" fmla="*/ 14300 w 2128520"/>
                                      <a:gd name="connsiteY16" fmla="*/ 881451 h 1176004"/>
                                      <a:gd name="connsiteX17" fmla="*/ 3415 w 2128520"/>
                                      <a:gd name="connsiteY17" fmla="*/ 1044737 h 1176004"/>
                                      <a:gd name="connsiteX18" fmla="*/ 166701 w 2128520"/>
                                      <a:gd name="connsiteY18" fmla="*/ 1099165 h 1176004"/>
                                      <a:gd name="connsiteX19" fmla="*/ 471501 w 2128520"/>
                                      <a:gd name="connsiteY19" fmla="*/ 1153593 h 1176004"/>
                                      <a:gd name="connsiteX20" fmla="*/ 852501 w 2128520"/>
                                      <a:gd name="connsiteY20" fmla="*/ 1175364 h 1176004"/>
                                      <a:gd name="connsiteX21" fmla="*/ 830729 w 2128520"/>
                                      <a:gd name="connsiteY21" fmla="*/ 1164477 h 1176004"/>
                                      <a:gd name="connsiteX0" fmla="*/ 285631 w 2128520"/>
                                      <a:gd name="connsiteY0" fmla="*/ 70026 h 1176004"/>
                                      <a:gd name="connsiteX1" fmla="*/ 427145 w 2128520"/>
                                      <a:gd name="connsiteY1" fmla="*/ 385712 h 1176004"/>
                                      <a:gd name="connsiteX2" fmla="*/ 710172 w 2128520"/>
                                      <a:gd name="connsiteY2" fmla="*/ 233310 h 1176004"/>
                                      <a:gd name="connsiteX3" fmla="*/ 1123832 w 2128520"/>
                                      <a:gd name="connsiteY3" fmla="*/ 483684 h 1176004"/>
                                      <a:gd name="connsiteX4" fmla="*/ 1406860 w 2128520"/>
                                      <a:gd name="connsiteY4" fmla="*/ 178884 h 1176004"/>
                                      <a:gd name="connsiteX5" fmla="*/ 1733432 w 2128520"/>
                                      <a:gd name="connsiteY5" fmla="*/ 4711 h 1176004"/>
                                      <a:gd name="connsiteX6" fmla="*/ 2092660 w 2128520"/>
                                      <a:gd name="connsiteY6" fmla="*/ 91798 h 1176004"/>
                                      <a:gd name="connsiteX7" fmla="*/ 2103545 w 2128520"/>
                                      <a:gd name="connsiteY7" fmla="*/ 516339 h 1176004"/>
                                      <a:gd name="connsiteX8" fmla="*/ 1984615 w 2128520"/>
                                      <a:gd name="connsiteY8" fmla="*/ 870565 h 1176004"/>
                                      <a:gd name="connsiteX9" fmla="*/ 1745129 w 2128520"/>
                                      <a:gd name="connsiteY9" fmla="*/ 990309 h 1176004"/>
                                      <a:gd name="connsiteX10" fmla="*/ 1429443 w 2128520"/>
                                      <a:gd name="connsiteY10" fmla="*/ 935879 h 1176004"/>
                                      <a:gd name="connsiteX11" fmla="*/ 1146413 w 2128520"/>
                                      <a:gd name="connsiteY11" fmla="*/ 1001191 h 1176004"/>
                                      <a:gd name="connsiteX12" fmla="*/ 874273 w 2128520"/>
                                      <a:gd name="connsiteY12" fmla="*/ 1055622 h 1176004"/>
                                      <a:gd name="connsiteX13" fmla="*/ 634786 w 2128520"/>
                                      <a:gd name="connsiteY13" fmla="*/ 1044737 h 1176004"/>
                                      <a:gd name="connsiteX14" fmla="*/ 319100 w 2128520"/>
                                      <a:gd name="connsiteY14" fmla="*/ 1001192 h 1176004"/>
                                      <a:gd name="connsiteX15" fmla="*/ 155815 w 2128520"/>
                                      <a:gd name="connsiteY15" fmla="*/ 859680 h 1176004"/>
                                      <a:gd name="connsiteX16" fmla="*/ 14300 w 2128520"/>
                                      <a:gd name="connsiteY16" fmla="*/ 881451 h 1176004"/>
                                      <a:gd name="connsiteX17" fmla="*/ 3415 w 2128520"/>
                                      <a:gd name="connsiteY17" fmla="*/ 1044737 h 1176004"/>
                                      <a:gd name="connsiteX18" fmla="*/ 166701 w 2128520"/>
                                      <a:gd name="connsiteY18" fmla="*/ 1099165 h 1176004"/>
                                      <a:gd name="connsiteX19" fmla="*/ 471501 w 2128520"/>
                                      <a:gd name="connsiteY19" fmla="*/ 1153593 h 1176004"/>
                                      <a:gd name="connsiteX20" fmla="*/ 852501 w 2128520"/>
                                      <a:gd name="connsiteY20" fmla="*/ 1175364 h 1176004"/>
                                      <a:gd name="connsiteX21" fmla="*/ 1222615 w 2128520"/>
                                      <a:gd name="connsiteY21" fmla="*/ 1110048 h 1176004"/>
                                      <a:gd name="connsiteX0" fmla="*/ 285631 w 2128520"/>
                                      <a:gd name="connsiteY0" fmla="*/ 70026 h 1176004"/>
                                      <a:gd name="connsiteX1" fmla="*/ 427145 w 2128520"/>
                                      <a:gd name="connsiteY1" fmla="*/ 385712 h 1176004"/>
                                      <a:gd name="connsiteX2" fmla="*/ 710172 w 2128520"/>
                                      <a:gd name="connsiteY2" fmla="*/ 233310 h 1176004"/>
                                      <a:gd name="connsiteX3" fmla="*/ 1123832 w 2128520"/>
                                      <a:gd name="connsiteY3" fmla="*/ 483684 h 1176004"/>
                                      <a:gd name="connsiteX4" fmla="*/ 1406860 w 2128520"/>
                                      <a:gd name="connsiteY4" fmla="*/ 178884 h 1176004"/>
                                      <a:gd name="connsiteX5" fmla="*/ 1733432 w 2128520"/>
                                      <a:gd name="connsiteY5" fmla="*/ 4711 h 1176004"/>
                                      <a:gd name="connsiteX6" fmla="*/ 2092660 w 2128520"/>
                                      <a:gd name="connsiteY6" fmla="*/ 91798 h 1176004"/>
                                      <a:gd name="connsiteX7" fmla="*/ 2103545 w 2128520"/>
                                      <a:gd name="connsiteY7" fmla="*/ 516339 h 1176004"/>
                                      <a:gd name="connsiteX8" fmla="*/ 1984615 w 2128520"/>
                                      <a:gd name="connsiteY8" fmla="*/ 870565 h 1176004"/>
                                      <a:gd name="connsiteX9" fmla="*/ 1745129 w 2128520"/>
                                      <a:gd name="connsiteY9" fmla="*/ 990309 h 1176004"/>
                                      <a:gd name="connsiteX10" fmla="*/ 1429443 w 2128520"/>
                                      <a:gd name="connsiteY10" fmla="*/ 935879 h 1176004"/>
                                      <a:gd name="connsiteX11" fmla="*/ 1146413 w 2128520"/>
                                      <a:gd name="connsiteY11" fmla="*/ 1001191 h 1176004"/>
                                      <a:gd name="connsiteX12" fmla="*/ 874273 w 2128520"/>
                                      <a:gd name="connsiteY12" fmla="*/ 1055622 h 1176004"/>
                                      <a:gd name="connsiteX13" fmla="*/ 787186 w 2128520"/>
                                      <a:gd name="connsiteY13" fmla="*/ 935880 h 1176004"/>
                                      <a:gd name="connsiteX14" fmla="*/ 319100 w 2128520"/>
                                      <a:gd name="connsiteY14" fmla="*/ 1001192 h 1176004"/>
                                      <a:gd name="connsiteX15" fmla="*/ 155815 w 2128520"/>
                                      <a:gd name="connsiteY15" fmla="*/ 859680 h 1176004"/>
                                      <a:gd name="connsiteX16" fmla="*/ 14300 w 2128520"/>
                                      <a:gd name="connsiteY16" fmla="*/ 881451 h 1176004"/>
                                      <a:gd name="connsiteX17" fmla="*/ 3415 w 2128520"/>
                                      <a:gd name="connsiteY17" fmla="*/ 1044737 h 1176004"/>
                                      <a:gd name="connsiteX18" fmla="*/ 166701 w 2128520"/>
                                      <a:gd name="connsiteY18" fmla="*/ 1099165 h 1176004"/>
                                      <a:gd name="connsiteX19" fmla="*/ 471501 w 2128520"/>
                                      <a:gd name="connsiteY19" fmla="*/ 1153593 h 1176004"/>
                                      <a:gd name="connsiteX20" fmla="*/ 852501 w 2128520"/>
                                      <a:gd name="connsiteY20" fmla="*/ 1175364 h 1176004"/>
                                      <a:gd name="connsiteX21" fmla="*/ 1222615 w 2128520"/>
                                      <a:gd name="connsiteY21" fmla="*/ 1110048 h 1176004"/>
                                      <a:gd name="connsiteX0" fmla="*/ 285631 w 2128520"/>
                                      <a:gd name="connsiteY0" fmla="*/ 70026 h 1176004"/>
                                      <a:gd name="connsiteX1" fmla="*/ 427145 w 2128520"/>
                                      <a:gd name="connsiteY1" fmla="*/ 385712 h 1176004"/>
                                      <a:gd name="connsiteX2" fmla="*/ 710172 w 2128520"/>
                                      <a:gd name="connsiteY2" fmla="*/ 233310 h 1176004"/>
                                      <a:gd name="connsiteX3" fmla="*/ 1123832 w 2128520"/>
                                      <a:gd name="connsiteY3" fmla="*/ 483684 h 1176004"/>
                                      <a:gd name="connsiteX4" fmla="*/ 1406860 w 2128520"/>
                                      <a:gd name="connsiteY4" fmla="*/ 178884 h 1176004"/>
                                      <a:gd name="connsiteX5" fmla="*/ 1733432 w 2128520"/>
                                      <a:gd name="connsiteY5" fmla="*/ 4711 h 1176004"/>
                                      <a:gd name="connsiteX6" fmla="*/ 2092660 w 2128520"/>
                                      <a:gd name="connsiteY6" fmla="*/ 91798 h 1176004"/>
                                      <a:gd name="connsiteX7" fmla="*/ 2103545 w 2128520"/>
                                      <a:gd name="connsiteY7" fmla="*/ 516339 h 1176004"/>
                                      <a:gd name="connsiteX8" fmla="*/ 1984615 w 2128520"/>
                                      <a:gd name="connsiteY8" fmla="*/ 870565 h 1176004"/>
                                      <a:gd name="connsiteX9" fmla="*/ 1745129 w 2128520"/>
                                      <a:gd name="connsiteY9" fmla="*/ 990309 h 1176004"/>
                                      <a:gd name="connsiteX10" fmla="*/ 1429443 w 2128520"/>
                                      <a:gd name="connsiteY10" fmla="*/ 935879 h 1176004"/>
                                      <a:gd name="connsiteX11" fmla="*/ 1146413 w 2128520"/>
                                      <a:gd name="connsiteY11" fmla="*/ 1001191 h 1176004"/>
                                      <a:gd name="connsiteX12" fmla="*/ 787186 w 2128520"/>
                                      <a:gd name="connsiteY12" fmla="*/ 935880 h 1176004"/>
                                      <a:gd name="connsiteX13" fmla="*/ 319100 w 2128520"/>
                                      <a:gd name="connsiteY13" fmla="*/ 1001192 h 1176004"/>
                                      <a:gd name="connsiteX14" fmla="*/ 155815 w 2128520"/>
                                      <a:gd name="connsiteY14" fmla="*/ 859680 h 1176004"/>
                                      <a:gd name="connsiteX15" fmla="*/ 14300 w 2128520"/>
                                      <a:gd name="connsiteY15" fmla="*/ 881451 h 1176004"/>
                                      <a:gd name="connsiteX16" fmla="*/ 3415 w 2128520"/>
                                      <a:gd name="connsiteY16" fmla="*/ 1044737 h 1176004"/>
                                      <a:gd name="connsiteX17" fmla="*/ 166701 w 2128520"/>
                                      <a:gd name="connsiteY17" fmla="*/ 1099165 h 1176004"/>
                                      <a:gd name="connsiteX18" fmla="*/ 471501 w 2128520"/>
                                      <a:gd name="connsiteY18" fmla="*/ 1153593 h 1176004"/>
                                      <a:gd name="connsiteX19" fmla="*/ 852501 w 2128520"/>
                                      <a:gd name="connsiteY19" fmla="*/ 1175364 h 1176004"/>
                                      <a:gd name="connsiteX20" fmla="*/ 1222615 w 2128520"/>
                                      <a:gd name="connsiteY20" fmla="*/ 1110048 h 1176004"/>
                                      <a:gd name="connsiteX0" fmla="*/ 285631 w 2128520"/>
                                      <a:gd name="connsiteY0" fmla="*/ 70026 h 1176004"/>
                                      <a:gd name="connsiteX1" fmla="*/ 427145 w 2128520"/>
                                      <a:gd name="connsiteY1" fmla="*/ 385712 h 1176004"/>
                                      <a:gd name="connsiteX2" fmla="*/ 710172 w 2128520"/>
                                      <a:gd name="connsiteY2" fmla="*/ 233310 h 1176004"/>
                                      <a:gd name="connsiteX3" fmla="*/ 1123832 w 2128520"/>
                                      <a:gd name="connsiteY3" fmla="*/ 483684 h 1176004"/>
                                      <a:gd name="connsiteX4" fmla="*/ 1406860 w 2128520"/>
                                      <a:gd name="connsiteY4" fmla="*/ 178884 h 1176004"/>
                                      <a:gd name="connsiteX5" fmla="*/ 1733432 w 2128520"/>
                                      <a:gd name="connsiteY5" fmla="*/ 4711 h 1176004"/>
                                      <a:gd name="connsiteX6" fmla="*/ 2092660 w 2128520"/>
                                      <a:gd name="connsiteY6" fmla="*/ 91798 h 1176004"/>
                                      <a:gd name="connsiteX7" fmla="*/ 2103545 w 2128520"/>
                                      <a:gd name="connsiteY7" fmla="*/ 516339 h 1176004"/>
                                      <a:gd name="connsiteX8" fmla="*/ 1984615 w 2128520"/>
                                      <a:gd name="connsiteY8" fmla="*/ 870565 h 1176004"/>
                                      <a:gd name="connsiteX9" fmla="*/ 1745129 w 2128520"/>
                                      <a:gd name="connsiteY9" fmla="*/ 990309 h 1176004"/>
                                      <a:gd name="connsiteX10" fmla="*/ 1429443 w 2128520"/>
                                      <a:gd name="connsiteY10" fmla="*/ 935879 h 1176004"/>
                                      <a:gd name="connsiteX11" fmla="*/ 1146413 w 2128520"/>
                                      <a:gd name="connsiteY11" fmla="*/ 1001191 h 1176004"/>
                                      <a:gd name="connsiteX12" fmla="*/ 787186 w 2128520"/>
                                      <a:gd name="connsiteY12" fmla="*/ 935880 h 1176004"/>
                                      <a:gd name="connsiteX13" fmla="*/ 460615 w 2128520"/>
                                      <a:gd name="connsiteY13" fmla="*/ 1033849 h 1176004"/>
                                      <a:gd name="connsiteX14" fmla="*/ 155815 w 2128520"/>
                                      <a:gd name="connsiteY14" fmla="*/ 859680 h 1176004"/>
                                      <a:gd name="connsiteX15" fmla="*/ 14300 w 2128520"/>
                                      <a:gd name="connsiteY15" fmla="*/ 881451 h 1176004"/>
                                      <a:gd name="connsiteX16" fmla="*/ 3415 w 2128520"/>
                                      <a:gd name="connsiteY16" fmla="*/ 1044737 h 1176004"/>
                                      <a:gd name="connsiteX17" fmla="*/ 166701 w 2128520"/>
                                      <a:gd name="connsiteY17" fmla="*/ 1099165 h 1176004"/>
                                      <a:gd name="connsiteX18" fmla="*/ 471501 w 2128520"/>
                                      <a:gd name="connsiteY18" fmla="*/ 1153593 h 1176004"/>
                                      <a:gd name="connsiteX19" fmla="*/ 852501 w 2128520"/>
                                      <a:gd name="connsiteY19" fmla="*/ 1175364 h 1176004"/>
                                      <a:gd name="connsiteX20" fmla="*/ 1222615 w 2128520"/>
                                      <a:gd name="connsiteY20" fmla="*/ 1110048 h 1176004"/>
                                      <a:gd name="connsiteX0" fmla="*/ 285631 w 2128520"/>
                                      <a:gd name="connsiteY0" fmla="*/ 70026 h 1176004"/>
                                      <a:gd name="connsiteX1" fmla="*/ 427145 w 2128520"/>
                                      <a:gd name="connsiteY1" fmla="*/ 385712 h 1176004"/>
                                      <a:gd name="connsiteX2" fmla="*/ 710172 w 2128520"/>
                                      <a:gd name="connsiteY2" fmla="*/ 233310 h 1176004"/>
                                      <a:gd name="connsiteX3" fmla="*/ 1123832 w 2128520"/>
                                      <a:gd name="connsiteY3" fmla="*/ 483684 h 1176004"/>
                                      <a:gd name="connsiteX4" fmla="*/ 1406860 w 2128520"/>
                                      <a:gd name="connsiteY4" fmla="*/ 178884 h 1176004"/>
                                      <a:gd name="connsiteX5" fmla="*/ 1733432 w 2128520"/>
                                      <a:gd name="connsiteY5" fmla="*/ 4711 h 1176004"/>
                                      <a:gd name="connsiteX6" fmla="*/ 2092660 w 2128520"/>
                                      <a:gd name="connsiteY6" fmla="*/ 91798 h 1176004"/>
                                      <a:gd name="connsiteX7" fmla="*/ 2103545 w 2128520"/>
                                      <a:gd name="connsiteY7" fmla="*/ 516339 h 1176004"/>
                                      <a:gd name="connsiteX8" fmla="*/ 1984615 w 2128520"/>
                                      <a:gd name="connsiteY8" fmla="*/ 870565 h 1176004"/>
                                      <a:gd name="connsiteX9" fmla="*/ 1745129 w 2128520"/>
                                      <a:gd name="connsiteY9" fmla="*/ 990309 h 1176004"/>
                                      <a:gd name="connsiteX10" fmla="*/ 1429443 w 2128520"/>
                                      <a:gd name="connsiteY10" fmla="*/ 935879 h 1176004"/>
                                      <a:gd name="connsiteX11" fmla="*/ 1091985 w 2128520"/>
                                      <a:gd name="connsiteY11" fmla="*/ 1033848 h 1176004"/>
                                      <a:gd name="connsiteX12" fmla="*/ 787186 w 2128520"/>
                                      <a:gd name="connsiteY12" fmla="*/ 935880 h 1176004"/>
                                      <a:gd name="connsiteX13" fmla="*/ 460615 w 2128520"/>
                                      <a:gd name="connsiteY13" fmla="*/ 1033849 h 1176004"/>
                                      <a:gd name="connsiteX14" fmla="*/ 155815 w 2128520"/>
                                      <a:gd name="connsiteY14" fmla="*/ 859680 h 1176004"/>
                                      <a:gd name="connsiteX15" fmla="*/ 14300 w 2128520"/>
                                      <a:gd name="connsiteY15" fmla="*/ 881451 h 1176004"/>
                                      <a:gd name="connsiteX16" fmla="*/ 3415 w 2128520"/>
                                      <a:gd name="connsiteY16" fmla="*/ 1044737 h 1176004"/>
                                      <a:gd name="connsiteX17" fmla="*/ 166701 w 2128520"/>
                                      <a:gd name="connsiteY17" fmla="*/ 1099165 h 1176004"/>
                                      <a:gd name="connsiteX18" fmla="*/ 471501 w 2128520"/>
                                      <a:gd name="connsiteY18" fmla="*/ 1153593 h 1176004"/>
                                      <a:gd name="connsiteX19" fmla="*/ 852501 w 2128520"/>
                                      <a:gd name="connsiteY19" fmla="*/ 1175364 h 1176004"/>
                                      <a:gd name="connsiteX20" fmla="*/ 1222615 w 2128520"/>
                                      <a:gd name="connsiteY20" fmla="*/ 1110048 h 1176004"/>
                                      <a:gd name="connsiteX0" fmla="*/ 285631 w 2128520"/>
                                      <a:gd name="connsiteY0" fmla="*/ 70026 h 1176004"/>
                                      <a:gd name="connsiteX1" fmla="*/ 427145 w 2128520"/>
                                      <a:gd name="connsiteY1" fmla="*/ 385712 h 1176004"/>
                                      <a:gd name="connsiteX2" fmla="*/ 710172 w 2128520"/>
                                      <a:gd name="connsiteY2" fmla="*/ 233310 h 1176004"/>
                                      <a:gd name="connsiteX3" fmla="*/ 1123832 w 2128520"/>
                                      <a:gd name="connsiteY3" fmla="*/ 483684 h 1176004"/>
                                      <a:gd name="connsiteX4" fmla="*/ 1406860 w 2128520"/>
                                      <a:gd name="connsiteY4" fmla="*/ 178884 h 1176004"/>
                                      <a:gd name="connsiteX5" fmla="*/ 1733432 w 2128520"/>
                                      <a:gd name="connsiteY5" fmla="*/ 4711 h 1176004"/>
                                      <a:gd name="connsiteX6" fmla="*/ 2092660 w 2128520"/>
                                      <a:gd name="connsiteY6" fmla="*/ 91798 h 1176004"/>
                                      <a:gd name="connsiteX7" fmla="*/ 2103545 w 2128520"/>
                                      <a:gd name="connsiteY7" fmla="*/ 516339 h 1176004"/>
                                      <a:gd name="connsiteX8" fmla="*/ 1984615 w 2128520"/>
                                      <a:gd name="connsiteY8" fmla="*/ 870565 h 1176004"/>
                                      <a:gd name="connsiteX9" fmla="*/ 1745129 w 2128520"/>
                                      <a:gd name="connsiteY9" fmla="*/ 990309 h 1176004"/>
                                      <a:gd name="connsiteX10" fmla="*/ 1429443 w 2128520"/>
                                      <a:gd name="connsiteY10" fmla="*/ 935879 h 1176004"/>
                                      <a:gd name="connsiteX11" fmla="*/ 1091985 w 2128520"/>
                                      <a:gd name="connsiteY11" fmla="*/ 1033848 h 1176004"/>
                                      <a:gd name="connsiteX12" fmla="*/ 732757 w 2128520"/>
                                      <a:gd name="connsiteY12" fmla="*/ 946766 h 1176004"/>
                                      <a:gd name="connsiteX13" fmla="*/ 460615 w 2128520"/>
                                      <a:gd name="connsiteY13" fmla="*/ 1033849 h 1176004"/>
                                      <a:gd name="connsiteX14" fmla="*/ 155815 w 2128520"/>
                                      <a:gd name="connsiteY14" fmla="*/ 859680 h 1176004"/>
                                      <a:gd name="connsiteX15" fmla="*/ 14300 w 2128520"/>
                                      <a:gd name="connsiteY15" fmla="*/ 881451 h 1176004"/>
                                      <a:gd name="connsiteX16" fmla="*/ 3415 w 2128520"/>
                                      <a:gd name="connsiteY16" fmla="*/ 1044737 h 1176004"/>
                                      <a:gd name="connsiteX17" fmla="*/ 166701 w 2128520"/>
                                      <a:gd name="connsiteY17" fmla="*/ 1099165 h 1176004"/>
                                      <a:gd name="connsiteX18" fmla="*/ 471501 w 2128520"/>
                                      <a:gd name="connsiteY18" fmla="*/ 1153593 h 1176004"/>
                                      <a:gd name="connsiteX19" fmla="*/ 852501 w 2128520"/>
                                      <a:gd name="connsiteY19" fmla="*/ 1175364 h 1176004"/>
                                      <a:gd name="connsiteX20" fmla="*/ 1222615 w 2128520"/>
                                      <a:gd name="connsiteY20" fmla="*/ 1110048 h 1176004"/>
                                      <a:gd name="connsiteX0" fmla="*/ 350946 w 2128520"/>
                                      <a:gd name="connsiteY0" fmla="*/ 222426 h 1176004"/>
                                      <a:gd name="connsiteX1" fmla="*/ 427145 w 2128520"/>
                                      <a:gd name="connsiteY1" fmla="*/ 385712 h 1176004"/>
                                      <a:gd name="connsiteX2" fmla="*/ 710172 w 2128520"/>
                                      <a:gd name="connsiteY2" fmla="*/ 233310 h 1176004"/>
                                      <a:gd name="connsiteX3" fmla="*/ 1123832 w 2128520"/>
                                      <a:gd name="connsiteY3" fmla="*/ 483684 h 1176004"/>
                                      <a:gd name="connsiteX4" fmla="*/ 1406860 w 2128520"/>
                                      <a:gd name="connsiteY4" fmla="*/ 178884 h 1176004"/>
                                      <a:gd name="connsiteX5" fmla="*/ 1733432 w 2128520"/>
                                      <a:gd name="connsiteY5" fmla="*/ 4711 h 1176004"/>
                                      <a:gd name="connsiteX6" fmla="*/ 2092660 w 2128520"/>
                                      <a:gd name="connsiteY6" fmla="*/ 91798 h 1176004"/>
                                      <a:gd name="connsiteX7" fmla="*/ 2103545 w 2128520"/>
                                      <a:gd name="connsiteY7" fmla="*/ 516339 h 1176004"/>
                                      <a:gd name="connsiteX8" fmla="*/ 1984615 w 2128520"/>
                                      <a:gd name="connsiteY8" fmla="*/ 870565 h 1176004"/>
                                      <a:gd name="connsiteX9" fmla="*/ 1745129 w 2128520"/>
                                      <a:gd name="connsiteY9" fmla="*/ 990309 h 1176004"/>
                                      <a:gd name="connsiteX10" fmla="*/ 1429443 w 2128520"/>
                                      <a:gd name="connsiteY10" fmla="*/ 935879 h 1176004"/>
                                      <a:gd name="connsiteX11" fmla="*/ 1091985 w 2128520"/>
                                      <a:gd name="connsiteY11" fmla="*/ 1033848 h 1176004"/>
                                      <a:gd name="connsiteX12" fmla="*/ 732757 w 2128520"/>
                                      <a:gd name="connsiteY12" fmla="*/ 946766 h 1176004"/>
                                      <a:gd name="connsiteX13" fmla="*/ 460615 w 2128520"/>
                                      <a:gd name="connsiteY13" fmla="*/ 1033849 h 1176004"/>
                                      <a:gd name="connsiteX14" fmla="*/ 155815 w 2128520"/>
                                      <a:gd name="connsiteY14" fmla="*/ 859680 h 1176004"/>
                                      <a:gd name="connsiteX15" fmla="*/ 14300 w 2128520"/>
                                      <a:gd name="connsiteY15" fmla="*/ 881451 h 1176004"/>
                                      <a:gd name="connsiteX16" fmla="*/ 3415 w 2128520"/>
                                      <a:gd name="connsiteY16" fmla="*/ 1044737 h 1176004"/>
                                      <a:gd name="connsiteX17" fmla="*/ 166701 w 2128520"/>
                                      <a:gd name="connsiteY17" fmla="*/ 1099165 h 1176004"/>
                                      <a:gd name="connsiteX18" fmla="*/ 471501 w 2128520"/>
                                      <a:gd name="connsiteY18" fmla="*/ 1153593 h 1176004"/>
                                      <a:gd name="connsiteX19" fmla="*/ 852501 w 2128520"/>
                                      <a:gd name="connsiteY19" fmla="*/ 1175364 h 1176004"/>
                                      <a:gd name="connsiteX20" fmla="*/ 1222615 w 2128520"/>
                                      <a:gd name="connsiteY20" fmla="*/ 1110048 h 1176004"/>
                                      <a:gd name="connsiteX0" fmla="*/ 350946 w 2128520"/>
                                      <a:gd name="connsiteY0" fmla="*/ 222426 h 1176004"/>
                                      <a:gd name="connsiteX1" fmla="*/ 470688 w 2128520"/>
                                      <a:gd name="connsiteY1" fmla="*/ 374827 h 1176004"/>
                                      <a:gd name="connsiteX2" fmla="*/ 710172 w 2128520"/>
                                      <a:gd name="connsiteY2" fmla="*/ 233310 h 1176004"/>
                                      <a:gd name="connsiteX3" fmla="*/ 1123832 w 2128520"/>
                                      <a:gd name="connsiteY3" fmla="*/ 483684 h 1176004"/>
                                      <a:gd name="connsiteX4" fmla="*/ 1406860 w 2128520"/>
                                      <a:gd name="connsiteY4" fmla="*/ 178884 h 1176004"/>
                                      <a:gd name="connsiteX5" fmla="*/ 1733432 w 2128520"/>
                                      <a:gd name="connsiteY5" fmla="*/ 4711 h 1176004"/>
                                      <a:gd name="connsiteX6" fmla="*/ 2092660 w 2128520"/>
                                      <a:gd name="connsiteY6" fmla="*/ 91798 h 1176004"/>
                                      <a:gd name="connsiteX7" fmla="*/ 2103545 w 2128520"/>
                                      <a:gd name="connsiteY7" fmla="*/ 516339 h 1176004"/>
                                      <a:gd name="connsiteX8" fmla="*/ 1984615 w 2128520"/>
                                      <a:gd name="connsiteY8" fmla="*/ 870565 h 1176004"/>
                                      <a:gd name="connsiteX9" fmla="*/ 1745129 w 2128520"/>
                                      <a:gd name="connsiteY9" fmla="*/ 990309 h 1176004"/>
                                      <a:gd name="connsiteX10" fmla="*/ 1429443 w 2128520"/>
                                      <a:gd name="connsiteY10" fmla="*/ 935879 h 1176004"/>
                                      <a:gd name="connsiteX11" fmla="*/ 1091985 w 2128520"/>
                                      <a:gd name="connsiteY11" fmla="*/ 1033848 h 1176004"/>
                                      <a:gd name="connsiteX12" fmla="*/ 732757 w 2128520"/>
                                      <a:gd name="connsiteY12" fmla="*/ 946766 h 1176004"/>
                                      <a:gd name="connsiteX13" fmla="*/ 460615 w 2128520"/>
                                      <a:gd name="connsiteY13" fmla="*/ 1033849 h 1176004"/>
                                      <a:gd name="connsiteX14" fmla="*/ 155815 w 2128520"/>
                                      <a:gd name="connsiteY14" fmla="*/ 859680 h 1176004"/>
                                      <a:gd name="connsiteX15" fmla="*/ 14300 w 2128520"/>
                                      <a:gd name="connsiteY15" fmla="*/ 881451 h 1176004"/>
                                      <a:gd name="connsiteX16" fmla="*/ 3415 w 2128520"/>
                                      <a:gd name="connsiteY16" fmla="*/ 1044737 h 1176004"/>
                                      <a:gd name="connsiteX17" fmla="*/ 166701 w 2128520"/>
                                      <a:gd name="connsiteY17" fmla="*/ 1099165 h 1176004"/>
                                      <a:gd name="connsiteX18" fmla="*/ 471501 w 2128520"/>
                                      <a:gd name="connsiteY18" fmla="*/ 1153593 h 1176004"/>
                                      <a:gd name="connsiteX19" fmla="*/ 852501 w 2128520"/>
                                      <a:gd name="connsiteY19" fmla="*/ 1175364 h 1176004"/>
                                      <a:gd name="connsiteX20" fmla="*/ 1222615 w 2128520"/>
                                      <a:gd name="connsiteY20" fmla="*/ 1110048 h 117600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</a:cxnLst>
                                    <a:rect l="l" t="t" r="r" b="b"/>
                                    <a:pathLst>
                                      <a:path w="2128520" h="1176004">
                                        <a:moveTo>
                                          <a:pt x="350946" y="222426"/>
                                        </a:moveTo>
                                        <a:cubicBezTo>
                                          <a:pt x="434403" y="333097"/>
                                          <a:pt x="410817" y="373013"/>
                                          <a:pt x="470688" y="374827"/>
                                        </a:cubicBezTo>
                                        <a:cubicBezTo>
                                          <a:pt x="530559" y="376641"/>
                                          <a:pt x="601315" y="215167"/>
                                          <a:pt x="710172" y="233310"/>
                                        </a:cubicBezTo>
                                        <a:cubicBezTo>
                                          <a:pt x="819029" y="251453"/>
                                          <a:pt x="1007717" y="492755"/>
                                          <a:pt x="1123832" y="483684"/>
                                        </a:cubicBezTo>
                                        <a:cubicBezTo>
                                          <a:pt x="1239947" y="474613"/>
                                          <a:pt x="1305260" y="258713"/>
                                          <a:pt x="1406860" y="178884"/>
                                        </a:cubicBezTo>
                                        <a:cubicBezTo>
                                          <a:pt x="1508460" y="99055"/>
                                          <a:pt x="1619132" y="19225"/>
                                          <a:pt x="1733432" y="4711"/>
                                        </a:cubicBezTo>
                                        <a:cubicBezTo>
                                          <a:pt x="1847732" y="-9803"/>
                                          <a:pt x="2030975" y="6527"/>
                                          <a:pt x="2092660" y="91798"/>
                                        </a:cubicBezTo>
                                        <a:cubicBezTo>
                                          <a:pt x="2154345" y="177069"/>
                                          <a:pt x="2121552" y="386545"/>
                                          <a:pt x="2103545" y="516339"/>
                                        </a:cubicBezTo>
                                        <a:cubicBezTo>
                                          <a:pt x="2085538" y="646133"/>
                                          <a:pt x="2049794" y="782499"/>
                                          <a:pt x="1984615" y="870565"/>
                                        </a:cubicBezTo>
                                        <a:cubicBezTo>
                                          <a:pt x="1919436" y="958631"/>
                                          <a:pt x="1823143" y="963095"/>
                                          <a:pt x="1745129" y="990309"/>
                                        </a:cubicBezTo>
                                        <a:cubicBezTo>
                                          <a:pt x="1647158" y="984866"/>
                                          <a:pt x="1476615" y="908665"/>
                                          <a:pt x="1429443" y="935879"/>
                                        </a:cubicBezTo>
                                        <a:cubicBezTo>
                                          <a:pt x="1393293" y="955002"/>
                                          <a:pt x="1096521" y="1036116"/>
                                          <a:pt x="1091985" y="1033848"/>
                                        </a:cubicBezTo>
                                        <a:cubicBezTo>
                                          <a:pt x="984942" y="1033848"/>
                                          <a:pt x="870642" y="946766"/>
                                          <a:pt x="732757" y="946766"/>
                                        </a:cubicBezTo>
                                        <a:cubicBezTo>
                                          <a:pt x="700100" y="932252"/>
                                          <a:pt x="467419" y="1036117"/>
                                          <a:pt x="460615" y="1033849"/>
                                        </a:cubicBezTo>
                                        <a:cubicBezTo>
                                          <a:pt x="404372" y="1024778"/>
                                          <a:pt x="160351" y="861947"/>
                                          <a:pt x="155815" y="859680"/>
                                        </a:cubicBezTo>
                                        <a:cubicBezTo>
                                          <a:pt x="126786" y="836095"/>
                                          <a:pt x="16568" y="881451"/>
                                          <a:pt x="14300" y="881451"/>
                                        </a:cubicBezTo>
                                        <a:cubicBezTo>
                                          <a:pt x="-9286" y="886894"/>
                                          <a:pt x="3415" y="1042469"/>
                                          <a:pt x="3415" y="1044737"/>
                                        </a:cubicBezTo>
                                        <a:cubicBezTo>
                                          <a:pt x="7044" y="1073766"/>
                                          <a:pt x="159898" y="1096897"/>
                                          <a:pt x="166701" y="1099165"/>
                                        </a:cubicBezTo>
                                        <a:cubicBezTo>
                                          <a:pt x="195729" y="1110050"/>
                                          <a:pt x="469233" y="1151325"/>
                                          <a:pt x="471501" y="1153593"/>
                                        </a:cubicBezTo>
                                        <a:cubicBezTo>
                                          <a:pt x="520487" y="1159036"/>
                                          <a:pt x="854769" y="1179900"/>
                                          <a:pt x="852501" y="1175364"/>
                                        </a:cubicBezTo>
                                        <a:cubicBezTo>
                                          <a:pt x="912372" y="1177178"/>
                                          <a:pt x="1227151" y="1112316"/>
                                          <a:pt x="1222615" y="111004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7" name="Freihandform 12"/>
                                <wps:cNvSpPr/>
                                <wps:spPr>
                                  <a:xfrm>
                                    <a:off x="0" y="2972882"/>
                                    <a:ext cx="2105140" cy="1119094"/>
                                  </a:xfrm>
                                  <a:custGeom>
                                    <a:avLst/>
                                    <a:gdLst>
                                      <a:gd name="connsiteX0" fmla="*/ 544286 w 3755571"/>
                                      <a:gd name="connsiteY0" fmla="*/ 0 h 2419048"/>
                                      <a:gd name="connsiteX1" fmla="*/ 315686 w 3755571"/>
                                      <a:gd name="connsiteY1" fmla="*/ 32657 h 2419048"/>
                                      <a:gd name="connsiteX2" fmla="*/ 261257 w 3755571"/>
                                      <a:gd name="connsiteY2" fmla="*/ 54429 h 2419048"/>
                                      <a:gd name="connsiteX3" fmla="*/ 119743 w 3755571"/>
                                      <a:gd name="connsiteY3" fmla="*/ 130629 h 2419048"/>
                                      <a:gd name="connsiteX4" fmla="*/ 32657 w 3755571"/>
                                      <a:gd name="connsiteY4" fmla="*/ 370114 h 2419048"/>
                                      <a:gd name="connsiteX5" fmla="*/ 0 w 3755571"/>
                                      <a:gd name="connsiteY5" fmla="*/ 598714 h 2419048"/>
                                      <a:gd name="connsiteX6" fmla="*/ 32657 w 3755571"/>
                                      <a:gd name="connsiteY6" fmla="*/ 892629 h 2419048"/>
                                      <a:gd name="connsiteX7" fmla="*/ 87086 w 3755571"/>
                                      <a:gd name="connsiteY7" fmla="*/ 1219200 h 2419048"/>
                                      <a:gd name="connsiteX8" fmla="*/ 108857 w 3755571"/>
                                      <a:gd name="connsiteY8" fmla="*/ 1262743 h 2419048"/>
                                      <a:gd name="connsiteX9" fmla="*/ 283028 w 3755571"/>
                                      <a:gd name="connsiteY9" fmla="*/ 1447800 h 2419048"/>
                                      <a:gd name="connsiteX10" fmla="*/ 468086 w 3755571"/>
                                      <a:gd name="connsiteY10" fmla="*/ 1676400 h 2419048"/>
                                      <a:gd name="connsiteX11" fmla="*/ 674914 w 3755571"/>
                                      <a:gd name="connsiteY11" fmla="*/ 1905000 h 2419048"/>
                                      <a:gd name="connsiteX12" fmla="*/ 859971 w 3755571"/>
                                      <a:gd name="connsiteY12" fmla="*/ 2046514 h 2419048"/>
                                      <a:gd name="connsiteX13" fmla="*/ 1371600 w 3755571"/>
                                      <a:gd name="connsiteY13" fmla="*/ 2318657 h 2419048"/>
                                      <a:gd name="connsiteX14" fmla="*/ 1643743 w 3755571"/>
                                      <a:gd name="connsiteY14" fmla="*/ 2329543 h 2419048"/>
                                      <a:gd name="connsiteX15" fmla="*/ 1992086 w 3755571"/>
                                      <a:gd name="connsiteY15" fmla="*/ 2351314 h 2419048"/>
                                      <a:gd name="connsiteX16" fmla="*/ 2264228 w 3755571"/>
                                      <a:gd name="connsiteY16" fmla="*/ 2383971 h 2419048"/>
                                      <a:gd name="connsiteX17" fmla="*/ 2525486 w 3755571"/>
                                      <a:gd name="connsiteY17" fmla="*/ 2383971 h 2419048"/>
                                      <a:gd name="connsiteX18" fmla="*/ 2743200 w 3755571"/>
                                      <a:gd name="connsiteY18" fmla="*/ 2394857 h 2419048"/>
                                      <a:gd name="connsiteX19" fmla="*/ 2939143 w 3755571"/>
                                      <a:gd name="connsiteY19" fmla="*/ 2383971 h 2419048"/>
                                      <a:gd name="connsiteX20" fmla="*/ 3135086 w 3755571"/>
                                      <a:gd name="connsiteY20" fmla="*/ 2383971 h 2419048"/>
                                      <a:gd name="connsiteX21" fmla="*/ 3309257 w 3755571"/>
                                      <a:gd name="connsiteY21" fmla="*/ 2416629 h 2419048"/>
                                      <a:gd name="connsiteX22" fmla="*/ 3450771 w 3755571"/>
                                      <a:gd name="connsiteY22" fmla="*/ 2416629 h 2419048"/>
                                      <a:gd name="connsiteX23" fmla="*/ 3592286 w 3755571"/>
                                      <a:gd name="connsiteY23" fmla="*/ 2416629 h 2419048"/>
                                      <a:gd name="connsiteX24" fmla="*/ 3690257 w 3755571"/>
                                      <a:gd name="connsiteY24" fmla="*/ 2405743 h 2419048"/>
                                      <a:gd name="connsiteX25" fmla="*/ 3755571 w 3755571"/>
                                      <a:gd name="connsiteY25" fmla="*/ 2405743 h 2419048"/>
                                      <a:gd name="connsiteX0" fmla="*/ 315686 w 3755571"/>
                                      <a:gd name="connsiteY0" fmla="*/ 0 h 2386391"/>
                                      <a:gd name="connsiteX1" fmla="*/ 261257 w 3755571"/>
                                      <a:gd name="connsiteY1" fmla="*/ 21772 h 2386391"/>
                                      <a:gd name="connsiteX2" fmla="*/ 119743 w 3755571"/>
                                      <a:gd name="connsiteY2" fmla="*/ 97972 h 2386391"/>
                                      <a:gd name="connsiteX3" fmla="*/ 32657 w 3755571"/>
                                      <a:gd name="connsiteY3" fmla="*/ 337457 h 2386391"/>
                                      <a:gd name="connsiteX4" fmla="*/ 0 w 3755571"/>
                                      <a:gd name="connsiteY4" fmla="*/ 566057 h 2386391"/>
                                      <a:gd name="connsiteX5" fmla="*/ 32657 w 3755571"/>
                                      <a:gd name="connsiteY5" fmla="*/ 859972 h 2386391"/>
                                      <a:gd name="connsiteX6" fmla="*/ 87086 w 3755571"/>
                                      <a:gd name="connsiteY6" fmla="*/ 1186543 h 2386391"/>
                                      <a:gd name="connsiteX7" fmla="*/ 108857 w 3755571"/>
                                      <a:gd name="connsiteY7" fmla="*/ 1230086 h 2386391"/>
                                      <a:gd name="connsiteX8" fmla="*/ 283028 w 3755571"/>
                                      <a:gd name="connsiteY8" fmla="*/ 1415143 h 2386391"/>
                                      <a:gd name="connsiteX9" fmla="*/ 468086 w 3755571"/>
                                      <a:gd name="connsiteY9" fmla="*/ 1643743 h 2386391"/>
                                      <a:gd name="connsiteX10" fmla="*/ 674914 w 3755571"/>
                                      <a:gd name="connsiteY10" fmla="*/ 1872343 h 2386391"/>
                                      <a:gd name="connsiteX11" fmla="*/ 859971 w 3755571"/>
                                      <a:gd name="connsiteY11" fmla="*/ 2013857 h 2386391"/>
                                      <a:gd name="connsiteX12" fmla="*/ 1371600 w 3755571"/>
                                      <a:gd name="connsiteY12" fmla="*/ 2286000 h 2386391"/>
                                      <a:gd name="connsiteX13" fmla="*/ 1643743 w 3755571"/>
                                      <a:gd name="connsiteY13" fmla="*/ 2296886 h 2386391"/>
                                      <a:gd name="connsiteX14" fmla="*/ 1992086 w 3755571"/>
                                      <a:gd name="connsiteY14" fmla="*/ 2318657 h 2386391"/>
                                      <a:gd name="connsiteX15" fmla="*/ 2264228 w 3755571"/>
                                      <a:gd name="connsiteY15" fmla="*/ 2351314 h 2386391"/>
                                      <a:gd name="connsiteX16" fmla="*/ 2525486 w 3755571"/>
                                      <a:gd name="connsiteY16" fmla="*/ 2351314 h 2386391"/>
                                      <a:gd name="connsiteX17" fmla="*/ 2743200 w 3755571"/>
                                      <a:gd name="connsiteY17" fmla="*/ 2362200 h 2386391"/>
                                      <a:gd name="connsiteX18" fmla="*/ 2939143 w 3755571"/>
                                      <a:gd name="connsiteY18" fmla="*/ 2351314 h 2386391"/>
                                      <a:gd name="connsiteX19" fmla="*/ 3135086 w 3755571"/>
                                      <a:gd name="connsiteY19" fmla="*/ 2351314 h 2386391"/>
                                      <a:gd name="connsiteX20" fmla="*/ 3309257 w 3755571"/>
                                      <a:gd name="connsiteY20" fmla="*/ 2383972 h 2386391"/>
                                      <a:gd name="connsiteX21" fmla="*/ 3450771 w 3755571"/>
                                      <a:gd name="connsiteY21" fmla="*/ 2383972 h 2386391"/>
                                      <a:gd name="connsiteX22" fmla="*/ 3592286 w 3755571"/>
                                      <a:gd name="connsiteY22" fmla="*/ 2383972 h 2386391"/>
                                      <a:gd name="connsiteX23" fmla="*/ 3690257 w 3755571"/>
                                      <a:gd name="connsiteY23" fmla="*/ 2373086 h 2386391"/>
                                      <a:gd name="connsiteX24" fmla="*/ 3755571 w 3755571"/>
                                      <a:gd name="connsiteY24" fmla="*/ 2373086 h 2386391"/>
                                      <a:gd name="connsiteX0" fmla="*/ 261257 w 3755571"/>
                                      <a:gd name="connsiteY0" fmla="*/ 0 h 2364619"/>
                                      <a:gd name="connsiteX1" fmla="*/ 119743 w 3755571"/>
                                      <a:gd name="connsiteY1" fmla="*/ 76200 h 2364619"/>
                                      <a:gd name="connsiteX2" fmla="*/ 32657 w 3755571"/>
                                      <a:gd name="connsiteY2" fmla="*/ 315685 h 2364619"/>
                                      <a:gd name="connsiteX3" fmla="*/ 0 w 3755571"/>
                                      <a:gd name="connsiteY3" fmla="*/ 544285 h 2364619"/>
                                      <a:gd name="connsiteX4" fmla="*/ 32657 w 3755571"/>
                                      <a:gd name="connsiteY4" fmla="*/ 838200 h 2364619"/>
                                      <a:gd name="connsiteX5" fmla="*/ 87086 w 3755571"/>
                                      <a:gd name="connsiteY5" fmla="*/ 1164771 h 2364619"/>
                                      <a:gd name="connsiteX6" fmla="*/ 108857 w 3755571"/>
                                      <a:gd name="connsiteY6" fmla="*/ 1208314 h 2364619"/>
                                      <a:gd name="connsiteX7" fmla="*/ 283028 w 3755571"/>
                                      <a:gd name="connsiteY7" fmla="*/ 1393371 h 2364619"/>
                                      <a:gd name="connsiteX8" fmla="*/ 468086 w 3755571"/>
                                      <a:gd name="connsiteY8" fmla="*/ 1621971 h 2364619"/>
                                      <a:gd name="connsiteX9" fmla="*/ 674914 w 3755571"/>
                                      <a:gd name="connsiteY9" fmla="*/ 1850571 h 2364619"/>
                                      <a:gd name="connsiteX10" fmla="*/ 859971 w 3755571"/>
                                      <a:gd name="connsiteY10" fmla="*/ 1992085 h 2364619"/>
                                      <a:gd name="connsiteX11" fmla="*/ 1371600 w 3755571"/>
                                      <a:gd name="connsiteY11" fmla="*/ 2264228 h 2364619"/>
                                      <a:gd name="connsiteX12" fmla="*/ 1643743 w 3755571"/>
                                      <a:gd name="connsiteY12" fmla="*/ 2275114 h 2364619"/>
                                      <a:gd name="connsiteX13" fmla="*/ 1992086 w 3755571"/>
                                      <a:gd name="connsiteY13" fmla="*/ 2296885 h 2364619"/>
                                      <a:gd name="connsiteX14" fmla="*/ 2264228 w 3755571"/>
                                      <a:gd name="connsiteY14" fmla="*/ 2329542 h 2364619"/>
                                      <a:gd name="connsiteX15" fmla="*/ 2525486 w 3755571"/>
                                      <a:gd name="connsiteY15" fmla="*/ 2329542 h 2364619"/>
                                      <a:gd name="connsiteX16" fmla="*/ 2743200 w 3755571"/>
                                      <a:gd name="connsiteY16" fmla="*/ 2340428 h 2364619"/>
                                      <a:gd name="connsiteX17" fmla="*/ 2939143 w 3755571"/>
                                      <a:gd name="connsiteY17" fmla="*/ 2329542 h 2364619"/>
                                      <a:gd name="connsiteX18" fmla="*/ 3135086 w 3755571"/>
                                      <a:gd name="connsiteY18" fmla="*/ 2329542 h 2364619"/>
                                      <a:gd name="connsiteX19" fmla="*/ 3309257 w 3755571"/>
                                      <a:gd name="connsiteY19" fmla="*/ 2362200 h 2364619"/>
                                      <a:gd name="connsiteX20" fmla="*/ 3450771 w 3755571"/>
                                      <a:gd name="connsiteY20" fmla="*/ 2362200 h 2364619"/>
                                      <a:gd name="connsiteX21" fmla="*/ 3592286 w 3755571"/>
                                      <a:gd name="connsiteY21" fmla="*/ 2362200 h 2364619"/>
                                      <a:gd name="connsiteX22" fmla="*/ 3690257 w 3755571"/>
                                      <a:gd name="connsiteY22" fmla="*/ 2351314 h 2364619"/>
                                      <a:gd name="connsiteX23" fmla="*/ 3755571 w 3755571"/>
                                      <a:gd name="connsiteY23" fmla="*/ 2351314 h 2364619"/>
                                      <a:gd name="connsiteX0" fmla="*/ 119743 w 3755571"/>
                                      <a:gd name="connsiteY0" fmla="*/ 0 h 2288419"/>
                                      <a:gd name="connsiteX1" fmla="*/ 32657 w 3755571"/>
                                      <a:gd name="connsiteY1" fmla="*/ 239485 h 2288419"/>
                                      <a:gd name="connsiteX2" fmla="*/ 0 w 3755571"/>
                                      <a:gd name="connsiteY2" fmla="*/ 468085 h 2288419"/>
                                      <a:gd name="connsiteX3" fmla="*/ 32657 w 3755571"/>
                                      <a:gd name="connsiteY3" fmla="*/ 762000 h 2288419"/>
                                      <a:gd name="connsiteX4" fmla="*/ 87086 w 3755571"/>
                                      <a:gd name="connsiteY4" fmla="*/ 1088571 h 2288419"/>
                                      <a:gd name="connsiteX5" fmla="*/ 108857 w 3755571"/>
                                      <a:gd name="connsiteY5" fmla="*/ 1132114 h 2288419"/>
                                      <a:gd name="connsiteX6" fmla="*/ 283028 w 3755571"/>
                                      <a:gd name="connsiteY6" fmla="*/ 1317171 h 2288419"/>
                                      <a:gd name="connsiteX7" fmla="*/ 468086 w 3755571"/>
                                      <a:gd name="connsiteY7" fmla="*/ 1545771 h 2288419"/>
                                      <a:gd name="connsiteX8" fmla="*/ 674914 w 3755571"/>
                                      <a:gd name="connsiteY8" fmla="*/ 1774371 h 2288419"/>
                                      <a:gd name="connsiteX9" fmla="*/ 859971 w 3755571"/>
                                      <a:gd name="connsiteY9" fmla="*/ 1915885 h 2288419"/>
                                      <a:gd name="connsiteX10" fmla="*/ 1371600 w 3755571"/>
                                      <a:gd name="connsiteY10" fmla="*/ 2188028 h 2288419"/>
                                      <a:gd name="connsiteX11" fmla="*/ 1643743 w 3755571"/>
                                      <a:gd name="connsiteY11" fmla="*/ 2198914 h 2288419"/>
                                      <a:gd name="connsiteX12" fmla="*/ 1992086 w 3755571"/>
                                      <a:gd name="connsiteY12" fmla="*/ 2220685 h 2288419"/>
                                      <a:gd name="connsiteX13" fmla="*/ 2264228 w 3755571"/>
                                      <a:gd name="connsiteY13" fmla="*/ 2253342 h 2288419"/>
                                      <a:gd name="connsiteX14" fmla="*/ 2525486 w 3755571"/>
                                      <a:gd name="connsiteY14" fmla="*/ 2253342 h 2288419"/>
                                      <a:gd name="connsiteX15" fmla="*/ 2743200 w 3755571"/>
                                      <a:gd name="connsiteY15" fmla="*/ 2264228 h 2288419"/>
                                      <a:gd name="connsiteX16" fmla="*/ 2939143 w 3755571"/>
                                      <a:gd name="connsiteY16" fmla="*/ 2253342 h 2288419"/>
                                      <a:gd name="connsiteX17" fmla="*/ 3135086 w 3755571"/>
                                      <a:gd name="connsiteY17" fmla="*/ 2253342 h 2288419"/>
                                      <a:gd name="connsiteX18" fmla="*/ 3309257 w 3755571"/>
                                      <a:gd name="connsiteY18" fmla="*/ 2286000 h 2288419"/>
                                      <a:gd name="connsiteX19" fmla="*/ 3450771 w 3755571"/>
                                      <a:gd name="connsiteY19" fmla="*/ 2286000 h 2288419"/>
                                      <a:gd name="connsiteX20" fmla="*/ 3592286 w 3755571"/>
                                      <a:gd name="connsiteY20" fmla="*/ 2286000 h 2288419"/>
                                      <a:gd name="connsiteX21" fmla="*/ 3690257 w 3755571"/>
                                      <a:gd name="connsiteY21" fmla="*/ 2275114 h 2288419"/>
                                      <a:gd name="connsiteX22" fmla="*/ 3755571 w 3755571"/>
                                      <a:gd name="connsiteY22" fmla="*/ 2275114 h 2288419"/>
                                      <a:gd name="connsiteX0" fmla="*/ 119743 w 3755571"/>
                                      <a:gd name="connsiteY0" fmla="*/ 24297 h 2312716"/>
                                      <a:gd name="connsiteX1" fmla="*/ 124679 w 3755571"/>
                                      <a:gd name="connsiteY1" fmla="*/ 11846 h 2312716"/>
                                      <a:gd name="connsiteX2" fmla="*/ 32657 w 3755571"/>
                                      <a:gd name="connsiteY2" fmla="*/ 263782 h 2312716"/>
                                      <a:gd name="connsiteX3" fmla="*/ 0 w 3755571"/>
                                      <a:gd name="connsiteY3" fmla="*/ 492382 h 2312716"/>
                                      <a:gd name="connsiteX4" fmla="*/ 32657 w 3755571"/>
                                      <a:gd name="connsiteY4" fmla="*/ 786297 h 2312716"/>
                                      <a:gd name="connsiteX5" fmla="*/ 87086 w 3755571"/>
                                      <a:gd name="connsiteY5" fmla="*/ 1112868 h 2312716"/>
                                      <a:gd name="connsiteX6" fmla="*/ 108857 w 3755571"/>
                                      <a:gd name="connsiteY6" fmla="*/ 1156411 h 2312716"/>
                                      <a:gd name="connsiteX7" fmla="*/ 283028 w 3755571"/>
                                      <a:gd name="connsiteY7" fmla="*/ 1341468 h 2312716"/>
                                      <a:gd name="connsiteX8" fmla="*/ 468086 w 3755571"/>
                                      <a:gd name="connsiteY8" fmla="*/ 1570068 h 2312716"/>
                                      <a:gd name="connsiteX9" fmla="*/ 674914 w 3755571"/>
                                      <a:gd name="connsiteY9" fmla="*/ 1798668 h 2312716"/>
                                      <a:gd name="connsiteX10" fmla="*/ 859971 w 3755571"/>
                                      <a:gd name="connsiteY10" fmla="*/ 1940182 h 2312716"/>
                                      <a:gd name="connsiteX11" fmla="*/ 1371600 w 3755571"/>
                                      <a:gd name="connsiteY11" fmla="*/ 2212325 h 2312716"/>
                                      <a:gd name="connsiteX12" fmla="*/ 1643743 w 3755571"/>
                                      <a:gd name="connsiteY12" fmla="*/ 2223211 h 2312716"/>
                                      <a:gd name="connsiteX13" fmla="*/ 1992086 w 3755571"/>
                                      <a:gd name="connsiteY13" fmla="*/ 2244982 h 2312716"/>
                                      <a:gd name="connsiteX14" fmla="*/ 2264228 w 3755571"/>
                                      <a:gd name="connsiteY14" fmla="*/ 2277639 h 2312716"/>
                                      <a:gd name="connsiteX15" fmla="*/ 2525486 w 3755571"/>
                                      <a:gd name="connsiteY15" fmla="*/ 2277639 h 2312716"/>
                                      <a:gd name="connsiteX16" fmla="*/ 2743200 w 3755571"/>
                                      <a:gd name="connsiteY16" fmla="*/ 2288525 h 2312716"/>
                                      <a:gd name="connsiteX17" fmla="*/ 2939143 w 3755571"/>
                                      <a:gd name="connsiteY17" fmla="*/ 2277639 h 2312716"/>
                                      <a:gd name="connsiteX18" fmla="*/ 3135086 w 3755571"/>
                                      <a:gd name="connsiteY18" fmla="*/ 2277639 h 2312716"/>
                                      <a:gd name="connsiteX19" fmla="*/ 3309257 w 3755571"/>
                                      <a:gd name="connsiteY19" fmla="*/ 2310297 h 2312716"/>
                                      <a:gd name="connsiteX20" fmla="*/ 3450771 w 3755571"/>
                                      <a:gd name="connsiteY20" fmla="*/ 2310297 h 2312716"/>
                                      <a:gd name="connsiteX21" fmla="*/ 3592286 w 3755571"/>
                                      <a:gd name="connsiteY21" fmla="*/ 2310297 h 2312716"/>
                                      <a:gd name="connsiteX22" fmla="*/ 3690257 w 3755571"/>
                                      <a:gd name="connsiteY22" fmla="*/ 2299411 h 2312716"/>
                                      <a:gd name="connsiteX23" fmla="*/ 3755571 w 3755571"/>
                                      <a:gd name="connsiteY23" fmla="*/ 2299411 h 2312716"/>
                                      <a:gd name="connsiteX0" fmla="*/ 119743 w 3755571"/>
                                      <a:gd name="connsiteY0" fmla="*/ 95371 h 2383790"/>
                                      <a:gd name="connsiteX1" fmla="*/ 168222 w 3755571"/>
                                      <a:gd name="connsiteY1" fmla="*/ 6720 h 2383790"/>
                                      <a:gd name="connsiteX2" fmla="*/ 32657 w 3755571"/>
                                      <a:gd name="connsiteY2" fmla="*/ 334856 h 2383790"/>
                                      <a:gd name="connsiteX3" fmla="*/ 0 w 3755571"/>
                                      <a:gd name="connsiteY3" fmla="*/ 563456 h 2383790"/>
                                      <a:gd name="connsiteX4" fmla="*/ 32657 w 3755571"/>
                                      <a:gd name="connsiteY4" fmla="*/ 857371 h 2383790"/>
                                      <a:gd name="connsiteX5" fmla="*/ 87086 w 3755571"/>
                                      <a:gd name="connsiteY5" fmla="*/ 1183942 h 2383790"/>
                                      <a:gd name="connsiteX6" fmla="*/ 108857 w 3755571"/>
                                      <a:gd name="connsiteY6" fmla="*/ 1227485 h 2383790"/>
                                      <a:gd name="connsiteX7" fmla="*/ 283028 w 3755571"/>
                                      <a:gd name="connsiteY7" fmla="*/ 1412542 h 2383790"/>
                                      <a:gd name="connsiteX8" fmla="*/ 468086 w 3755571"/>
                                      <a:gd name="connsiteY8" fmla="*/ 1641142 h 2383790"/>
                                      <a:gd name="connsiteX9" fmla="*/ 674914 w 3755571"/>
                                      <a:gd name="connsiteY9" fmla="*/ 1869742 h 2383790"/>
                                      <a:gd name="connsiteX10" fmla="*/ 859971 w 3755571"/>
                                      <a:gd name="connsiteY10" fmla="*/ 2011256 h 2383790"/>
                                      <a:gd name="connsiteX11" fmla="*/ 1371600 w 3755571"/>
                                      <a:gd name="connsiteY11" fmla="*/ 2283399 h 2383790"/>
                                      <a:gd name="connsiteX12" fmla="*/ 1643743 w 3755571"/>
                                      <a:gd name="connsiteY12" fmla="*/ 2294285 h 2383790"/>
                                      <a:gd name="connsiteX13" fmla="*/ 1992086 w 3755571"/>
                                      <a:gd name="connsiteY13" fmla="*/ 2316056 h 2383790"/>
                                      <a:gd name="connsiteX14" fmla="*/ 2264228 w 3755571"/>
                                      <a:gd name="connsiteY14" fmla="*/ 2348713 h 2383790"/>
                                      <a:gd name="connsiteX15" fmla="*/ 2525486 w 3755571"/>
                                      <a:gd name="connsiteY15" fmla="*/ 2348713 h 2383790"/>
                                      <a:gd name="connsiteX16" fmla="*/ 2743200 w 3755571"/>
                                      <a:gd name="connsiteY16" fmla="*/ 2359599 h 2383790"/>
                                      <a:gd name="connsiteX17" fmla="*/ 2939143 w 3755571"/>
                                      <a:gd name="connsiteY17" fmla="*/ 2348713 h 2383790"/>
                                      <a:gd name="connsiteX18" fmla="*/ 3135086 w 3755571"/>
                                      <a:gd name="connsiteY18" fmla="*/ 2348713 h 2383790"/>
                                      <a:gd name="connsiteX19" fmla="*/ 3309257 w 3755571"/>
                                      <a:gd name="connsiteY19" fmla="*/ 2381371 h 2383790"/>
                                      <a:gd name="connsiteX20" fmla="*/ 3450771 w 3755571"/>
                                      <a:gd name="connsiteY20" fmla="*/ 2381371 h 2383790"/>
                                      <a:gd name="connsiteX21" fmla="*/ 3592286 w 3755571"/>
                                      <a:gd name="connsiteY21" fmla="*/ 2381371 h 2383790"/>
                                      <a:gd name="connsiteX22" fmla="*/ 3690257 w 3755571"/>
                                      <a:gd name="connsiteY22" fmla="*/ 2370485 h 2383790"/>
                                      <a:gd name="connsiteX23" fmla="*/ 3755571 w 3755571"/>
                                      <a:gd name="connsiteY23" fmla="*/ 2370485 h 2383790"/>
                                      <a:gd name="connsiteX0" fmla="*/ 43543 w 3755571"/>
                                      <a:gd name="connsiteY0" fmla="*/ 84927 h 2384231"/>
                                      <a:gd name="connsiteX1" fmla="*/ 168222 w 3755571"/>
                                      <a:gd name="connsiteY1" fmla="*/ 7161 h 2384231"/>
                                      <a:gd name="connsiteX2" fmla="*/ 32657 w 3755571"/>
                                      <a:gd name="connsiteY2" fmla="*/ 335297 h 2384231"/>
                                      <a:gd name="connsiteX3" fmla="*/ 0 w 3755571"/>
                                      <a:gd name="connsiteY3" fmla="*/ 563897 h 2384231"/>
                                      <a:gd name="connsiteX4" fmla="*/ 32657 w 3755571"/>
                                      <a:gd name="connsiteY4" fmla="*/ 857812 h 2384231"/>
                                      <a:gd name="connsiteX5" fmla="*/ 87086 w 3755571"/>
                                      <a:gd name="connsiteY5" fmla="*/ 1184383 h 2384231"/>
                                      <a:gd name="connsiteX6" fmla="*/ 108857 w 3755571"/>
                                      <a:gd name="connsiteY6" fmla="*/ 1227926 h 2384231"/>
                                      <a:gd name="connsiteX7" fmla="*/ 283028 w 3755571"/>
                                      <a:gd name="connsiteY7" fmla="*/ 1412983 h 2384231"/>
                                      <a:gd name="connsiteX8" fmla="*/ 468086 w 3755571"/>
                                      <a:gd name="connsiteY8" fmla="*/ 1641583 h 2384231"/>
                                      <a:gd name="connsiteX9" fmla="*/ 674914 w 3755571"/>
                                      <a:gd name="connsiteY9" fmla="*/ 1870183 h 2384231"/>
                                      <a:gd name="connsiteX10" fmla="*/ 859971 w 3755571"/>
                                      <a:gd name="connsiteY10" fmla="*/ 2011697 h 2384231"/>
                                      <a:gd name="connsiteX11" fmla="*/ 1371600 w 3755571"/>
                                      <a:gd name="connsiteY11" fmla="*/ 2283840 h 2384231"/>
                                      <a:gd name="connsiteX12" fmla="*/ 1643743 w 3755571"/>
                                      <a:gd name="connsiteY12" fmla="*/ 2294726 h 2384231"/>
                                      <a:gd name="connsiteX13" fmla="*/ 1992086 w 3755571"/>
                                      <a:gd name="connsiteY13" fmla="*/ 2316497 h 2384231"/>
                                      <a:gd name="connsiteX14" fmla="*/ 2264228 w 3755571"/>
                                      <a:gd name="connsiteY14" fmla="*/ 2349154 h 2384231"/>
                                      <a:gd name="connsiteX15" fmla="*/ 2525486 w 3755571"/>
                                      <a:gd name="connsiteY15" fmla="*/ 2349154 h 2384231"/>
                                      <a:gd name="connsiteX16" fmla="*/ 2743200 w 3755571"/>
                                      <a:gd name="connsiteY16" fmla="*/ 2360040 h 2384231"/>
                                      <a:gd name="connsiteX17" fmla="*/ 2939143 w 3755571"/>
                                      <a:gd name="connsiteY17" fmla="*/ 2349154 h 2384231"/>
                                      <a:gd name="connsiteX18" fmla="*/ 3135086 w 3755571"/>
                                      <a:gd name="connsiteY18" fmla="*/ 2349154 h 2384231"/>
                                      <a:gd name="connsiteX19" fmla="*/ 3309257 w 3755571"/>
                                      <a:gd name="connsiteY19" fmla="*/ 2381812 h 2384231"/>
                                      <a:gd name="connsiteX20" fmla="*/ 3450771 w 3755571"/>
                                      <a:gd name="connsiteY20" fmla="*/ 2381812 h 2384231"/>
                                      <a:gd name="connsiteX21" fmla="*/ 3592286 w 3755571"/>
                                      <a:gd name="connsiteY21" fmla="*/ 2381812 h 2384231"/>
                                      <a:gd name="connsiteX22" fmla="*/ 3690257 w 3755571"/>
                                      <a:gd name="connsiteY22" fmla="*/ 2370926 h 2384231"/>
                                      <a:gd name="connsiteX23" fmla="*/ 3755571 w 3755571"/>
                                      <a:gd name="connsiteY23" fmla="*/ 2370926 h 2384231"/>
                                      <a:gd name="connsiteX0" fmla="*/ 168222 w 3755571"/>
                                      <a:gd name="connsiteY0" fmla="*/ 0 h 2377070"/>
                                      <a:gd name="connsiteX1" fmla="*/ 32657 w 3755571"/>
                                      <a:gd name="connsiteY1" fmla="*/ 328136 h 2377070"/>
                                      <a:gd name="connsiteX2" fmla="*/ 0 w 3755571"/>
                                      <a:gd name="connsiteY2" fmla="*/ 556736 h 2377070"/>
                                      <a:gd name="connsiteX3" fmla="*/ 32657 w 3755571"/>
                                      <a:gd name="connsiteY3" fmla="*/ 850651 h 2377070"/>
                                      <a:gd name="connsiteX4" fmla="*/ 87086 w 3755571"/>
                                      <a:gd name="connsiteY4" fmla="*/ 1177222 h 2377070"/>
                                      <a:gd name="connsiteX5" fmla="*/ 108857 w 3755571"/>
                                      <a:gd name="connsiteY5" fmla="*/ 1220765 h 2377070"/>
                                      <a:gd name="connsiteX6" fmla="*/ 283028 w 3755571"/>
                                      <a:gd name="connsiteY6" fmla="*/ 1405822 h 2377070"/>
                                      <a:gd name="connsiteX7" fmla="*/ 468086 w 3755571"/>
                                      <a:gd name="connsiteY7" fmla="*/ 1634422 h 2377070"/>
                                      <a:gd name="connsiteX8" fmla="*/ 674914 w 3755571"/>
                                      <a:gd name="connsiteY8" fmla="*/ 1863022 h 2377070"/>
                                      <a:gd name="connsiteX9" fmla="*/ 859971 w 3755571"/>
                                      <a:gd name="connsiteY9" fmla="*/ 2004536 h 2377070"/>
                                      <a:gd name="connsiteX10" fmla="*/ 1371600 w 3755571"/>
                                      <a:gd name="connsiteY10" fmla="*/ 2276679 h 2377070"/>
                                      <a:gd name="connsiteX11" fmla="*/ 1643743 w 3755571"/>
                                      <a:gd name="connsiteY11" fmla="*/ 2287565 h 2377070"/>
                                      <a:gd name="connsiteX12" fmla="*/ 1992086 w 3755571"/>
                                      <a:gd name="connsiteY12" fmla="*/ 2309336 h 2377070"/>
                                      <a:gd name="connsiteX13" fmla="*/ 2264228 w 3755571"/>
                                      <a:gd name="connsiteY13" fmla="*/ 2341993 h 2377070"/>
                                      <a:gd name="connsiteX14" fmla="*/ 2525486 w 3755571"/>
                                      <a:gd name="connsiteY14" fmla="*/ 2341993 h 2377070"/>
                                      <a:gd name="connsiteX15" fmla="*/ 2743200 w 3755571"/>
                                      <a:gd name="connsiteY15" fmla="*/ 2352879 h 2377070"/>
                                      <a:gd name="connsiteX16" fmla="*/ 2939143 w 3755571"/>
                                      <a:gd name="connsiteY16" fmla="*/ 2341993 h 2377070"/>
                                      <a:gd name="connsiteX17" fmla="*/ 3135086 w 3755571"/>
                                      <a:gd name="connsiteY17" fmla="*/ 2341993 h 2377070"/>
                                      <a:gd name="connsiteX18" fmla="*/ 3309257 w 3755571"/>
                                      <a:gd name="connsiteY18" fmla="*/ 2374651 h 2377070"/>
                                      <a:gd name="connsiteX19" fmla="*/ 3450771 w 3755571"/>
                                      <a:gd name="connsiteY19" fmla="*/ 2374651 h 2377070"/>
                                      <a:gd name="connsiteX20" fmla="*/ 3592286 w 3755571"/>
                                      <a:gd name="connsiteY20" fmla="*/ 2374651 h 2377070"/>
                                      <a:gd name="connsiteX21" fmla="*/ 3690257 w 3755571"/>
                                      <a:gd name="connsiteY21" fmla="*/ 2363765 h 2377070"/>
                                      <a:gd name="connsiteX22" fmla="*/ 3755571 w 3755571"/>
                                      <a:gd name="connsiteY22" fmla="*/ 2363765 h 2377070"/>
                                      <a:gd name="connsiteX0" fmla="*/ 181982 w 3769331"/>
                                      <a:gd name="connsiteY0" fmla="*/ 0 h 2377070"/>
                                      <a:gd name="connsiteX1" fmla="*/ 13760 w 3769331"/>
                                      <a:gd name="connsiteY1" fmla="*/ 164850 h 2377070"/>
                                      <a:gd name="connsiteX2" fmla="*/ 13760 w 3769331"/>
                                      <a:gd name="connsiteY2" fmla="*/ 556736 h 2377070"/>
                                      <a:gd name="connsiteX3" fmla="*/ 46417 w 3769331"/>
                                      <a:gd name="connsiteY3" fmla="*/ 850651 h 2377070"/>
                                      <a:gd name="connsiteX4" fmla="*/ 100846 w 3769331"/>
                                      <a:gd name="connsiteY4" fmla="*/ 1177222 h 2377070"/>
                                      <a:gd name="connsiteX5" fmla="*/ 122617 w 3769331"/>
                                      <a:gd name="connsiteY5" fmla="*/ 1220765 h 2377070"/>
                                      <a:gd name="connsiteX6" fmla="*/ 296788 w 3769331"/>
                                      <a:gd name="connsiteY6" fmla="*/ 1405822 h 2377070"/>
                                      <a:gd name="connsiteX7" fmla="*/ 481846 w 3769331"/>
                                      <a:gd name="connsiteY7" fmla="*/ 1634422 h 2377070"/>
                                      <a:gd name="connsiteX8" fmla="*/ 688674 w 3769331"/>
                                      <a:gd name="connsiteY8" fmla="*/ 1863022 h 2377070"/>
                                      <a:gd name="connsiteX9" fmla="*/ 873731 w 3769331"/>
                                      <a:gd name="connsiteY9" fmla="*/ 2004536 h 2377070"/>
                                      <a:gd name="connsiteX10" fmla="*/ 1385360 w 3769331"/>
                                      <a:gd name="connsiteY10" fmla="*/ 2276679 h 2377070"/>
                                      <a:gd name="connsiteX11" fmla="*/ 1657503 w 3769331"/>
                                      <a:gd name="connsiteY11" fmla="*/ 2287565 h 2377070"/>
                                      <a:gd name="connsiteX12" fmla="*/ 2005846 w 3769331"/>
                                      <a:gd name="connsiteY12" fmla="*/ 2309336 h 2377070"/>
                                      <a:gd name="connsiteX13" fmla="*/ 2277988 w 3769331"/>
                                      <a:gd name="connsiteY13" fmla="*/ 2341993 h 2377070"/>
                                      <a:gd name="connsiteX14" fmla="*/ 2539246 w 3769331"/>
                                      <a:gd name="connsiteY14" fmla="*/ 2341993 h 2377070"/>
                                      <a:gd name="connsiteX15" fmla="*/ 2756960 w 3769331"/>
                                      <a:gd name="connsiteY15" fmla="*/ 2352879 h 2377070"/>
                                      <a:gd name="connsiteX16" fmla="*/ 2952903 w 3769331"/>
                                      <a:gd name="connsiteY16" fmla="*/ 2341993 h 2377070"/>
                                      <a:gd name="connsiteX17" fmla="*/ 3148846 w 3769331"/>
                                      <a:gd name="connsiteY17" fmla="*/ 2341993 h 2377070"/>
                                      <a:gd name="connsiteX18" fmla="*/ 3323017 w 3769331"/>
                                      <a:gd name="connsiteY18" fmla="*/ 2374651 h 2377070"/>
                                      <a:gd name="connsiteX19" fmla="*/ 3464531 w 3769331"/>
                                      <a:gd name="connsiteY19" fmla="*/ 2374651 h 2377070"/>
                                      <a:gd name="connsiteX20" fmla="*/ 3606046 w 3769331"/>
                                      <a:gd name="connsiteY20" fmla="*/ 2374651 h 2377070"/>
                                      <a:gd name="connsiteX21" fmla="*/ 3704017 w 3769331"/>
                                      <a:gd name="connsiteY21" fmla="*/ 2363765 h 2377070"/>
                                      <a:gd name="connsiteX22" fmla="*/ 3769331 w 3769331"/>
                                      <a:gd name="connsiteY22" fmla="*/ 2363765 h 2377070"/>
                                      <a:gd name="connsiteX0" fmla="*/ 234144 w 3821493"/>
                                      <a:gd name="connsiteY0" fmla="*/ 0 h 2377070"/>
                                      <a:gd name="connsiteX1" fmla="*/ 65922 w 3821493"/>
                                      <a:gd name="connsiteY1" fmla="*/ 164850 h 2377070"/>
                                      <a:gd name="connsiteX2" fmla="*/ 608 w 3821493"/>
                                      <a:gd name="connsiteY2" fmla="*/ 426108 h 2377070"/>
                                      <a:gd name="connsiteX3" fmla="*/ 98579 w 3821493"/>
                                      <a:gd name="connsiteY3" fmla="*/ 850651 h 2377070"/>
                                      <a:gd name="connsiteX4" fmla="*/ 153008 w 3821493"/>
                                      <a:gd name="connsiteY4" fmla="*/ 1177222 h 2377070"/>
                                      <a:gd name="connsiteX5" fmla="*/ 174779 w 3821493"/>
                                      <a:gd name="connsiteY5" fmla="*/ 1220765 h 2377070"/>
                                      <a:gd name="connsiteX6" fmla="*/ 348950 w 3821493"/>
                                      <a:gd name="connsiteY6" fmla="*/ 1405822 h 2377070"/>
                                      <a:gd name="connsiteX7" fmla="*/ 534008 w 3821493"/>
                                      <a:gd name="connsiteY7" fmla="*/ 1634422 h 2377070"/>
                                      <a:gd name="connsiteX8" fmla="*/ 740836 w 3821493"/>
                                      <a:gd name="connsiteY8" fmla="*/ 1863022 h 2377070"/>
                                      <a:gd name="connsiteX9" fmla="*/ 925893 w 3821493"/>
                                      <a:gd name="connsiteY9" fmla="*/ 2004536 h 2377070"/>
                                      <a:gd name="connsiteX10" fmla="*/ 1437522 w 3821493"/>
                                      <a:gd name="connsiteY10" fmla="*/ 2276679 h 2377070"/>
                                      <a:gd name="connsiteX11" fmla="*/ 1709665 w 3821493"/>
                                      <a:gd name="connsiteY11" fmla="*/ 2287565 h 2377070"/>
                                      <a:gd name="connsiteX12" fmla="*/ 2058008 w 3821493"/>
                                      <a:gd name="connsiteY12" fmla="*/ 2309336 h 2377070"/>
                                      <a:gd name="connsiteX13" fmla="*/ 2330150 w 3821493"/>
                                      <a:gd name="connsiteY13" fmla="*/ 2341993 h 2377070"/>
                                      <a:gd name="connsiteX14" fmla="*/ 2591408 w 3821493"/>
                                      <a:gd name="connsiteY14" fmla="*/ 2341993 h 2377070"/>
                                      <a:gd name="connsiteX15" fmla="*/ 2809122 w 3821493"/>
                                      <a:gd name="connsiteY15" fmla="*/ 2352879 h 2377070"/>
                                      <a:gd name="connsiteX16" fmla="*/ 3005065 w 3821493"/>
                                      <a:gd name="connsiteY16" fmla="*/ 2341993 h 2377070"/>
                                      <a:gd name="connsiteX17" fmla="*/ 3201008 w 3821493"/>
                                      <a:gd name="connsiteY17" fmla="*/ 2341993 h 2377070"/>
                                      <a:gd name="connsiteX18" fmla="*/ 3375179 w 3821493"/>
                                      <a:gd name="connsiteY18" fmla="*/ 2374651 h 2377070"/>
                                      <a:gd name="connsiteX19" fmla="*/ 3516693 w 3821493"/>
                                      <a:gd name="connsiteY19" fmla="*/ 2374651 h 2377070"/>
                                      <a:gd name="connsiteX20" fmla="*/ 3658208 w 3821493"/>
                                      <a:gd name="connsiteY20" fmla="*/ 2374651 h 2377070"/>
                                      <a:gd name="connsiteX21" fmla="*/ 3756179 w 3821493"/>
                                      <a:gd name="connsiteY21" fmla="*/ 2363765 h 2377070"/>
                                      <a:gd name="connsiteX22" fmla="*/ 3821493 w 3821493"/>
                                      <a:gd name="connsiteY22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188285 w 3834999"/>
                                      <a:gd name="connsiteY5" fmla="*/ 1220765 h 2377070"/>
                                      <a:gd name="connsiteX6" fmla="*/ 362456 w 3834999"/>
                                      <a:gd name="connsiteY6" fmla="*/ 1405822 h 2377070"/>
                                      <a:gd name="connsiteX7" fmla="*/ 547514 w 3834999"/>
                                      <a:gd name="connsiteY7" fmla="*/ 1634422 h 2377070"/>
                                      <a:gd name="connsiteX8" fmla="*/ 754342 w 3834999"/>
                                      <a:gd name="connsiteY8" fmla="*/ 1863022 h 2377070"/>
                                      <a:gd name="connsiteX9" fmla="*/ 939399 w 3834999"/>
                                      <a:gd name="connsiteY9" fmla="*/ 2004536 h 2377070"/>
                                      <a:gd name="connsiteX10" fmla="*/ 1451028 w 3834999"/>
                                      <a:gd name="connsiteY10" fmla="*/ 2276679 h 2377070"/>
                                      <a:gd name="connsiteX11" fmla="*/ 1723171 w 3834999"/>
                                      <a:gd name="connsiteY11" fmla="*/ 2287565 h 2377070"/>
                                      <a:gd name="connsiteX12" fmla="*/ 2071514 w 3834999"/>
                                      <a:gd name="connsiteY12" fmla="*/ 2309336 h 2377070"/>
                                      <a:gd name="connsiteX13" fmla="*/ 2343656 w 3834999"/>
                                      <a:gd name="connsiteY13" fmla="*/ 2341993 h 2377070"/>
                                      <a:gd name="connsiteX14" fmla="*/ 2604914 w 3834999"/>
                                      <a:gd name="connsiteY14" fmla="*/ 2341993 h 2377070"/>
                                      <a:gd name="connsiteX15" fmla="*/ 2822628 w 3834999"/>
                                      <a:gd name="connsiteY15" fmla="*/ 2352879 h 2377070"/>
                                      <a:gd name="connsiteX16" fmla="*/ 3018571 w 3834999"/>
                                      <a:gd name="connsiteY16" fmla="*/ 2341993 h 2377070"/>
                                      <a:gd name="connsiteX17" fmla="*/ 3214514 w 3834999"/>
                                      <a:gd name="connsiteY17" fmla="*/ 2341993 h 2377070"/>
                                      <a:gd name="connsiteX18" fmla="*/ 3388685 w 3834999"/>
                                      <a:gd name="connsiteY18" fmla="*/ 2374651 h 2377070"/>
                                      <a:gd name="connsiteX19" fmla="*/ 3530199 w 3834999"/>
                                      <a:gd name="connsiteY19" fmla="*/ 2374651 h 2377070"/>
                                      <a:gd name="connsiteX20" fmla="*/ 3671714 w 3834999"/>
                                      <a:gd name="connsiteY20" fmla="*/ 2374651 h 2377070"/>
                                      <a:gd name="connsiteX21" fmla="*/ 3769685 w 3834999"/>
                                      <a:gd name="connsiteY21" fmla="*/ 2363765 h 2377070"/>
                                      <a:gd name="connsiteX22" fmla="*/ 3834999 w 3834999"/>
                                      <a:gd name="connsiteY22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362456 w 3834999"/>
                                      <a:gd name="connsiteY5" fmla="*/ 1405822 h 2377070"/>
                                      <a:gd name="connsiteX6" fmla="*/ 547514 w 3834999"/>
                                      <a:gd name="connsiteY6" fmla="*/ 1634422 h 2377070"/>
                                      <a:gd name="connsiteX7" fmla="*/ 754342 w 3834999"/>
                                      <a:gd name="connsiteY7" fmla="*/ 1863022 h 2377070"/>
                                      <a:gd name="connsiteX8" fmla="*/ 939399 w 3834999"/>
                                      <a:gd name="connsiteY8" fmla="*/ 2004536 h 2377070"/>
                                      <a:gd name="connsiteX9" fmla="*/ 1451028 w 3834999"/>
                                      <a:gd name="connsiteY9" fmla="*/ 2276679 h 2377070"/>
                                      <a:gd name="connsiteX10" fmla="*/ 1723171 w 3834999"/>
                                      <a:gd name="connsiteY10" fmla="*/ 2287565 h 2377070"/>
                                      <a:gd name="connsiteX11" fmla="*/ 2071514 w 3834999"/>
                                      <a:gd name="connsiteY11" fmla="*/ 2309336 h 2377070"/>
                                      <a:gd name="connsiteX12" fmla="*/ 2343656 w 3834999"/>
                                      <a:gd name="connsiteY12" fmla="*/ 2341993 h 2377070"/>
                                      <a:gd name="connsiteX13" fmla="*/ 2604914 w 3834999"/>
                                      <a:gd name="connsiteY13" fmla="*/ 2341993 h 2377070"/>
                                      <a:gd name="connsiteX14" fmla="*/ 2822628 w 3834999"/>
                                      <a:gd name="connsiteY14" fmla="*/ 2352879 h 2377070"/>
                                      <a:gd name="connsiteX15" fmla="*/ 3018571 w 3834999"/>
                                      <a:gd name="connsiteY15" fmla="*/ 2341993 h 2377070"/>
                                      <a:gd name="connsiteX16" fmla="*/ 3214514 w 3834999"/>
                                      <a:gd name="connsiteY16" fmla="*/ 2341993 h 2377070"/>
                                      <a:gd name="connsiteX17" fmla="*/ 3388685 w 3834999"/>
                                      <a:gd name="connsiteY17" fmla="*/ 2374651 h 2377070"/>
                                      <a:gd name="connsiteX18" fmla="*/ 3530199 w 3834999"/>
                                      <a:gd name="connsiteY18" fmla="*/ 2374651 h 2377070"/>
                                      <a:gd name="connsiteX19" fmla="*/ 3671714 w 3834999"/>
                                      <a:gd name="connsiteY19" fmla="*/ 2374651 h 2377070"/>
                                      <a:gd name="connsiteX20" fmla="*/ 3769685 w 3834999"/>
                                      <a:gd name="connsiteY20" fmla="*/ 2363765 h 2377070"/>
                                      <a:gd name="connsiteX21" fmla="*/ 3834999 w 3834999"/>
                                      <a:gd name="connsiteY21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297142 w 3834999"/>
                                      <a:gd name="connsiteY5" fmla="*/ 1449364 h 2377070"/>
                                      <a:gd name="connsiteX6" fmla="*/ 547514 w 3834999"/>
                                      <a:gd name="connsiteY6" fmla="*/ 1634422 h 2377070"/>
                                      <a:gd name="connsiteX7" fmla="*/ 754342 w 3834999"/>
                                      <a:gd name="connsiteY7" fmla="*/ 1863022 h 2377070"/>
                                      <a:gd name="connsiteX8" fmla="*/ 939399 w 3834999"/>
                                      <a:gd name="connsiteY8" fmla="*/ 2004536 h 2377070"/>
                                      <a:gd name="connsiteX9" fmla="*/ 1451028 w 3834999"/>
                                      <a:gd name="connsiteY9" fmla="*/ 2276679 h 2377070"/>
                                      <a:gd name="connsiteX10" fmla="*/ 1723171 w 3834999"/>
                                      <a:gd name="connsiteY10" fmla="*/ 2287565 h 2377070"/>
                                      <a:gd name="connsiteX11" fmla="*/ 2071514 w 3834999"/>
                                      <a:gd name="connsiteY11" fmla="*/ 2309336 h 2377070"/>
                                      <a:gd name="connsiteX12" fmla="*/ 2343656 w 3834999"/>
                                      <a:gd name="connsiteY12" fmla="*/ 2341993 h 2377070"/>
                                      <a:gd name="connsiteX13" fmla="*/ 2604914 w 3834999"/>
                                      <a:gd name="connsiteY13" fmla="*/ 2341993 h 2377070"/>
                                      <a:gd name="connsiteX14" fmla="*/ 2822628 w 3834999"/>
                                      <a:gd name="connsiteY14" fmla="*/ 2352879 h 2377070"/>
                                      <a:gd name="connsiteX15" fmla="*/ 3018571 w 3834999"/>
                                      <a:gd name="connsiteY15" fmla="*/ 2341993 h 2377070"/>
                                      <a:gd name="connsiteX16" fmla="*/ 3214514 w 3834999"/>
                                      <a:gd name="connsiteY16" fmla="*/ 2341993 h 2377070"/>
                                      <a:gd name="connsiteX17" fmla="*/ 3388685 w 3834999"/>
                                      <a:gd name="connsiteY17" fmla="*/ 2374651 h 2377070"/>
                                      <a:gd name="connsiteX18" fmla="*/ 3530199 w 3834999"/>
                                      <a:gd name="connsiteY18" fmla="*/ 2374651 h 2377070"/>
                                      <a:gd name="connsiteX19" fmla="*/ 3671714 w 3834999"/>
                                      <a:gd name="connsiteY19" fmla="*/ 2374651 h 2377070"/>
                                      <a:gd name="connsiteX20" fmla="*/ 3769685 w 3834999"/>
                                      <a:gd name="connsiteY20" fmla="*/ 2363765 h 2377070"/>
                                      <a:gd name="connsiteX21" fmla="*/ 3834999 w 3834999"/>
                                      <a:gd name="connsiteY21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297142 w 3834999"/>
                                      <a:gd name="connsiteY5" fmla="*/ 1449364 h 2377070"/>
                                      <a:gd name="connsiteX6" fmla="*/ 514857 w 3834999"/>
                                      <a:gd name="connsiteY6" fmla="*/ 1677965 h 2377070"/>
                                      <a:gd name="connsiteX7" fmla="*/ 754342 w 3834999"/>
                                      <a:gd name="connsiteY7" fmla="*/ 1863022 h 2377070"/>
                                      <a:gd name="connsiteX8" fmla="*/ 939399 w 3834999"/>
                                      <a:gd name="connsiteY8" fmla="*/ 2004536 h 2377070"/>
                                      <a:gd name="connsiteX9" fmla="*/ 1451028 w 3834999"/>
                                      <a:gd name="connsiteY9" fmla="*/ 2276679 h 2377070"/>
                                      <a:gd name="connsiteX10" fmla="*/ 1723171 w 3834999"/>
                                      <a:gd name="connsiteY10" fmla="*/ 2287565 h 2377070"/>
                                      <a:gd name="connsiteX11" fmla="*/ 2071514 w 3834999"/>
                                      <a:gd name="connsiteY11" fmla="*/ 2309336 h 2377070"/>
                                      <a:gd name="connsiteX12" fmla="*/ 2343656 w 3834999"/>
                                      <a:gd name="connsiteY12" fmla="*/ 2341993 h 2377070"/>
                                      <a:gd name="connsiteX13" fmla="*/ 2604914 w 3834999"/>
                                      <a:gd name="connsiteY13" fmla="*/ 2341993 h 2377070"/>
                                      <a:gd name="connsiteX14" fmla="*/ 2822628 w 3834999"/>
                                      <a:gd name="connsiteY14" fmla="*/ 2352879 h 2377070"/>
                                      <a:gd name="connsiteX15" fmla="*/ 3018571 w 3834999"/>
                                      <a:gd name="connsiteY15" fmla="*/ 2341993 h 2377070"/>
                                      <a:gd name="connsiteX16" fmla="*/ 3214514 w 3834999"/>
                                      <a:gd name="connsiteY16" fmla="*/ 2341993 h 2377070"/>
                                      <a:gd name="connsiteX17" fmla="*/ 3388685 w 3834999"/>
                                      <a:gd name="connsiteY17" fmla="*/ 2374651 h 2377070"/>
                                      <a:gd name="connsiteX18" fmla="*/ 3530199 w 3834999"/>
                                      <a:gd name="connsiteY18" fmla="*/ 2374651 h 2377070"/>
                                      <a:gd name="connsiteX19" fmla="*/ 3671714 w 3834999"/>
                                      <a:gd name="connsiteY19" fmla="*/ 2374651 h 2377070"/>
                                      <a:gd name="connsiteX20" fmla="*/ 3769685 w 3834999"/>
                                      <a:gd name="connsiteY20" fmla="*/ 2363765 h 2377070"/>
                                      <a:gd name="connsiteX21" fmla="*/ 3834999 w 3834999"/>
                                      <a:gd name="connsiteY21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297142 w 3834999"/>
                                      <a:gd name="connsiteY5" fmla="*/ 1449364 h 2377070"/>
                                      <a:gd name="connsiteX6" fmla="*/ 514857 w 3834999"/>
                                      <a:gd name="connsiteY6" fmla="*/ 1677965 h 2377070"/>
                                      <a:gd name="connsiteX7" fmla="*/ 754342 w 3834999"/>
                                      <a:gd name="connsiteY7" fmla="*/ 1863022 h 2377070"/>
                                      <a:gd name="connsiteX8" fmla="*/ 1048257 w 3834999"/>
                                      <a:gd name="connsiteY8" fmla="*/ 2080736 h 2377070"/>
                                      <a:gd name="connsiteX9" fmla="*/ 1451028 w 3834999"/>
                                      <a:gd name="connsiteY9" fmla="*/ 2276679 h 2377070"/>
                                      <a:gd name="connsiteX10" fmla="*/ 1723171 w 3834999"/>
                                      <a:gd name="connsiteY10" fmla="*/ 2287565 h 2377070"/>
                                      <a:gd name="connsiteX11" fmla="*/ 2071514 w 3834999"/>
                                      <a:gd name="connsiteY11" fmla="*/ 2309336 h 2377070"/>
                                      <a:gd name="connsiteX12" fmla="*/ 2343656 w 3834999"/>
                                      <a:gd name="connsiteY12" fmla="*/ 2341993 h 2377070"/>
                                      <a:gd name="connsiteX13" fmla="*/ 2604914 w 3834999"/>
                                      <a:gd name="connsiteY13" fmla="*/ 2341993 h 2377070"/>
                                      <a:gd name="connsiteX14" fmla="*/ 2822628 w 3834999"/>
                                      <a:gd name="connsiteY14" fmla="*/ 2352879 h 2377070"/>
                                      <a:gd name="connsiteX15" fmla="*/ 3018571 w 3834999"/>
                                      <a:gd name="connsiteY15" fmla="*/ 2341993 h 2377070"/>
                                      <a:gd name="connsiteX16" fmla="*/ 3214514 w 3834999"/>
                                      <a:gd name="connsiteY16" fmla="*/ 2341993 h 2377070"/>
                                      <a:gd name="connsiteX17" fmla="*/ 3388685 w 3834999"/>
                                      <a:gd name="connsiteY17" fmla="*/ 2374651 h 2377070"/>
                                      <a:gd name="connsiteX18" fmla="*/ 3530199 w 3834999"/>
                                      <a:gd name="connsiteY18" fmla="*/ 2374651 h 2377070"/>
                                      <a:gd name="connsiteX19" fmla="*/ 3671714 w 3834999"/>
                                      <a:gd name="connsiteY19" fmla="*/ 2374651 h 2377070"/>
                                      <a:gd name="connsiteX20" fmla="*/ 3769685 w 3834999"/>
                                      <a:gd name="connsiteY20" fmla="*/ 2363765 h 2377070"/>
                                      <a:gd name="connsiteX21" fmla="*/ 3834999 w 3834999"/>
                                      <a:gd name="connsiteY21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297142 w 3834999"/>
                                      <a:gd name="connsiteY5" fmla="*/ 1449364 h 2377070"/>
                                      <a:gd name="connsiteX6" fmla="*/ 514857 w 3834999"/>
                                      <a:gd name="connsiteY6" fmla="*/ 1677965 h 2377070"/>
                                      <a:gd name="connsiteX7" fmla="*/ 754342 w 3834999"/>
                                      <a:gd name="connsiteY7" fmla="*/ 1863022 h 2377070"/>
                                      <a:gd name="connsiteX8" fmla="*/ 1048257 w 3834999"/>
                                      <a:gd name="connsiteY8" fmla="*/ 2080736 h 2377070"/>
                                      <a:gd name="connsiteX9" fmla="*/ 1298628 w 3834999"/>
                                      <a:gd name="connsiteY9" fmla="*/ 2211365 h 2377070"/>
                                      <a:gd name="connsiteX10" fmla="*/ 1723171 w 3834999"/>
                                      <a:gd name="connsiteY10" fmla="*/ 2287565 h 2377070"/>
                                      <a:gd name="connsiteX11" fmla="*/ 2071514 w 3834999"/>
                                      <a:gd name="connsiteY11" fmla="*/ 2309336 h 2377070"/>
                                      <a:gd name="connsiteX12" fmla="*/ 2343656 w 3834999"/>
                                      <a:gd name="connsiteY12" fmla="*/ 2341993 h 2377070"/>
                                      <a:gd name="connsiteX13" fmla="*/ 2604914 w 3834999"/>
                                      <a:gd name="connsiteY13" fmla="*/ 2341993 h 2377070"/>
                                      <a:gd name="connsiteX14" fmla="*/ 2822628 w 3834999"/>
                                      <a:gd name="connsiteY14" fmla="*/ 2352879 h 2377070"/>
                                      <a:gd name="connsiteX15" fmla="*/ 3018571 w 3834999"/>
                                      <a:gd name="connsiteY15" fmla="*/ 2341993 h 2377070"/>
                                      <a:gd name="connsiteX16" fmla="*/ 3214514 w 3834999"/>
                                      <a:gd name="connsiteY16" fmla="*/ 2341993 h 2377070"/>
                                      <a:gd name="connsiteX17" fmla="*/ 3388685 w 3834999"/>
                                      <a:gd name="connsiteY17" fmla="*/ 2374651 h 2377070"/>
                                      <a:gd name="connsiteX18" fmla="*/ 3530199 w 3834999"/>
                                      <a:gd name="connsiteY18" fmla="*/ 2374651 h 2377070"/>
                                      <a:gd name="connsiteX19" fmla="*/ 3671714 w 3834999"/>
                                      <a:gd name="connsiteY19" fmla="*/ 2374651 h 2377070"/>
                                      <a:gd name="connsiteX20" fmla="*/ 3769685 w 3834999"/>
                                      <a:gd name="connsiteY20" fmla="*/ 2363765 h 2377070"/>
                                      <a:gd name="connsiteX21" fmla="*/ 3834999 w 3834999"/>
                                      <a:gd name="connsiteY21" fmla="*/ 2363765 h 2377070"/>
                                      <a:gd name="connsiteX0" fmla="*/ 247650 w 3834999"/>
                                      <a:gd name="connsiteY0" fmla="*/ 0 h 2377525"/>
                                      <a:gd name="connsiteX1" fmla="*/ 79428 w 3834999"/>
                                      <a:gd name="connsiteY1" fmla="*/ 164850 h 2377525"/>
                                      <a:gd name="connsiteX2" fmla="*/ 14114 w 3834999"/>
                                      <a:gd name="connsiteY2" fmla="*/ 426108 h 2377525"/>
                                      <a:gd name="connsiteX3" fmla="*/ 14113 w 3834999"/>
                                      <a:gd name="connsiteY3" fmla="*/ 741794 h 2377525"/>
                                      <a:gd name="connsiteX4" fmla="*/ 166514 w 3834999"/>
                                      <a:gd name="connsiteY4" fmla="*/ 1177222 h 2377525"/>
                                      <a:gd name="connsiteX5" fmla="*/ 297142 w 3834999"/>
                                      <a:gd name="connsiteY5" fmla="*/ 1449364 h 2377525"/>
                                      <a:gd name="connsiteX6" fmla="*/ 514857 w 3834999"/>
                                      <a:gd name="connsiteY6" fmla="*/ 1677965 h 2377525"/>
                                      <a:gd name="connsiteX7" fmla="*/ 754342 w 3834999"/>
                                      <a:gd name="connsiteY7" fmla="*/ 1863022 h 2377525"/>
                                      <a:gd name="connsiteX8" fmla="*/ 1048257 w 3834999"/>
                                      <a:gd name="connsiteY8" fmla="*/ 2080736 h 2377525"/>
                                      <a:gd name="connsiteX9" fmla="*/ 1298628 w 3834999"/>
                                      <a:gd name="connsiteY9" fmla="*/ 2211365 h 2377525"/>
                                      <a:gd name="connsiteX10" fmla="*/ 1723171 w 3834999"/>
                                      <a:gd name="connsiteY10" fmla="*/ 2287565 h 2377525"/>
                                      <a:gd name="connsiteX11" fmla="*/ 2071514 w 3834999"/>
                                      <a:gd name="connsiteY11" fmla="*/ 2309336 h 2377525"/>
                                      <a:gd name="connsiteX12" fmla="*/ 2343656 w 3834999"/>
                                      <a:gd name="connsiteY12" fmla="*/ 2341993 h 2377525"/>
                                      <a:gd name="connsiteX13" fmla="*/ 2604914 w 3834999"/>
                                      <a:gd name="connsiteY13" fmla="*/ 2341993 h 2377525"/>
                                      <a:gd name="connsiteX14" fmla="*/ 2822628 w 3834999"/>
                                      <a:gd name="connsiteY14" fmla="*/ 2352879 h 2377525"/>
                                      <a:gd name="connsiteX15" fmla="*/ 3018571 w 3834999"/>
                                      <a:gd name="connsiteY15" fmla="*/ 2341993 h 2377525"/>
                                      <a:gd name="connsiteX16" fmla="*/ 3214514 w 3834999"/>
                                      <a:gd name="connsiteY16" fmla="*/ 2341993 h 2377525"/>
                                      <a:gd name="connsiteX17" fmla="*/ 3530199 w 3834999"/>
                                      <a:gd name="connsiteY17" fmla="*/ 2374651 h 2377525"/>
                                      <a:gd name="connsiteX18" fmla="*/ 3671714 w 3834999"/>
                                      <a:gd name="connsiteY18" fmla="*/ 2374651 h 2377525"/>
                                      <a:gd name="connsiteX19" fmla="*/ 3769685 w 3834999"/>
                                      <a:gd name="connsiteY19" fmla="*/ 2363765 h 2377525"/>
                                      <a:gd name="connsiteX20" fmla="*/ 3834999 w 3834999"/>
                                      <a:gd name="connsiteY20" fmla="*/ 2363765 h 2377525"/>
                                      <a:gd name="connsiteX0" fmla="*/ 247650 w 3834999"/>
                                      <a:gd name="connsiteY0" fmla="*/ 0 h 2374651"/>
                                      <a:gd name="connsiteX1" fmla="*/ 79428 w 3834999"/>
                                      <a:gd name="connsiteY1" fmla="*/ 164850 h 2374651"/>
                                      <a:gd name="connsiteX2" fmla="*/ 14114 w 3834999"/>
                                      <a:gd name="connsiteY2" fmla="*/ 426108 h 2374651"/>
                                      <a:gd name="connsiteX3" fmla="*/ 14113 w 3834999"/>
                                      <a:gd name="connsiteY3" fmla="*/ 741794 h 2374651"/>
                                      <a:gd name="connsiteX4" fmla="*/ 166514 w 3834999"/>
                                      <a:gd name="connsiteY4" fmla="*/ 1177222 h 2374651"/>
                                      <a:gd name="connsiteX5" fmla="*/ 297142 w 3834999"/>
                                      <a:gd name="connsiteY5" fmla="*/ 1449364 h 2374651"/>
                                      <a:gd name="connsiteX6" fmla="*/ 514857 w 3834999"/>
                                      <a:gd name="connsiteY6" fmla="*/ 1677965 h 2374651"/>
                                      <a:gd name="connsiteX7" fmla="*/ 754342 w 3834999"/>
                                      <a:gd name="connsiteY7" fmla="*/ 1863022 h 2374651"/>
                                      <a:gd name="connsiteX8" fmla="*/ 1048257 w 3834999"/>
                                      <a:gd name="connsiteY8" fmla="*/ 2080736 h 2374651"/>
                                      <a:gd name="connsiteX9" fmla="*/ 1298628 w 3834999"/>
                                      <a:gd name="connsiteY9" fmla="*/ 2211365 h 2374651"/>
                                      <a:gd name="connsiteX10" fmla="*/ 1723171 w 3834999"/>
                                      <a:gd name="connsiteY10" fmla="*/ 2287565 h 2374651"/>
                                      <a:gd name="connsiteX11" fmla="*/ 2071514 w 3834999"/>
                                      <a:gd name="connsiteY11" fmla="*/ 2309336 h 2374651"/>
                                      <a:gd name="connsiteX12" fmla="*/ 2343656 w 3834999"/>
                                      <a:gd name="connsiteY12" fmla="*/ 2341993 h 2374651"/>
                                      <a:gd name="connsiteX13" fmla="*/ 2604914 w 3834999"/>
                                      <a:gd name="connsiteY13" fmla="*/ 2341993 h 2374651"/>
                                      <a:gd name="connsiteX14" fmla="*/ 2822628 w 3834999"/>
                                      <a:gd name="connsiteY14" fmla="*/ 2352879 h 2374651"/>
                                      <a:gd name="connsiteX15" fmla="*/ 3018571 w 3834999"/>
                                      <a:gd name="connsiteY15" fmla="*/ 2341993 h 2374651"/>
                                      <a:gd name="connsiteX16" fmla="*/ 3214514 w 3834999"/>
                                      <a:gd name="connsiteY16" fmla="*/ 2341993 h 2374651"/>
                                      <a:gd name="connsiteX17" fmla="*/ 3530199 w 3834999"/>
                                      <a:gd name="connsiteY17" fmla="*/ 2374651 h 2374651"/>
                                      <a:gd name="connsiteX18" fmla="*/ 3769685 w 3834999"/>
                                      <a:gd name="connsiteY18" fmla="*/ 2363765 h 2374651"/>
                                      <a:gd name="connsiteX19" fmla="*/ 3834999 w 3834999"/>
                                      <a:gd name="connsiteY19" fmla="*/ 2363765 h 2374651"/>
                                      <a:gd name="connsiteX0" fmla="*/ 247650 w 3834999"/>
                                      <a:gd name="connsiteY0" fmla="*/ 0 h 2365193"/>
                                      <a:gd name="connsiteX1" fmla="*/ 79428 w 3834999"/>
                                      <a:gd name="connsiteY1" fmla="*/ 164850 h 2365193"/>
                                      <a:gd name="connsiteX2" fmla="*/ 14114 w 3834999"/>
                                      <a:gd name="connsiteY2" fmla="*/ 426108 h 2365193"/>
                                      <a:gd name="connsiteX3" fmla="*/ 14113 w 3834999"/>
                                      <a:gd name="connsiteY3" fmla="*/ 741794 h 2365193"/>
                                      <a:gd name="connsiteX4" fmla="*/ 166514 w 3834999"/>
                                      <a:gd name="connsiteY4" fmla="*/ 1177222 h 2365193"/>
                                      <a:gd name="connsiteX5" fmla="*/ 297142 w 3834999"/>
                                      <a:gd name="connsiteY5" fmla="*/ 1449364 h 2365193"/>
                                      <a:gd name="connsiteX6" fmla="*/ 514857 w 3834999"/>
                                      <a:gd name="connsiteY6" fmla="*/ 1677965 h 2365193"/>
                                      <a:gd name="connsiteX7" fmla="*/ 754342 w 3834999"/>
                                      <a:gd name="connsiteY7" fmla="*/ 1863022 h 2365193"/>
                                      <a:gd name="connsiteX8" fmla="*/ 1048257 w 3834999"/>
                                      <a:gd name="connsiteY8" fmla="*/ 2080736 h 2365193"/>
                                      <a:gd name="connsiteX9" fmla="*/ 1298628 w 3834999"/>
                                      <a:gd name="connsiteY9" fmla="*/ 2211365 h 2365193"/>
                                      <a:gd name="connsiteX10" fmla="*/ 1723171 w 3834999"/>
                                      <a:gd name="connsiteY10" fmla="*/ 2287565 h 2365193"/>
                                      <a:gd name="connsiteX11" fmla="*/ 2071514 w 3834999"/>
                                      <a:gd name="connsiteY11" fmla="*/ 2309336 h 2365193"/>
                                      <a:gd name="connsiteX12" fmla="*/ 2343656 w 3834999"/>
                                      <a:gd name="connsiteY12" fmla="*/ 2341993 h 2365193"/>
                                      <a:gd name="connsiteX13" fmla="*/ 2604914 w 3834999"/>
                                      <a:gd name="connsiteY13" fmla="*/ 2341993 h 2365193"/>
                                      <a:gd name="connsiteX14" fmla="*/ 2822628 w 3834999"/>
                                      <a:gd name="connsiteY14" fmla="*/ 2352879 h 2365193"/>
                                      <a:gd name="connsiteX15" fmla="*/ 3018571 w 3834999"/>
                                      <a:gd name="connsiteY15" fmla="*/ 2341993 h 2365193"/>
                                      <a:gd name="connsiteX16" fmla="*/ 3214514 w 3834999"/>
                                      <a:gd name="connsiteY16" fmla="*/ 2341993 h 2365193"/>
                                      <a:gd name="connsiteX17" fmla="*/ 3530199 w 3834999"/>
                                      <a:gd name="connsiteY17" fmla="*/ 2341994 h 2365193"/>
                                      <a:gd name="connsiteX18" fmla="*/ 3769685 w 3834999"/>
                                      <a:gd name="connsiteY18" fmla="*/ 2363765 h 2365193"/>
                                      <a:gd name="connsiteX19" fmla="*/ 3834999 w 3834999"/>
                                      <a:gd name="connsiteY19" fmla="*/ 2363765 h 2365193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297142 w 3769685"/>
                                      <a:gd name="connsiteY5" fmla="*/ 1449364 h 2363765"/>
                                      <a:gd name="connsiteX6" fmla="*/ 514857 w 3769685"/>
                                      <a:gd name="connsiteY6" fmla="*/ 1677965 h 2363765"/>
                                      <a:gd name="connsiteX7" fmla="*/ 754342 w 3769685"/>
                                      <a:gd name="connsiteY7" fmla="*/ 1863022 h 2363765"/>
                                      <a:gd name="connsiteX8" fmla="*/ 1048257 w 3769685"/>
                                      <a:gd name="connsiteY8" fmla="*/ 2080736 h 2363765"/>
                                      <a:gd name="connsiteX9" fmla="*/ 1298628 w 3769685"/>
                                      <a:gd name="connsiteY9" fmla="*/ 2211365 h 2363765"/>
                                      <a:gd name="connsiteX10" fmla="*/ 1723171 w 3769685"/>
                                      <a:gd name="connsiteY10" fmla="*/ 2287565 h 2363765"/>
                                      <a:gd name="connsiteX11" fmla="*/ 2071514 w 3769685"/>
                                      <a:gd name="connsiteY11" fmla="*/ 2309336 h 2363765"/>
                                      <a:gd name="connsiteX12" fmla="*/ 2343656 w 3769685"/>
                                      <a:gd name="connsiteY12" fmla="*/ 2341993 h 2363765"/>
                                      <a:gd name="connsiteX13" fmla="*/ 2604914 w 3769685"/>
                                      <a:gd name="connsiteY13" fmla="*/ 2341993 h 2363765"/>
                                      <a:gd name="connsiteX14" fmla="*/ 2822628 w 3769685"/>
                                      <a:gd name="connsiteY14" fmla="*/ 2352879 h 2363765"/>
                                      <a:gd name="connsiteX15" fmla="*/ 3018571 w 3769685"/>
                                      <a:gd name="connsiteY15" fmla="*/ 2341993 h 2363765"/>
                                      <a:gd name="connsiteX16" fmla="*/ 3214514 w 3769685"/>
                                      <a:gd name="connsiteY16" fmla="*/ 2341993 h 2363765"/>
                                      <a:gd name="connsiteX17" fmla="*/ 3530199 w 3769685"/>
                                      <a:gd name="connsiteY17" fmla="*/ 2341994 h 2363765"/>
                                      <a:gd name="connsiteX18" fmla="*/ 3769685 w 3769685"/>
                                      <a:gd name="connsiteY18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754342 w 3769685"/>
                                      <a:gd name="connsiteY6" fmla="*/ 1863022 h 2363765"/>
                                      <a:gd name="connsiteX7" fmla="*/ 1048257 w 3769685"/>
                                      <a:gd name="connsiteY7" fmla="*/ 2080736 h 2363765"/>
                                      <a:gd name="connsiteX8" fmla="*/ 1298628 w 3769685"/>
                                      <a:gd name="connsiteY8" fmla="*/ 2211365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04713 w 3769685"/>
                                      <a:gd name="connsiteY6" fmla="*/ 1743279 h 2363765"/>
                                      <a:gd name="connsiteX7" fmla="*/ 1048257 w 3769685"/>
                                      <a:gd name="connsiteY7" fmla="*/ 2080736 h 2363765"/>
                                      <a:gd name="connsiteX8" fmla="*/ 1298628 w 3769685"/>
                                      <a:gd name="connsiteY8" fmla="*/ 2211365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04713 w 3769685"/>
                                      <a:gd name="connsiteY6" fmla="*/ 1743279 h 2363765"/>
                                      <a:gd name="connsiteX7" fmla="*/ 1298628 w 3769685"/>
                                      <a:gd name="connsiteY7" fmla="*/ 1808593 h 2363765"/>
                                      <a:gd name="connsiteX8" fmla="*/ 1298628 w 3769685"/>
                                      <a:gd name="connsiteY8" fmla="*/ 2211365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80913 w 3769685"/>
                                      <a:gd name="connsiteY6" fmla="*/ 1667079 h 2363765"/>
                                      <a:gd name="connsiteX7" fmla="*/ 1298628 w 3769685"/>
                                      <a:gd name="connsiteY7" fmla="*/ 1808593 h 2363765"/>
                                      <a:gd name="connsiteX8" fmla="*/ 1298628 w 3769685"/>
                                      <a:gd name="connsiteY8" fmla="*/ 2211365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80913 w 3769685"/>
                                      <a:gd name="connsiteY6" fmla="*/ 1667079 h 2363765"/>
                                      <a:gd name="connsiteX7" fmla="*/ 1353057 w 3769685"/>
                                      <a:gd name="connsiteY7" fmla="*/ 1754164 h 2363765"/>
                                      <a:gd name="connsiteX8" fmla="*/ 1298628 w 3769685"/>
                                      <a:gd name="connsiteY8" fmla="*/ 2211365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80913 w 3769685"/>
                                      <a:gd name="connsiteY6" fmla="*/ 1667079 h 2363765"/>
                                      <a:gd name="connsiteX7" fmla="*/ 1353057 w 3769685"/>
                                      <a:gd name="connsiteY7" fmla="*/ 1754164 h 2363765"/>
                                      <a:gd name="connsiteX8" fmla="*/ 1646971 w 3769685"/>
                                      <a:gd name="connsiteY8" fmla="*/ 1808593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80913 w 3769685"/>
                                      <a:gd name="connsiteY6" fmla="*/ 1667079 h 2363765"/>
                                      <a:gd name="connsiteX7" fmla="*/ 1385714 w 3769685"/>
                                      <a:gd name="connsiteY7" fmla="*/ 1688850 h 2363765"/>
                                      <a:gd name="connsiteX8" fmla="*/ 1646971 w 3769685"/>
                                      <a:gd name="connsiteY8" fmla="*/ 1808593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80913 w 3769685"/>
                                      <a:gd name="connsiteY6" fmla="*/ 1667079 h 2363765"/>
                                      <a:gd name="connsiteX7" fmla="*/ 1385714 w 3769685"/>
                                      <a:gd name="connsiteY7" fmla="*/ 1688850 h 2363765"/>
                                      <a:gd name="connsiteX8" fmla="*/ 1646971 w 3769685"/>
                                      <a:gd name="connsiteY8" fmla="*/ 1808593 h 2363765"/>
                                      <a:gd name="connsiteX9" fmla="*/ 1984428 w 3769685"/>
                                      <a:gd name="connsiteY9" fmla="*/ 1873908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70622"/>
                                      <a:gd name="connsiteX1" fmla="*/ 79428 w 3769685"/>
                                      <a:gd name="connsiteY1" fmla="*/ 164850 h 2370622"/>
                                      <a:gd name="connsiteX2" fmla="*/ 14114 w 3769685"/>
                                      <a:gd name="connsiteY2" fmla="*/ 426108 h 2370622"/>
                                      <a:gd name="connsiteX3" fmla="*/ 14113 w 3769685"/>
                                      <a:gd name="connsiteY3" fmla="*/ 741794 h 2370622"/>
                                      <a:gd name="connsiteX4" fmla="*/ 166514 w 3769685"/>
                                      <a:gd name="connsiteY4" fmla="*/ 1177222 h 2370622"/>
                                      <a:gd name="connsiteX5" fmla="*/ 514857 w 3769685"/>
                                      <a:gd name="connsiteY5" fmla="*/ 1677965 h 2370622"/>
                                      <a:gd name="connsiteX6" fmla="*/ 1080913 w 3769685"/>
                                      <a:gd name="connsiteY6" fmla="*/ 1667079 h 2370622"/>
                                      <a:gd name="connsiteX7" fmla="*/ 1385714 w 3769685"/>
                                      <a:gd name="connsiteY7" fmla="*/ 1688850 h 2370622"/>
                                      <a:gd name="connsiteX8" fmla="*/ 1646971 w 3769685"/>
                                      <a:gd name="connsiteY8" fmla="*/ 1808593 h 2370622"/>
                                      <a:gd name="connsiteX9" fmla="*/ 1984428 w 3769685"/>
                                      <a:gd name="connsiteY9" fmla="*/ 1873908 h 2370622"/>
                                      <a:gd name="connsiteX10" fmla="*/ 2332771 w 3769685"/>
                                      <a:gd name="connsiteY10" fmla="*/ 1950107 h 2370622"/>
                                      <a:gd name="connsiteX11" fmla="*/ 2343656 w 3769685"/>
                                      <a:gd name="connsiteY11" fmla="*/ 2341993 h 2370622"/>
                                      <a:gd name="connsiteX12" fmla="*/ 2604914 w 3769685"/>
                                      <a:gd name="connsiteY12" fmla="*/ 2341993 h 2370622"/>
                                      <a:gd name="connsiteX13" fmla="*/ 2822628 w 3769685"/>
                                      <a:gd name="connsiteY13" fmla="*/ 2352879 h 2370622"/>
                                      <a:gd name="connsiteX14" fmla="*/ 3018571 w 3769685"/>
                                      <a:gd name="connsiteY14" fmla="*/ 2341993 h 2370622"/>
                                      <a:gd name="connsiteX15" fmla="*/ 3214514 w 3769685"/>
                                      <a:gd name="connsiteY15" fmla="*/ 2341993 h 2370622"/>
                                      <a:gd name="connsiteX16" fmla="*/ 3530199 w 3769685"/>
                                      <a:gd name="connsiteY16" fmla="*/ 2341994 h 2370622"/>
                                      <a:gd name="connsiteX17" fmla="*/ 3769685 w 3769685"/>
                                      <a:gd name="connsiteY17" fmla="*/ 2363765 h 2370622"/>
                                      <a:gd name="connsiteX0" fmla="*/ 247650 w 3769685"/>
                                      <a:gd name="connsiteY0" fmla="*/ 0 h 2374937"/>
                                      <a:gd name="connsiteX1" fmla="*/ 79428 w 3769685"/>
                                      <a:gd name="connsiteY1" fmla="*/ 164850 h 2374937"/>
                                      <a:gd name="connsiteX2" fmla="*/ 14114 w 3769685"/>
                                      <a:gd name="connsiteY2" fmla="*/ 426108 h 2374937"/>
                                      <a:gd name="connsiteX3" fmla="*/ 14113 w 3769685"/>
                                      <a:gd name="connsiteY3" fmla="*/ 741794 h 2374937"/>
                                      <a:gd name="connsiteX4" fmla="*/ 166514 w 3769685"/>
                                      <a:gd name="connsiteY4" fmla="*/ 1177222 h 2374937"/>
                                      <a:gd name="connsiteX5" fmla="*/ 514857 w 3769685"/>
                                      <a:gd name="connsiteY5" fmla="*/ 1677965 h 2374937"/>
                                      <a:gd name="connsiteX6" fmla="*/ 1080913 w 3769685"/>
                                      <a:gd name="connsiteY6" fmla="*/ 1667079 h 2374937"/>
                                      <a:gd name="connsiteX7" fmla="*/ 1385714 w 3769685"/>
                                      <a:gd name="connsiteY7" fmla="*/ 1688850 h 2374937"/>
                                      <a:gd name="connsiteX8" fmla="*/ 1646971 w 3769685"/>
                                      <a:gd name="connsiteY8" fmla="*/ 1808593 h 2374937"/>
                                      <a:gd name="connsiteX9" fmla="*/ 1984428 w 3769685"/>
                                      <a:gd name="connsiteY9" fmla="*/ 1873908 h 2374937"/>
                                      <a:gd name="connsiteX10" fmla="*/ 2332771 w 3769685"/>
                                      <a:gd name="connsiteY10" fmla="*/ 1950107 h 2374937"/>
                                      <a:gd name="connsiteX11" fmla="*/ 2343656 w 3769685"/>
                                      <a:gd name="connsiteY11" fmla="*/ 2341993 h 2374937"/>
                                      <a:gd name="connsiteX12" fmla="*/ 2822628 w 3769685"/>
                                      <a:gd name="connsiteY12" fmla="*/ 2352879 h 2374937"/>
                                      <a:gd name="connsiteX13" fmla="*/ 3018571 w 3769685"/>
                                      <a:gd name="connsiteY13" fmla="*/ 2341993 h 2374937"/>
                                      <a:gd name="connsiteX14" fmla="*/ 3214514 w 3769685"/>
                                      <a:gd name="connsiteY14" fmla="*/ 2341993 h 2374937"/>
                                      <a:gd name="connsiteX15" fmla="*/ 3530199 w 3769685"/>
                                      <a:gd name="connsiteY15" fmla="*/ 2341994 h 2374937"/>
                                      <a:gd name="connsiteX16" fmla="*/ 3769685 w 3769685"/>
                                      <a:gd name="connsiteY16" fmla="*/ 2363765 h 2374937"/>
                                      <a:gd name="connsiteX0" fmla="*/ 247650 w 3769685"/>
                                      <a:gd name="connsiteY0" fmla="*/ 0 h 2374937"/>
                                      <a:gd name="connsiteX1" fmla="*/ 79428 w 3769685"/>
                                      <a:gd name="connsiteY1" fmla="*/ 164850 h 2374937"/>
                                      <a:gd name="connsiteX2" fmla="*/ 14114 w 3769685"/>
                                      <a:gd name="connsiteY2" fmla="*/ 426108 h 2374937"/>
                                      <a:gd name="connsiteX3" fmla="*/ 14113 w 3769685"/>
                                      <a:gd name="connsiteY3" fmla="*/ 741794 h 2374937"/>
                                      <a:gd name="connsiteX4" fmla="*/ 166514 w 3769685"/>
                                      <a:gd name="connsiteY4" fmla="*/ 1177222 h 2374937"/>
                                      <a:gd name="connsiteX5" fmla="*/ 514857 w 3769685"/>
                                      <a:gd name="connsiteY5" fmla="*/ 1677965 h 2374937"/>
                                      <a:gd name="connsiteX6" fmla="*/ 1080913 w 3769685"/>
                                      <a:gd name="connsiteY6" fmla="*/ 1667079 h 2374937"/>
                                      <a:gd name="connsiteX7" fmla="*/ 1385714 w 3769685"/>
                                      <a:gd name="connsiteY7" fmla="*/ 1688850 h 2374937"/>
                                      <a:gd name="connsiteX8" fmla="*/ 1646971 w 3769685"/>
                                      <a:gd name="connsiteY8" fmla="*/ 1808593 h 2374937"/>
                                      <a:gd name="connsiteX9" fmla="*/ 1984428 w 3769685"/>
                                      <a:gd name="connsiteY9" fmla="*/ 1873908 h 2374937"/>
                                      <a:gd name="connsiteX10" fmla="*/ 2332771 w 3769685"/>
                                      <a:gd name="connsiteY10" fmla="*/ 1950107 h 2374937"/>
                                      <a:gd name="connsiteX11" fmla="*/ 2343656 w 3769685"/>
                                      <a:gd name="connsiteY11" fmla="*/ 2341993 h 2374937"/>
                                      <a:gd name="connsiteX12" fmla="*/ 2822628 w 3769685"/>
                                      <a:gd name="connsiteY12" fmla="*/ 2352879 h 2374937"/>
                                      <a:gd name="connsiteX13" fmla="*/ 3214514 w 3769685"/>
                                      <a:gd name="connsiteY13" fmla="*/ 2341993 h 2374937"/>
                                      <a:gd name="connsiteX14" fmla="*/ 3530199 w 3769685"/>
                                      <a:gd name="connsiteY14" fmla="*/ 2341994 h 2374937"/>
                                      <a:gd name="connsiteX15" fmla="*/ 3769685 w 3769685"/>
                                      <a:gd name="connsiteY15" fmla="*/ 2363765 h 2374937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080913 w 3769685"/>
                                      <a:gd name="connsiteY6" fmla="*/ 1667079 h 2383688"/>
                                      <a:gd name="connsiteX7" fmla="*/ 1385714 w 3769685"/>
                                      <a:gd name="connsiteY7" fmla="*/ 1688850 h 2383688"/>
                                      <a:gd name="connsiteX8" fmla="*/ 1646971 w 3769685"/>
                                      <a:gd name="connsiteY8" fmla="*/ 1808593 h 2383688"/>
                                      <a:gd name="connsiteX9" fmla="*/ 1984428 w 3769685"/>
                                      <a:gd name="connsiteY9" fmla="*/ 1873908 h 2383688"/>
                                      <a:gd name="connsiteX10" fmla="*/ 2332771 w 3769685"/>
                                      <a:gd name="connsiteY10" fmla="*/ 1950107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080913 w 3769685"/>
                                      <a:gd name="connsiteY6" fmla="*/ 1667079 h 2383688"/>
                                      <a:gd name="connsiteX7" fmla="*/ 1385714 w 3769685"/>
                                      <a:gd name="connsiteY7" fmla="*/ 1688850 h 2383688"/>
                                      <a:gd name="connsiteX8" fmla="*/ 1646971 w 3769685"/>
                                      <a:gd name="connsiteY8" fmla="*/ 1808593 h 2383688"/>
                                      <a:gd name="connsiteX9" fmla="*/ 1984428 w 3769685"/>
                                      <a:gd name="connsiteY9" fmla="*/ 1873908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080913 w 3769685"/>
                                      <a:gd name="connsiteY6" fmla="*/ 1667079 h 2383688"/>
                                      <a:gd name="connsiteX7" fmla="*/ 1385714 w 3769685"/>
                                      <a:gd name="connsiteY7" fmla="*/ 1688850 h 2383688"/>
                                      <a:gd name="connsiteX8" fmla="*/ 1646971 w 3769685"/>
                                      <a:gd name="connsiteY8" fmla="*/ 1808593 h 2383688"/>
                                      <a:gd name="connsiteX9" fmla="*/ 1995313 w 3769685"/>
                                      <a:gd name="connsiteY9" fmla="*/ 1808594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85714 w 3769685"/>
                                      <a:gd name="connsiteY7" fmla="*/ 1688850 h 2383688"/>
                                      <a:gd name="connsiteX8" fmla="*/ 1646971 w 3769685"/>
                                      <a:gd name="connsiteY8" fmla="*/ 1808593 h 2383688"/>
                                      <a:gd name="connsiteX9" fmla="*/ 1995313 w 3769685"/>
                                      <a:gd name="connsiteY9" fmla="*/ 1808594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85714 w 3769685"/>
                                      <a:gd name="connsiteY7" fmla="*/ 1688850 h 2383688"/>
                                      <a:gd name="connsiteX8" fmla="*/ 1646971 w 3769685"/>
                                      <a:gd name="connsiteY8" fmla="*/ 1808593 h 2383688"/>
                                      <a:gd name="connsiteX9" fmla="*/ 2115056 w 3769685"/>
                                      <a:gd name="connsiteY9" fmla="*/ 1667080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85714 w 3769685"/>
                                      <a:gd name="connsiteY7" fmla="*/ 1688850 h 2383688"/>
                                      <a:gd name="connsiteX8" fmla="*/ 1701400 w 3769685"/>
                                      <a:gd name="connsiteY8" fmla="*/ 1732393 h 2383688"/>
                                      <a:gd name="connsiteX9" fmla="*/ 2115056 w 3769685"/>
                                      <a:gd name="connsiteY9" fmla="*/ 1667080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701400 w 3769685"/>
                                      <a:gd name="connsiteY8" fmla="*/ 1732393 h 2383688"/>
                                      <a:gd name="connsiteX9" fmla="*/ 2115056 w 3769685"/>
                                      <a:gd name="connsiteY9" fmla="*/ 1667080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701400 w 3769685"/>
                                      <a:gd name="connsiteY8" fmla="*/ 1732393 h 2383688"/>
                                      <a:gd name="connsiteX9" fmla="*/ 2115056 w 3769685"/>
                                      <a:gd name="connsiteY9" fmla="*/ 1667080 h 2383688"/>
                                      <a:gd name="connsiteX10" fmla="*/ 2419857 w 3769685"/>
                                      <a:gd name="connsiteY10" fmla="*/ 1754165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701400 w 3769685"/>
                                      <a:gd name="connsiteY8" fmla="*/ 1732393 h 2383688"/>
                                      <a:gd name="connsiteX9" fmla="*/ 2115056 w 3769685"/>
                                      <a:gd name="connsiteY9" fmla="*/ 1667080 h 2383688"/>
                                      <a:gd name="connsiteX10" fmla="*/ 2441629 w 3769685"/>
                                      <a:gd name="connsiteY10" fmla="*/ 1667079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701400 w 3769685"/>
                                      <a:gd name="connsiteY8" fmla="*/ 1732393 h 2383688"/>
                                      <a:gd name="connsiteX9" fmla="*/ 2082399 w 3769685"/>
                                      <a:gd name="connsiteY9" fmla="*/ 1579995 h 2383688"/>
                                      <a:gd name="connsiteX10" fmla="*/ 2441629 w 3769685"/>
                                      <a:gd name="connsiteY10" fmla="*/ 1667079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712285 w 3769685"/>
                                      <a:gd name="connsiteY8" fmla="*/ 1677964 h 2383688"/>
                                      <a:gd name="connsiteX9" fmla="*/ 2082399 w 3769685"/>
                                      <a:gd name="connsiteY9" fmla="*/ 1579995 h 2383688"/>
                                      <a:gd name="connsiteX10" fmla="*/ 2441629 w 3769685"/>
                                      <a:gd name="connsiteY10" fmla="*/ 1667079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390650 w 3769685"/>
                                      <a:gd name="connsiteY8" fmla="*/ 1578427 h 2383688"/>
                                      <a:gd name="connsiteX9" fmla="*/ 1712285 w 3769685"/>
                                      <a:gd name="connsiteY9" fmla="*/ 1677964 h 2383688"/>
                                      <a:gd name="connsiteX10" fmla="*/ 2082399 w 3769685"/>
                                      <a:gd name="connsiteY10" fmla="*/ 1579995 h 2383688"/>
                                      <a:gd name="connsiteX11" fmla="*/ 2441629 w 3769685"/>
                                      <a:gd name="connsiteY11" fmla="*/ 1667079 h 2383688"/>
                                      <a:gd name="connsiteX12" fmla="*/ 2583142 w 3769685"/>
                                      <a:gd name="connsiteY12" fmla="*/ 1895679 h 2383688"/>
                                      <a:gd name="connsiteX13" fmla="*/ 2822628 w 3769685"/>
                                      <a:gd name="connsiteY13" fmla="*/ 2352879 h 2383688"/>
                                      <a:gd name="connsiteX14" fmla="*/ 3214514 w 3769685"/>
                                      <a:gd name="connsiteY14" fmla="*/ 2341993 h 2383688"/>
                                      <a:gd name="connsiteX15" fmla="*/ 3530199 w 3769685"/>
                                      <a:gd name="connsiteY15" fmla="*/ 2341994 h 2383688"/>
                                      <a:gd name="connsiteX16" fmla="*/ 3769685 w 3769685"/>
                                      <a:gd name="connsiteY16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13570 w 3769685"/>
                                      <a:gd name="connsiteY6" fmla="*/ 1525565 h 2383688"/>
                                      <a:gd name="connsiteX7" fmla="*/ 1374828 w 3769685"/>
                                      <a:gd name="connsiteY7" fmla="*/ 1645307 h 2383688"/>
                                      <a:gd name="connsiteX8" fmla="*/ 1390650 w 3769685"/>
                                      <a:gd name="connsiteY8" fmla="*/ 1578427 h 2383688"/>
                                      <a:gd name="connsiteX9" fmla="*/ 1712285 w 3769685"/>
                                      <a:gd name="connsiteY9" fmla="*/ 1677964 h 2383688"/>
                                      <a:gd name="connsiteX10" fmla="*/ 2082399 w 3769685"/>
                                      <a:gd name="connsiteY10" fmla="*/ 1579995 h 2383688"/>
                                      <a:gd name="connsiteX11" fmla="*/ 2441629 w 3769685"/>
                                      <a:gd name="connsiteY11" fmla="*/ 1667079 h 2383688"/>
                                      <a:gd name="connsiteX12" fmla="*/ 2583142 w 3769685"/>
                                      <a:gd name="connsiteY12" fmla="*/ 1895679 h 2383688"/>
                                      <a:gd name="connsiteX13" fmla="*/ 2822628 w 3769685"/>
                                      <a:gd name="connsiteY13" fmla="*/ 2352879 h 2383688"/>
                                      <a:gd name="connsiteX14" fmla="*/ 3214514 w 3769685"/>
                                      <a:gd name="connsiteY14" fmla="*/ 2341993 h 2383688"/>
                                      <a:gd name="connsiteX15" fmla="*/ 3530199 w 3769685"/>
                                      <a:gd name="connsiteY15" fmla="*/ 2341994 h 2383688"/>
                                      <a:gd name="connsiteX16" fmla="*/ 3769685 w 3769685"/>
                                      <a:gd name="connsiteY16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612829 w 3769685"/>
                                      <a:gd name="connsiteY5" fmla="*/ 1623536 h 2383688"/>
                                      <a:gd name="connsiteX6" fmla="*/ 1113570 w 3769685"/>
                                      <a:gd name="connsiteY6" fmla="*/ 1525565 h 2383688"/>
                                      <a:gd name="connsiteX7" fmla="*/ 1374828 w 3769685"/>
                                      <a:gd name="connsiteY7" fmla="*/ 1645307 h 2383688"/>
                                      <a:gd name="connsiteX8" fmla="*/ 1390650 w 3769685"/>
                                      <a:gd name="connsiteY8" fmla="*/ 1578427 h 2383688"/>
                                      <a:gd name="connsiteX9" fmla="*/ 1712285 w 3769685"/>
                                      <a:gd name="connsiteY9" fmla="*/ 1677964 h 2383688"/>
                                      <a:gd name="connsiteX10" fmla="*/ 2082399 w 3769685"/>
                                      <a:gd name="connsiteY10" fmla="*/ 1579995 h 2383688"/>
                                      <a:gd name="connsiteX11" fmla="*/ 2441629 w 3769685"/>
                                      <a:gd name="connsiteY11" fmla="*/ 1667079 h 2383688"/>
                                      <a:gd name="connsiteX12" fmla="*/ 2583142 w 3769685"/>
                                      <a:gd name="connsiteY12" fmla="*/ 1895679 h 2383688"/>
                                      <a:gd name="connsiteX13" fmla="*/ 2822628 w 3769685"/>
                                      <a:gd name="connsiteY13" fmla="*/ 2352879 h 2383688"/>
                                      <a:gd name="connsiteX14" fmla="*/ 3214514 w 3769685"/>
                                      <a:gd name="connsiteY14" fmla="*/ 2341993 h 2383688"/>
                                      <a:gd name="connsiteX15" fmla="*/ 3530199 w 3769685"/>
                                      <a:gd name="connsiteY15" fmla="*/ 2341994 h 2383688"/>
                                      <a:gd name="connsiteX16" fmla="*/ 3769685 w 3769685"/>
                                      <a:gd name="connsiteY16" fmla="*/ 2363765 h 2383688"/>
                                      <a:gd name="connsiteX0" fmla="*/ 251574 w 3773609"/>
                                      <a:gd name="connsiteY0" fmla="*/ 0 h 2383688"/>
                                      <a:gd name="connsiteX1" fmla="*/ 83352 w 3773609"/>
                                      <a:gd name="connsiteY1" fmla="*/ 164850 h 2383688"/>
                                      <a:gd name="connsiteX2" fmla="*/ 18038 w 3773609"/>
                                      <a:gd name="connsiteY2" fmla="*/ 426108 h 2383688"/>
                                      <a:gd name="connsiteX3" fmla="*/ 18037 w 3773609"/>
                                      <a:gd name="connsiteY3" fmla="*/ 741794 h 2383688"/>
                                      <a:gd name="connsiteX4" fmla="*/ 224867 w 3773609"/>
                                      <a:gd name="connsiteY4" fmla="*/ 1155450 h 2383688"/>
                                      <a:gd name="connsiteX5" fmla="*/ 616753 w 3773609"/>
                                      <a:gd name="connsiteY5" fmla="*/ 1623536 h 2383688"/>
                                      <a:gd name="connsiteX6" fmla="*/ 1117494 w 3773609"/>
                                      <a:gd name="connsiteY6" fmla="*/ 1525565 h 2383688"/>
                                      <a:gd name="connsiteX7" fmla="*/ 1378752 w 3773609"/>
                                      <a:gd name="connsiteY7" fmla="*/ 1645307 h 2383688"/>
                                      <a:gd name="connsiteX8" fmla="*/ 1394574 w 3773609"/>
                                      <a:gd name="connsiteY8" fmla="*/ 1578427 h 2383688"/>
                                      <a:gd name="connsiteX9" fmla="*/ 1716209 w 3773609"/>
                                      <a:gd name="connsiteY9" fmla="*/ 1677964 h 2383688"/>
                                      <a:gd name="connsiteX10" fmla="*/ 2086323 w 3773609"/>
                                      <a:gd name="connsiteY10" fmla="*/ 1579995 h 2383688"/>
                                      <a:gd name="connsiteX11" fmla="*/ 2445553 w 3773609"/>
                                      <a:gd name="connsiteY11" fmla="*/ 1667079 h 2383688"/>
                                      <a:gd name="connsiteX12" fmla="*/ 2587066 w 3773609"/>
                                      <a:gd name="connsiteY12" fmla="*/ 1895679 h 2383688"/>
                                      <a:gd name="connsiteX13" fmla="*/ 2826552 w 3773609"/>
                                      <a:gd name="connsiteY13" fmla="*/ 2352879 h 2383688"/>
                                      <a:gd name="connsiteX14" fmla="*/ 3218438 w 3773609"/>
                                      <a:gd name="connsiteY14" fmla="*/ 2341993 h 2383688"/>
                                      <a:gd name="connsiteX15" fmla="*/ 3534123 w 3773609"/>
                                      <a:gd name="connsiteY15" fmla="*/ 2341994 h 2383688"/>
                                      <a:gd name="connsiteX16" fmla="*/ 3773609 w 3773609"/>
                                      <a:gd name="connsiteY16" fmla="*/ 2363765 h 2383688"/>
                                      <a:gd name="connsiteX0" fmla="*/ 251574 w 3773609"/>
                                      <a:gd name="connsiteY0" fmla="*/ 0 h 2383688"/>
                                      <a:gd name="connsiteX1" fmla="*/ 83352 w 3773609"/>
                                      <a:gd name="connsiteY1" fmla="*/ 164850 h 2383688"/>
                                      <a:gd name="connsiteX2" fmla="*/ 18038 w 3773609"/>
                                      <a:gd name="connsiteY2" fmla="*/ 426108 h 2383688"/>
                                      <a:gd name="connsiteX3" fmla="*/ 18037 w 3773609"/>
                                      <a:gd name="connsiteY3" fmla="*/ 741794 h 2383688"/>
                                      <a:gd name="connsiteX4" fmla="*/ 224867 w 3773609"/>
                                      <a:gd name="connsiteY4" fmla="*/ 1155450 h 2383688"/>
                                      <a:gd name="connsiteX5" fmla="*/ 616753 w 3773609"/>
                                      <a:gd name="connsiteY5" fmla="*/ 1623536 h 2383688"/>
                                      <a:gd name="connsiteX6" fmla="*/ 1117494 w 3773609"/>
                                      <a:gd name="connsiteY6" fmla="*/ 1525565 h 2383688"/>
                                      <a:gd name="connsiteX7" fmla="*/ 1394574 w 3773609"/>
                                      <a:gd name="connsiteY7" fmla="*/ 1578427 h 2383688"/>
                                      <a:gd name="connsiteX8" fmla="*/ 1716209 w 3773609"/>
                                      <a:gd name="connsiteY8" fmla="*/ 1677964 h 2383688"/>
                                      <a:gd name="connsiteX9" fmla="*/ 2086323 w 3773609"/>
                                      <a:gd name="connsiteY9" fmla="*/ 1579995 h 2383688"/>
                                      <a:gd name="connsiteX10" fmla="*/ 2445553 w 3773609"/>
                                      <a:gd name="connsiteY10" fmla="*/ 1667079 h 2383688"/>
                                      <a:gd name="connsiteX11" fmla="*/ 2587066 w 3773609"/>
                                      <a:gd name="connsiteY11" fmla="*/ 1895679 h 2383688"/>
                                      <a:gd name="connsiteX12" fmla="*/ 2826552 w 3773609"/>
                                      <a:gd name="connsiteY12" fmla="*/ 2352879 h 2383688"/>
                                      <a:gd name="connsiteX13" fmla="*/ 3218438 w 3773609"/>
                                      <a:gd name="connsiteY13" fmla="*/ 2341993 h 2383688"/>
                                      <a:gd name="connsiteX14" fmla="*/ 3534123 w 3773609"/>
                                      <a:gd name="connsiteY14" fmla="*/ 2341994 h 2383688"/>
                                      <a:gd name="connsiteX15" fmla="*/ 3773609 w 3773609"/>
                                      <a:gd name="connsiteY15" fmla="*/ 2363765 h 2383688"/>
                                      <a:gd name="connsiteX0" fmla="*/ 251574 w 3773609"/>
                                      <a:gd name="connsiteY0" fmla="*/ 0 h 2388505"/>
                                      <a:gd name="connsiteX1" fmla="*/ 83352 w 3773609"/>
                                      <a:gd name="connsiteY1" fmla="*/ 164850 h 2388505"/>
                                      <a:gd name="connsiteX2" fmla="*/ 18038 w 3773609"/>
                                      <a:gd name="connsiteY2" fmla="*/ 426108 h 2388505"/>
                                      <a:gd name="connsiteX3" fmla="*/ 18037 w 3773609"/>
                                      <a:gd name="connsiteY3" fmla="*/ 741794 h 2388505"/>
                                      <a:gd name="connsiteX4" fmla="*/ 224867 w 3773609"/>
                                      <a:gd name="connsiteY4" fmla="*/ 1155450 h 2388505"/>
                                      <a:gd name="connsiteX5" fmla="*/ 616753 w 3773609"/>
                                      <a:gd name="connsiteY5" fmla="*/ 1623536 h 2388505"/>
                                      <a:gd name="connsiteX6" fmla="*/ 1117494 w 3773609"/>
                                      <a:gd name="connsiteY6" fmla="*/ 1525565 h 2388505"/>
                                      <a:gd name="connsiteX7" fmla="*/ 1394574 w 3773609"/>
                                      <a:gd name="connsiteY7" fmla="*/ 1578427 h 2388505"/>
                                      <a:gd name="connsiteX8" fmla="*/ 1716209 w 3773609"/>
                                      <a:gd name="connsiteY8" fmla="*/ 1677964 h 2388505"/>
                                      <a:gd name="connsiteX9" fmla="*/ 2086323 w 3773609"/>
                                      <a:gd name="connsiteY9" fmla="*/ 1579995 h 2388505"/>
                                      <a:gd name="connsiteX10" fmla="*/ 2445553 w 3773609"/>
                                      <a:gd name="connsiteY10" fmla="*/ 1667079 h 2388505"/>
                                      <a:gd name="connsiteX11" fmla="*/ 2695923 w 3773609"/>
                                      <a:gd name="connsiteY11" fmla="*/ 1830365 h 2388505"/>
                                      <a:gd name="connsiteX12" fmla="*/ 2826552 w 3773609"/>
                                      <a:gd name="connsiteY12" fmla="*/ 2352879 h 2388505"/>
                                      <a:gd name="connsiteX13" fmla="*/ 3218438 w 3773609"/>
                                      <a:gd name="connsiteY13" fmla="*/ 2341993 h 2388505"/>
                                      <a:gd name="connsiteX14" fmla="*/ 3534123 w 3773609"/>
                                      <a:gd name="connsiteY14" fmla="*/ 2341994 h 2388505"/>
                                      <a:gd name="connsiteX15" fmla="*/ 3773609 w 3773609"/>
                                      <a:gd name="connsiteY15" fmla="*/ 2363765 h 2388505"/>
                                      <a:gd name="connsiteX0" fmla="*/ 251574 w 3773609"/>
                                      <a:gd name="connsiteY0" fmla="*/ 0 h 2367008"/>
                                      <a:gd name="connsiteX1" fmla="*/ 83352 w 3773609"/>
                                      <a:gd name="connsiteY1" fmla="*/ 164850 h 2367008"/>
                                      <a:gd name="connsiteX2" fmla="*/ 18038 w 3773609"/>
                                      <a:gd name="connsiteY2" fmla="*/ 426108 h 2367008"/>
                                      <a:gd name="connsiteX3" fmla="*/ 18037 w 3773609"/>
                                      <a:gd name="connsiteY3" fmla="*/ 741794 h 2367008"/>
                                      <a:gd name="connsiteX4" fmla="*/ 224867 w 3773609"/>
                                      <a:gd name="connsiteY4" fmla="*/ 1155450 h 2367008"/>
                                      <a:gd name="connsiteX5" fmla="*/ 616753 w 3773609"/>
                                      <a:gd name="connsiteY5" fmla="*/ 1623536 h 2367008"/>
                                      <a:gd name="connsiteX6" fmla="*/ 1117494 w 3773609"/>
                                      <a:gd name="connsiteY6" fmla="*/ 1525565 h 2367008"/>
                                      <a:gd name="connsiteX7" fmla="*/ 1394574 w 3773609"/>
                                      <a:gd name="connsiteY7" fmla="*/ 1578427 h 2367008"/>
                                      <a:gd name="connsiteX8" fmla="*/ 1716209 w 3773609"/>
                                      <a:gd name="connsiteY8" fmla="*/ 1677964 h 2367008"/>
                                      <a:gd name="connsiteX9" fmla="*/ 2086323 w 3773609"/>
                                      <a:gd name="connsiteY9" fmla="*/ 1579995 h 2367008"/>
                                      <a:gd name="connsiteX10" fmla="*/ 2445553 w 3773609"/>
                                      <a:gd name="connsiteY10" fmla="*/ 1667079 h 2367008"/>
                                      <a:gd name="connsiteX11" fmla="*/ 2695923 w 3773609"/>
                                      <a:gd name="connsiteY11" fmla="*/ 1830365 h 2367008"/>
                                      <a:gd name="connsiteX12" fmla="*/ 2924524 w 3773609"/>
                                      <a:gd name="connsiteY12" fmla="*/ 1993650 h 2367008"/>
                                      <a:gd name="connsiteX13" fmla="*/ 3218438 w 3773609"/>
                                      <a:gd name="connsiteY13" fmla="*/ 2341993 h 2367008"/>
                                      <a:gd name="connsiteX14" fmla="*/ 3534123 w 3773609"/>
                                      <a:gd name="connsiteY14" fmla="*/ 2341994 h 2367008"/>
                                      <a:gd name="connsiteX15" fmla="*/ 3773609 w 3773609"/>
                                      <a:gd name="connsiteY15" fmla="*/ 2363765 h 2367008"/>
                                      <a:gd name="connsiteX0" fmla="*/ 251574 w 3773609"/>
                                      <a:gd name="connsiteY0" fmla="*/ 0 h 2370232"/>
                                      <a:gd name="connsiteX1" fmla="*/ 83352 w 3773609"/>
                                      <a:gd name="connsiteY1" fmla="*/ 164850 h 2370232"/>
                                      <a:gd name="connsiteX2" fmla="*/ 18038 w 3773609"/>
                                      <a:gd name="connsiteY2" fmla="*/ 426108 h 2370232"/>
                                      <a:gd name="connsiteX3" fmla="*/ 18037 w 3773609"/>
                                      <a:gd name="connsiteY3" fmla="*/ 741794 h 2370232"/>
                                      <a:gd name="connsiteX4" fmla="*/ 224867 w 3773609"/>
                                      <a:gd name="connsiteY4" fmla="*/ 1155450 h 2370232"/>
                                      <a:gd name="connsiteX5" fmla="*/ 616753 w 3773609"/>
                                      <a:gd name="connsiteY5" fmla="*/ 1623536 h 2370232"/>
                                      <a:gd name="connsiteX6" fmla="*/ 1117494 w 3773609"/>
                                      <a:gd name="connsiteY6" fmla="*/ 1525565 h 2370232"/>
                                      <a:gd name="connsiteX7" fmla="*/ 1394574 w 3773609"/>
                                      <a:gd name="connsiteY7" fmla="*/ 1578427 h 2370232"/>
                                      <a:gd name="connsiteX8" fmla="*/ 1716209 w 3773609"/>
                                      <a:gd name="connsiteY8" fmla="*/ 1677964 h 2370232"/>
                                      <a:gd name="connsiteX9" fmla="*/ 2086323 w 3773609"/>
                                      <a:gd name="connsiteY9" fmla="*/ 1579995 h 2370232"/>
                                      <a:gd name="connsiteX10" fmla="*/ 2445553 w 3773609"/>
                                      <a:gd name="connsiteY10" fmla="*/ 1667079 h 2370232"/>
                                      <a:gd name="connsiteX11" fmla="*/ 2695923 w 3773609"/>
                                      <a:gd name="connsiteY11" fmla="*/ 1830365 h 2370232"/>
                                      <a:gd name="connsiteX12" fmla="*/ 2565295 w 3773609"/>
                                      <a:gd name="connsiteY12" fmla="*/ 1950107 h 2370232"/>
                                      <a:gd name="connsiteX13" fmla="*/ 3218438 w 3773609"/>
                                      <a:gd name="connsiteY13" fmla="*/ 2341993 h 2370232"/>
                                      <a:gd name="connsiteX14" fmla="*/ 3534123 w 3773609"/>
                                      <a:gd name="connsiteY14" fmla="*/ 2341994 h 2370232"/>
                                      <a:gd name="connsiteX15" fmla="*/ 3773609 w 3773609"/>
                                      <a:gd name="connsiteY15" fmla="*/ 2363765 h 2370232"/>
                                      <a:gd name="connsiteX0" fmla="*/ 251574 w 3773609"/>
                                      <a:gd name="connsiteY0" fmla="*/ 0 h 2370232"/>
                                      <a:gd name="connsiteX1" fmla="*/ 83352 w 3773609"/>
                                      <a:gd name="connsiteY1" fmla="*/ 164850 h 2370232"/>
                                      <a:gd name="connsiteX2" fmla="*/ 18038 w 3773609"/>
                                      <a:gd name="connsiteY2" fmla="*/ 426108 h 2370232"/>
                                      <a:gd name="connsiteX3" fmla="*/ 18037 w 3773609"/>
                                      <a:gd name="connsiteY3" fmla="*/ 741794 h 2370232"/>
                                      <a:gd name="connsiteX4" fmla="*/ 224867 w 3773609"/>
                                      <a:gd name="connsiteY4" fmla="*/ 1155450 h 2370232"/>
                                      <a:gd name="connsiteX5" fmla="*/ 616753 w 3773609"/>
                                      <a:gd name="connsiteY5" fmla="*/ 1623536 h 2370232"/>
                                      <a:gd name="connsiteX6" fmla="*/ 1117494 w 3773609"/>
                                      <a:gd name="connsiteY6" fmla="*/ 1525565 h 2370232"/>
                                      <a:gd name="connsiteX7" fmla="*/ 1394574 w 3773609"/>
                                      <a:gd name="connsiteY7" fmla="*/ 1578427 h 2370232"/>
                                      <a:gd name="connsiteX8" fmla="*/ 1716209 w 3773609"/>
                                      <a:gd name="connsiteY8" fmla="*/ 1677964 h 2370232"/>
                                      <a:gd name="connsiteX9" fmla="*/ 2086323 w 3773609"/>
                                      <a:gd name="connsiteY9" fmla="*/ 1579995 h 2370232"/>
                                      <a:gd name="connsiteX10" fmla="*/ 2445553 w 3773609"/>
                                      <a:gd name="connsiteY10" fmla="*/ 1667079 h 2370232"/>
                                      <a:gd name="connsiteX11" fmla="*/ 2663266 w 3773609"/>
                                      <a:gd name="connsiteY11" fmla="*/ 1775936 h 2370232"/>
                                      <a:gd name="connsiteX12" fmla="*/ 2565295 w 3773609"/>
                                      <a:gd name="connsiteY12" fmla="*/ 1950107 h 2370232"/>
                                      <a:gd name="connsiteX13" fmla="*/ 3218438 w 3773609"/>
                                      <a:gd name="connsiteY13" fmla="*/ 2341993 h 2370232"/>
                                      <a:gd name="connsiteX14" fmla="*/ 3534123 w 3773609"/>
                                      <a:gd name="connsiteY14" fmla="*/ 2341994 h 2370232"/>
                                      <a:gd name="connsiteX15" fmla="*/ 3773609 w 3773609"/>
                                      <a:gd name="connsiteY15" fmla="*/ 2363765 h 2370232"/>
                                      <a:gd name="connsiteX0" fmla="*/ 251574 w 3773609"/>
                                      <a:gd name="connsiteY0" fmla="*/ 0 h 2389226"/>
                                      <a:gd name="connsiteX1" fmla="*/ 83352 w 3773609"/>
                                      <a:gd name="connsiteY1" fmla="*/ 164850 h 2389226"/>
                                      <a:gd name="connsiteX2" fmla="*/ 18038 w 3773609"/>
                                      <a:gd name="connsiteY2" fmla="*/ 426108 h 2389226"/>
                                      <a:gd name="connsiteX3" fmla="*/ 18037 w 3773609"/>
                                      <a:gd name="connsiteY3" fmla="*/ 741794 h 2389226"/>
                                      <a:gd name="connsiteX4" fmla="*/ 224867 w 3773609"/>
                                      <a:gd name="connsiteY4" fmla="*/ 1155450 h 2389226"/>
                                      <a:gd name="connsiteX5" fmla="*/ 616753 w 3773609"/>
                                      <a:gd name="connsiteY5" fmla="*/ 1623536 h 2389226"/>
                                      <a:gd name="connsiteX6" fmla="*/ 1117494 w 3773609"/>
                                      <a:gd name="connsiteY6" fmla="*/ 1525565 h 2389226"/>
                                      <a:gd name="connsiteX7" fmla="*/ 1394574 w 3773609"/>
                                      <a:gd name="connsiteY7" fmla="*/ 1578427 h 2389226"/>
                                      <a:gd name="connsiteX8" fmla="*/ 1716209 w 3773609"/>
                                      <a:gd name="connsiteY8" fmla="*/ 1677964 h 2389226"/>
                                      <a:gd name="connsiteX9" fmla="*/ 2086323 w 3773609"/>
                                      <a:gd name="connsiteY9" fmla="*/ 1579995 h 2389226"/>
                                      <a:gd name="connsiteX10" fmla="*/ 2445553 w 3773609"/>
                                      <a:gd name="connsiteY10" fmla="*/ 1667079 h 2389226"/>
                                      <a:gd name="connsiteX11" fmla="*/ 2663266 w 3773609"/>
                                      <a:gd name="connsiteY11" fmla="*/ 1775936 h 2389226"/>
                                      <a:gd name="connsiteX12" fmla="*/ 2565295 w 3773609"/>
                                      <a:gd name="connsiteY12" fmla="*/ 1950107 h 2389226"/>
                                      <a:gd name="connsiteX13" fmla="*/ 2293152 w 3773609"/>
                                      <a:gd name="connsiteY13" fmla="*/ 1786822 h 2389226"/>
                                      <a:gd name="connsiteX14" fmla="*/ 3534123 w 3773609"/>
                                      <a:gd name="connsiteY14" fmla="*/ 2341994 h 2389226"/>
                                      <a:gd name="connsiteX15" fmla="*/ 3773609 w 3773609"/>
                                      <a:gd name="connsiteY15" fmla="*/ 2363765 h 2389226"/>
                                      <a:gd name="connsiteX0" fmla="*/ 251574 w 3773609"/>
                                      <a:gd name="connsiteY0" fmla="*/ 0 h 2363765"/>
                                      <a:gd name="connsiteX1" fmla="*/ 83352 w 3773609"/>
                                      <a:gd name="connsiteY1" fmla="*/ 164850 h 2363765"/>
                                      <a:gd name="connsiteX2" fmla="*/ 18038 w 3773609"/>
                                      <a:gd name="connsiteY2" fmla="*/ 426108 h 2363765"/>
                                      <a:gd name="connsiteX3" fmla="*/ 18037 w 3773609"/>
                                      <a:gd name="connsiteY3" fmla="*/ 741794 h 2363765"/>
                                      <a:gd name="connsiteX4" fmla="*/ 224867 w 3773609"/>
                                      <a:gd name="connsiteY4" fmla="*/ 1155450 h 2363765"/>
                                      <a:gd name="connsiteX5" fmla="*/ 616753 w 3773609"/>
                                      <a:gd name="connsiteY5" fmla="*/ 1623536 h 2363765"/>
                                      <a:gd name="connsiteX6" fmla="*/ 1117494 w 3773609"/>
                                      <a:gd name="connsiteY6" fmla="*/ 1525565 h 2363765"/>
                                      <a:gd name="connsiteX7" fmla="*/ 1394574 w 3773609"/>
                                      <a:gd name="connsiteY7" fmla="*/ 1578427 h 2363765"/>
                                      <a:gd name="connsiteX8" fmla="*/ 1716209 w 3773609"/>
                                      <a:gd name="connsiteY8" fmla="*/ 1677964 h 2363765"/>
                                      <a:gd name="connsiteX9" fmla="*/ 2086323 w 3773609"/>
                                      <a:gd name="connsiteY9" fmla="*/ 1579995 h 2363765"/>
                                      <a:gd name="connsiteX10" fmla="*/ 2445553 w 3773609"/>
                                      <a:gd name="connsiteY10" fmla="*/ 1667079 h 2363765"/>
                                      <a:gd name="connsiteX11" fmla="*/ 2663266 w 3773609"/>
                                      <a:gd name="connsiteY11" fmla="*/ 1775936 h 2363765"/>
                                      <a:gd name="connsiteX12" fmla="*/ 2565295 w 3773609"/>
                                      <a:gd name="connsiteY12" fmla="*/ 1950107 h 2363765"/>
                                      <a:gd name="connsiteX13" fmla="*/ 2293152 w 3773609"/>
                                      <a:gd name="connsiteY13" fmla="*/ 1786822 h 2363765"/>
                                      <a:gd name="connsiteX14" fmla="*/ 2010123 w 3773609"/>
                                      <a:gd name="connsiteY14" fmla="*/ 1743279 h 2363765"/>
                                      <a:gd name="connsiteX15" fmla="*/ 3773609 w 3773609"/>
                                      <a:gd name="connsiteY15" fmla="*/ 2363765 h 236376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616753 w 2667361"/>
                                      <a:gd name="connsiteY5" fmla="*/ 1623536 h 1950125"/>
                                      <a:gd name="connsiteX6" fmla="*/ 1117494 w 2667361"/>
                                      <a:gd name="connsiteY6" fmla="*/ 1525565 h 1950125"/>
                                      <a:gd name="connsiteX7" fmla="*/ 1394574 w 2667361"/>
                                      <a:gd name="connsiteY7" fmla="*/ 1578427 h 1950125"/>
                                      <a:gd name="connsiteX8" fmla="*/ 1716209 w 2667361"/>
                                      <a:gd name="connsiteY8" fmla="*/ 1677964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1117494 w 2667361"/>
                                      <a:gd name="connsiteY6" fmla="*/ 1525565 h 1950125"/>
                                      <a:gd name="connsiteX7" fmla="*/ 1394574 w 2667361"/>
                                      <a:gd name="connsiteY7" fmla="*/ 1578427 h 1950125"/>
                                      <a:gd name="connsiteX8" fmla="*/ 1716209 w 2667361"/>
                                      <a:gd name="connsiteY8" fmla="*/ 1677964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1106608 w 2667361"/>
                                      <a:gd name="connsiteY6" fmla="*/ 1503793 h 1950125"/>
                                      <a:gd name="connsiteX7" fmla="*/ 1394574 w 2667361"/>
                                      <a:gd name="connsiteY7" fmla="*/ 1578427 h 1950125"/>
                                      <a:gd name="connsiteX8" fmla="*/ 1716209 w 2667361"/>
                                      <a:gd name="connsiteY8" fmla="*/ 1677964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758265 w 2667361"/>
                                      <a:gd name="connsiteY6" fmla="*/ 1329622 h 1950125"/>
                                      <a:gd name="connsiteX7" fmla="*/ 1394574 w 2667361"/>
                                      <a:gd name="connsiteY7" fmla="*/ 1578427 h 1950125"/>
                                      <a:gd name="connsiteX8" fmla="*/ 1716209 w 2667361"/>
                                      <a:gd name="connsiteY8" fmla="*/ 1677964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758265 w 2667361"/>
                                      <a:gd name="connsiteY6" fmla="*/ 1329622 h 1950125"/>
                                      <a:gd name="connsiteX7" fmla="*/ 1133317 w 2667361"/>
                                      <a:gd name="connsiteY7" fmla="*/ 1513113 h 1950125"/>
                                      <a:gd name="connsiteX8" fmla="*/ 1716209 w 2667361"/>
                                      <a:gd name="connsiteY8" fmla="*/ 1677964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758265 w 2667361"/>
                                      <a:gd name="connsiteY6" fmla="*/ 1329622 h 1950125"/>
                                      <a:gd name="connsiteX7" fmla="*/ 1133317 w 2667361"/>
                                      <a:gd name="connsiteY7" fmla="*/ 1513113 h 1950125"/>
                                      <a:gd name="connsiteX8" fmla="*/ 1465838 w 2667361"/>
                                      <a:gd name="connsiteY8" fmla="*/ 1264307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758265 w 2667361"/>
                                      <a:gd name="connsiteY6" fmla="*/ 1329622 h 1950125"/>
                                      <a:gd name="connsiteX7" fmla="*/ 1133317 w 2667361"/>
                                      <a:gd name="connsiteY7" fmla="*/ 1513113 h 1950125"/>
                                      <a:gd name="connsiteX8" fmla="*/ 1465838 w 2667361"/>
                                      <a:gd name="connsiteY8" fmla="*/ 1264307 h 1950125"/>
                                      <a:gd name="connsiteX9" fmla="*/ 1737981 w 2667361"/>
                                      <a:gd name="connsiteY9" fmla="*/ 1373166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708030"/>
                                      <a:gd name="connsiteY0" fmla="*/ 0 h 1950125"/>
                                      <a:gd name="connsiteX1" fmla="*/ 83352 w 2708030"/>
                                      <a:gd name="connsiteY1" fmla="*/ 164850 h 1950125"/>
                                      <a:gd name="connsiteX2" fmla="*/ 18038 w 2708030"/>
                                      <a:gd name="connsiteY2" fmla="*/ 426108 h 1950125"/>
                                      <a:gd name="connsiteX3" fmla="*/ 18037 w 2708030"/>
                                      <a:gd name="connsiteY3" fmla="*/ 741794 h 1950125"/>
                                      <a:gd name="connsiteX4" fmla="*/ 224867 w 2708030"/>
                                      <a:gd name="connsiteY4" fmla="*/ 1155450 h 1950125"/>
                                      <a:gd name="connsiteX5" fmla="*/ 486125 w 2708030"/>
                                      <a:gd name="connsiteY5" fmla="*/ 1514679 h 1950125"/>
                                      <a:gd name="connsiteX6" fmla="*/ 758265 w 2708030"/>
                                      <a:gd name="connsiteY6" fmla="*/ 1329622 h 1950125"/>
                                      <a:gd name="connsiteX7" fmla="*/ 1133317 w 2708030"/>
                                      <a:gd name="connsiteY7" fmla="*/ 1513113 h 1950125"/>
                                      <a:gd name="connsiteX8" fmla="*/ 1465838 w 2708030"/>
                                      <a:gd name="connsiteY8" fmla="*/ 1264307 h 1950125"/>
                                      <a:gd name="connsiteX9" fmla="*/ 1737981 w 2708030"/>
                                      <a:gd name="connsiteY9" fmla="*/ 1373166 h 1950125"/>
                                      <a:gd name="connsiteX10" fmla="*/ 1835953 w 2708030"/>
                                      <a:gd name="connsiteY10" fmla="*/ 1579993 h 1950125"/>
                                      <a:gd name="connsiteX11" fmla="*/ 2663266 w 2708030"/>
                                      <a:gd name="connsiteY11" fmla="*/ 1775936 h 1950125"/>
                                      <a:gd name="connsiteX12" fmla="*/ 2565295 w 2708030"/>
                                      <a:gd name="connsiteY12" fmla="*/ 1950107 h 1950125"/>
                                      <a:gd name="connsiteX13" fmla="*/ 2293152 w 2708030"/>
                                      <a:gd name="connsiteY13" fmla="*/ 1786822 h 1950125"/>
                                      <a:gd name="connsiteX14" fmla="*/ 2010123 w 2708030"/>
                                      <a:gd name="connsiteY14" fmla="*/ 1743279 h 1950125"/>
                                      <a:gd name="connsiteX15" fmla="*/ 1770637 w 2708030"/>
                                      <a:gd name="connsiteY15" fmla="*/ 1873908 h 1950125"/>
                                      <a:gd name="connsiteX0" fmla="*/ 251574 w 2708030"/>
                                      <a:gd name="connsiteY0" fmla="*/ 0 h 1950125"/>
                                      <a:gd name="connsiteX1" fmla="*/ 83352 w 2708030"/>
                                      <a:gd name="connsiteY1" fmla="*/ 164850 h 1950125"/>
                                      <a:gd name="connsiteX2" fmla="*/ 18038 w 2708030"/>
                                      <a:gd name="connsiteY2" fmla="*/ 426108 h 1950125"/>
                                      <a:gd name="connsiteX3" fmla="*/ 18037 w 2708030"/>
                                      <a:gd name="connsiteY3" fmla="*/ 741794 h 1950125"/>
                                      <a:gd name="connsiteX4" fmla="*/ 224867 w 2708030"/>
                                      <a:gd name="connsiteY4" fmla="*/ 1155450 h 1950125"/>
                                      <a:gd name="connsiteX5" fmla="*/ 486125 w 2708030"/>
                                      <a:gd name="connsiteY5" fmla="*/ 1427594 h 1950125"/>
                                      <a:gd name="connsiteX6" fmla="*/ 758265 w 2708030"/>
                                      <a:gd name="connsiteY6" fmla="*/ 1329622 h 1950125"/>
                                      <a:gd name="connsiteX7" fmla="*/ 1133317 w 2708030"/>
                                      <a:gd name="connsiteY7" fmla="*/ 1513113 h 1950125"/>
                                      <a:gd name="connsiteX8" fmla="*/ 1465838 w 2708030"/>
                                      <a:gd name="connsiteY8" fmla="*/ 1264307 h 1950125"/>
                                      <a:gd name="connsiteX9" fmla="*/ 1737981 w 2708030"/>
                                      <a:gd name="connsiteY9" fmla="*/ 1373166 h 1950125"/>
                                      <a:gd name="connsiteX10" fmla="*/ 1835953 w 2708030"/>
                                      <a:gd name="connsiteY10" fmla="*/ 1579993 h 1950125"/>
                                      <a:gd name="connsiteX11" fmla="*/ 2663266 w 2708030"/>
                                      <a:gd name="connsiteY11" fmla="*/ 1775936 h 1950125"/>
                                      <a:gd name="connsiteX12" fmla="*/ 2565295 w 2708030"/>
                                      <a:gd name="connsiteY12" fmla="*/ 1950107 h 1950125"/>
                                      <a:gd name="connsiteX13" fmla="*/ 2293152 w 2708030"/>
                                      <a:gd name="connsiteY13" fmla="*/ 1786822 h 1950125"/>
                                      <a:gd name="connsiteX14" fmla="*/ 2010123 w 2708030"/>
                                      <a:gd name="connsiteY14" fmla="*/ 1743279 h 1950125"/>
                                      <a:gd name="connsiteX15" fmla="*/ 1770637 w 2708030"/>
                                      <a:gd name="connsiteY15" fmla="*/ 1873908 h 1950125"/>
                                      <a:gd name="connsiteX0" fmla="*/ 251574 w 2588288"/>
                                      <a:gd name="connsiteY0" fmla="*/ 0 h 1951940"/>
                                      <a:gd name="connsiteX1" fmla="*/ 83352 w 2588288"/>
                                      <a:gd name="connsiteY1" fmla="*/ 164850 h 1951940"/>
                                      <a:gd name="connsiteX2" fmla="*/ 18038 w 2588288"/>
                                      <a:gd name="connsiteY2" fmla="*/ 426108 h 1951940"/>
                                      <a:gd name="connsiteX3" fmla="*/ 18037 w 2588288"/>
                                      <a:gd name="connsiteY3" fmla="*/ 741794 h 1951940"/>
                                      <a:gd name="connsiteX4" fmla="*/ 224867 w 2588288"/>
                                      <a:gd name="connsiteY4" fmla="*/ 1155450 h 1951940"/>
                                      <a:gd name="connsiteX5" fmla="*/ 486125 w 2588288"/>
                                      <a:gd name="connsiteY5" fmla="*/ 1427594 h 1951940"/>
                                      <a:gd name="connsiteX6" fmla="*/ 758265 w 2588288"/>
                                      <a:gd name="connsiteY6" fmla="*/ 1329622 h 1951940"/>
                                      <a:gd name="connsiteX7" fmla="*/ 1133317 w 2588288"/>
                                      <a:gd name="connsiteY7" fmla="*/ 1513113 h 1951940"/>
                                      <a:gd name="connsiteX8" fmla="*/ 1465838 w 2588288"/>
                                      <a:gd name="connsiteY8" fmla="*/ 1264307 h 1951940"/>
                                      <a:gd name="connsiteX9" fmla="*/ 1737981 w 2588288"/>
                                      <a:gd name="connsiteY9" fmla="*/ 1373166 h 1951940"/>
                                      <a:gd name="connsiteX10" fmla="*/ 1835953 w 2588288"/>
                                      <a:gd name="connsiteY10" fmla="*/ 1579993 h 1951940"/>
                                      <a:gd name="connsiteX11" fmla="*/ 1661780 w 2588288"/>
                                      <a:gd name="connsiteY11" fmla="*/ 1667078 h 1951940"/>
                                      <a:gd name="connsiteX12" fmla="*/ 2565295 w 2588288"/>
                                      <a:gd name="connsiteY12" fmla="*/ 1950107 h 1951940"/>
                                      <a:gd name="connsiteX13" fmla="*/ 2293152 w 2588288"/>
                                      <a:gd name="connsiteY13" fmla="*/ 1786822 h 1951940"/>
                                      <a:gd name="connsiteX14" fmla="*/ 2010123 w 2588288"/>
                                      <a:gd name="connsiteY14" fmla="*/ 1743279 h 1951940"/>
                                      <a:gd name="connsiteX15" fmla="*/ 1770637 w 2588288"/>
                                      <a:gd name="connsiteY15" fmla="*/ 1873908 h 1951940"/>
                                      <a:gd name="connsiteX0" fmla="*/ 251574 w 2311227"/>
                                      <a:gd name="connsiteY0" fmla="*/ 0 h 1873908"/>
                                      <a:gd name="connsiteX1" fmla="*/ 83352 w 2311227"/>
                                      <a:gd name="connsiteY1" fmla="*/ 164850 h 1873908"/>
                                      <a:gd name="connsiteX2" fmla="*/ 18038 w 2311227"/>
                                      <a:gd name="connsiteY2" fmla="*/ 426108 h 1873908"/>
                                      <a:gd name="connsiteX3" fmla="*/ 18037 w 2311227"/>
                                      <a:gd name="connsiteY3" fmla="*/ 741794 h 1873908"/>
                                      <a:gd name="connsiteX4" fmla="*/ 224867 w 2311227"/>
                                      <a:gd name="connsiteY4" fmla="*/ 1155450 h 1873908"/>
                                      <a:gd name="connsiteX5" fmla="*/ 486125 w 2311227"/>
                                      <a:gd name="connsiteY5" fmla="*/ 1427594 h 1873908"/>
                                      <a:gd name="connsiteX6" fmla="*/ 758265 w 2311227"/>
                                      <a:gd name="connsiteY6" fmla="*/ 1329622 h 1873908"/>
                                      <a:gd name="connsiteX7" fmla="*/ 1133317 w 2311227"/>
                                      <a:gd name="connsiteY7" fmla="*/ 1513113 h 1873908"/>
                                      <a:gd name="connsiteX8" fmla="*/ 1465838 w 2311227"/>
                                      <a:gd name="connsiteY8" fmla="*/ 1264307 h 1873908"/>
                                      <a:gd name="connsiteX9" fmla="*/ 1737981 w 2311227"/>
                                      <a:gd name="connsiteY9" fmla="*/ 1373166 h 1873908"/>
                                      <a:gd name="connsiteX10" fmla="*/ 1835953 w 2311227"/>
                                      <a:gd name="connsiteY10" fmla="*/ 1579993 h 1873908"/>
                                      <a:gd name="connsiteX11" fmla="*/ 1661780 w 2311227"/>
                                      <a:gd name="connsiteY11" fmla="*/ 1667078 h 1873908"/>
                                      <a:gd name="connsiteX12" fmla="*/ 1454952 w 2311227"/>
                                      <a:gd name="connsiteY12" fmla="*/ 1536450 h 1873908"/>
                                      <a:gd name="connsiteX13" fmla="*/ 2293152 w 2311227"/>
                                      <a:gd name="connsiteY13" fmla="*/ 1786822 h 1873908"/>
                                      <a:gd name="connsiteX14" fmla="*/ 2010123 w 2311227"/>
                                      <a:gd name="connsiteY14" fmla="*/ 1743279 h 1873908"/>
                                      <a:gd name="connsiteX15" fmla="*/ 1770637 w 2311227"/>
                                      <a:gd name="connsiteY15" fmla="*/ 1873908 h 1873908"/>
                                      <a:gd name="connsiteX0" fmla="*/ 251574 w 2030446"/>
                                      <a:gd name="connsiteY0" fmla="*/ 0 h 1873908"/>
                                      <a:gd name="connsiteX1" fmla="*/ 83352 w 2030446"/>
                                      <a:gd name="connsiteY1" fmla="*/ 164850 h 1873908"/>
                                      <a:gd name="connsiteX2" fmla="*/ 18038 w 2030446"/>
                                      <a:gd name="connsiteY2" fmla="*/ 426108 h 1873908"/>
                                      <a:gd name="connsiteX3" fmla="*/ 18037 w 2030446"/>
                                      <a:gd name="connsiteY3" fmla="*/ 741794 h 1873908"/>
                                      <a:gd name="connsiteX4" fmla="*/ 224867 w 2030446"/>
                                      <a:gd name="connsiteY4" fmla="*/ 1155450 h 1873908"/>
                                      <a:gd name="connsiteX5" fmla="*/ 486125 w 2030446"/>
                                      <a:gd name="connsiteY5" fmla="*/ 1427594 h 1873908"/>
                                      <a:gd name="connsiteX6" fmla="*/ 758265 w 2030446"/>
                                      <a:gd name="connsiteY6" fmla="*/ 1329622 h 1873908"/>
                                      <a:gd name="connsiteX7" fmla="*/ 1133317 w 2030446"/>
                                      <a:gd name="connsiteY7" fmla="*/ 1513113 h 1873908"/>
                                      <a:gd name="connsiteX8" fmla="*/ 1465838 w 2030446"/>
                                      <a:gd name="connsiteY8" fmla="*/ 1264307 h 1873908"/>
                                      <a:gd name="connsiteX9" fmla="*/ 1737981 w 2030446"/>
                                      <a:gd name="connsiteY9" fmla="*/ 1373166 h 1873908"/>
                                      <a:gd name="connsiteX10" fmla="*/ 1835953 w 2030446"/>
                                      <a:gd name="connsiteY10" fmla="*/ 1579993 h 1873908"/>
                                      <a:gd name="connsiteX11" fmla="*/ 1661780 w 2030446"/>
                                      <a:gd name="connsiteY11" fmla="*/ 1667078 h 1873908"/>
                                      <a:gd name="connsiteX12" fmla="*/ 1454952 w 2030446"/>
                                      <a:gd name="connsiteY12" fmla="*/ 1536450 h 1873908"/>
                                      <a:gd name="connsiteX13" fmla="*/ 1063067 w 2030446"/>
                                      <a:gd name="connsiteY13" fmla="*/ 1667079 h 1873908"/>
                                      <a:gd name="connsiteX14" fmla="*/ 2010123 w 2030446"/>
                                      <a:gd name="connsiteY14" fmla="*/ 1743279 h 1873908"/>
                                      <a:gd name="connsiteX15" fmla="*/ 1770637 w 2030446"/>
                                      <a:gd name="connsiteY15" fmla="*/ 1873908 h 1873908"/>
                                      <a:gd name="connsiteX0" fmla="*/ 251574 w 1837971"/>
                                      <a:gd name="connsiteY0" fmla="*/ 0 h 1873908"/>
                                      <a:gd name="connsiteX1" fmla="*/ 83352 w 1837971"/>
                                      <a:gd name="connsiteY1" fmla="*/ 164850 h 1873908"/>
                                      <a:gd name="connsiteX2" fmla="*/ 18038 w 1837971"/>
                                      <a:gd name="connsiteY2" fmla="*/ 426108 h 1873908"/>
                                      <a:gd name="connsiteX3" fmla="*/ 18037 w 1837971"/>
                                      <a:gd name="connsiteY3" fmla="*/ 741794 h 1873908"/>
                                      <a:gd name="connsiteX4" fmla="*/ 224867 w 1837971"/>
                                      <a:gd name="connsiteY4" fmla="*/ 1155450 h 1873908"/>
                                      <a:gd name="connsiteX5" fmla="*/ 486125 w 1837971"/>
                                      <a:gd name="connsiteY5" fmla="*/ 1427594 h 1873908"/>
                                      <a:gd name="connsiteX6" fmla="*/ 758265 w 1837971"/>
                                      <a:gd name="connsiteY6" fmla="*/ 1329622 h 1873908"/>
                                      <a:gd name="connsiteX7" fmla="*/ 1133317 w 1837971"/>
                                      <a:gd name="connsiteY7" fmla="*/ 1513113 h 1873908"/>
                                      <a:gd name="connsiteX8" fmla="*/ 1465838 w 1837971"/>
                                      <a:gd name="connsiteY8" fmla="*/ 1264307 h 1873908"/>
                                      <a:gd name="connsiteX9" fmla="*/ 1737981 w 1837971"/>
                                      <a:gd name="connsiteY9" fmla="*/ 1373166 h 1873908"/>
                                      <a:gd name="connsiteX10" fmla="*/ 1835953 w 1837971"/>
                                      <a:gd name="connsiteY10" fmla="*/ 1579993 h 1873908"/>
                                      <a:gd name="connsiteX11" fmla="*/ 1661780 w 1837971"/>
                                      <a:gd name="connsiteY11" fmla="*/ 1667078 h 1873908"/>
                                      <a:gd name="connsiteX12" fmla="*/ 1454952 w 1837971"/>
                                      <a:gd name="connsiteY12" fmla="*/ 1536450 h 1873908"/>
                                      <a:gd name="connsiteX13" fmla="*/ 1063067 w 1837971"/>
                                      <a:gd name="connsiteY13" fmla="*/ 1667079 h 1873908"/>
                                      <a:gd name="connsiteX14" fmla="*/ 758266 w 1837971"/>
                                      <a:gd name="connsiteY14" fmla="*/ 1547337 h 1873908"/>
                                      <a:gd name="connsiteX15" fmla="*/ 1770637 w 1837971"/>
                                      <a:gd name="connsiteY15" fmla="*/ 1873908 h 1873908"/>
                                      <a:gd name="connsiteX0" fmla="*/ 251574 w 1837971"/>
                                      <a:gd name="connsiteY0" fmla="*/ 0 h 1699737"/>
                                      <a:gd name="connsiteX1" fmla="*/ 83352 w 1837971"/>
                                      <a:gd name="connsiteY1" fmla="*/ 164850 h 1699737"/>
                                      <a:gd name="connsiteX2" fmla="*/ 18038 w 1837971"/>
                                      <a:gd name="connsiteY2" fmla="*/ 426108 h 1699737"/>
                                      <a:gd name="connsiteX3" fmla="*/ 18037 w 1837971"/>
                                      <a:gd name="connsiteY3" fmla="*/ 741794 h 1699737"/>
                                      <a:gd name="connsiteX4" fmla="*/ 224867 w 1837971"/>
                                      <a:gd name="connsiteY4" fmla="*/ 1155450 h 1699737"/>
                                      <a:gd name="connsiteX5" fmla="*/ 486125 w 1837971"/>
                                      <a:gd name="connsiteY5" fmla="*/ 1427594 h 1699737"/>
                                      <a:gd name="connsiteX6" fmla="*/ 758265 w 1837971"/>
                                      <a:gd name="connsiteY6" fmla="*/ 1329622 h 1699737"/>
                                      <a:gd name="connsiteX7" fmla="*/ 1133317 w 1837971"/>
                                      <a:gd name="connsiteY7" fmla="*/ 1513113 h 1699737"/>
                                      <a:gd name="connsiteX8" fmla="*/ 1465838 w 1837971"/>
                                      <a:gd name="connsiteY8" fmla="*/ 1264307 h 1699737"/>
                                      <a:gd name="connsiteX9" fmla="*/ 1737981 w 1837971"/>
                                      <a:gd name="connsiteY9" fmla="*/ 1373166 h 1699737"/>
                                      <a:gd name="connsiteX10" fmla="*/ 1835953 w 1837971"/>
                                      <a:gd name="connsiteY10" fmla="*/ 1579993 h 1699737"/>
                                      <a:gd name="connsiteX11" fmla="*/ 1661780 w 1837971"/>
                                      <a:gd name="connsiteY11" fmla="*/ 1667078 h 1699737"/>
                                      <a:gd name="connsiteX12" fmla="*/ 1454952 w 1837971"/>
                                      <a:gd name="connsiteY12" fmla="*/ 1536450 h 1699737"/>
                                      <a:gd name="connsiteX13" fmla="*/ 1063067 w 1837971"/>
                                      <a:gd name="connsiteY13" fmla="*/ 1667079 h 1699737"/>
                                      <a:gd name="connsiteX14" fmla="*/ 758266 w 1837971"/>
                                      <a:gd name="connsiteY14" fmla="*/ 1547337 h 1699737"/>
                                      <a:gd name="connsiteX15" fmla="*/ 736494 w 1837971"/>
                                      <a:gd name="connsiteY15" fmla="*/ 1699737 h 1699737"/>
                                      <a:gd name="connsiteX0" fmla="*/ 251574 w 1837971"/>
                                      <a:gd name="connsiteY0" fmla="*/ 0 h 1710586"/>
                                      <a:gd name="connsiteX1" fmla="*/ 83352 w 1837971"/>
                                      <a:gd name="connsiteY1" fmla="*/ 164850 h 1710586"/>
                                      <a:gd name="connsiteX2" fmla="*/ 18038 w 1837971"/>
                                      <a:gd name="connsiteY2" fmla="*/ 426108 h 1710586"/>
                                      <a:gd name="connsiteX3" fmla="*/ 18037 w 1837971"/>
                                      <a:gd name="connsiteY3" fmla="*/ 741794 h 1710586"/>
                                      <a:gd name="connsiteX4" fmla="*/ 224867 w 1837971"/>
                                      <a:gd name="connsiteY4" fmla="*/ 1155450 h 1710586"/>
                                      <a:gd name="connsiteX5" fmla="*/ 486125 w 1837971"/>
                                      <a:gd name="connsiteY5" fmla="*/ 1427594 h 1710586"/>
                                      <a:gd name="connsiteX6" fmla="*/ 758265 w 1837971"/>
                                      <a:gd name="connsiteY6" fmla="*/ 1329622 h 1710586"/>
                                      <a:gd name="connsiteX7" fmla="*/ 1133317 w 1837971"/>
                                      <a:gd name="connsiteY7" fmla="*/ 1513113 h 1710586"/>
                                      <a:gd name="connsiteX8" fmla="*/ 1465838 w 1837971"/>
                                      <a:gd name="connsiteY8" fmla="*/ 1264307 h 1710586"/>
                                      <a:gd name="connsiteX9" fmla="*/ 1737981 w 1837971"/>
                                      <a:gd name="connsiteY9" fmla="*/ 1373166 h 1710586"/>
                                      <a:gd name="connsiteX10" fmla="*/ 1835953 w 1837971"/>
                                      <a:gd name="connsiteY10" fmla="*/ 1579993 h 1710586"/>
                                      <a:gd name="connsiteX11" fmla="*/ 1661780 w 1837971"/>
                                      <a:gd name="connsiteY11" fmla="*/ 1667078 h 1710586"/>
                                      <a:gd name="connsiteX12" fmla="*/ 1454952 w 1837971"/>
                                      <a:gd name="connsiteY12" fmla="*/ 1536450 h 1710586"/>
                                      <a:gd name="connsiteX13" fmla="*/ 1063067 w 1837971"/>
                                      <a:gd name="connsiteY13" fmla="*/ 1667079 h 1710586"/>
                                      <a:gd name="connsiteX14" fmla="*/ 758266 w 1837971"/>
                                      <a:gd name="connsiteY14" fmla="*/ 1547337 h 1710586"/>
                                      <a:gd name="connsiteX15" fmla="*/ 736494 w 1837971"/>
                                      <a:gd name="connsiteY15" fmla="*/ 1699737 h 1710586"/>
                                      <a:gd name="connsiteX16" fmla="*/ 687003 w 1837971"/>
                                      <a:gd name="connsiteY16" fmla="*/ 1698171 h 1710586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736494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17" fmla="*/ 425746 w 1837971"/>
                                      <a:gd name="connsiteY17" fmla="*/ 1676399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17" fmla="*/ 197146 w 1837971"/>
                                      <a:gd name="connsiteY17" fmla="*/ 1458684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17" fmla="*/ 197146 w 1837971"/>
                                      <a:gd name="connsiteY17" fmla="*/ 1458684 h 1705605"/>
                                      <a:gd name="connsiteX18" fmla="*/ 186260 w 1837971"/>
                                      <a:gd name="connsiteY18" fmla="*/ 1447799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17" fmla="*/ 197146 w 1837971"/>
                                      <a:gd name="connsiteY17" fmla="*/ 1458684 h 1705605"/>
                                      <a:gd name="connsiteX18" fmla="*/ 55631 w 1837971"/>
                                      <a:gd name="connsiteY18" fmla="*/ 1458684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17" fmla="*/ 197146 w 1837971"/>
                                      <a:gd name="connsiteY17" fmla="*/ 1458684 h 1705605"/>
                                      <a:gd name="connsiteX18" fmla="*/ 55631 w 1837971"/>
                                      <a:gd name="connsiteY18" fmla="*/ 1458684 h 1705605"/>
                                      <a:gd name="connsiteX19" fmla="*/ 33860 w 1837971"/>
                                      <a:gd name="connsiteY19" fmla="*/ 1447799 h 1705605"/>
                                      <a:gd name="connsiteX0" fmla="*/ 359229 w 1945626"/>
                                      <a:gd name="connsiteY0" fmla="*/ 0 h 1705605"/>
                                      <a:gd name="connsiteX1" fmla="*/ 191007 w 1945626"/>
                                      <a:gd name="connsiteY1" fmla="*/ 164850 h 1705605"/>
                                      <a:gd name="connsiteX2" fmla="*/ 125693 w 1945626"/>
                                      <a:gd name="connsiteY2" fmla="*/ 426108 h 1705605"/>
                                      <a:gd name="connsiteX3" fmla="*/ 125692 w 1945626"/>
                                      <a:gd name="connsiteY3" fmla="*/ 741794 h 1705605"/>
                                      <a:gd name="connsiteX4" fmla="*/ 332522 w 1945626"/>
                                      <a:gd name="connsiteY4" fmla="*/ 1155450 h 1705605"/>
                                      <a:gd name="connsiteX5" fmla="*/ 593780 w 1945626"/>
                                      <a:gd name="connsiteY5" fmla="*/ 1427594 h 1705605"/>
                                      <a:gd name="connsiteX6" fmla="*/ 865920 w 1945626"/>
                                      <a:gd name="connsiteY6" fmla="*/ 1329622 h 1705605"/>
                                      <a:gd name="connsiteX7" fmla="*/ 1240972 w 1945626"/>
                                      <a:gd name="connsiteY7" fmla="*/ 1513113 h 1705605"/>
                                      <a:gd name="connsiteX8" fmla="*/ 1573493 w 1945626"/>
                                      <a:gd name="connsiteY8" fmla="*/ 1264307 h 1705605"/>
                                      <a:gd name="connsiteX9" fmla="*/ 1845636 w 1945626"/>
                                      <a:gd name="connsiteY9" fmla="*/ 1373166 h 1705605"/>
                                      <a:gd name="connsiteX10" fmla="*/ 1943608 w 1945626"/>
                                      <a:gd name="connsiteY10" fmla="*/ 1579993 h 1705605"/>
                                      <a:gd name="connsiteX11" fmla="*/ 1769435 w 1945626"/>
                                      <a:gd name="connsiteY11" fmla="*/ 1667078 h 1705605"/>
                                      <a:gd name="connsiteX12" fmla="*/ 1562607 w 1945626"/>
                                      <a:gd name="connsiteY12" fmla="*/ 1536450 h 1705605"/>
                                      <a:gd name="connsiteX13" fmla="*/ 1170722 w 1945626"/>
                                      <a:gd name="connsiteY13" fmla="*/ 1667079 h 1705605"/>
                                      <a:gd name="connsiteX14" fmla="*/ 865921 w 1945626"/>
                                      <a:gd name="connsiteY14" fmla="*/ 1547337 h 1705605"/>
                                      <a:gd name="connsiteX15" fmla="*/ 757063 w 1945626"/>
                                      <a:gd name="connsiteY15" fmla="*/ 1699737 h 1705605"/>
                                      <a:gd name="connsiteX16" fmla="*/ 544287 w 1945626"/>
                                      <a:gd name="connsiteY16" fmla="*/ 1676400 h 1705605"/>
                                      <a:gd name="connsiteX17" fmla="*/ 304801 w 1945626"/>
                                      <a:gd name="connsiteY17" fmla="*/ 1458684 h 1705605"/>
                                      <a:gd name="connsiteX18" fmla="*/ 163286 w 1945626"/>
                                      <a:gd name="connsiteY18" fmla="*/ 1458684 h 1705605"/>
                                      <a:gd name="connsiteX19" fmla="*/ 0 w 1945626"/>
                                      <a:gd name="connsiteY19" fmla="*/ 1545770 h 1705605"/>
                                      <a:gd name="connsiteX0" fmla="*/ 374986 w 1961383"/>
                                      <a:gd name="connsiteY0" fmla="*/ 0 h 1705605"/>
                                      <a:gd name="connsiteX1" fmla="*/ 206764 w 1961383"/>
                                      <a:gd name="connsiteY1" fmla="*/ 164850 h 1705605"/>
                                      <a:gd name="connsiteX2" fmla="*/ 141450 w 1961383"/>
                                      <a:gd name="connsiteY2" fmla="*/ 426108 h 1705605"/>
                                      <a:gd name="connsiteX3" fmla="*/ 141449 w 1961383"/>
                                      <a:gd name="connsiteY3" fmla="*/ 741794 h 1705605"/>
                                      <a:gd name="connsiteX4" fmla="*/ 348279 w 1961383"/>
                                      <a:gd name="connsiteY4" fmla="*/ 1155450 h 1705605"/>
                                      <a:gd name="connsiteX5" fmla="*/ 609537 w 1961383"/>
                                      <a:gd name="connsiteY5" fmla="*/ 1427594 h 1705605"/>
                                      <a:gd name="connsiteX6" fmla="*/ 881677 w 1961383"/>
                                      <a:gd name="connsiteY6" fmla="*/ 1329622 h 1705605"/>
                                      <a:gd name="connsiteX7" fmla="*/ 1256729 w 1961383"/>
                                      <a:gd name="connsiteY7" fmla="*/ 1513113 h 1705605"/>
                                      <a:gd name="connsiteX8" fmla="*/ 1589250 w 1961383"/>
                                      <a:gd name="connsiteY8" fmla="*/ 1264307 h 1705605"/>
                                      <a:gd name="connsiteX9" fmla="*/ 1861393 w 1961383"/>
                                      <a:gd name="connsiteY9" fmla="*/ 1373166 h 1705605"/>
                                      <a:gd name="connsiteX10" fmla="*/ 1959365 w 1961383"/>
                                      <a:gd name="connsiteY10" fmla="*/ 1579993 h 1705605"/>
                                      <a:gd name="connsiteX11" fmla="*/ 1785192 w 1961383"/>
                                      <a:gd name="connsiteY11" fmla="*/ 1667078 h 1705605"/>
                                      <a:gd name="connsiteX12" fmla="*/ 1578364 w 1961383"/>
                                      <a:gd name="connsiteY12" fmla="*/ 1536450 h 1705605"/>
                                      <a:gd name="connsiteX13" fmla="*/ 1186479 w 1961383"/>
                                      <a:gd name="connsiteY13" fmla="*/ 1667079 h 1705605"/>
                                      <a:gd name="connsiteX14" fmla="*/ 881678 w 1961383"/>
                                      <a:gd name="connsiteY14" fmla="*/ 1547337 h 1705605"/>
                                      <a:gd name="connsiteX15" fmla="*/ 772820 w 1961383"/>
                                      <a:gd name="connsiteY15" fmla="*/ 1699737 h 1705605"/>
                                      <a:gd name="connsiteX16" fmla="*/ 560044 w 1961383"/>
                                      <a:gd name="connsiteY16" fmla="*/ 1676400 h 1705605"/>
                                      <a:gd name="connsiteX17" fmla="*/ 320558 w 1961383"/>
                                      <a:gd name="connsiteY17" fmla="*/ 1458684 h 1705605"/>
                                      <a:gd name="connsiteX18" fmla="*/ 179043 w 1961383"/>
                                      <a:gd name="connsiteY18" fmla="*/ 1458684 h 1705605"/>
                                      <a:gd name="connsiteX19" fmla="*/ 15757 w 1961383"/>
                                      <a:gd name="connsiteY19" fmla="*/ 1545770 h 1705605"/>
                                      <a:gd name="connsiteX20" fmla="*/ 4872 w 1961383"/>
                                      <a:gd name="connsiteY20" fmla="*/ 1534885 h 1705605"/>
                                      <a:gd name="connsiteX0" fmla="*/ 446314 w 2032711"/>
                                      <a:gd name="connsiteY0" fmla="*/ 0 h 1796158"/>
                                      <a:gd name="connsiteX1" fmla="*/ 278092 w 2032711"/>
                                      <a:gd name="connsiteY1" fmla="*/ 164850 h 1796158"/>
                                      <a:gd name="connsiteX2" fmla="*/ 212778 w 2032711"/>
                                      <a:gd name="connsiteY2" fmla="*/ 426108 h 1796158"/>
                                      <a:gd name="connsiteX3" fmla="*/ 212777 w 2032711"/>
                                      <a:gd name="connsiteY3" fmla="*/ 741794 h 1796158"/>
                                      <a:gd name="connsiteX4" fmla="*/ 419607 w 2032711"/>
                                      <a:gd name="connsiteY4" fmla="*/ 1155450 h 1796158"/>
                                      <a:gd name="connsiteX5" fmla="*/ 680865 w 2032711"/>
                                      <a:gd name="connsiteY5" fmla="*/ 1427594 h 1796158"/>
                                      <a:gd name="connsiteX6" fmla="*/ 953005 w 2032711"/>
                                      <a:gd name="connsiteY6" fmla="*/ 1329622 h 1796158"/>
                                      <a:gd name="connsiteX7" fmla="*/ 1328057 w 2032711"/>
                                      <a:gd name="connsiteY7" fmla="*/ 1513113 h 1796158"/>
                                      <a:gd name="connsiteX8" fmla="*/ 1660578 w 2032711"/>
                                      <a:gd name="connsiteY8" fmla="*/ 1264307 h 1796158"/>
                                      <a:gd name="connsiteX9" fmla="*/ 1932721 w 2032711"/>
                                      <a:gd name="connsiteY9" fmla="*/ 1373166 h 1796158"/>
                                      <a:gd name="connsiteX10" fmla="*/ 2030693 w 2032711"/>
                                      <a:gd name="connsiteY10" fmla="*/ 1579993 h 1796158"/>
                                      <a:gd name="connsiteX11" fmla="*/ 1856520 w 2032711"/>
                                      <a:gd name="connsiteY11" fmla="*/ 1667078 h 1796158"/>
                                      <a:gd name="connsiteX12" fmla="*/ 1649692 w 2032711"/>
                                      <a:gd name="connsiteY12" fmla="*/ 1536450 h 1796158"/>
                                      <a:gd name="connsiteX13" fmla="*/ 1257807 w 2032711"/>
                                      <a:gd name="connsiteY13" fmla="*/ 1667079 h 1796158"/>
                                      <a:gd name="connsiteX14" fmla="*/ 953006 w 2032711"/>
                                      <a:gd name="connsiteY14" fmla="*/ 1547337 h 1796158"/>
                                      <a:gd name="connsiteX15" fmla="*/ 844148 w 2032711"/>
                                      <a:gd name="connsiteY15" fmla="*/ 1699737 h 1796158"/>
                                      <a:gd name="connsiteX16" fmla="*/ 631372 w 2032711"/>
                                      <a:gd name="connsiteY16" fmla="*/ 1676400 h 1796158"/>
                                      <a:gd name="connsiteX17" fmla="*/ 391886 w 2032711"/>
                                      <a:gd name="connsiteY17" fmla="*/ 1458684 h 1796158"/>
                                      <a:gd name="connsiteX18" fmla="*/ 250371 w 2032711"/>
                                      <a:gd name="connsiteY18" fmla="*/ 1458684 h 1796158"/>
                                      <a:gd name="connsiteX19" fmla="*/ 87085 w 2032711"/>
                                      <a:gd name="connsiteY19" fmla="*/ 1545770 h 1796158"/>
                                      <a:gd name="connsiteX20" fmla="*/ 0 w 2032711"/>
                                      <a:gd name="connsiteY20" fmla="*/ 1796143 h 1796158"/>
                                      <a:gd name="connsiteX0" fmla="*/ 446314 w 2047182"/>
                                      <a:gd name="connsiteY0" fmla="*/ 0 h 1796158"/>
                                      <a:gd name="connsiteX1" fmla="*/ 278092 w 2047182"/>
                                      <a:gd name="connsiteY1" fmla="*/ 164850 h 1796158"/>
                                      <a:gd name="connsiteX2" fmla="*/ 212778 w 2047182"/>
                                      <a:gd name="connsiteY2" fmla="*/ 426108 h 1796158"/>
                                      <a:gd name="connsiteX3" fmla="*/ 212777 w 2047182"/>
                                      <a:gd name="connsiteY3" fmla="*/ 741794 h 1796158"/>
                                      <a:gd name="connsiteX4" fmla="*/ 419607 w 2047182"/>
                                      <a:gd name="connsiteY4" fmla="*/ 1155450 h 1796158"/>
                                      <a:gd name="connsiteX5" fmla="*/ 680865 w 2047182"/>
                                      <a:gd name="connsiteY5" fmla="*/ 1427594 h 1796158"/>
                                      <a:gd name="connsiteX6" fmla="*/ 953005 w 2047182"/>
                                      <a:gd name="connsiteY6" fmla="*/ 1329622 h 1796158"/>
                                      <a:gd name="connsiteX7" fmla="*/ 1328057 w 2047182"/>
                                      <a:gd name="connsiteY7" fmla="*/ 1513113 h 1796158"/>
                                      <a:gd name="connsiteX8" fmla="*/ 1660578 w 2047182"/>
                                      <a:gd name="connsiteY8" fmla="*/ 1264307 h 1796158"/>
                                      <a:gd name="connsiteX9" fmla="*/ 1998035 w 2047182"/>
                                      <a:gd name="connsiteY9" fmla="*/ 1068366 h 1796158"/>
                                      <a:gd name="connsiteX10" fmla="*/ 2030693 w 2047182"/>
                                      <a:gd name="connsiteY10" fmla="*/ 1579993 h 1796158"/>
                                      <a:gd name="connsiteX11" fmla="*/ 1856520 w 2047182"/>
                                      <a:gd name="connsiteY11" fmla="*/ 1667078 h 1796158"/>
                                      <a:gd name="connsiteX12" fmla="*/ 1649692 w 2047182"/>
                                      <a:gd name="connsiteY12" fmla="*/ 1536450 h 1796158"/>
                                      <a:gd name="connsiteX13" fmla="*/ 1257807 w 2047182"/>
                                      <a:gd name="connsiteY13" fmla="*/ 1667079 h 1796158"/>
                                      <a:gd name="connsiteX14" fmla="*/ 953006 w 2047182"/>
                                      <a:gd name="connsiteY14" fmla="*/ 1547337 h 1796158"/>
                                      <a:gd name="connsiteX15" fmla="*/ 844148 w 2047182"/>
                                      <a:gd name="connsiteY15" fmla="*/ 1699737 h 1796158"/>
                                      <a:gd name="connsiteX16" fmla="*/ 631372 w 2047182"/>
                                      <a:gd name="connsiteY16" fmla="*/ 1676400 h 1796158"/>
                                      <a:gd name="connsiteX17" fmla="*/ 391886 w 2047182"/>
                                      <a:gd name="connsiteY17" fmla="*/ 1458684 h 1796158"/>
                                      <a:gd name="connsiteX18" fmla="*/ 250371 w 2047182"/>
                                      <a:gd name="connsiteY18" fmla="*/ 1458684 h 1796158"/>
                                      <a:gd name="connsiteX19" fmla="*/ 87085 w 2047182"/>
                                      <a:gd name="connsiteY19" fmla="*/ 1545770 h 1796158"/>
                                      <a:gd name="connsiteX20" fmla="*/ 0 w 2047182"/>
                                      <a:gd name="connsiteY20" fmla="*/ 1796143 h 1796158"/>
                                      <a:gd name="connsiteX0" fmla="*/ 446314 w 2063456"/>
                                      <a:gd name="connsiteY0" fmla="*/ 0 h 1796158"/>
                                      <a:gd name="connsiteX1" fmla="*/ 278092 w 2063456"/>
                                      <a:gd name="connsiteY1" fmla="*/ 164850 h 1796158"/>
                                      <a:gd name="connsiteX2" fmla="*/ 212778 w 2063456"/>
                                      <a:gd name="connsiteY2" fmla="*/ 426108 h 1796158"/>
                                      <a:gd name="connsiteX3" fmla="*/ 212777 w 2063456"/>
                                      <a:gd name="connsiteY3" fmla="*/ 741794 h 1796158"/>
                                      <a:gd name="connsiteX4" fmla="*/ 419607 w 2063456"/>
                                      <a:gd name="connsiteY4" fmla="*/ 1155450 h 1796158"/>
                                      <a:gd name="connsiteX5" fmla="*/ 680865 w 2063456"/>
                                      <a:gd name="connsiteY5" fmla="*/ 1427594 h 1796158"/>
                                      <a:gd name="connsiteX6" fmla="*/ 953005 w 2063456"/>
                                      <a:gd name="connsiteY6" fmla="*/ 1329622 h 1796158"/>
                                      <a:gd name="connsiteX7" fmla="*/ 1328057 w 2063456"/>
                                      <a:gd name="connsiteY7" fmla="*/ 1513113 h 1796158"/>
                                      <a:gd name="connsiteX8" fmla="*/ 1660578 w 2063456"/>
                                      <a:gd name="connsiteY8" fmla="*/ 1264307 h 1796158"/>
                                      <a:gd name="connsiteX9" fmla="*/ 1998035 w 2063456"/>
                                      <a:gd name="connsiteY9" fmla="*/ 1068366 h 1796158"/>
                                      <a:gd name="connsiteX10" fmla="*/ 2052465 w 2063456"/>
                                      <a:gd name="connsiteY10" fmla="*/ 1340508 h 1796158"/>
                                      <a:gd name="connsiteX11" fmla="*/ 1856520 w 2063456"/>
                                      <a:gd name="connsiteY11" fmla="*/ 1667078 h 1796158"/>
                                      <a:gd name="connsiteX12" fmla="*/ 1649692 w 2063456"/>
                                      <a:gd name="connsiteY12" fmla="*/ 1536450 h 1796158"/>
                                      <a:gd name="connsiteX13" fmla="*/ 1257807 w 2063456"/>
                                      <a:gd name="connsiteY13" fmla="*/ 1667079 h 1796158"/>
                                      <a:gd name="connsiteX14" fmla="*/ 953006 w 2063456"/>
                                      <a:gd name="connsiteY14" fmla="*/ 1547337 h 1796158"/>
                                      <a:gd name="connsiteX15" fmla="*/ 844148 w 2063456"/>
                                      <a:gd name="connsiteY15" fmla="*/ 1699737 h 1796158"/>
                                      <a:gd name="connsiteX16" fmla="*/ 631372 w 2063456"/>
                                      <a:gd name="connsiteY16" fmla="*/ 1676400 h 1796158"/>
                                      <a:gd name="connsiteX17" fmla="*/ 391886 w 2063456"/>
                                      <a:gd name="connsiteY17" fmla="*/ 1458684 h 1796158"/>
                                      <a:gd name="connsiteX18" fmla="*/ 250371 w 2063456"/>
                                      <a:gd name="connsiteY18" fmla="*/ 1458684 h 1796158"/>
                                      <a:gd name="connsiteX19" fmla="*/ 87085 w 2063456"/>
                                      <a:gd name="connsiteY19" fmla="*/ 1545770 h 1796158"/>
                                      <a:gd name="connsiteX20" fmla="*/ 0 w 2063456"/>
                                      <a:gd name="connsiteY20" fmla="*/ 1796143 h 1796158"/>
                                      <a:gd name="connsiteX0" fmla="*/ 446314 w 2063456"/>
                                      <a:gd name="connsiteY0" fmla="*/ 0 h 1796158"/>
                                      <a:gd name="connsiteX1" fmla="*/ 278092 w 2063456"/>
                                      <a:gd name="connsiteY1" fmla="*/ 164850 h 1796158"/>
                                      <a:gd name="connsiteX2" fmla="*/ 212778 w 2063456"/>
                                      <a:gd name="connsiteY2" fmla="*/ 426108 h 1796158"/>
                                      <a:gd name="connsiteX3" fmla="*/ 212777 w 2063456"/>
                                      <a:gd name="connsiteY3" fmla="*/ 741794 h 1796158"/>
                                      <a:gd name="connsiteX4" fmla="*/ 419607 w 2063456"/>
                                      <a:gd name="connsiteY4" fmla="*/ 1155450 h 1796158"/>
                                      <a:gd name="connsiteX5" fmla="*/ 680865 w 2063456"/>
                                      <a:gd name="connsiteY5" fmla="*/ 1427594 h 1796158"/>
                                      <a:gd name="connsiteX6" fmla="*/ 953005 w 2063456"/>
                                      <a:gd name="connsiteY6" fmla="*/ 1329622 h 1796158"/>
                                      <a:gd name="connsiteX7" fmla="*/ 1328057 w 2063456"/>
                                      <a:gd name="connsiteY7" fmla="*/ 1513113 h 1796158"/>
                                      <a:gd name="connsiteX8" fmla="*/ 1660578 w 2063456"/>
                                      <a:gd name="connsiteY8" fmla="*/ 1264307 h 1796158"/>
                                      <a:gd name="connsiteX9" fmla="*/ 1998035 w 2063456"/>
                                      <a:gd name="connsiteY9" fmla="*/ 1068366 h 1796158"/>
                                      <a:gd name="connsiteX10" fmla="*/ 2052465 w 2063456"/>
                                      <a:gd name="connsiteY10" fmla="*/ 1340508 h 1796158"/>
                                      <a:gd name="connsiteX11" fmla="*/ 1856520 w 2063456"/>
                                      <a:gd name="connsiteY11" fmla="*/ 1667078 h 1796158"/>
                                      <a:gd name="connsiteX12" fmla="*/ 1649692 w 2063456"/>
                                      <a:gd name="connsiteY12" fmla="*/ 1536450 h 1796158"/>
                                      <a:gd name="connsiteX13" fmla="*/ 1257807 w 2063456"/>
                                      <a:gd name="connsiteY13" fmla="*/ 1667079 h 1796158"/>
                                      <a:gd name="connsiteX14" fmla="*/ 1007435 w 2063456"/>
                                      <a:gd name="connsiteY14" fmla="*/ 1634422 h 1796158"/>
                                      <a:gd name="connsiteX15" fmla="*/ 844148 w 2063456"/>
                                      <a:gd name="connsiteY15" fmla="*/ 1699737 h 1796158"/>
                                      <a:gd name="connsiteX16" fmla="*/ 631372 w 2063456"/>
                                      <a:gd name="connsiteY16" fmla="*/ 1676400 h 1796158"/>
                                      <a:gd name="connsiteX17" fmla="*/ 391886 w 2063456"/>
                                      <a:gd name="connsiteY17" fmla="*/ 1458684 h 1796158"/>
                                      <a:gd name="connsiteX18" fmla="*/ 250371 w 2063456"/>
                                      <a:gd name="connsiteY18" fmla="*/ 1458684 h 1796158"/>
                                      <a:gd name="connsiteX19" fmla="*/ 87085 w 2063456"/>
                                      <a:gd name="connsiteY19" fmla="*/ 1545770 h 1796158"/>
                                      <a:gd name="connsiteX20" fmla="*/ 0 w 2063456"/>
                                      <a:gd name="connsiteY20" fmla="*/ 1796143 h 1796158"/>
                                      <a:gd name="connsiteX0" fmla="*/ 446314 w 2063456"/>
                                      <a:gd name="connsiteY0" fmla="*/ 0 h 1796158"/>
                                      <a:gd name="connsiteX1" fmla="*/ 278092 w 2063456"/>
                                      <a:gd name="connsiteY1" fmla="*/ 164850 h 1796158"/>
                                      <a:gd name="connsiteX2" fmla="*/ 212778 w 2063456"/>
                                      <a:gd name="connsiteY2" fmla="*/ 426108 h 1796158"/>
                                      <a:gd name="connsiteX3" fmla="*/ 212777 w 2063456"/>
                                      <a:gd name="connsiteY3" fmla="*/ 741794 h 1796158"/>
                                      <a:gd name="connsiteX4" fmla="*/ 419607 w 2063456"/>
                                      <a:gd name="connsiteY4" fmla="*/ 1155450 h 1796158"/>
                                      <a:gd name="connsiteX5" fmla="*/ 680865 w 2063456"/>
                                      <a:gd name="connsiteY5" fmla="*/ 1427594 h 1796158"/>
                                      <a:gd name="connsiteX6" fmla="*/ 953005 w 2063456"/>
                                      <a:gd name="connsiteY6" fmla="*/ 1329622 h 1796158"/>
                                      <a:gd name="connsiteX7" fmla="*/ 1328057 w 2063456"/>
                                      <a:gd name="connsiteY7" fmla="*/ 1513113 h 1796158"/>
                                      <a:gd name="connsiteX8" fmla="*/ 1660578 w 2063456"/>
                                      <a:gd name="connsiteY8" fmla="*/ 1264307 h 1796158"/>
                                      <a:gd name="connsiteX9" fmla="*/ 1998035 w 2063456"/>
                                      <a:gd name="connsiteY9" fmla="*/ 1068366 h 1796158"/>
                                      <a:gd name="connsiteX10" fmla="*/ 2052465 w 2063456"/>
                                      <a:gd name="connsiteY10" fmla="*/ 1340508 h 1796158"/>
                                      <a:gd name="connsiteX11" fmla="*/ 1856520 w 2063456"/>
                                      <a:gd name="connsiteY11" fmla="*/ 1667078 h 1796158"/>
                                      <a:gd name="connsiteX12" fmla="*/ 1649692 w 2063456"/>
                                      <a:gd name="connsiteY12" fmla="*/ 1536450 h 1796158"/>
                                      <a:gd name="connsiteX13" fmla="*/ 1257807 w 2063456"/>
                                      <a:gd name="connsiteY13" fmla="*/ 1667079 h 1796158"/>
                                      <a:gd name="connsiteX14" fmla="*/ 1007435 w 2063456"/>
                                      <a:gd name="connsiteY14" fmla="*/ 1667079 h 1796158"/>
                                      <a:gd name="connsiteX15" fmla="*/ 844148 w 2063456"/>
                                      <a:gd name="connsiteY15" fmla="*/ 1699737 h 1796158"/>
                                      <a:gd name="connsiteX16" fmla="*/ 631372 w 2063456"/>
                                      <a:gd name="connsiteY16" fmla="*/ 1676400 h 1796158"/>
                                      <a:gd name="connsiteX17" fmla="*/ 391886 w 2063456"/>
                                      <a:gd name="connsiteY17" fmla="*/ 1458684 h 1796158"/>
                                      <a:gd name="connsiteX18" fmla="*/ 250371 w 2063456"/>
                                      <a:gd name="connsiteY18" fmla="*/ 1458684 h 1796158"/>
                                      <a:gd name="connsiteX19" fmla="*/ 87085 w 2063456"/>
                                      <a:gd name="connsiteY19" fmla="*/ 1545770 h 1796158"/>
                                      <a:gd name="connsiteX20" fmla="*/ 0 w 2063456"/>
                                      <a:gd name="connsiteY20" fmla="*/ 1796143 h 1796158"/>
                                      <a:gd name="connsiteX0" fmla="*/ 448799 w 2065941"/>
                                      <a:gd name="connsiteY0" fmla="*/ 0 h 1816914"/>
                                      <a:gd name="connsiteX1" fmla="*/ 280577 w 2065941"/>
                                      <a:gd name="connsiteY1" fmla="*/ 164850 h 1816914"/>
                                      <a:gd name="connsiteX2" fmla="*/ 215263 w 2065941"/>
                                      <a:gd name="connsiteY2" fmla="*/ 426108 h 1816914"/>
                                      <a:gd name="connsiteX3" fmla="*/ 215262 w 2065941"/>
                                      <a:gd name="connsiteY3" fmla="*/ 741794 h 1816914"/>
                                      <a:gd name="connsiteX4" fmla="*/ 422092 w 2065941"/>
                                      <a:gd name="connsiteY4" fmla="*/ 1155450 h 1816914"/>
                                      <a:gd name="connsiteX5" fmla="*/ 683350 w 2065941"/>
                                      <a:gd name="connsiteY5" fmla="*/ 1427594 h 1816914"/>
                                      <a:gd name="connsiteX6" fmla="*/ 955490 w 2065941"/>
                                      <a:gd name="connsiteY6" fmla="*/ 1329622 h 1816914"/>
                                      <a:gd name="connsiteX7" fmla="*/ 1330542 w 2065941"/>
                                      <a:gd name="connsiteY7" fmla="*/ 1513113 h 1816914"/>
                                      <a:gd name="connsiteX8" fmla="*/ 1663063 w 2065941"/>
                                      <a:gd name="connsiteY8" fmla="*/ 1264307 h 1816914"/>
                                      <a:gd name="connsiteX9" fmla="*/ 2000520 w 2065941"/>
                                      <a:gd name="connsiteY9" fmla="*/ 1068366 h 1816914"/>
                                      <a:gd name="connsiteX10" fmla="*/ 2054950 w 2065941"/>
                                      <a:gd name="connsiteY10" fmla="*/ 1340508 h 1816914"/>
                                      <a:gd name="connsiteX11" fmla="*/ 1859005 w 2065941"/>
                                      <a:gd name="connsiteY11" fmla="*/ 1667078 h 1816914"/>
                                      <a:gd name="connsiteX12" fmla="*/ 1652177 w 2065941"/>
                                      <a:gd name="connsiteY12" fmla="*/ 1536450 h 1816914"/>
                                      <a:gd name="connsiteX13" fmla="*/ 1260292 w 2065941"/>
                                      <a:gd name="connsiteY13" fmla="*/ 1667079 h 1816914"/>
                                      <a:gd name="connsiteX14" fmla="*/ 1009920 w 2065941"/>
                                      <a:gd name="connsiteY14" fmla="*/ 1667079 h 1816914"/>
                                      <a:gd name="connsiteX15" fmla="*/ 846633 w 2065941"/>
                                      <a:gd name="connsiteY15" fmla="*/ 1699737 h 1816914"/>
                                      <a:gd name="connsiteX16" fmla="*/ 633857 w 2065941"/>
                                      <a:gd name="connsiteY16" fmla="*/ 1676400 h 1816914"/>
                                      <a:gd name="connsiteX17" fmla="*/ 394371 w 2065941"/>
                                      <a:gd name="connsiteY17" fmla="*/ 1458684 h 1816914"/>
                                      <a:gd name="connsiteX18" fmla="*/ 252856 w 2065941"/>
                                      <a:gd name="connsiteY18" fmla="*/ 1458684 h 1816914"/>
                                      <a:gd name="connsiteX19" fmla="*/ 89570 w 2065941"/>
                                      <a:gd name="connsiteY19" fmla="*/ 1545770 h 1816914"/>
                                      <a:gd name="connsiteX20" fmla="*/ 2485 w 2065941"/>
                                      <a:gd name="connsiteY20" fmla="*/ 1796143 h 1816914"/>
                                      <a:gd name="connsiteX21" fmla="*/ 24257 w 2065941"/>
                                      <a:gd name="connsiteY21" fmla="*/ 1803401 h 1816914"/>
                                      <a:gd name="connsiteX0" fmla="*/ 446980 w 2064122"/>
                                      <a:gd name="connsiteY0" fmla="*/ 0 h 2010230"/>
                                      <a:gd name="connsiteX1" fmla="*/ 278758 w 2064122"/>
                                      <a:gd name="connsiteY1" fmla="*/ 164850 h 2010230"/>
                                      <a:gd name="connsiteX2" fmla="*/ 213444 w 2064122"/>
                                      <a:gd name="connsiteY2" fmla="*/ 426108 h 2010230"/>
                                      <a:gd name="connsiteX3" fmla="*/ 213443 w 2064122"/>
                                      <a:gd name="connsiteY3" fmla="*/ 741794 h 2010230"/>
                                      <a:gd name="connsiteX4" fmla="*/ 420273 w 2064122"/>
                                      <a:gd name="connsiteY4" fmla="*/ 1155450 h 2010230"/>
                                      <a:gd name="connsiteX5" fmla="*/ 681531 w 2064122"/>
                                      <a:gd name="connsiteY5" fmla="*/ 1427594 h 2010230"/>
                                      <a:gd name="connsiteX6" fmla="*/ 953671 w 2064122"/>
                                      <a:gd name="connsiteY6" fmla="*/ 1329622 h 2010230"/>
                                      <a:gd name="connsiteX7" fmla="*/ 1328723 w 2064122"/>
                                      <a:gd name="connsiteY7" fmla="*/ 1513113 h 2010230"/>
                                      <a:gd name="connsiteX8" fmla="*/ 1661244 w 2064122"/>
                                      <a:gd name="connsiteY8" fmla="*/ 1264307 h 2010230"/>
                                      <a:gd name="connsiteX9" fmla="*/ 1998701 w 2064122"/>
                                      <a:gd name="connsiteY9" fmla="*/ 1068366 h 2010230"/>
                                      <a:gd name="connsiteX10" fmla="*/ 2053131 w 2064122"/>
                                      <a:gd name="connsiteY10" fmla="*/ 1340508 h 2010230"/>
                                      <a:gd name="connsiteX11" fmla="*/ 1857186 w 2064122"/>
                                      <a:gd name="connsiteY11" fmla="*/ 1667078 h 2010230"/>
                                      <a:gd name="connsiteX12" fmla="*/ 1650358 w 2064122"/>
                                      <a:gd name="connsiteY12" fmla="*/ 1536450 h 2010230"/>
                                      <a:gd name="connsiteX13" fmla="*/ 1258473 w 2064122"/>
                                      <a:gd name="connsiteY13" fmla="*/ 1667079 h 2010230"/>
                                      <a:gd name="connsiteX14" fmla="*/ 1008101 w 2064122"/>
                                      <a:gd name="connsiteY14" fmla="*/ 1667079 h 2010230"/>
                                      <a:gd name="connsiteX15" fmla="*/ 844814 w 2064122"/>
                                      <a:gd name="connsiteY15" fmla="*/ 1699737 h 2010230"/>
                                      <a:gd name="connsiteX16" fmla="*/ 632038 w 2064122"/>
                                      <a:gd name="connsiteY16" fmla="*/ 1676400 h 2010230"/>
                                      <a:gd name="connsiteX17" fmla="*/ 392552 w 2064122"/>
                                      <a:gd name="connsiteY17" fmla="*/ 1458684 h 2010230"/>
                                      <a:gd name="connsiteX18" fmla="*/ 251037 w 2064122"/>
                                      <a:gd name="connsiteY18" fmla="*/ 1458684 h 2010230"/>
                                      <a:gd name="connsiteX19" fmla="*/ 87751 w 2064122"/>
                                      <a:gd name="connsiteY19" fmla="*/ 1545770 h 2010230"/>
                                      <a:gd name="connsiteX20" fmla="*/ 666 w 2064122"/>
                                      <a:gd name="connsiteY20" fmla="*/ 1796143 h 2010230"/>
                                      <a:gd name="connsiteX21" fmla="*/ 120409 w 2064122"/>
                                      <a:gd name="connsiteY21" fmla="*/ 2010230 h 2010230"/>
                                      <a:gd name="connsiteX0" fmla="*/ 446980 w 2064122"/>
                                      <a:gd name="connsiteY0" fmla="*/ 0 h 2020996"/>
                                      <a:gd name="connsiteX1" fmla="*/ 278758 w 2064122"/>
                                      <a:gd name="connsiteY1" fmla="*/ 164850 h 2020996"/>
                                      <a:gd name="connsiteX2" fmla="*/ 213444 w 2064122"/>
                                      <a:gd name="connsiteY2" fmla="*/ 426108 h 2020996"/>
                                      <a:gd name="connsiteX3" fmla="*/ 213443 w 2064122"/>
                                      <a:gd name="connsiteY3" fmla="*/ 741794 h 2020996"/>
                                      <a:gd name="connsiteX4" fmla="*/ 420273 w 2064122"/>
                                      <a:gd name="connsiteY4" fmla="*/ 1155450 h 2020996"/>
                                      <a:gd name="connsiteX5" fmla="*/ 681531 w 2064122"/>
                                      <a:gd name="connsiteY5" fmla="*/ 1427594 h 2020996"/>
                                      <a:gd name="connsiteX6" fmla="*/ 953671 w 2064122"/>
                                      <a:gd name="connsiteY6" fmla="*/ 1329622 h 2020996"/>
                                      <a:gd name="connsiteX7" fmla="*/ 1328723 w 2064122"/>
                                      <a:gd name="connsiteY7" fmla="*/ 1513113 h 2020996"/>
                                      <a:gd name="connsiteX8" fmla="*/ 1661244 w 2064122"/>
                                      <a:gd name="connsiteY8" fmla="*/ 1264307 h 2020996"/>
                                      <a:gd name="connsiteX9" fmla="*/ 1998701 w 2064122"/>
                                      <a:gd name="connsiteY9" fmla="*/ 1068366 h 2020996"/>
                                      <a:gd name="connsiteX10" fmla="*/ 2053131 w 2064122"/>
                                      <a:gd name="connsiteY10" fmla="*/ 1340508 h 2020996"/>
                                      <a:gd name="connsiteX11" fmla="*/ 1857186 w 2064122"/>
                                      <a:gd name="connsiteY11" fmla="*/ 1667078 h 2020996"/>
                                      <a:gd name="connsiteX12" fmla="*/ 1650358 w 2064122"/>
                                      <a:gd name="connsiteY12" fmla="*/ 1536450 h 2020996"/>
                                      <a:gd name="connsiteX13" fmla="*/ 1258473 w 2064122"/>
                                      <a:gd name="connsiteY13" fmla="*/ 1667079 h 2020996"/>
                                      <a:gd name="connsiteX14" fmla="*/ 1008101 w 2064122"/>
                                      <a:gd name="connsiteY14" fmla="*/ 1667079 h 2020996"/>
                                      <a:gd name="connsiteX15" fmla="*/ 844814 w 2064122"/>
                                      <a:gd name="connsiteY15" fmla="*/ 1699737 h 2020996"/>
                                      <a:gd name="connsiteX16" fmla="*/ 632038 w 2064122"/>
                                      <a:gd name="connsiteY16" fmla="*/ 1676400 h 2020996"/>
                                      <a:gd name="connsiteX17" fmla="*/ 392552 w 2064122"/>
                                      <a:gd name="connsiteY17" fmla="*/ 1458684 h 2020996"/>
                                      <a:gd name="connsiteX18" fmla="*/ 251037 w 2064122"/>
                                      <a:gd name="connsiteY18" fmla="*/ 1458684 h 2020996"/>
                                      <a:gd name="connsiteX19" fmla="*/ 87751 w 2064122"/>
                                      <a:gd name="connsiteY19" fmla="*/ 1545770 h 2020996"/>
                                      <a:gd name="connsiteX20" fmla="*/ 666 w 2064122"/>
                                      <a:gd name="connsiteY20" fmla="*/ 1796143 h 2020996"/>
                                      <a:gd name="connsiteX21" fmla="*/ 120409 w 2064122"/>
                                      <a:gd name="connsiteY21" fmla="*/ 2010230 h 2020996"/>
                                      <a:gd name="connsiteX22" fmla="*/ 98638 w 2064122"/>
                                      <a:gd name="connsiteY22" fmla="*/ 1988459 h 2020996"/>
                                      <a:gd name="connsiteX0" fmla="*/ 446980 w 2064122"/>
                                      <a:gd name="connsiteY0" fmla="*/ 0 h 2022884"/>
                                      <a:gd name="connsiteX1" fmla="*/ 278758 w 2064122"/>
                                      <a:gd name="connsiteY1" fmla="*/ 164850 h 2022884"/>
                                      <a:gd name="connsiteX2" fmla="*/ 213444 w 2064122"/>
                                      <a:gd name="connsiteY2" fmla="*/ 426108 h 2022884"/>
                                      <a:gd name="connsiteX3" fmla="*/ 213443 w 2064122"/>
                                      <a:gd name="connsiteY3" fmla="*/ 741794 h 2022884"/>
                                      <a:gd name="connsiteX4" fmla="*/ 420273 w 2064122"/>
                                      <a:gd name="connsiteY4" fmla="*/ 1155450 h 2022884"/>
                                      <a:gd name="connsiteX5" fmla="*/ 681531 w 2064122"/>
                                      <a:gd name="connsiteY5" fmla="*/ 1427594 h 2022884"/>
                                      <a:gd name="connsiteX6" fmla="*/ 953671 w 2064122"/>
                                      <a:gd name="connsiteY6" fmla="*/ 1329622 h 2022884"/>
                                      <a:gd name="connsiteX7" fmla="*/ 1328723 w 2064122"/>
                                      <a:gd name="connsiteY7" fmla="*/ 1513113 h 2022884"/>
                                      <a:gd name="connsiteX8" fmla="*/ 1661244 w 2064122"/>
                                      <a:gd name="connsiteY8" fmla="*/ 1264307 h 2022884"/>
                                      <a:gd name="connsiteX9" fmla="*/ 1998701 w 2064122"/>
                                      <a:gd name="connsiteY9" fmla="*/ 1068366 h 2022884"/>
                                      <a:gd name="connsiteX10" fmla="*/ 2053131 w 2064122"/>
                                      <a:gd name="connsiteY10" fmla="*/ 1340508 h 2022884"/>
                                      <a:gd name="connsiteX11" fmla="*/ 1857186 w 2064122"/>
                                      <a:gd name="connsiteY11" fmla="*/ 1667078 h 2022884"/>
                                      <a:gd name="connsiteX12" fmla="*/ 1650358 w 2064122"/>
                                      <a:gd name="connsiteY12" fmla="*/ 1536450 h 2022884"/>
                                      <a:gd name="connsiteX13" fmla="*/ 1258473 w 2064122"/>
                                      <a:gd name="connsiteY13" fmla="*/ 1667079 h 2022884"/>
                                      <a:gd name="connsiteX14" fmla="*/ 1008101 w 2064122"/>
                                      <a:gd name="connsiteY14" fmla="*/ 1667079 h 2022884"/>
                                      <a:gd name="connsiteX15" fmla="*/ 844814 w 2064122"/>
                                      <a:gd name="connsiteY15" fmla="*/ 1699737 h 2022884"/>
                                      <a:gd name="connsiteX16" fmla="*/ 632038 w 2064122"/>
                                      <a:gd name="connsiteY16" fmla="*/ 1676400 h 2022884"/>
                                      <a:gd name="connsiteX17" fmla="*/ 392552 w 2064122"/>
                                      <a:gd name="connsiteY17" fmla="*/ 1458684 h 2022884"/>
                                      <a:gd name="connsiteX18" fmla="*/ 251037 w 2064122"/>
                                      <a:gd name="connsiteY18" fmla="*/ 1458684 h 2022884"/>
                                      <a:gd name="connsiteX19" fmla="*/ 87751 w 2064122"/>
                                      <a:gd name="connsiteY19" fmla="*/ 1545770 h 2022884"/>
                                      <a:gd name="connsiteX20" fmla="*/ 666 w 2064122"/>
                                      <a:gd name="connsiteY20" fmla="*/ 1796143 h 2022884"/>
                                      <a:gd name="connsiteX21" fmla="*/ 120409 w 2064122"/>
                                      <a:gd name="connsiteY21" fmla="*/ 2010230 h 2022884"/>
                                      <a:gd name="connsiteX22" fmla="*/ 436095 w 2064122"/>
                                      <a:gd name="connsiteY22" fmla="*/ 1999345 h 2022884"/>
                                      <a:gd name="connsiteX0" fmla="*/ 534066 w 2064122"/>
                                      <a:gd name="connsiteY0" fmla="*/ 0 h 2066427"/>
                                      <a:gd name="connsiteX1" fmla="*/ 278758 w 2064122"/>
                                      <a:gd name="connsiteY1" fmla="*/ 208393 h 2066427"/>
                                      <a:gd name="connsiteX2" fmla="*/ 213444 w 2064122"/>
                                      <a:gd name="connsiteY2" fmla="*/ 469651 h 2066427"/>
                                      <a:gd name="connsiteX3" fmla="*/ 213443 w 2064122"/>
                                      <a:gd name="connsiteY3" fmla="*/ 785337 h 2066427"/>
                                      <a:gd name="connsiteX4" fmla="*/ 420273 w 2064122"/>
                                      <a:gd name="connsiteY4" fmla="*/ 1198993 h 2066427"/>
                                      <a:gd name="connsiteX5" fmla="*/ 681531 w 2064122"/>
                                      <a:gd name="connsiteY5" fmla="*/ 1471137 h 2066427"/>
                                      <a:gd name="connsiteX6" fmla="*/ 953671 w 2064122"/>
                                      <a:gd name="connsiteY6" fmla="*/ 1373165 h 2066427"/>
                                      <a:gd name="connsiteX7" fmla="*/ 1328723 w 2064122"/>
                                      <a:gd name="connsiteY7" fmla="*/ 1556656 h 2066427"/>
                                      <a:gd name="connsiteX8" fmla="*/ 1661244 w 2064122"/>
                                      <a:gd name="connsiteY8" fmla="*/ 1307850 h 2066427"/>
                                      <a:gd name="connsiteX9" fmla="*/ 1998701 w 2064122"/>
                                      <a:gd name="connsiteY9" fmla="*/ 1111909 h 2066427"/>
                                      <a:gd name="connsiteX10" fmla="*/ 2053131 w 2064122"/>
                                      <a:gd name="connsiteY10" fmla="*/ 1384051 h 2066427"/>
                                      <a:gd name="connsiteX11" fmla="*/ 1857186 w 2064122"/>
                                      <a:gd name="connsiteY11" fmla="*/ 1710621 h 2066427"/>
                                      <a:gd name="connsiteX12" fmla="*/ 1650358 w 2064122"/>
                                      <a:gd name="connsiteY12" fmla="*/ 1579993 h 2066427"/>
                                      <a:gd name="connsiteX13" fmla="*/ 1258473 w 2064122"/>
                                      <a:gd name="connsiteY13" fmla="*/ 1710622 h 2066427"/>
                                      <a:gd name="connsiteX14" fmla="*/ 1008101 w 2064122"/>
                                      <a:gd name="connsiteY14" fmla="*/ 1710622 h 2066427"/>
                                      <a:gd name="connsiteX15" fmla="*/ 844814 w 2064122"/>
                                      <a:gd name="connsiteY15" fmla="*/ 1743280 h 2066427"/>
                                      <a:gd name="connsiteX16" fmla="*/ 632038 w 2064122"/>
                                      <a:gd name="connsiteY16" fmla="*/ 1719943 h 2066427"/>
                                      <a:gd name="connsiteX17" fmla="*/ 392552 w 2064122"/>
                                      <a:gd name="connsiteY17" fmla="*/ 1502227 h 2066427"/>
                                      <a:gd name="connsiteX18" fmla="*/ 251037 w 2064122"/>
                                      <a:gd name="connsiteY18" fmla="*/ 1502227 h 2066427"/>
                                      <a:gd name="connsiteX19" fmla="*/ 87751 w 2064122"/>
                                      <a:gd name="connsiteY19" fmla="*/ 1589313 h 2066427"/>
                                      <a:gd name="connsiteX20" fmla="*/ 666 w 2064122"/>
                                      <a:gd name="connsiteY20" fmla="*/ 1839686 h 2066427"/>
                                      <a:gd name="connsiteX21" fmla="*/ 120409 w 2064122"/>
                                      <a:gd name="connsiteY21" fmla="*/ 2053773 h 2066427"/>
                                      <a:gd name="connsiteX22" fmla="*/ 436095 w 2064122"/>
                                      <a:gd name="connsiteY22" fmla="*/ 2042888 h 2066427"/>
                                      <a:gd name="connsiteX0" fmla="*/ 534066 w 2102652"/>
                                      <a:gd name="connsiteY0" fmla="*/ 0 h 2066427"/>
                                      <a:gd name="connsiteX1" fmla="*/ 278758 w 2102652"/>
                                      <a:gd name="connsiteY1" fmla="*/ 208393 h 2066427"/>
                                      <a:gd name="connsiteX2" fmla="*/ 213444 w 2102652"/>
                                      <a:gd name="connsiteY2" fmla="*/ 469651 h 2066427"/>
                                      <a:gd name="connsiteX3" fmla="*/ 213443 w 2102652"/>
                                      <a:gd name="connsiteY3" fmla="*/ 785337 h 2066427"/>
                                      <a:gd name="connsiteX4" fmla="*/ 420273 w 2102652"/>
                                      <a:gd name="connsiteY4" fmla="*/ 1198993 h 2066427"/>
                                      <a:gd name="connsiteX5" fmla="*/ 681531 w 2102652"/>
                                      <a:gd name="connsiteY5" fmla="*/ 1471137 h 2066427"/>
                                      <a:gd name="connsiteX6" fmla="*/ 953671 w 2102652"/>
                                      <a:gd name="connsiteY6" fmla="*/ 1373165 h 2066427"/>
                                      <a:gd name="connsiteX7" fmla="*/ 1328723 w 2102652"/>
                                      <a:gd name="connsiteY7" fmla="*/ 1556656 h 2066427"/>
                                      <a:gd name="connsiteX8" fmla="*/ 1661244 w 2102652"/>
                                      <a:gd name="connsiteY8" fmla="*/ 1307850 h 2066427"/>
                                      <a:gd name="connsiteX9" fmla="*/ 1998701 w 2102652"/>
                                      <a:gd name="connsiteY9" fmla="*/ 1111909 h 2066427"/>
                                      <a:gd name="connsiteX10" fmla="*/ 2096674 w 2102652"/>
                                      <a:gd name="connsiteY10" fmla="*/ 1384051 h 2066427"/>
                                      <a:gd name="connsiteX11" fmla="*/ 1857186 w 2102652"/>
                                      <a:gd name="connsiteY11" fmla="*/ 1710621 h 2066427"/>
                                      <a:gd name="connsiteX12" fmla="*/ 1650358 w 2102652"/>
                                      <a:gd name="connsiteY12" fmla="*/ 1579993 h 2066427"/>
                                      <a:gd name="connsiteX13" fmla="*/ 1258473 w 2102652"/>
                                      <a:gd name="connsiteY13" fmla="*/ 1710622 h 2066427"/>
                                      <a:gd name="connsiteX14" fmla="*/ 1008101 w 2102652"/>
                                      <a:gd name="connsiteY14" fmla="*/ 1710622 h 2066427"/>
                                      <a:gd name="connsiteX15" fmla="*/ 844814 w 2102652"/>
                                      <a:gd name="connsiteY15" fmla="*/ 1743280 h 2066427"/>
                                      <a:gd name="connsiteX16" fmla="*/ 632038 w 2102652"/>
                                      <a:gd name="connsiteY16" fmla="*/ 1719943 h 2066427"/>
                                      <a:gd name="connsiteX17" fmla="*/ 392552 w 2102652"/>
                                      <a:gd name="connsiteY17" fmla="*/ 1502227 h 2066427"/>
                                      <a:gd name="connsiteX18" fmla="*/ 251037 w 2102652"/>
                                      <a:gd name="connsiteY18" fmla="*/ 1502227 h 2066427"/>
                                      <a:gd name="connsiteX19" fmla="*/ 87751 w 2102652"/>
                                      <a:gd name="connsiteY19" fmla="*/ 1589313 h 2066427"/>
                                      <a:gd name="connsiteX20" fmla="*/ 666 w 2102652"/>
                                      <a:gd name="connsiteY20" fmla="*/ 1839686 h 2066427"/>
                                      <a:gd name="connsiteX21" fmla="*/ 120409 w 2102652"/>
                                      <a:gd name="connsiteY21" fmla="*/ 2053773 h 2066427"/>
                                      <a:gd name="connsiteX22" fmla="*/ 436095 w 2102652"/>
                                      <a:gd name="connsiteY22" fmla="*/ 2042888 h 2066427"/>
                                      <a:gd name="connsiteX0" fmla="*/ 534066 w 2112397"/>
                                      <a:gd name="connsiteY0" fmla="*/ 0 h 2066427"/>
                                      <a:gd name="connsiteX1" fmla="*/ 278758 w 2112397"/>
                                      <a:gd name="connsiteY1" fmla="*/ 208393 h 2066427"/>
                                      <a:gd name="connsiteX2" fmla="*/ 213444 w 2112397"/>
                                      <a:gd name="connsiteY2" fmla="*/ 469651 h 2066427"/>
                                      <a:gd name="connsiteX3" fmla="*/ 213443 w 2112397"/>
                                      <a:gd name="connsiteY3" fmla="*/ 785337 h 2066427"/>
                                      <a:gd name="connsiteX4" fmla="*/ 420273 w 2112397"/>
                                      <a:gd name="connsiteY4" fmla="*/ 1198993 h 2066427"/>
                                      <a:gd name="connsiteX5" fmla="*/ 681531 w 2112397"/>
                                      <a:gd name="connsiteY5" fmla="*/ 1471137 h 2066427"/>
                                      <a:gd name="connsiteX6" fmla="*/ 953671 w 2112397"/>
                                      <a:gd name="connsiteY6" fmla="*/ 1373165 h 2066427"/>
                                      <a:gd name="connsiteX7" fmla="*/ 1328723 w 2112397"/>
                                      <a:gd name="connsiteY7" fmla="*/ 1556656 h 2066427"/>
                                      <a:gd name="connsiteX8" fmla="*/ 1661244 w 2112397"/>
                                      <a:gd name="connsiteY8" fmla="*/ 1307850 h 2066427"/>
                                      <a:gd name="connsiteX9" fmla="*/ 2042244 w 2112397"/>
                                      <a:gd name="connsiteY9" fmla="*/ 1057481 h 2066427"/>
                                      <a:gd name="connsiteX10" fmla="*/ 2096674 w 2112397"/>
                                      <a:gd name="connsiteY10" fmla="*/ 1384051 h 2066427"/>
                                      <a:gd name="connsiteX11" fmla="*/ 1857186 w 2112397"/>
                                      <a:gd name="connsiteY11" fmla="*/ 1710621 h 2066427"/>
                                      <a:gd name="connsiteX12" fmla="*/ 1650358 w 2112397"/>
                                      <a:gd name="connsiteY12" fmla="*/ 1579993 h 2066427"/>
                                      <a:gd name="connsiteX13" fmla="*/ 1258473 w 2112397"/>
                                      <a:gd name="connsiteY13" fmla="*/ 1710622 h 2066427"/>
                                      <a:gd name="connsiteX14" fmla="*/ 1008101 w 2112397"/>
                                      <a:gd name="connsiteY14" fmla="*/ 1710622 h 2066427"/>
                                      <a:gd name="connsiteX15" fmla="*/ 844814 w 2112397"/>
                                      <a:gd name="connsiteY15" fmla="*/ 1743280 h 2066427"/>
                                      <a:gd name="connsiteX16" fmla="*/ 632038 w 2112397"/>
                                      <a:gd name="connsiteY16" fmla="*/ 1719943 h 2066427"/>
                                      <a:gd name="connsiteX17" fmla="*/ 392552 w 2112397"/>
                                      <a:gd name="connsiteY17" fmla="*/ 1502227 h 2066427"/>
                                      <a:gd name="connsiteX18" fmla="*/ 251037 w 2112397"/>
                                      <a:gd name="connsiteY18" fmla="*/ 1502227 h 2066427"/>
                                      <a:gd name="connsiteX19" fmla="*/ 87751 w 2112397"/>
                                      <a:gd name="connsiteY19" fmla="*/ 1589313 h 2066427"/>
                                      <a:gd name="connsiteX20" fmla="*/ 666 w 2112397"/>
                                      <a:gd name="connsiteY20" fmla="*/ 1839686 h 2066427"/>
                                      <a:gd name="connsiteX21" fmla="*/ 120409 w 2112397"/>
                                      <a:gd name="connsiteY21" fmla="*/ 2053773 h 2066427"/>
                                      <a:gd name="connsiteX22" fmla="*/ 436095 w 2112397"/>
                                      <a:gd name="connsiteY22" fmla="*/ 2042888 h 2066427"/>
                                      <a:gd name="connsiteX0" fmla="*/ 534066 w 2112397"/>
                                      <a:gd name="connsiteY0" fmla="*/ 0 h 2066427"/>
                                      <a:gd name="connsiteX1" fmla="*/ 278758 w 2112397"/>
                                      <a:gd name="connsiteY1" fmla="*/ 208393 h 2066427"/>
                                      <a:gd name="connsiteX2" fmla="*/ 213444 w 2112397"/>
                                      <a:gd name="connsiteY2" fmla="*/ 469651 h 2066427"/>
                                      <a:gd name="connsiteX3" fmla="*/ 213443 w 2112397"/>
                                      <a:gd name="connsiteY3" fmla="*/ 785337 h 2066427"/>
                                      <a:gd name="connsiteX4" fmla="*/ 420273 w 2112397"/>
                                      <a:gd name="connsiteY4" fmla="*/ 1198993 h 2066427"/>
                                      <a:gd name="connsiteX5" fmla="*/ 681531 w 2112397"/>
                                      <a:gd name="connsiteY5" fmla="*/ 1471137 h 2066427"/>
                                      <a:gd name="connsiteX6" fmla="*/ 953671 w 2112397"/>
                                      <a:gd name="connsiteY6" fmla="*/ 1373165 h 2066427"/>
                                      <a:gd name="connsiteX7" fmla="*/ 1328723 w 2112397"/>
                                      <a:gd name="connsiteY7" fmla="*/ 1556656 h 2066427"/>
                                      <a:gd name="connsiteX8" fmla="*/ 1661244 w 2112397"/>
                                      <a:gd name="connsiteY8" fmla="*/ 1307850 h 2066427"/>
                                      <a:gd name="connsiteX9" fmla="*/ 2042244 w 2112397"/>
                                      <a:gd name="connsiteY9" fmla="*/ 1057481 h 2066427"/>
                                      <a:gd name="connsiteX10" fmla="*/ 2096674 w 2112397"/>
                                      <a:gd name="connsiteY10" fmla="*/ 1384051 h 2066427"/>
                                      <a:gd name="connsiteX11" fmla="*/ 1857186 w 2112397"/>
                                      <a:gd name="connsiteY11" fmla="*/ 1710621 h 2066427"/>
                                      <a:gd name="connsiteX12" fmla="*/ 1650358 w 2112397"/>
                                      <a:gd name="connsiteY12" fmla="*/ 1579993 h 2066427"/>
                                      <a:gd name="connsiteX13" fmla="*/ 1258473 w 2112397"/>
                                      <a:gd name="connsiteY13" fmla="*/ 1710622 h 2066427"/>
                                      <a:gd name="connsiteX14" fmla="*/ 844814 w 2112397"/>
                                      <a:gd name="connsiteY14" fmla="*/ 1743280 h 2066427"/>
                                      <a:gd name="connsiteX15" fmla="*/ 632038 w 2112397"/>
                                      <a:gd name="connsiteY15" fmla="*/ 1719943 h 2066427"/>
                                      <a:gd name="connsiteX16" fmla="*/ 392552 w 2112397"/>
                                      <a:gd name="connsiteY16" fmla="*/ 1502227 h 2066427"/>
                                      <a:gd name="connsiteX17" fmla="*/ 251037 w 2112397"/>
                                      <a:gd name="connsiteY17" fmla="*/ 1502227 h 2066427"/>
                                      <a:gd name="connsiteX18" fmla="*/ 87751 w 2112397"/>
                                      <a:gd name="connsiteY18" fmla="*/ 1589313 h 2066427"/>
                                      <a:gd name="connsiteX19" fmla="*/ 666 w 2112397"/>
                                      <a:gd name="connsiteY19" fmla="*/ 1839686 h 2066427"/>
                                      <a:gd name="connsiteX20" fmla="*/ 120409 w 2112397"/>
                                      <a:gd name="connsiteY20" fmla="*/ 2053773 h 2066427"/>
                                      <a:gd name="connsiteX21" fmla="*/ 436095 w 2112397"/>
                                      <a:gd name="connsiteY21" fmla="*/ 2042888 h 2066427"/>
                                      <a:gd name="connsiteX0" fmla="*/ 534066 w 2112397"/>
                                      <a:gd name="connsiteY0" fmla="*/ 0 h 2066427"/>
                                      <a:gd name="connsiteX1" fmla="*/ 278758 w 2112397"/>
                                      <a:gd name="connsiteY1" fmla="*/ 208393 h 2066427"/>
                                      <a:gd name="connsiteX2" fmla="*/ 213444 w 2112397"/>
                                      <a:gd name="connsiteY2" fmla="*/ 469651 h 2066427"/>
                                      <a:gd name="connsiteX3" fmla="*/ 213443 w 2112397"/>
                                      <a:gd name="connsiteY3" fmla="*/ 785337 h 2066427"/>
                                      <a:gd name="connsiteX4" fmla="*/ 420273 w 2112397"/>
                                      <a:gd name="connsiteY4" fmla="*/ 1198993 h 2066427"/>
                                      <a:gd name="connsiteX5" fmla="*/ 681531 w 2112397"/>
                                      <a:gd name="connsiteY5" fmla="*/ 1471137 h 2066427"/>
                                      <a:gd name="connsiteX6" fmla="*/ 953671 w 2112397"/>
                                      <a:gd name="connsiteY6" fmla="*/ 1373165 h 2066427"/>
                                      <a:gd name="connsiteX7" fmla="*/ 1328723 w 2112397"/>
                                      <a:gd name="connsiteY7" fmla="*/ 1556656 h 2066427"/>
                                      <a:gd name="connsiteX8" fmla="*/ 1661244 w 2112397"/>
                                      <a:gd name="connsiteY8" fmla="*/ 1307850 h 2066427"/>
                                      <a:gd name="connsiteX9" fmla="*/ 2042244 w 2112397"/>
                                      <a:gd name="connsiteY9" fmla="*/ 1057481 h 2066427"/>
                                      <a:gd name="connsiteX10" fmla="*/ 2096674 w 2112397"/>
                                      <a:gd name="connsiteY10" fmla="*/ 1384051 h 2066427"/>
                                      <a:gd name="connsiteX11" fmla="*/ 1857186 w 2112397"/>
                                      <a:gd name="connsiteY11" fmla="*/ 1710621 h 2066427"/>
                                      <a:gd name="connsiteX12" fmla="*/ 1650358 w 2112397"/>
                                      <a:gd name="connsiteY12" fmla="*/ 1579993 h 2066427"/>
                                      <a:gd name="connsiteX13" fmla="*/ 1258473 w 2112397"/>
                                      <a:gd name="connsiteY13" fmla="*/ 1710622 h 2066427"/>
                                      <a:gd name="connsiteX14" fmla="*/ 953672 w 2112397"/>
                                      <a:gd name="connsiteY14" fmla="*/ 1699737 h 2066427"/>
                                      <a:gd name="connsiteX15" fmla="*/ 632038 w 2112397"/>
                                      <a:gd name="connsiteY15" fmla="*/ 1719943 h 2066427"/>
                                      <a:gd name="connsiteX16" fmla="*/ 392552 w 2112397"/>
                                      <a:gd name="connsiteY16" fmla="*/ 1502227 h 2066427"/>
                                      <a:gd name="connsiteX17" fmla="*/ 251037 w 2112397"/>
                                      <a:gd name="connsiteY17" fmla="*/ 1502227 h 2066427"/>
                                      <a:gd name="connsiteX18" fmla="*/ 87751 w 2112397"/>
                                      <a:gd name="connsiteY18" fmla="*/ 1589313 h 2066427"/>
                                      <a:gd name="connsiteX19" fmla="*/ 666 w 2112397"/>
                                      <a:gd name="connsiteY19" fmla="*/ 1839686 h 2066427"/>
                                      <a:gd name="connsiteX20" fmla="*/ 120409 w 2112397"/>
                                      <a:gd name="connsiteY20" fmla="*/ 2053773 h 2066427"/>
                                      <a:gd name="connsiteX21" fmla="*/ 436095 w 2112397"/>
                                      <a:gd name="connsiteY21" fmla="*/ 2042888 h 2066427"/>
                                      <a:gd name="connsiteX0" fmla="*/ 534066 w 2105140"/>
                                      <a:gd name="connsiteY0" fmla="*/ 0 h 2066427"/>
                                      <a:gd name="connsiteX1" fmla="*/ 278758 w 2105140"/>
                                      <a:gd name="connsiteY1" fmla="*/ 208393 h 2066427"/>
                                      <a:gd name="connsiteX2" fmla="*/ 213444 w 2105140"/>
                                      <a:gd name="connsiteY2" fmla="*/ 469651 h 2066427"/>
                                      <a:gd name="connsiteX3" fmla="*/ 213443 w 2105140"/>
                                      <a:gd name="connsiteY3" fmla="*/ 785337 h 2066427"/>
                                      <a:gd name="connsiteX4" fmla="*/ 420273 w 2105140"/>
                                      <a:gd name="connsiteY4" fmla="*/ 1198993 h 2066427"/>
                                      <a:gd name="connsiteX5" fmla="*/ 681531 w 2105140"/>
                                      <a:gd name="connsiteY5" fmla="*/ 1471137 h 2066427"/>
                                      <a:gd name="connsiteX6" fmla="*/ 953671 w 2105140"/>
                                      <a:gd name="connsiteY6" fmla="*/ 1373165 h 2066427"/>
                                      <a:gd name="connsiteX7" fmla="*/ 1328723 w 2105140"/>
                                      <a:gd name="connsiteY7" fmla="*/ 1556656 h 2066427"/>
                                      <a:gd name="connsiteX8" fmla="*/ 1661244 w 2105140"/>
                                      <a:gd name="connsiteY8" fmla="*/ 1307850 h 2066427"/>
                                      <a:gd name="connsiteX9" fmla="*/ 2042244 w 2105140"/>
                                      <a:gd name="connsiteY9" fmla="*/ 1057481 h 2066427"/>
                                      <a:gd name="connsiteX10" fmla="*/ 2096674 w 2105140"/>
                                      <a:gd name="connsiteY10" fmla="*/ 1384051 h 2066427"/>
                                      <a:gd name="connsiteX11" fmla="*/ 1955157 w 2105140"/>
                                      <a:gd name="connsiteY11" fmla="*/ 1634421 h 2066427"/>
                                      <a:gd name="connsiteX12" fmla="*/ 1650358 w 2105140"/>
                                      <a:gd name="connsiteY12" fmla="*/ 1579993 h 2066427"/>
                                      <a:gd name="connsiteX13" fmla="*/ 1258473 w 2105140"/>
                                      <a:gd name="connsiteY13" fmla="*/ 1710622 h 2066427"/>
                                      <a:gd name="connsiteX14" fmla="*/ 953672 w 2105140"/>
                                      <a:gd name="connsiteY14" fmla="*/ 1699737 h 2066427"/>
                                      <a:gd name="connsiteX15" fmla="*/ 632038 w 2105140"/>
                                      <a:gd name="connsiteY15" fmla="*/ 1719943 h 2066427"/>
                                      <a:gd name="connsiteX16" fmla="*/ 392552 w 2105140"/>
                                      <a:gd name="connsiteY16" fmla="*/ 1502227 h 2066427"/>
                                      <a:gd name="connsiteX17" fmla="*/ 251037 w 2105140"/>
                                      <a:gd name="connsiteY17" fmla="*/ 1502227 h 2066427"/>
                                      <a:gd name="connsiteX18" fmla="*/ 87751 w 2105140"/>
                                      <a:gd name="connsiteY18" fmla="*/ 1589313 h 2066427"/>
                                      <a:gd name="connsiteX19" fmla="*/ 666 w 2105140"/>
                                      <a:gd name="connsiteY19" fmla="*/ 1839686 h 2066427"/>
                                      <a:gd name="connsiteX20" fmla="*/ 120409 w 2105140"/>
                                      <a:gd name="connsiteY20" fmla="*/ 2053773 h 2066427"/>
                                      <a:gd name="connsiteX21" fmla="*/ 436095 w 2105140"/>
                                      <a:gd name="connsiteY21" fmla="*/ 2042888 h 2066427"/>
                                      <a:gd name="connsiteX0" fmla="*/ 534066 w 2105140"/>
                                      <a:gd name="connsiteY0" fmla="*/ 0 h 2141103"/>
                                      <a:gd name="connsiteX1" fmla="*/ 278758 w 2105140"/>
                                      <a:gd name="connsiteY1" fmla="*/ 208393 h 2141103"/>
                                      <a:gd name="connsiteX2" fmla="*/ 213444 w 2105140"/>
                                      <a:gd name="connsiteY2" fmla="*/ 469651 h 2141103"/>
                                      <a:gd name="connsiteX3" fmla="*/ 213443 w 2105140"/>
                                      <a:gd name="connsiteY3" fmla="*/ 785337 h 2141103"/>
                                      <a:gd name="connsiteX4" fmla="*/ 420273 w 2105140"/>
                                      <a:gd name="connsiteY4" fmla="*/ 1198993 h 2141103"/>
                                      <a:gd name="connsiteX5" fmla="*/ 681531 w 2105140"/>
                                      <a:gd name="connsiteY5" fmla="*/ 1471137 h 2141103"/>
                                      <a:gd name="connsiteX6" fmla="*/ 953671 w 2105140"/>
                                      <a:gd name="connsiteY6" fmla="*/ 1373165 h 2141103"/>
                                      <a:gd name="connsiteX7" fmla="*/ 1328723 w 2105140"/>
                                      <a:gd name="connsiteY7" fmla="*/ 1556656 h 2141103"/>
                                      <a:gd name="connsiteX8" fmla="*/ 1661244 w 2105140"/>
                                      <a:gd name="connsiteY8" fmla="*/ 1307850 h 2141103"/>
                                      <a:gd name="connsiteX9" fmla="*/ 2042244 w 2105140"/>
                                      <a:gd name="connsiteY9" fmla="*/ 1057481 h 2141103"/>
                                      <a:gd name="connsiteX10" fmla="*/ 2096674 w 2105140"/>
                                      <a:gd name="connsiteY10" fmla="*/ 1384051 h 2141103"/>
                                      <a:gd name="connsiteX11" fmla="*/ 1955157 w 2105140"/>
                                      <a:gd name="connsiteY11" fmla="*/ 1634421 h 2141103"/>
                                      <a:gd name="connsiteX12" fmla="*/ 1650358 w 2105140"/>
                                      <a:gd name="connsiteY12" fmla="*/ 1579993 h 2141103"/>
                                      <a:gd name="connsiteX13" fmla="*/ 1258473 w 2105140"/>
                                      <a:gd name="connsiteY13" fmla="*/ 1710622 h 2141103"/>
                                      <a:gd name="connsiteX14" fmla="*/ 953672 w 2105140"/>
                                      <a:gd name="connsiteY14" fmla="*/ 1699737 h 2141103"/>
                                      <a:gd name="connsiteX15" fmla="*/ 632038 w 2105140"/>
                                      <a:gd name="connsiteY15" fmla="*/ 1719943 h 2141103"/>
                                      <a:gd name="connsiteX16" fmla="*/ 392552 w 2105140"/>
                                      <a:gd name="connsiteY16" fmla="*/ 1502227 h 2141103"/>
                                      <a:gd name="connsiteX17" fmla="*/ 251037 w 2105140"/>
                                      <a:gd name="connsiteY17" fmla="*/ 1502227 h 2141103"/>
                                      <a:gd name="connsiteX18" fmla="*/ 87751 w 2105140"/>
                                      <a:gd name="connsiteY18" fmla="*/ 1589313 h 2141103"/>
                                      <a:gd name="connsiteX19" fmla="*/ 666 w 2105140"/>
                                      <a:gd name="connsiteY19" fmla="*/ 1839686 h 2141103"/>
                                      <a:gd name="connsiteX20" fmla="*/ 120409 w 2105140"/>
                                      <a:gd name="connsiteY20" fmla="*/ 2053773 h 2141103"/>
                                      <a:gd name="connsiteX21" fmla="*/ 436095 w 2105140"/>
                                      <a:gd name="connsiteY21" fmla="*/ 2140859 h 2141103"/>
                                      <a:gd name="connsiteX0" fmla="*/ 534066 w 2105140"/>
                                      <a:gd name="connsiteY0" fmla="*/ 0 h 2162631"/>
                                      <a:gd name="connsiteX1" fmla="*/ 278758 w 2105140"/>
                                      <a:gd name="connsiteY1" fmla="*/ 208393 h 2162631"/>
                                      <a:gd name="connsiteX2" fmla="*/ 213444 w 2105140"/>
                                      <a:gd name="connsiteY2" fmla="*/ 469651 h 2162631"/>
                                      <a:gd name="connsiteX3" fmla="*/ 213443 w 2105140"/>
                                      <a:gd name="connsiteY3" fmla="*/ 785337 h 2162631"/>
                                      <a:gd name="connsiteX4" fmla="*/ 420273 w 2105140"/>
                                      <a:gd name="connsiteY4" fmla="*/ 1198993 h 2162631"/>
                                      <a:gd name="connsiteX5" fmla="*/ 681531 w 2105140"/>
                                      <a:gd name="connsiteY5" fmla="*/ 1471137 h 2162631"/>
                                      <a:gd name="connsiteX6" fmla="*/ 953671 w 2105140"/>
                                      <a:gd name="connsiteY6" fmla="*/ 1373165 h 2162631"/>
                                      <a:gd name="connsiteX7" fmla="*/ 1328723 w 2105140"/>
                                      <a:gd name="connsiteY7" fmla="*/ 1556656 h 2162631"/>
                                      <a:gd name="connsiteX8" fmla="*/ 1661244 w 2105140"/>
                                      <a:gd name="connsiteY8" fmla="*/ 1307850 h 2162631"/>
                                      <a:gd name="connsiteX9" fmla="*/ 2042244 w 2105140"/>
                                      <a:gd name="connsiteY9" fmla="*/ 1057481 h 2162631"/>
                                      <a:gd name="connsiteX10" fmla="*/ 2096674 w 2105140"/>
                                      <a:gd name="connsiteY10" fmla="*/ 1384051 h 2162631"/>
                                      <a:gd name="connsiteX11" fmla="*/ 1955157 w 2105140"/>
                                      <a:gd name="connsiteY11" fmla="*/ 1634421 h 2162631"/>
                                      <a:gd name="connsiteX12" fmla="*/ 1650358 w 2105140"/>
                                      <a:gd name="connsiteY12" fmla="*/ 1579993 h 2162631"/>
                                      <a:gd name="connsiteX13" fmla="*/ 1258473 w 2105140"/>
                                      <a:gd name="connsiteY13" fmla="*/ 1710622 h 2162631"/>
                                      <a:gd name="connsiteX14" fmla="*/ 953672 w 2105140"/>
                                      <a:gd name="connsiteY14" fmla="*/ 1699737 h 2162631"/>
                                      <a:gd name="connsiteX15" fmla="*/ 632038 w 2105140"/>
                                      <a:gd name="connsiteY15" fmla="*/ 1719943 h 2162631"/>
                                      <a:gd name="connsiteX16" fmla="*/ 392552 w 2105140"/>
                                      <a:gd name="connsiteY16" fmla="*/ 1502227 h 2162631"/>
                                      <a:gd name="connsiteX17" fmla="*/ 251037 w 2105140"/>
                                      <a:gd name="connsiteY17" fmla="*/ 1502227 h 2162631"/>
                                      <a:gd name="connsiteX18" fmla="*/ 87751 w 2105140"/>
                                      <a:gd name="connsiteY18" fmla="*/ 1589313 h 2162631"/>
                                      <a:gd name="connsiteX19" fmla="*/ 666 w 2105140"/>
                                      <a:gd name="connsiteY19" fmla="*/ 1839686 h 2162631"/>
                                      <a:gd name="connsiteX20" fmla="*/ 120409 w 2105140"/>
                                      <a:gd name="connsiteY20" fmla="*/ 2053773 h 2162631"/>
                                      <a:gd name="connsiteX21" fmla="*/ 436095 w 2105140"/>
                                      <a:gd name="connsiteY21" fmla="*/ 2140859 h 2162631"/>
                                      <a:gd name="connsiteX22" fmla="*/ 414324 w 2105140"/>
                                      <a:gd name="connsiteY22" fmla="*/ 2162631 h 2162631"/>
                                      <a:gd name="connsiteX0" fmla="*/ 534066 w 2105140"/>
                                      <a:gd name="connsiteY0" fmla="*/ 0 h 2173517"/>
                                      <a:gd name="connsiteX1" fmla="*/ 278758 w 2105140"/>
                                      <a:gd name="connsiteY1" fmla="*/ 208393 h 2173517"/>
                                      <a:gd name="connsiteX2" fmla="*/ 213444 w 2105140"/>
                                      <a:gd name="connsiteY2" fmla="*/ 469651 h 2173517"/>
                                      <a:gd name="connsiteX3" fmla="*/ 213443 w 2105140"/>
                                      <a:gd name="connsiteY3" fmla="*/ 785337 h 2173517"/>
                                      <a:gd name="connsiteX4" fmla="*/ 420273 w 2105140"/>
                                      <a:gd name="connsiteY4" fmla="*/ 1198993 h 2173517"/>
                                      <a:gd name="connsiteX5" fmla="*/ 681531 w 2105140"/>
                                      <a:gd name="connsiteY5" fmla="*/ 1471137 h 2173517"/>
                                      <a:gd name="connsiteX6" fmla="*/ 953671 w 2105140"/>
                                      <a:gd name="connsiteY6" fmla="*/ 1373165 h 2173517"/>
                                      <a:gd name="connsiteX7" fmla="*/ 1328723 w 2105140"/>
                                      <a:gd name="connsiteY7" fmla="*/ 1556656 h 2173517"/>
                                      <a:gd name="connsiteX8" fmla="*/ 1661244 w 2105140"/>
                                      <a:gd name="connsiteY8" fmla="*/ 1307850 h 2173517"/>
                                      <a:gd name="connsiteX9" fmla="*/ 2042244 w 2105140"/>
                                      <a:gd name="connsiteY9" fmla="*/ 1057481 h 2173517"/>
                                      <a:gd name="connsiteX10" fmla="*/ 2096674 w 2105140"/>
                                      <a:gd name="connsiteY10" fmla="*/ 1384051 h 2173517"/>
                                      <a:gd name="connsiteX11" fmla="*/ 1955157 w 2105140"/>
                                      <a:gd name="connsiteY11" fmla="*/ 1634421 h 2173517"/>
                                      <a:gd name="connsiteX12" fmla="*/ 1650358 w 2105140"/>
                                      <a:gd name="connsiteY12" fmla="*/ 1579993 h 2173517"/>
                                      <a:gd name="connsiteX13" fmla="*/ 1258473 w 2105140"/>
                                      <a:gd name="connsiteY13" fmla="*/ 1710622 h 2173517"/>
                                      <a:gd name="connsiteX14" fmla="*/ 953672 w 2105140"/>
                                      <a:gd name="connsiteY14" fmla="*/ 1699737 h 2173517"/>
                                      <a:gd name="connsiteX15" fmla="*/ 632038 w 2105140"/>
                                      <a:gd name="connsiteY15" fmla="*/ 1719943 h 2173517"/>
                                      <a:gd name="connsiteX16" fmla="*/ 392552 w 2105140"/>
                                      <a:gd name="connsiteY16" fmla="*/ 1502227 h 2173517"/>
                                      <a:gd name="connsiteX17" fmla="*/ 251037 w 2105140"/>
                                      <a:gd name="connsiteY17" fmla="*/ 1502227 h 2173517"/>
                                      <a:gd name="connsiteX18" fmla="*/ 87751 w 2105140"/>
                                      <a:gd name="connsiteY18" fmla="*/ 1589313 h 2173517"/>
                                      <a:gd name="connsiteX19" fmla="*/ 666 w 2105140"/>
                                      <a:gd name="connsiteY19" fmla="*/ 1839686 h 2173517"/>
                                      <a:gd name="connsiteX20" fmla="*/ 120409 w 2105140"/>
                                      <a:gd name="connsiteY20" fmla="*/ 2053773 h 2173517"/>
                                      <a:gd name="connsiteX21" fmla="*/ 436095 w 2105140"/>
                                      <a:gd name="connsiteY21" fmla="*/ 2140859 h 2173517"/>
                                      <a:gd name="connsiteX22" fmla="*/ 708238 w 2105140"/>
                                      <a:gd name="connsiteY22" fmla="*/ 2173517 h 2173517"/>
                                      <a:gd name="connsiteX0" fmla="*/ 534066 w 2105140"/>
                                      <a:gd name="connsiteY0" fmla="*/ 0 h 2175936"/>
                                      <a:gd name="connsiteX1" fmla="*/ 278758 w 2105140"/>
                                      <a:gd name="connsiteY1" fmla="*/ 208393 h 2175936"/>
                                      <a:gd name="connsiteX2" fmla="*/ 213444 w 2105140"/>
                                      <a:gd name="connsiteY2" fmla="*/ 469651 h 2175936"/>
                                      <a:gd name="connsiteX3" fmla="*/ 213443 w 2105140"/>
                                      <a:gd name="connsiteY3" fmla="*/ 785337 h 2175936"/>
                                      <a:gd name="connsiteX4" fmla="*/ 420273 w 2105140"/>
                                      <a:gd name="connsiteY4" fmla="*/ 1198993 h 2175936"/>
                                      <a:gd name="connsiteX5" fmla="*/ 681531 w 2105140"/>
                                      <a:gd name="connsiteY5" fmla="*/ 1471137 h 2175936"/>
                                      <a:gd name="connsiteX6" fmla="*/ 953671 w 2105140"/>
                                      <a:gd name="connsiteY6" fmla="*/ 1373165 h 2175936"/>
                                      <a:gd name="connsiteX7" fmla="*/ 1328723 w 2105140"/>
                                      <a:gd name="connsiteY7" fmla="*/ 1556656 h 2175936"/>
                                      <a:gd name="connsiteX8" fmla="*/ 1661244 w 2105140"/>
                                      <a:gd name="connsiteY8" fmla="*/ 1307850 h 2175936"/>
                                      <a:gd name="connsiteX9" fmla="*/ 2042244 w 2105140"/>
                                      <a:gd name="connsiteY9" fmla="*/ 1057481 h 2175936"/>
                                      <a:gd name="connsiteX10" fmla="*/ 2096674 w 2105140"/>
                                      <a:gd name="connsiteY10" fmla="*/ 1384051 h 2175936"/>
                                      <a:gd name="connsiteX11" fmla="*/ 1955157 w 2105140"/>
                                      <a:gd name="connsiteY11" fmla="*/ 1634421 h 2175936"/>
                                      <a:gd name="connsiteX12" fmla="*/ 1650358 w 2105140"/>
                                      <a:gd name="connsiteY12" fmla="*/ 1579993 h 2175936"/>
                                      <a:gd name="connsiteX13" fmla="*/ 1258473 w 2105140"/>
                                      <a:gd name="connsiteY13" fmla="*/ 1710622 h 2175936"/>
                                      <a:gd name="connsiteX14" fmla="*/ 953672 w 2105140"/>
                                      <a:gd name="connsiteY14" fmla="*/ 1699737 h 2175936"/>
                                      <a:gd name="connsiteX15" fmla="*/ 632038 w 2105140"/>
                                      <a:gd name="connsiteY15" fmla="*/ 1719943 h 2175936"/>
                                      <a:gd name="connsiteX16" fmla="*/ 392552 w 2105140"/>
                                      <a:gd name="connsiteY16" fmla="*/ 1502227 h 2175936"/>
                                      <a:gd name="connsiteX17" fmla="*/ 251037 w 2105140"/>
                                      <a:gd name="connsiteY17" fmla="*/ 1502227 h 2175936"/>
                                      <a:gd name="connsiteX18" fmla="*/ 87751 w 2105140"/>
                                      <a:gd name="connsiteY18" fmla="*/ 1589313 h 2175936"/>
                                      <a:gd name="connsiteX19" fmla="*/ 666 w 2105140"/>
                                      <a:gd name="connsiteY19" fmla="*/ 1839686 h 2175936"/>
                                      <a:gd name="connsiteX20" fmla="*/ 120409 w 2105140"/>
                                      <a:gd name="connsiteY20" fmla="*/ 2053773 h 2175936"/>
                                      <a:gd name="connsiteX21" fmla="*/ 436095 w 2105140"/>
                                      <a:gd name="connsiteY21" fmla="*/ 2140859 h 2175936"/>
                                      <a:gd name="connsiteX22" fmla="*/ 708238 w 2105140"/>
                                      <a:gd name="connsiteY22" fmla="*/ 2173517 h 2175936"/>
                                      <a:gd name="connsiteX23" fmla="*/ 730009 w 2105140"/>
                                      <a:gd name="connsiteY23" fmla="*/ 2173517 h 2175936"/>
                                      <a:gd name="connsiteX0" fmla="*/ 534066 w 2105140"/>
                                      <a:gd name="connsiteY0" fmla="*/ 0 h 2174627"/>
                                      <a:gd name="connsiteX1" fmla="*/ 278758 w 2105140"/>
                                      <a:gd name="connsiteY1" fmla="*/ 208393 h 2174627"/>
                                      <a:gd name="connsiteX2" fmla="*/ 213444 w 2105140"/>
                                      <a:gd name="connsiteY2" fmla="*/ 469651 h 2174627"/>
                                      <a:gd name="connsiteX3" fmla="*/ 213443 w 2105140"/>
                                      <a:gd name="connsiteY3" fmla="*/ 785337 h 2174627"/>
                                      <a:gd name="connsiteX4" fmla="*/ 420273 w 2105140"/>
                                      <a:gd name="connsiteY4" fmla="*/ 1198993 h 2174627"/>
                                      <a:gd name="connsiteX5" fmla="*/ 681531 w 2105140"/>
                                      <a:gd name="connsiteY5" fmla="*/ 1471137 h 2174627"/>
                                      <a:gd name="connsiteX6" fmla="*/ 953671 w 2105140"/>
                                      <a:gd name="connsiteY6" fmla="*/ 1373165 h 2174627"/>
                                      <a:gd name="connsiteX7" fmla="*/ 1328723 w 2105140"/>
                                      <a:gd name="connsiteY7" fmla="*/ 1556656 h 2174627"/>
                                      <a:gd name="connsiteX8" fmla="*/ 1661244 w 2105140"/>
                                      <a:gd name="connsiteY8" fmla="*/ 1307850 h 2174627"/>
                                      <a:gd name="connsiteX9" fmla="*/ 2042244 w 2105140"/>
                                      <a:gd name="connsiteY9" fmla="*/ 1057481 h 2174627"/>
                                      <a:gd name="connsiteX10" fmla="*/ 2096674 w 2105140"/>
                                      <a:gd name="connsiteY10" fmla="*/ 1384051 h 2174627"/>
                                      <a:gd name="connsiteX11" fmla="*/ 1955157 w 2105140"/>
                                      <a:gd name="connsiteY11" fmla="*/ 1634421 h 2174627"/>
                                      <a:gd name="connsiteX12" fmla="*/ 1650358 w 2105140"/>
                                      <a:gd name="connsiteY12" fmla="*/ 1579993 h 2174627"/>
                                      <a:gd name="connsiteX13" fmla="*/ 1258473 w 2105140"/>
                                      <a:gd name="connsiteY13" fmla="*/ 1710622 h 2174627"/>
                                      <a:gd name="connsiteX14" fmla="*/ 953672 w 2105140"/>
                                      <a:gd name="connsiteY14" fmla="*/ 1699737 h 2174627"/>
                                      <a:gd name="connsiteX15" fmla="*/ 632038 w 2105140"/>
                                      <a:gd name="connsiteY15" fmla="*/ 1719943 h 2174627"/>
                                      <a:gd name="connsiteX16" fmla="*/ 392552 w 2105140"/>
                                      <a:gd name="connsiteY16" fmla="*/ 1502227 h 2174627"/>
                                      <a:gd name="connsiteX17" fmla="*/ 251037 w 2105140"/>
                                      <a:gd name="connsiteY17" fmla="*/ 1502227 h 2174627"/>
                                      <a:gd name="connsiteX18" fmla="*/ 87751 w 2105140"/>
                                      <a:gd name="connsiteY18" fmla="*/ 1589313 h 2174627"/>
                                      <a:gd name="connsiteX19" fmla="*/ 666 w 2105140"/>
                                      <a:gd name="connsiteY19" fmla="*/ 1839686 h 2174627"/>
                                      <a:gd name="connsiteX20" fmla="*/ 120409 w 2105140"/>
                                      <a:gd name="connsiteY20" fmla="*/ 2053773 h 2174627"/>
                                      <a:gd name="connsiteX21" fmla="*/ 436095 w 2105140"/>
                                      <a:gd name="connsiteY21" fmla="*/ 2140859 h 2174627"/>
                                      <a:gd name="connsiteX22" fmla="*/ 708238 w 2105140"/>
                                      <a:gd name="connsiteY22" fmla="*/ 2173517 h 2174627"/>
                                      <a:gd name="connsiteX23" fmla="*/ 947724 w 2105140"/>
                                      <a:gd name="connsiteY23" fmla="*/ 2162631 h 2174627"/>
                                      <a:gd name="connsiteX0" fmla="*/ 534066 w 2105140"/>
                                      <a:gd name="connsiteY0" fmla="*/ 0 h 2174627"/>
                                      <a:gd name="connsiteX1" fmla="*/ 278758 w 2105140"/>
                                      <a:gd name="connsiteY1" fmla="*/ 208393 h 2174627"/>
                                      <a:gd name="connsiteX2" fmla="*/ 213444 w 2105140"/>
                                      <a:gd name="connsiteY2" fmla="*/ 469651 h 2174627"/>
                                      <a:gd name="connsiteX3" fmla="*/ 213443 w 2105140"/>
                                      <a:gd name="connsiteY3" fmla="*/ 785337 h 2174627"/>
                                      <a:gd name="connsiteX4" fmla="*/ 420273 w 2105140"/>
                                      <a:gd name="connsiteY4" fmla="*/ 1198993 h 2174627"/>
                                      <a:gd name="connsiteX5" fmla="*/ 681531 w 2105140"/>
                                      <a:gd name="connsiteY5" fmla="*/ 1471137 h 2174627"/>
                                      <a:gd name="connsiteX6" fmla="*/ 953671 w 2105140"/>
                                      <a:gd name="connsiteY6" fmla="*/ 1373165 h 2174627"/>
                                      <a:gd name="connsiteX7" fmla="*/ 1328723 w 2105140"/>
                                      <a:gd name="connsiteY7" fmla="*/ 1556656 h 2174627"/>
                                      <a:gd name="connsiteX8" fmla="*/ 1661244 w 2105140"/>
                                      <a:gd name="connsiteY8" fmla="*/ 1307850 h 2174627"/>
                                      <a:gd name="connsiteX9" fmla="*/ 2042244 w 2105140"/>
                                      <a:gd name="connsiteY9" fmla="*/ 1057481 h 2174627"/>
                                      <a:gd name="connsiteX10" fmla="*/ 2096674 w 2105140"/>
                                      <a:gd name="connsiteY10" fmla="*/ 1384051 h 2174627"/>
                                      <a:gd name="connsiteX11" fmla="*/ 1955157 w 2105140"/>
                                      <a:gd name="connsiteY11" fmla="*/ 1634421 h 2174627"/>
                                      <a:gd name="connsiteX12" fmla="*/ 1650358 w 2105140"/>
                                      <a:gd name="connsiteY12" fmla="*/ 1579993 h 2174627"/>
                                      <a:gd name="connsiteX13" fmla="*/ 1258473 w 2105140"/>
                                      <a:gd name="connsiteY13" fmla="*/ 1710622 h 2174627"/>
                                      <a:gd name="connsiteX14" fmla="*/ 953672 w 2105140"/>
                                      <a:gd name="connsiteY14" fmla="*/ 1699737 h 2174627"/>
                                      <a:gd name="connsiteX15" fmla="*/ 632038 w 2105140"/>
                                      <a:gd name="connsiteY15" fmla="*/ 1719943 h 2174627"/>
                                      <a:gd name="connsiteX16" fmla="*/ 392552 w 2105140"/>
                                      <a:gd name="connsiteY16" fmla="*/ 1502227 h 2174627"/>
                                      <a:gd name="connsiteX17" fmla="*/ 251037 w 2105140"/>
                                      <a:gd name="connsiteY17" fmla="*/ 1502227 h 2174627"/>
                                      <a:gd name="connsiteX18" fmla="*/ 87751 w 2105140"/>
                                      <a:gd name="connsiteY18" fmla="*/ 1589313 h 2174627"/>
                                      <a:gd name="connsiteX19" fmla="*/ 666 w 2105140"/>
                                      <a:gd name="connsiteY19" fmla="*/ 1839686 h 2174627"/>
                                      <a:gd name="connsiteX20" fmla="*/ 120409 w 2105140"/>
                                      <a:gd name="connsiteY20" fmla="*/ 2053773 h 2174627"/>
                                      <a:gd name="connsiteX21" fmla="*/ 436095 w 2105140"/>
                                      <a:gd name="connsiteY21" fmla="*/ 2140859 h 2174627"/>
                                      <a:gd name="connsiteX22" fmla="*/ 708238 w 2105140"/>
                                      <a:gd name="connsiteY22" fmla="*/ 2173517 h 2174627"/>
                                      <a:gd name="connsiteX23" fmla="*/ 947724 w 2105140"/>
                                      <a:gd name="connsiteY23" fmla="*/ 2162631 h 2174627"/>
                                      <a:gd name="connsiteX24" fmla="*/ 925952 w 2105140"/>
                                      <a:gd name="connsiteY24" fmla="*/ 2140860 h 2174627"/>
                                      <a:gd name="connsiteX0" fmla="*/ 534066 w 2105140"/>
                                      <a:gd name="connsiteY0" fmla="*/ 0 h 2174627"/>
                                      <a:gd name="connsiteX1" fmla="*/ 278758 w 2105140"/>
                                      <a:gd name="connsiteY1" fmla="*/ 208393 h 2174627"/>
                                      <a:gd name="connsiteX2" fmla="*/ 213444 w 2105140"/>
                                      <a:gd name="connsiteY2" fmla="*/ 469651 h 2174627"/>
                                      <a:gd name="connsiteX3" fmla="*/ 213443 w 2105140"/>
                                      <a:gd name="connsiteY3" fmla="*/ 785337 h 2174627"/>
                                      <a:gd name="connsiteX4" fmla="*/ 420273 w 2105140"/>
                                      <a:gd name="connsiteY4" fmla="*/ 1198993 h 2174627"/>
                                      <a:gd name="connsiteX5" fmla="*/ 681531 w 2105140"/>
                                      <a:gd name="connsiteY5" fmla="*/ 1471137 h 2174627"/>
                                      <a:gd name="connsiteX6" fmla="*/ 953671 w 2105140"/>
                                      <a:gd name="connsiteY6" fmla="*/ 1373165 h 2174627"/>
                                      <a:gd name="connsiteX7" fmla="*/ 1328723 w 2105140"/>
                                      <a:gd name="connsiteY7" fmla="*/ 1556656 h 2174627"/>
                                      <a:gd name="connsiteX8" fmla="*/ 1661244 w 2105140"/>
                                      <a:gd name="connsiteY8" fmla="*/ 1307850 h 2174627"/>
                                      <a:gd name="connsiteX9" fmla="*/ 2042244 w 2105140"/>
                                      <a:gd name="connsiteY9" fmla="*/ 1057481 h 2174627"/>
                                      <a:gd name="connsiteX10" fmla="*/ 2096674 w 2105140"/>
                                      <a:gd name="connsiteY10" fmla="*/ 1384051 h 2174627"/>
                                      <a:gd name="connsiteX11" fmla="*/ 1955157 w 2105140"/>
                                      <a:gd name="connsiteY11" fmla="*/ 1634421 h 2174627"/>
                                      <a:gd name="connsiteX12" fmla="*/ 1650358 w 2105140"/>
                                      <a:gd name="connsiteY12" fmla="*/ 1579993 h 2174627"/>
                                      <a:gd name="connsiteX13" fmla="*/ 1258473 w 2105140"/>
                                      <a:gd name="connsiteY13" fmla="*/ 1710622 h 2174627"/>
                                      <a:gd name="connsiteX14" fmla="*/ 953672 w 2105140"/>
                                      <a:gd name="connsiteY14" fmla="*/ 1699737 h 2174627"/>
                                      <a:gd name="connsiteX15" fmla="*/ 632038 w 2105140"/>
                                      <a:gd name="connsiteY15" fmla="*/ 1719943 h 2174627"/>
                                      <a:gd name="connsiteX16" fmla="*/ 392552 w 2105140"/>
                                      <a:gd name="connsiteY16" fmla="*/ 1502227 h 2174627"/>
                                      <a:gd name="connsiteX17" fmla="*/ 251037 w 2105140"/>
                                      <a:gd name="connsiteY17" fmla="*/ 1502227 h 2174627"/>
                                      <a:gd name="connsiteX18" fmla="*/ 87751 w 2105140"/>
                                      <a:gd name="connsiteY18" fmla="*/ 1589313 h 2174627"/>
                                      <a:gd name="connsiteX19" fmla="*/ 666 w 2105140"/>
                                      <a:gd name="connsiteY19" fmla="*/ 1839686 h 2174627"/>
                                      <a:gd name="connsiteX20" fmla="*/ 120409 w 2105140"/>
                                      <a:gd name="connsiteY20" fmla="*/ 2053773 h 2174627"/>
                                      <a:gd name="connsiteX21" fmla="*/ 436095 w 2105140"/>
                                      <a:gd name="connsiteY21" fmla="*/ 2140859 h 2174627"/>
                                      <a:gd name="connsiteX22" fmla="*/ 708238 w 2105140"/>
                                      <a:gd name="connsiteY22" fmla="*/ 2173517 h 2174627"/>
                                      <a:gd name="connsiteX23" fmla="*/ 947724 w 2105140"/>
                                      <a:gd name="connsiteY23" fmla="*/ 2162631 h 2174627"/>
                                      <a:gd name="connsiteX24" fmla="*/ 1426695 w 2105140"/>
                                      <a:gd name="connsiteY24" fmla="*/ 2119088 h 2174627"/>
                                      <a:gd name="connsiteX0" fmla="*/ 534066 w 2105140"/>
                                      <a:gd name="connsiteY0" fmla="*/ 0 h 2175936"/>
                                      <a:gd name="connsiteX1" fmla="*/ 278758 w 2105140"/>
                                      <a:gd name="connsiteY1" fmla="*/ 208393 h 2175936"/>
                                      <a:gd name="connsiteX2" fmla="*/ 213444 w 2105140"/>
                                      <a:gd name="connsiteY2" fmla="*/ 469651 h 2175936"/>
                                      <a:gd name="connsiteX3" fmla="*/ 213443 w 2105140"/>
                                      <a:gd name="connsiteY3" fmla="*/ 785337 h 2175936"/>
                                      <a:gd name="connsiteX4" fmla="*/ 420273 w 2105140"/>
                                      <a:gd name="connsiteY4" fmla="*/ 1198993 h 2175936"/>
                                      <a:gd name="connsiteX5" fmla="*/ 681531 w 2105140"/>
                                      <a:gd name="connsiteY5" fmla="*/ 1471137 h 2175936"/>
                                      <a:gd name="connsiteX6" fmla="*/ 953671 w 2105140"/>
                                      <a:gd name="connsiteY6" fmla="*/ 1373165 h 2175936"/>
                                      <a:gd name="connsiteX7" fmla="*/ 1328723 w 2105140"/>
                                      <a:gd name="connsiteY7" fmla="*/ 1556656 h 2175936"/>
                                      <a:gd name="connsiteX8" fmla="*/ 1661244 w 2105140"/>
                                      <a:gd name="connsiteY8" fmla="*/ 1307850 h 2175936"/>
                                      <a:gd name="connsiteX9" fmla="*/ 2042244 w 2105140"/>
                                      <a:gd name="connsiteY9" fmla="*/ 1057481 h 2175936"/>
                                      <a:gd name="connsiteX10" fmla="*/ 2096674 w 2105140"/>
                                      <a:gd name="connsiteY10" fmla="*/ 1384051 h 2175936"/>
                                      <a:gd name="connsiteX11" fmla="*/ 1955157 w 2105140"/>
                                      <a:gd name="connsiteY11" fmla="*/ 1634421 h 2175936"/>
                                      <a:gd name="connsiteX12" fmla="*/ 1650358 w 2105140"/>
                                      <a:gd name="connsiteY12" fmla="*/ 1579993 h 2175936"/>
                                      <a:gd name="connsiteX13" fmla="*/ 1258473 w 2105140"/>
                                      <a:gd name="connsiteY13" fmla="*/ 1710622 h 2175936"/>
                                      <a:gd name="connsiteX14" fmla="*/ 953672 w 2105140"/>
                                      <a:gd name="connsiteY14" fmla="*/ 1699737 h 2175936"/>
                                      <a:gd name="connsiteX15" fmla="*/ 632038 w 2105140"/>
                                      <a:gd name="connsiteY15" fmla="*/ 1719943 h 2175936"/>
                                      <a:gd name="connsiteX16" fmla="*/ 392552 w 2105140"/>
                                      <a:gd name="connsiteY16" fmla="*/ 1502227 h 2175936"/>
                                      <a:gd name="connsiteX17" fmla="*/ 251037 w 2105140"/>
                                      <a:gd name="connsiteY17" fmla="*/ 1502227 h 2175936"/>
                                      <a:gd name="connsiteX18" fmla="*/ 87751 w 2105140"/>
                                      <a:gd name="connsiteY18" fmla="*/ 1589313 h 2175936"/>
                                      <a:gd name="connsiteX19" fmla="*/ 666 w 2105140"/>
                                      <a:gd name="connsiteY19" fmla="*/ 1839686 h 2175936"/>
                                      <a:gd name="connsiteX20" fmla="*/ 120409 w 2105140"/>
                                      <a:gd name="connsiteY20" fmla="*/ 2053773 h 2175936"/>
                                      <a:gd name="connsiteX21" fmla="*/ 436095 w 2105140"/>
                                      <a:gd name="connsiteY21" fmla="*/ 2140859 h 2175936"/>
                                      <a:gd name="connsiteX22" fmla="*/ 708238 w 2105140"/>
                                      <a:gd name="connsiteY22" fmla="*/ 2173517 h 2175936"/>
                                      <a:gd name="connsiteX23" fmla="*/ 1045696 w 2105140"/>
                                      <a:gd name="connsiteY23" fmla="*/ 2173517 h 2175936"/>
                                      <a:gd name="connsiteX24" fmla="*/ 1426695 w 2105140"/>
                                      <a:gd name="connsiteY24" fmla="*/ 2119088 h 2175936"/>
                                      <a:gd name="connsiteX0" fmla="*/ 534066 w 2105140"/>
                                      <a:gd name="connsiteY0" fmla="*/ 0 h 2175936"/>
                                      <a:gd name="connsiteX1" fmla="*/ 278758 w 2105140"/>
                                      <a:gd name="connsiteY1" fmla="*/ 208393 h 2175936"/>
                                      <a:gd name="connsiteX2" fmla="*/ 213444 w 2105140"/>
                                      <a:gd name="connsiteY2" fmla="*/ 469651 h 2175936"/>
                                      <a:gd name="connsiteX3" fmla="*/ 213443 w 2105140"/>
                                      <a:gd name="connsiteY3" fmla="*/ 785337 h 2175936"/>
                                      <a:gd name="connsiteX4" fmla="*/ 420273 w 2105140"/>
                                      <a:gd name="connsiteY4" fmla="*/ 1198993 h 2175936"/>
                                      <a:gd name="connsiteX5" fmla="*/ 681531 w 2105140"/>
                                      <a:gd name="connsiteY5" fmla="*/ 1471137 h 2175936"/>
                                      <a:gd name="connsiteX6" fmla="*/ 953671 w 2105140"/>
                                      <a:gd name="connsiteY6" fmla="*/ 1373165 h 2175936"/>
                                      <a:gd name="connsiteX7" fmla="*/ 1328723 w 2105140"/>
                                      <a:gd name="connsiteY7" fmla="*/ 1556656 h 2175936"/>
                                      <a:gd name="connsiteX8" fmla="*/ 1661244 w 2105140"/>
                                      <a:gd name="connsiteY8" fmla="*/ 1307850 h 2175936"/>
                                      <a:gd name="connsiteX9" fmla="*/ 2042244 w 2105140"/>
                                      <a:gd name="connsiteY9" fmla="*/ 1057481 h 2175936"/>
                                      <a:gd name="connsiteX10" fmla="*/ 2096674 w 2105140"/>
                                      <a:gd name="connsiteY10" fmla="*/ 1384051 h 2175936"/>
                                      <a:gd name="connsiteX11" fmla="*/ 1955157 w 2105140"/>
                                      <a:gd name="connsiteY11" fmla="*/ 1634421 h 2175936"/>
                                      <a:gd name="connsiteX12" fmla="*/ 1650358 w 2105140"/>
                                      <a:gd name="connsiteY12" fmla="*/ 1579993 h 2175936"/>
                                      <a:gd name="connsiteX13" fmla="*/ 1258473 w 2105140"/>
                                      <a:gd name="connsiteY13" fmla="*/ 1710622 h 2175936"/>
                                      <a:gd name="connsiteX14" fmla="*/ 953672 w 2105140"/>
                                      <a:gd name="connsiteY14" fmla="*/ 1601765 h 2175936"/>
                                      <a:gd name="connsiteX15" fmla="*/ 632038 w 2105140"/>
                                      <a:gd name="connsiteY15" fmla="*/ 1719943 h 2175936"/>
                                      <a:gd name="connsiteX16" fmla="*/ 392552 w 2105140"/>
                                      <a:gd name="connsiteY16" fmla="*/ 1502227 h 2175936"/>
                                      <a:gd name="connsiteX17" fmla="*/ 251037 w 2105140"/>
                                      <a:gd name="connsiteY17" fmla="*/ 1502227 h 2175936"/>
                                      <a:gd name="connsiteX18" fmla="*/ 87751 w 2105140"/>
                                      <a:gd name="connsiteY18" fmla="*/ 1589313 h 2175936"/>
                                      <a:gd name="connsiteX19" fmla="*/ 666 w 2105140"/>
                                      <a:gd name="connsiteY19" fmla="*/ 1839686 h 2175936"/>
                                      <a:gd name="connsiteX20" fmla="*/ 120409 w 2105140"/>
                                      <a:gd name="connsiteY20" fmla="*/ 2053773 h 2175936"/>
                                      <a:gd name="connsiteX21" fmla="*/ 436095 w 2105140"/>
                                      <a:gd name="connsiteY21" fmla="*/ 2140859 h 2175936"/>
                                      <a:gd name="connsiteX22" fmla="*/ 708238 w 2105140"/>
                                      <a:gd name="connsiteY22" fmla="*/ 2173517 h 2175936"/>
                                      <a:gd name="connsiteX23" fmla="*/ 1045696 w 2105140"/>
                                      <a:gd name="connsiteY23" fmla="*/ 2173517 h 2175936"/>
                                      <a:gd name="connsiteX24" fmla="*/ 1426695 w 2105140"/>
                                      <a:gd name="connsiteY24" fmla="*/ 2119088 h 2175936"/>
                                      <a:gd name="connsiteX0" fmla="*/ 278758 w 2105140"/>
                                      <a:gd name="connsiteY0" fmla="*/ 0 h 1967543"/>
                                      <a:gd name="connsiteX1" fmla="*/ 213444 w 2105140"/>
                                      <a:gd name="connsiteY1" fmla="*/ 261258 h 1967543"/>
                                      <a:gd name="connsiteX2" fmla="*/ 213443 w 2105140"/>
                                      <a:gd name="connsiteY2" fmla="*/ 576944 h 1967543"/>
                                      <a:gd name="connsiteX3" fmla="*/ 420273 w 2105140"/>
                                      <a:gd name="connsiteY3" fmla="*/ 990600 h 1967543"/>
                                      <a:gd name="connsiteX4" fmla="*/ 681531 w 2105140"/>
                                      <a:gd name="connsiteY4" fmla="*/ 1262744 h 1967543"/>
                                      <a:gd name="connsiteX5" fmla="*/ 953671 w 2105140"/>
                                      <a:gd name="connsiteY5" fmla="*/ 1164772 h 1967543"/>
                                      <a:gd name="connsiteX6" fmla="*/ 1328723 w 2105140"/>
                                      <a:gd name="connsiteY6" fmla="*/ 1348263 h 1967543"/>
                                      <a:gd name="connsiteX7" fmla="*/ 1661244 w 2105140"/>
                                      <a:gd name="connsiteY7" fmla="*/ 1099457 h 1967543"/>
                                      <a:gd name="connsiteX8" fmla="*/ 2042244 w 2105140"/>
                                      <a:gd name="connsiteY8" fmla="*/ 849088 h 1967543"/>
                                      <a:gd name="connsiteX9" fmla="*/ 2096674 w 2105140"/>
                                      <a:gd name="connsiteY9" fmla="*/ 1175658 h 1967543"/>
                                      <a:gd name="connsiteX10" fmla="*/ 1955157 w 2105140"/>
                                      <a:gd name="connsiteY10" fmla="*/ 1426028 h 1967543"/>
                                      <a:gd name="connsiteX11" fmla="*/ 1650358 w 2105140"/>
                                      <a:gd name="connsiteY11" fmla="*/ 1371600 h 1967543"/>
                                      <a:gd name="connsiteX12" fmla="*/ 1258473 w 2105140"/>
                                      <a:gd name="connsiteY12" fmla="*/ 1502229 h 1967543"/>
                                      <a:gd name="connsiteX13" fmla="*/ 953672 w 2105140"/>
                                      <a:gd name="connsiteY13" fmla="*/ 1393372 h 1967543"/>
                                      <a:gd name="connsiteX14" fmla="*/ 632038 w 2105140"/>
                                      <a:gd name="connsiteY14" fmla="*/ 1511550 h 1967543"/>
                                      <a:gd name="connsiteX15" fmla="*/ 392552 w 2105140"/>
                                      <a:gd name="connsiteY15" fmla="*/ 1293834 h 1967543"/>
                                      <a:gd name="connsiteX16" fmla="*/ 251037 w 2105140"/>
                                      <a:gd name="connsiteY16" fmla="*/ 1293834 h 1967543"/>
                                      <a:gd name="connsiteX17" fmla="*/ 87751 w 2105140"/>
                                      <a:gd name="connsiteY17" fmla="*/ 1380920 h 1967543"/>
                                      <a:gd name="connsiteX18" fmla="*/ 666 w 2105140"/>
                                      <a:gd name="connsiteY18" fmla="*/ 1631293 h 1967543"/>
                                      <a:gd name="connsiteX19" fmla="*/ 120409 w 2105140"/>
                                      <a:gd name="connsiteY19" fmla="*/ 1845380 h 1967543"/>
                                      <a:gd name="connsiteX20" fmla="*/ 436095 w 2105140"/>
                                      <a:gd name="connsiteY20" fmla="*/ 1932466 h 1967543"/>
                                      <a:gd name="connsiteX21" fmla="*/ 708238 w 2105140"/>
                                      <a:gd name="connsiteY21" fmla="*/ 1965124 h 1967543"/>
                                      <a:gd name="connsiteX22" fmla="*/ 1045696 w 2105140"/>
                                      <a:gd name="connsiteY22" fmla="*/ 1965124 h 1967543"/>
                                      <a:gd name="connsiteX23" fmla="*/ 1426695 w 2105140"/>
                                      <a:gd name="connsiteY23" fmla="*/ 1910695 h 1967543"/>
                                      <a:gd name="connsiteX0" fmla="*/ 213444 w 2105140"/>
                                      <a:gd name="connsiteY0" fmla="*/ 0 h 1706285"/>
                                      <a:gd name="connsiteX1" fmla="*/ 213443 w 2105140"/>
                                      <a:gd name="connsiteY1" fmla="*/ 315686 h 1706285"/>
                                      <a:gd name="connsiteX2" fmla="*/ 420273 w 2105140"/>
                                      <a:gd name="connsiteY2" fmla="*/ 729342 h 1706285"/>
                                      <a:gd name="connsiteX3" fmla="*/ 681531 w 2105140"/>
                                      <a:gd name="connsiteY3" fmla="*/ 1001486 h 1706285"/>
                                      <a:gd name="connsiteX4" fmla="*/ 953671 w 2105140"/>
                                      <a:gd name="connsiteY4" fmla="*/ 903514 h 1706285"/>
                                      <a:gd name="connsiteX5" fmla="*/ 1328723 w 2105140"/>
                                      <a:gd name="connsiteY5" fmla="*/ 1087005 h 1706285"/>
                                      <a:gd name="connsiteX6" fmla="*/ 1661244 w 2105140"/>
                                      <a:gd name="connsiteY6" fmla="*/ 838199 h 1706285"/>
                                      <a:gd name="connsiteX7" fmla="*/ 2042244 w 2105140"/>
                                      <a:gd name="connsiteY7" fmla="*/ 587830 h 1706285"/>
                                      <a:gd name="connsiteX8" fmla="*/ 2096674 w 2105140"/>
                                      <a:gd name="connsiteY8" fmla="*/ 914400 h 1706285"/>
                                      <a:gd name="connsiteX9" fmla="*/ 1955157 w 2105140"/>
                                      <a:gd name="connsiteY9" fmla="*/ 1164770 h 1706285"/>
                                      <a:gd name="connsiteX10" fmla="*/ 1650358 w 2105140"/>
                                      <a:gd name="connsiteY10" fmla="*/ 1110342 h 1706285"/>
                                      <a:gd name="connsiteX11" fmla="*/ 1258473 w 2105140"/>
                                      <a:gd name="connsiteY11" fmla="*/ 1240971 h 1706285"/>
                                      <a:gd name="connsiteX12" fmla="*/ 953672 w 2105140"/>
                                      <a:gd name="connsiteY12" fmla="*/ 1132114 h 1706285"/>
                                      <a:gd name="connsiteX13" fmla="*/ 632038 w 2105140"/>
                                      <a:gd name="connsiteY13" fmla="*/ 1250292 h 1706285"/>
                                      <a:gd name="connsiteX14" fmla="*/ 392552 w 2105140"/>
                                      <a:gd name="connsiteY14" fmla="*/ 1032576 h 1706285"/>
                                      <a:gd name="connsiteX15" fmla="*/ 251037 w 2105140"/>
                                      <a:gd name="connsiteY15" fmla="*/ 1032576 h 1706285"/>
                                      <a:gd name="connsiteX16" fmla="*/ 87751 w 2105140"/>
                                      <a:gd name="connsiteY16" fmla="*/ 1119662 h 1706285"/>
                                      <a:gd name="connsiteX17" fmla="*/ 666 w 2105140"/>
                                      <a:gd name="connsiteY17" fmla="*/ 1370035 h 1706285"/>
                                      <a:gd name="connsiteX18" fmla="*/ 120409 w 2105140"/>
                                      <a:gd name="connsiteY18" fmla="*/ 1584122 h 1706285"/>
                                      <a:gd name="connsiteX19" fmla="*/ 436095 w 2105140"/>
                                      <a:gd name="connsiteY19" fmla="*/ 1671208 h 1706285"/>
                                      <a:gd name="connsiteX20" fmla="*/ 708238 w 2105140"/>
                                      <a:gd name="connsiteY20" fmla="*/ 1703866 h 1706285"/>
                                      <a:gd name="connsiteX21" fmla="*/ 1045696 w 2105140"/>
                                      <a:gd name="connsiteY21" fmla="*/ 1703866 h 1706285"/>
                                      <a:gd name="connsiteX22" fmla="*/ 1426695 w 2105140"/>
                                      <a:gd name="connsiteY22" fmla="*/ 1649437 h 1706285"/>
                                      <a:gd name="connsiteX0" fmla="*/ 213443 w 2105140"/>
                                      <a:gd name="connsiteY0" fmla="*/ 0 h 1390599"/>
                                      <a:gd name="connsiteX1" fmla="*/ 420273 w 2105140"/>
                                      <a:gd name="connsiteY1" fmla="*/ 413656 h 1390599"/>
                                      <a:gd name="connsiteX2" fmla="*/ 681531 w 2105140"/>
                                      <a:gd name="connsiteY2" fmla="*/ 685800 h 1390599"/>
                                      <a:gd name="connsiteX3" fmla="*/ 953671 w 2105140"/>
                                      <a:gd name="connsiteY3" fmla="*/ 587828 h 1390599"/>
                                      <a:gd name="connsiteX4" fmla="*/ 1328723 w 2105140"/>
                                      <a:gd name="connsiteY4" fmla="*/ 771319 h 1390599"/>
                                      <a:gd name="connsiteX5" fmla="*/ 1661244 w 2105140"/>
                                      <a:gd name="connsiteY5" fmla="*/ 522513 h 1390599"/>
                                      <a:gd name="connsiteX6" fmla="*/ 2042244 w 2105140"/>
                                      <a:gd name="connsiteY6" fmla="*/ 272144 h 1390599"/>
                                      <a:gd name="connsiteX7" fmla="*/ 2096674 w 2105140"/>
                                      <a:gd name="connsiteY7" fmla="*/ 598714 h 1390599"/>
                                      <a:gd name="connsiteX8" fmla="*/ 1955157 w 2105140"/>
                                      <a:gd name="connsiteY8" fmla="*/ 849084 h 1390599"/>
                                      <a:gd name="connsiteX9" fmla="*/ 1650358 w 2105140"/>
                                      <a:gd name="connsiteY9" fmla="*/ 794656 h 1390599"/>
                                      <a:gd name="connsiteX10" fmla="*/ 1258473 w 2105140"/>
                                      <a:gd name="connsiteY10" fmla="*/ 925285 h 1390599"/>
                                      <a:gd name="connsiteX11" fmla="*/ 953672 w 2105140"/>
                                      <a:gd name="connsiteY11" fmla="*/ 816428 h 1390599"/>
                                      <a:gd name="connsiteX12" fmla="*/ 632038 w 2105140"/>
                                      <a:gd name="connsiteY12" fmla="*/ 934606 h 1390599"/>
                                      <a:gd name="connsiteX13" fmla="*/ 392552 w 2105140"/>
                                      <a:gd name="connsiteY13" fmla="*/ 716890 h 1390599"/>
                                      <a:gd name="connsiteX14" fmla="*/ 251037 w 2105140"/>
                                      <a:gd name="connsiteY14" fmla="*/ 716890 h 1390599"/>
                                      <a:gd name="connsiteX15" fmla="*/ 87751 w 2105140"/>
                                      <a:gd name="connsiteY15" fmla="*/ 803976 h 1390599"/>
                                      <a:gd name="connsiteX16" fmla="*/ 666 w 2105140"/>
                                      <a:gd name="connsiteY16" fmla="*/ 1054349 h 1390599"/>
                                      <a:gd name="connsiteX17" fmla="*/ 120409 w 2105140"/>
                                      <a:gd name="connsiteY17" fmla="*/ 1268436 h 1390599"/>
                                      <a:gd name="connsiteX18" fmla="*/ 436095 w 2105140"/>
                                      <a:gd name="connsiteY18" fmla="*/ 1355522 h 1390599"/>
                                      <a:gd name="connsiteX19" fmla="*/ 708238 w 2105140"/>
                                      <a:gd name="connsiteY19" fmla="*/ 1388180 h 1390599"/>
                                      <a:gd name="connsiteX20" fmla="*/ 1045696 w 2105140"/>
                                      <a:gd name="connsiteY20" fmla="*/ 1388180 h 1390599"/>
                                      <a:gd name="connsiteX21" fmla="*/ 1426695 w 2105140"/>
                                      <a:gd name="connsiteY21" fmla="*/ 1333751 h 1390599"/>
                                      <a:gd name="connsiteX0" fmla="*/ 420273 w 2105140"/>
                                      <a:gd name="connsiteY0" fmla="*/ 142151 h 1119094"/>
                                      <a:gd name="connsiteX1" fmla="*/ 681531 w 2105140"/>
                                      <a:gd name="connsiteY1" fmla="*/ 414295 h 1119094"/>
                                      <a:gd name="connsiteX2" fmla="*/ 953671 w 2105140"/>
                                      <a:gd name="connsiteY2" fmla="*/ 316323 h 1119094"/>
                                      <a:gd name="connsiteX3" fmla="*/ 1328723 w 2105140"/>
                                      <a:gd name="connsiteY3" fmla="*/ 499814 h 1119094"/>
                                      <a:gd name="connsiteX4" fmla="*/ 1661244 w 2105140"/>
                                      <a:gd name="connsiteY4" fmla="*/ 251008 h 1119094"/>
                                      <a:gd name="connsiteX5" fmla="*/ 2042244 w 2105140"/>
                                      <a:gd name="connsiteY5" fmla="*/ 639 h 1119094"/>
                                      <a:gd name="connsiteX6" fmla="*/ 2096674 w 2105140"/>
                                      <a:gd name="connsiteY6" fmla="*/ 327209 h 1119094"/>
                                      <a:gd name="connsiteX7" fmla="*/ 1955157 w 2105140"/>
                                      <a:gd name="connsiteY7" fmla="*/ 577579 h 1119094"/>
                                      <a:gd name="connsiteX8" fmla="*/ 1650358 w 2105140"/>
                                      <a:gd name="connsiteY8" fmla="*/ 523151 h 1119094"/>
                                      <a:gd name="connsiteX9" fmla="*/ 1258473 w 2105140"/>
                                      <a:gd name="connsiteY9" fmla="*/ 653780 h 1119094"/>
                                      <a:gd name="connsiteX10" fmla="*/ 953672 w 2105140"/>
                                      <a:gd name="connsiteY10" fmla="*/ 544923 h 1119094"/>
                                      <a:gd name="connsiteX11" fmla="*/ 632038 w 2105140"/>
                                      <a:gd name="connsiteY11" fmla="*/ 663101 h 1119094"/>
                                      <a:gd name="connsiteX12" fmla="*/ 392552 w 2105140"/>
                                      <a:gd name="connsiteY12" fmla="*/ 445385 h 1119094"/>
                                      <a:gd name="connsiteX13" fmla="*/ 251037 w 2105140"/>
                                      <a:gd name="connsiteY13" fmla="*/ 445385 h 1119094"/>
                                      <a:gd name="connsiteX14" fmla="*/ 87751 w 2105140"/>
                                      <a:gd name="connsiteY14" fmla="*/ 532471 h 1119094"/>
                                      <a:gd name="connsiteX15" fmla="*/ 666 w 2105140"/>
                                      <a:gd name="connsiteY15" fmla="*/ 782844 h 1119094"/>
                                      <a:gd name="connsiteX16" fmla="*/ 120409 w 2105140"/>
                                      <a:gd name="connsiteY16" fmla="*/ 996931 h 1119094"/>
                                      <a:gd name="connsiteX17" fmla="*/ 436095 w 2105140"/>
                                      <a:gd name="connsiteY17" fmla="*/ 1084017 h 1119094"/>
                                      <a:gd name="connsiteX18" fmla="*/ 708238 w 2105140"/>
                                      <a:gd name="connsiteY18" fmla="*/ 1116675 h 1119094"/>
                                      <a:gd name="connsiteX19" fmla="*/ 1045696 w 2105140"/>
                                      <a:gd name="connsiteY19" fmla="*/ 1116675 h 1119094"/>
                                      <a:gd name="connsiteX20" fmla="*/ 1426695 w 2105140"/>
                                      <a:gd name="connsiteY20" fmla="*/ 1062246 h 1119094"/>
                                      <a:gd name="connsiteX0" fmla="*/ 507358 w 2105140"/>
                                      <a:gd name="connsiteY0" fmla="*/ 229236 h 1119094"/>
                                      <a:gd name="connsiteX1" fmla="*/ 681531 w 2105140"/>
                                      <a:gd name="connsiteY1" fmla="*/ 414295 h 1119094"/>
                                      <a:gd name="connsiteX2" fmla="*/ 953671 w 2105140"/>
                                      <a:gd name="connsiteY2" fmla="*/ 316323 h 1119094"/>
                                      <a:gd name="connsiteX3" fmla="*/ 1328723 w 2105140"/>
                                      <a:gd name="connsiteY3" fmla="*/ 499814 h 1119094"/>
                                      <a:gd name="connsiteX4" fmla="*/ 1661244 w 2105140"/>
                                      <a:gd name="connsiteY4" fmla="*/ 251008 h 1119094"/>
                                      <a:gd name="connsiteX5" fmla="*/ 2042244 w 2105140"/>
                                      <a:gd name="connsiteY5" fmla="*/ 639 h 1119094"/>
                                      <a:gd name="connsiteX6" fmla="*/ 2096674 w 2105140"/>
                                      <a:gd name="connsiteY6" fmla="*/ 327209 h 1119094"/>
                                      <a:gd name="connsiteX7" fmla="*/ 1955157 w 2105140"/>
                                      <a:gd name="connsiteY7" fmla="*/ 577579 h 1119094"/>
                                      <a:gd name="connsiteX8" fmla="*/ 1650358 w 2105140"/>
                                      <a:gd name="connsiteY8" fmla="*/ 523151 h 1119094"/>
                                      <a:gd name="connsiteX9" fmla="*/ 1258473 w 2105140"/>
                                      <a:gd name="connsiteY9" fmla="*/ 653780 h 1119094"/>
                                      <a:gd name="connsiteX10" fmla="*/ 953672 w 2105140"/>
                                      <a:gd name="connsiteY10" fmla="*/ 544923 h 1119094"/>
                                      <a:gd name="connsiteX11" fmla="*/ 632038 w 2105140"/>
                                      <a:gd name="connsiteY11" fmla="*/ 663101 h 1119094"/>
                                      <a:gd name="connsiteX12" fmla="*/ 392552 w 2105140"/>
                                      <a:gd name="connsiteY12" fmla="*/ 445385 h 1119094"/>
                                      <a:gd name="connsiteX13" fmla="*/ 251037 w 2105140"/>
                                      <a:gd name="connsiteY13" fmla="*/ 445385 h 1119094"/>
                                      <a:gd name="connsiteX14" fmla="*/ 87751 w 2105140"/>
                                      <a:gd name="connsiteY14" fmla="*/ 532471 h 1119094"/>
                                      <a:gd name="connsiteX15" fmla="*/ 666 w 2105140"/>
                                      <a:gd name="connsiteY15" fmla="*/ 782844 h 1119094"/>
                                      <a:gd name="connsiteX16" fmla="*/ 120409 w 2105140"/>
                                      <a:gd name="connsiteY16" fmla="*/ 996931 h 1119094"/>
                                      <a:gd name="connsiteX17" fmla="*/ 436095 w 2105140"/>
                                      <a:gd name="connsiteY17" fmla="*/ 1084017 h 1119094"/>
                                      <a:gd name="connsiteX18" fmla="*/ 708238 w 2105140"/>
                                      <a:gd name="connsiteY18" fmla="*/ 1116675 h 1119094"/>
                                      <a:gd name="connsiteX19" fmla="*/ 1045696 w 2105140"/>
                                      <a:gd name="connsiteY19" fmla="*/ 1116675 h 1119094"/>
                                      <a:gd name="connsiteX20" fmla="*/ 1426695 w 2105140"/>
                                      <a:gd name="connsiteY20" fmla="*/ 1062246 h 111909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</a:cxnLst>
                                    <a:rect l="l" t="t" r="r" b="b"/>
                                    <a:pathLst>
                                      <a:path w="2105140" h="1119094">
                                        <a:moveTo>
                                          <a:pt x="507358" y="229236"/>
                                        </a:moveTo>
                                        <a:cubicBezTo>
                                          <a:pt x="585373" y="343536"/>
                                          <a:pt x="607146" y="399781"/>
                                          <a:pt x="681531" y="414295"/>
                                        </a:cubicBezTo>
                                        <a:cubicBezTo>
                                          <a:pt x="755916" y="428809"/>
                                          <a:pt x="845806" y="302070"/>
                                          <a:pt x="953671" y="316323"/>
                                        </a:cubicBezTo>
                                        <a:cubicBezTo>
                                          <a:pt x="1061536" y="330576"/>
                                          <a:pt x="1228937" y="474414"/>
                                          <a:pt x="1328723" y="499814"/>
                                        </a:cubicBezTo>
                                        <a:cubicBezTo>
                                          <a:pt x="1428509" y="525214"/>
                                          <a:pt x="1542324" y="334204"/>
                                          <a:pt x="1661244" y="251008"/>
                                        </a:cubicBezTo>
                                        <a:cubicBezTo>
                                          <a:pt x="1780164" y="167812"/>
                                          <a:pt x="1969672" y="-12061"/>
                                          <a:pt x="2042244" y="639"/>
                                        </a:cubicBezTo>
                                        <a:cubicBezTo>
                                          <a:pt x="2114816" y="13339"/>
                                          <a:pt x="2111189" y="231052"/>
                                          <a:pt x="2096674" y="327209"/>
                                        </a:cubicBezTo>
                                        <a:cubicBezTo>
                                          <a:pt x="2082160" y="423366"/>
                                          <a:pt x="2029543" y="544922"/>
                                          <a:pt x="1955157" y="577579"/>
                                        </a:cubicBezTo>
                                        <a:cubicBezTo>
                                          <a:pt x="1880771" y="610236"/>
                                          <a:pt x="1766472" y="510451"/>
                                          <a:pt x="1650358" y="523151"/>
                                        </a:cubicBezTo>
                                        <a:cubicBezTo>
                                          <a:pt x="1534244" y="535851"/>
                                          <a:pt x="1374587" y="650151"/>
                                          <a:pt x="1258473" y="653780"/>
                                        </a:cubicBezTo>
                                        <a:cubicBezTo>
                                          <a:pt x="1142359" y="657409"/>
                                          <a:pt x="1058078" y="543370"/>
                                          <a:pt x="953672" y="544923"/>
                                        </a:cubicBezTo>
                                        <a:cubicBezTo>
                                          <a:pt x="890995" y="546476"/>
                                          <a:pt x="702963" y="670880"/>
                                          <a:pt x="632038" y="663101"/>
                                        </a:cubicBezTo>
                                        <a:cubicBezTo>
                                          <a:pt x="594761" y="659211"/>
                                          <a:pt x="394820" y="445385"/>
                                          <a:pt x="392552" y="445385"/>
                                        </a:cubicBezTo>
                                        <a:cubicBezTo>
                                          <a:pt x="350823" y="407285"/>
                                          <a:pt x="253305" y="447653"/>
                                          <a:pt x="251037" y="445385"/>
                                        </a:cubicBezTo>
                                        <a:cubicBezTo>
                                          <a:pt x="223823" y="443571"/>
                                          <a:pt x="92287" y="534739"/>
                                          <a:pt x="87751" y="532471"/>
                                        </a:cubicBezTo>
                                        <a:cubicBezTo>
                                          <a:pt x="58723" y="545171"/>
                                          <a:pt x="2934" y="785112"/>
                                          <a:pt x="666" y="782844"/>
                                        </a:cubicBezTo>
                                        <a:cubicBezTo>
                                          <a:pt x="-10219" y="825782"/>
                                          <a:pt x="115873" y="995419"/>
                                          <a:pt x="120409" y="996931"/>
                                        </a:cubicBezTo>
                                        <a:cubicBezTo>
                                          <a:pt x="136738" y="1028984"/>
                                          <a:pt x="440631" y="1088553"/>
                                          <a:pt x="436095" y="1084017"/>
                                        </a:cubicBezTo>
                                        <a:cubicBezTo>
                                          <a:pt x="485081" y="1102160"/>
                                          <a:pt x="712774" y="1112139"/>
                                          <a:pt x="708238" y="1116675"/>
                                        </a:cubicBezTo>
                                        <a:cubicBezTo>
                                          <a:pt x="757224" y="1122118"/>
                                          <a:pt x="1041161" y="1116675"/>
                                          <a:pt x="1045696" y="1116675"/>
                                        </a:cubicBezTo>
                                        <a:cubicBezTo>
                                          <a:pt x="1081982" y="1111232"/>
                                          <a:pt x="1431231" y="1066782"/>
                                          <a:pt x="1426695" y="106224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8" name="Gruppieren 5"/>
                              <wpg:cNvGrpSpPr/>
                              <wpg:grpSpPr>
                                <a:xfrm>
                                  <a:off x="215330" y="1952032"/>
                                  <a:ext cx="452336" cy="1237347"/>
                                  <a:chOff x="215330" y="1952032"/>
                                  <a:chExt cx="452336" cy="1237347"/>
                                </a:xfrm>
                              </wpg:grpSpPr>
                              <wpg:grpSp>
                                <wpg:cNvPr id="29" name="Gruppieren 6"/>
                                <wpg:cNvGrpSpPr/>
                                <wpg:grpSpPr>
                                  <a:xfrm>
                                    <a:off x="215330" y="1952032"/>
                                    <a:ext cx="452336" cy="834645"/>
                                    <a:chOff x="215330" y="1952032"/>
                                    <a:chExt cx="452336" cy="834645"/>
                                  </a:xfrm>
                                </wpg:grpSpPr>
                                <wps:wsp>
                                  <wps:cNvPr id="30" name="Freihandform 9"/>
                                  <wps:cNvSpPr/>
                                  <wps:spPr>
                                    <a:xfrm>
                                      <a:off x="215330" y="1952032"/>
                                      <a:ext cx="338661" cy="785337"/>
                                    </a:xfrm>
                                    <a:custGeom>
                                      <a:avLst/>
                                      <a:gdLst>
                                        <a:gd name="connsiteX0" fmla="*/ 544286 w 3755571"/>
                                        <a:gd name="connsiteY0" fmla="*/ 0 h 2419048"/>
                                        <a:gd name="connsiteX1" fmla="*/ 315686 w 3755571"/>
                                        <a:gd name="connsiteY1" fmla="*/ 32657 h 2419048"/>
                                        <a:gd name="connsiteX2" fmla="*/ 261257 w 3755571"/>
                                        <a:gd name="connsiteY2" fmla="*/ 54429 h 2419048"/>
                                        <a:gd name="connsiteX3" fmla="*/ 119743 w 3755571"/>
                                        <a:gd name="connsiteY3" fmla="*/ 130629 h 2419048"/>
                                        <a:gd name="connsiteX4" fmla="*/ 32657 w 3755571"/>
                                        <a:gd name="connsiteY4" fmla="*/ 370114 h 2419048"/>
                                        <a:gd name="connsiteX5" fmla="*/ 0 w 3755571"/>
                                        <a:gd name="connsiteY5" fmla="*/ 598714 h 2419048"/>
                                        <a:gd name="connsiteX6" fmla="*/ 32657 w 3755571"/>
                                        <a:gd name="connsiteY6" fmla="*/ 892629 h 2419048"/>
                                        <a:gd name="connsiteX7" fmla="*/ 87086 w 3755571"/>
                                        <a:gd name="connsiteY7" fmla="*/ 1219200 h 2419048"/>
                                        <a:gd name="connsiteX8" fmla="*/ 108857 w 3755571"/>
                                        <a:gd name="connsiteY8" fmla="*/ 1262743 h 2419048"/>
                                        <a:gd name="connsiteX9" fmla="*/ 283028 w 3755571"/>
                                        <a:gd name="connsiteY9" fmla="*/ 1447800 h 2419048"/>
                                        <a:gd name="connsiteX10" fmla="*/ 468086 w 3755571"/>
                                        <a:gd name="connsiteY10" fmla="*/ 1676400 h 2419048"/>
                                        <a:gd name="connsiteX11" fmla="*/ 674914 w 3755571"/>
                                        <a:gd name="connsiteY11" fmla="*/ 1905000 h 2419048"/>
                                        <a:gd name="connsiteX12" fmla="*/ 859971 w 3755571"/>
                                        <a:gd name="connsiteY12" fmla="*/ 2046514 h 2419048"/>
                                        <a:gd name="connsiteX13" fmla="*/ 1371600 w 3755571"/>
                                        <a:gd name="connsiteY13" fmla="*/ 2318657 h 2419048"/>
                                        <a:gd name="connsiteX14" fmla="*/ 1643743 w 3755571"/>
                                        <a:gd name="connsiteY14" fmla="*/ 2329543 h 2419048"/>
                                        <a:gd name="connsiteX15" fmla="*/ 1992086 w 3755571"/>
                                        <a:gd name="connsiteY15" fmla="*/ 2351314 h 2419048"/>
                                        <a:gd name="connsiteX16" fmla="*/ 2264228 w 3755571"/>
                                        <a:gd name="connsiteY16" fmla="*/ 2383971 h 2419048"/>
                                        <a:gd name="connsiteX17" fmla="*/ 2525486 w 3755571"/>
                                        <a:gd name="connsiteY17" fmla="*/ 2383971 h 2419048"/>
                                        <a:gd name="connsiteX18" fmla="*/ 2743200 w 3755571"/>
                                        <a:gd name="connsiteY18" fmla="*/ 2394857 h 2419048"/>
                                        <a:gd name="connsiteX19" fmla="*/ 2939143 w 3755571"/>
                                        <a:gd name="connsiteY19" fmla="*/ 2383971 h 2419048"/>
                                        <a:gd name="connsiteX20" fmla="*/ 3135086 w 3755571"/>
                                        <a:gd name="connsiteY20" fmla="*/ 2383971 h 2419048"/>
                                        <a:gd name="connsiteX21" fmla="*/ 3309257 w 3755571"/>
                                        <a:gd name="connsiteY21" fmla="*/ 2416629 h 2419048"/>
                                        <a:gd name="connsiteX22" fmla="*/ 3450771 w 3755571"/>
                                        <a:gd name="connsiteY22" fmla="*/ 2416629 h 2419048"/>
                                        <a:gd name="connsiteX23" fmla="*/ 3592286 w 3755571"/>
                                        <a:gd name="connsiteY23" fmla="*/ 2416629 h 2419048"/>
                                        <a:gd name="connsiteX24" fmla="*/ 3690257 w 3755571"/>
                                        <a:gd name="connsiteY24" fmla="*/ 2405743 h 2419048"/>
                                        <a:gd name="connsiteX25" fmla="*/ 3755571 w 3755571"/>
                                        <a:gd name="connsiteY25" fmla="*/ 2405743 h 2419048"/>
                                        <a:gd name="connsiteX0" fmla="*/ 315686 w 3755571"/>
                                        <a:gd name="connsiteY0" fmla="*/ 0 h 2386391"/>
                                        <a:gd name="connsiteX1" fmla="*/ 261257 w 3755571"/>
                                        <a:gd name="connsiteY1" fmla="*/ 21772 h 2386391"/>
                                        <a:gd name="connsiteX2" fmla="*/ 119743 w 3755571"/>
                                        <a:gd name="connsiteY2" fmla="*/ 97972 h 2386391"/>
                                        <a:gd name="connsiteX3" fmla="*/ 32657 w 3755571"/>
                                        <a:gd name="connsiteY3" fmla="*/ 337457 h 2386391"/>
                                        <a:gd name="connsiteX4" fmla="*/ 0 w 3755571"/>
                                        <a:gd name="connsiteY4" fmla="*/ 566057 h 2386391"/>
                                        <a:gd name="connsiteX5" fmla="*/ 32657 w 3755571"/>
                                        <a:gd name="connsiteY5" fmla="*/ 859972 h 2386391"/>
                                        <a:gd name="connsiteX6" fmla="*/ 87086 w 3755571"/>
                                        <a:gd name="connsiteY6" fmla="*/ 1186543 h 2386391"/>
                                        <a:gd name="connsiteX7" fmla="*/ 108857 w 3755571"/>
                                        <a:gd name="connsiteY7" fmla="*/ 1230086 h 2386391"/>
                                        <a:gd name="connsiteX8" fmla="*/ 283028 w 3755571"/>
                                        <a:gd name="connsiteY8" fmla="*/ 1415143 h 2386391"/>
                                        <a:gd name="connsiteX9" fmla="*/ 468086 w 3755571"/>
                                        <a:gd name="connsiteY9" fmla="*/ 1643743 h 2386391"/>
                                        <a:gd name="connsiteX10" fmla="*/ 674914 w 3755571"/>
                                        <a:gd name="connsiteY10" fmla="*/ 1872343 h 2386391"/>
                                        <a:gd name="connsiteX11" fmla="*/ 859971 w 3755571"/>
                                        <a:gd name="connsiteY11" fmla="*/ 2013857 h 2386391"/>
                                        <a:gd name="connsiteX12" fmla="*/ 1371600 w 3755571"/>
                                        <a:gd name="connsiteY12" fmla="*/ 2286000 h 2386391"/>
                                        <a:gd name="connsiteX13" fmla="*/ 1643743 w 3755571"/>
                                        <a:gd name="connsiteY13" fmla="*/ 2296886 h 2386391"/>
                                        <a:gd name="connsiteX14" fmla="*/ 1992086 w 3755571"/>
                                        <a:gd name="connsiteY14" fmla="*/ 2318657 h 2386391"/>
                                        <a:gd name="connsiteX15" fmla="*/ 2264228 w 3755571"/>
                                        <a:gd name="connsiteY15" fmla="*/ 2351314 h 2386391"/>
                                        <a:gd name="connsiteX16" fmla="*/ 2525486 w 3755571"/>
                                        <a:gd name="connsiteY16" fmla="*/ 2351314 h 2386391"/>
                                        <a:gd name="connsiteX17" fmla="*/ 2743200 w 3755571"/>
                                        <a:gd name="connsiteY17" fmla="*/ 2362200 h 2386391"/>
                                        <a:gd name="connsiteX18" fmla="*/ 2939143 w 3755571"/>
                                        <a:gd name="connsiteY18" fmla="*/ 2351314 h 2386391"/>
                                        <a:gd name="connsiteX19" fmla="*/ 3135086 w 3755571"/>
                                        <a:gd name="connsiteY19" fmla="*/ 2351314 h 2386391"/>
                                        <a:gd name="connsiteX20" fmla="*/ 3309257 w 3755571"/>
                                        <a:gd name="connsiteY20" fmla="*/ 2383972 h 2386391"/>
                                        <a:gd name="connsiteX21" fmla="*/ 3450771 w 3755571"/>
                                        <a:gd name="connsiteY21" fmla="*/ 2383972 h 2386391"/>
                                        <a:gd name="connsiteX22" fmla="*/ 3592286 w 3755571"/>
                                        <a:gd name="connsiteY22" fmla="*/ 2383972 h 2386391"/>
                                        <a:gd name="connsiteX23" fmla="*/ 3690257 w 3755571"/>
                                        <a:gd name="connsiteY23" fmla="*/ 2373086 h 2386391"/>
                                        <a:gd name="connsiteX24" fmla="*/ 3755571 w 3755571"/>
                                        <a:gd name="connsiteY24" fmla="*/ 2373086 h 2386391"/>
                                        <a:gd name="connsiteX0" fmla="*/ 261257 w 3755571"/>
                                        <a:gd name="connsiteY0" fmla="*/ 0 h 2364619"/>
                                        <a:gd name="connsiteX1" fmla="*/ 119743 w 3755571"/>
                                        <a:gd name="connsiteY1" fmla="*/ 76200 h 2364619"/>
                                        <a:gd name="connsiteX2" fmla="*/ 32657 w 3755571"/>
                                        <a:gd name="connsiteY2" fmla="*/ 315685 h 2364619"/>
                                        <a:gd name="connsiteX3" fmla="*/ 0 w 3755571"/>
                                        <a:gd name="connsiteY3" fmla="*/ 544285 h 2364619"/>
                                        <a:gd name="connsiteX4" fmla="*/ 32657 w 3755571"/>
                                        <a:gd name="connsiteY4" fmla="*/ 838200 h 2364619"/>
                                        <a:gd name="connsiteX5" fmla="*/ 87086 w 3755571"/>
                                        <a:gd name="connsiteY5" fmla="*/ 1164771 h 2364619"/>
                                        <a:gd name="connsiteX6" fmla="*/ 108857 w 3755571"/>
                                        <a:gd name="connsiteY6" fmla="*/ 1208314 h 2364619"/>
                                        <a:gd name="connsiteX7" fmla="*/ 283028 w 3755571"/>
                                        <a:gd name="connsiteY7" fmla="*/ 1393371 h 2364619"/>
                                        <a:gd name="connsiteX8" fmla="*/ 468086 w 3755571"/>
                                        <a:gd name="connsiteY8" fmla="*/ 1621971 h 2364619"/>
                                        <a:gd name="connsiteX9" fmla="*/ 674914 w 3755571"/>
                                        <a:gd name="connsiteY9" fmla="*/ 1850571 h 2364619"/>
                                        <a:gd name="connsiteX10" fmla="*/ 859971 w 3755571"/>
                                        <a:gd name="connsiteY10" fmla="*/ 1992085 h 2364619"/>
                                        <a:gd name="connsiteX11" fmla="*/ 1371600 w 3755571"/>
                                        <a:gd name="connsiteY11" fmla="*/ 2264228 h 2364619"/>
                                        <a:gd name="connsiteX12" fmla="*/ 1643743 w 3755571"/>
                                        <a:gd name="connsiteY12" fmla="*/ 2275114 h 2364619"/>
                                        <a:gd name="connsiteX13" fmla="*/ 1992086 w 3755571"/>
                                        <a:gd name="connsiteY13" fmla="*/ 2296885 h 2364619"/>
                                        <a:gd name="connsiteX14" fmla="*/ 2264228 w 3755571"/>
                                        <a:gd name="connsiteY14" fmla="*/ 2329542 h 2364619"/>
                                        <a:gd name="connsiteX15" fmla="*/ 2525486 w 3755571"/>
                                        <a:gd name="connsiteY15" fmla="*/ 2329542 h 2364619"/>
                                        <a:gd name="connsiteX16" fmla="*/ 2743200 w 3755571"/>
                                        <a:gd name="connsiteY16" fmla="*/ 2340428 h 2364619"/>
                                        <a:gd name="connsiteX17" fmla="*/ 2939143 w 3755571"/>
                                        <a:gd name="connsiteY17" fmla="*/ 2329542 h 2364619"/>
                                        <a:gd name="connsiteX18" fmla="*/ 3135086 w 3755571"/>
                                        <a:gd name="connsiteY18" fmla="*/ 2329542 h 2364619"/>
                                        <a:gd name="connsiteX19" fmla="*/ 3309257 w 3755571"/>
                                        <a:gd name="connsiteY19" fmla="*/ 2362200 h 2364619"/>
                                        <a:gd name="connsiteX20" fmla="*/ 3450771 w 3755571"/>
                                        <a:gd name="connsiteY20" fmla="*/ 2362200 h 2364619"/>
                                        <a:gd name="connsiteX21" fmla="*/ 3592286 w 3755571"/>
                                        <a:gd name="connsiteY21" fmla="*/ 2362200 h 2364619"/>
                                        <a:gd name="connsiteX22" fmla="*/ 3690257 w 3755571"/>
                                        <a:gd name="connsiteY22" fmla="*/ 2351314 h 2364619"/>
                                        <a:gd name="connsiteX23" fmla="*/ 3755571 w 3755571"/>
                                        <a:gd name="connsiteY23" fmla="*/ 2351314 h 2364619"/>
                                        <a:gd name="connsiteX0" fmla="*/ 119743 w 3755571"/>
                                        <a:gd name="connsiteY0" fmla="*/ 0 h 2288419"/>
                                        <a:gd name="connsiteX1" fmla="*/ 32657 w 3755571"/>
                                        <a:gd name="connsiteY1" fmla="*/ 239485 h 2288419"/>
                                        <a:gd name="connsiteX2" fmla="*/ 0 w 3755571"/>
                                        <a:gd name="connsiteY2" fmla="*/ 468085 h 2288419"/>
                                        <a:gd name="connsiteX3" fmla="*/ 32657 w 3755571"/>
                                        <a:gd name="connsiteY3" fmla="*/ 762000 h 2288419"/>
                                        <a:gd name="connsiteX4" fmla="*/ 87086 w 3755571"/>
                                        <a:gd name="connsiteY4" fmla="*/ 1088571 h 2288419"/>
                                        <a:gd name="connsiteX5" fmla="*/ 108857 w 3755571"/>
                                        <a:gd name="connsiteY5" fmla="*/ 1132114 h 2288419"/>
                                        <a:gd name="connsiteX6" fmla="*/ 283028 w 3755571"/>
                                        <a:gd name="connsiteY6" fmla="*/ 1317171 h 2288419"/>
                                        <a:gd name="connsiteX7" fmla="*/ 468086 w 3755571"/>
                                        <a:gd name="connsiteY7" fmla="*/ 1545771 h 2288419"/>
                                        <a:gd name="connsiteX8" fmla="*/ 674914 w 3755571"/>
                                        <a:gd name="connsiteY8" fmla="*/ 1774371 h 2288419"/>
                                        <a:gd name="connsiteX9" fmla="*/ 859971 w 3755571"/>
                                        <a:gd name="connsiteY9" fmla="*/ 1915885 h 2288419"/>
                                        <a:gd name="connsiteX10" fmla="*/ 1371600 w 3755571"/>
                                        <a:gd name="connsiteY10" fmla="*/ 2188028 h 2288419"/>
                                        <a:gd name="connsiteX11" fmla="*/ 1643743 w 3755571"/>
                                        <a:gd name="connsiteY11" fmla="*/ 2198914 h 2288419"/>
                                        <a:gd name="connsiteX12" fmla="*/ 1992086 w 3755571"/>
                                        <a:gd name="connsiteY12" fmla="*/ 2220685 h 2288419"/>
                                        <a:gd name="connsiteX13" fmla="*/ 2264228 w 3755571"/>
                                        <a:gd name="connsiteY13" fmla="*/ 2253342 h 2288419"/>
                                        <a:gd name="connsiteX14" fmla="*/ 2525486 w 3755571"/>
                                        <a:gd name="connsiteY14" fmla="*/ 2253342 h 2288419"/>
                                        <a:gd name="connsiteX15" fmla="*/ 2743200 w 3755571"/>
                                        <a:gd name="connsiteY15" fmla="*/ 2264228 h 2288419"/>
                                        <a:gd name="connsiteX16" fmla="*/ 2939143 w 3755571"/>
                                        <a:gd name="connsiteY16" fmla="*/ 2253342 h 2288419"/>
                                        <a:gd name="connsiteX17" fmla="*/ 3135086 w 3755571"/>
                                        <a:gd name="connsiteY17" fmla="*/ 2253342 h 2288419"/>
                                        <a:gd name="connsiteX18" fmla="*/ 3309257 w 3755571"/>
                                        <a:gd name="connsiteY18" fmla="*/ 2286000 h 2288419"/>
                                        <a:gd name="connsiteX19" fmla="*/ 3450771 w 3755571"/>
                                        <a:gd name="connsiteY19" fmla="*/ 2286000 h 2288419"/>
                                        <a:gd name="connsiteX20" fmla="*/ 3592286 w 3755571"/>
                                        <a:gd name="connsiteY20" fmla="*/ 2286000 h 2288419"/>
                                        <a:gd name="connsiteX21" fmla="*/ 3690257 w 3755571"/>
                                        <a:gd name="connsiteY21" fmla="*/ 2275114 h 2288419"/>
                                        <a:gd name="connsiteX22" fmla="*/ 3755571 w 3755571"/>
                                        <a:gd name="connsiteY22" fmla="*/ 2275114 h 2288419"/>
                                        <a:gd name="connsiteX0" fmla="*/ 119743 w 3755571"/>
                                        <a:gd name="connsiteY0" fmla="*/ 24297 h 2312716"/>
                                        <a:gd name="connsiteX1" fmla="*/ 124679 w 3755571"/>
                                        <a:gd name="connsiteY1" fmla="*/ 11846 h 2312716"/>
                                        <a:gd name="connsiteX2" fmla="*/ 32657 w 3755571"/>
                                        <a:gd name="connsiteY2" fmla="*/ 263782 h 2312716"/>
                                        <a:gd name="connsiteX3" fmla="*/ 0 w 3755571"/>
                                        <a:gd name="connsiteY3" fmla="*/ 492382 h 2312716"/>
                                        <a:gd name="connsiteX4" fmla="*/ 32657 w 3755571"/>
                                        <a:gd name="connsiteY4" fmla="*/ 786297 h 2312716"/>
                                        <a:gd name="connsiteX5" fmla="*/ 87086 w 3755571"/>
                                        <a:gd name="connsiteY5" fmla="*/ 1112868 h 2312716"/>
                                        <a:gd name="connsiteX6" fmla="*/ 108857 w 3755571"/>
                                        <a:gd name="connsiteY6" fmla="*/ 1156411 h 2312716"/>
                                        <a:gd name="connsiteX7" fmla="*/ 283028 w 3755571"/>
                                        <a:gd name="connsiteY7" fmla="*/ 1341468 h 2312716"/>
                                        <a:gd name="connsiteX8" fmla="*/ 468086 w 3755571"/>
                                        <a:gd name="connsiteY8" fmla="*/ 1570068 h 2312716"/>
                                        <a:gd name="connsiteX9" fmla="*/ 674914 w 3755571"/>
                                        <a:gd name="connsiteY9" fmla="*/ 1798668 h 2312716"/>
                                        <a:gd name="connsiteX10" fmla="*/ 859971 w 3755571"/>
                                        <a:gd name="connsiteY10" fmla="*/ 1940182 h 2312716"/>
                                        <a:gd name="connsiteX11" fmla="*/ 1371600 w 3755571"/>
                                        <a:gd name="connsiteY11" fmla="*/ 2212325 h 2312716"/>
                                        <a:gd name="connsiteX12" fmla="*/ 1643743 w 3755571"/>
                                        <a:gd name="connsiteY12" fmla="*/ 2223211 h 2312716"/>
                                        <a:gd name="connsiteX13" fmla="*/ 1992086 w 3755571"/>
                                        <a:gd name="connsiteY13" fmla="*/ 2244982 h 2312716"/>
                                        <a:gd name="connsiteX14" fmla="*/ 2264228 w 3755571"/>
                                        <a:gd name="connsiteY14" fmla="*/ 2277639 h 2312716"/>
                                        <a:gd name="connsiteX15" fmla="*/ 2525486 w 3755571"/>
                                        <a:gd name="connsiteY15" fmla="*/ 2277639 h 2312716"/>
                                        <a:gd name="connsiteX16" fmla="*/ 2743200 w 3755571"/>
                                        <a:gd name="connsiteY16" fmla="*/ 2288525 h 2312716"/>
                                        <a:gd name="connsiteX17" fmla="*/ 2939143 w 3755571"/>
                                        <a:gd name="connsiteY17" fmla="*/ 2277639 h 2312716"/>
                                        <a:gd name="connsiteX18" fmla="*/ 3135086 w 3755571"/>
                                        <a:gd name="connsiteY18" fmla="*/ 2277639 h 2312716"/>
                                        <a:gd name="connsiteX19" fmla="*/ 3309257 w 3755571"/>
                                        <a:gd name="connsiteY19" fmla="*/ 2310297 h 2312716"/>
                                        <a:gd name="connsiteX20" fmla="*/ 3450771 w 3755571"/>
                                        <a:gd name="connsiteY20" fmla="*/ 2310297 h 2312716"/>
                                        <a:gd name="connsiteX21" fmla="*/ 3592286 w 3755571"/>
                                        <a:gd name="connsiteY21" fmla="*/ 2310297 h 2312716"/>
                                        <a:gd name="connsiteX22" fmla="*/ 3690257 w 3755571"/>
                                        <a:gd name="connsiteY22" fmla="*/ 2299411 h 2312716"/>
                                        <a:gd name="connsiteX23" fmla="*/ 3755571 w 3755571"/>
                                        <a:gd name="connsiteY23" fmla="*/ 2299411 h 2312716"/>
                                        <a:gd name="connsiteX0" fmla="*/ 119743 w 3755571"/>
                                        <a:gd name="connsiteY0" fmla="*/ 95371 h 2383790"/>
                                        <a:gd name="connsiteX1" fmla="*/ 168222 w 3755571"/>
                                        <a:gd name="connsiteY1" fmla="*/ 6720 h 2383790"/>
                                        <a:gd name="connsiteX2" fmla="*/ 32657 w 3755571"/>
                                        <a:gd name="connsiteY2" fmla="*/ 334856 h 2383790"/>
                                        <a:gd name="connsiteX3" fmla="*/ 0 w 3755571"/>
                                        <a:gd name="connsiteY3" fmla="*/ 563456 h 2383790"/>
                                        <a:gd name="connsiteX4" fmla="*/ 32657 w 3755571"/>
                                        <a:gd name="connsiteY4" fmla="*/ 857371 h 2383790"/>
                                        <a:gd name="connsiteX5" fmla="*/ 87086 w 3755571"/>
                                        <a:gd name="connsiteY5" fmla="*/ 1183942 h 2383790"/>
                                        <a:gd name="connsiteX6" fmla="*/ 108857 w 3755571"/>
                                        <a:gd name="connsiteY6" fmla="*/ 1227485 h 2383790"/>
                                        <a:gd name="connsiteX7" fmla="*/ 283028 w 3755571"/>
                                        <a:gd name="connsiteY7" fmla="*/ 1412542 h 2383790"/>
                                        <a:gd name="connsiteX8" fmla="*/ 468086 w 3755571"/>
                                        <a:gd name="connsiteY8" fmla="*/ 1641142 h 2383790"/>
                                        <a:gd name="connsiteX9" fmla="*/ 674914 w 3755571"/>
                                        <a:gd name="connsiteY9" fmla="*/ 1869742 h 2383790"/>
                                        <a:gd name="connsiteX10" fmla="*/ 859971 w 3755571"/>
                                        <a:gd name="connsiteY10" fmla="*/ 2011256 h 2383790"/>
                                        <a:gd name="connsiteX11" fmla="*/ 1371600 w 3755571"/>
                                        <a:gd name="connsiteY11" fmla="*/ 2283399 h 2383790"/>
                                        <a:gd name="connsiteX12" fmla="*/ 1643743 w 3755571"/>
                                        <a:gd name="connsiteY12" fmla="*/ 2294285 h 2383790"/>
                                        <a:gd name="connsiteX13" fmla="*/ 1992086 w 3755571"/>
                                        <a:gd name="connsiteY13" fmla="*/ 2316056 h 2383790"/>
                                        <a:gd name="connsiteX14" fmla="*/ 2264228 w 3755571"/>
                                        <a:gd name="connsiteY14" fmla="*/ 2348713 h 2383790"/>
                                        <a:gd name="connsiteX15" fmla="*/ 2525486 w 3755571"/>
                                        <a:gd name="connsiteY15" fmla="*/ 2348713 h 2383790"/>
                                        <a:gd name="connsiteX16" fmla="*/ 2743200 w 3755571"/>
                                        <a:gd name="connsiteY16" fmla="*/ 2359599 h 2383790"/>
                                        <a:gd name="connsiteX17" fmla="*/ 2939143 w 3755571"/>
                                        <a:gd name="connsiteY17" fmla="*/ 2348713 h 2383790"/>
                                        <a:gd name="connsiteX18" fmla="*/ 3135086 w 3755571"/>
                                        <a:gd name="connsiteY18" fmla="*/ 2348713 h 2383790"/>
                                        <a:gd name="connsiteX19" fmla="*/ 3309257 w 3755571"/>
                                        <a:gd name="connsiteY19" fmla="*/ 2381371 h 2383790"/>
                                        <a:gd name="connsiteX20" fmla="*/ 3450771 w 3755571"/>
                                        <a:gd name="connsiteY20" fmla="*/ 2381371 h 2383790"/>
                                        <a:gd name="connsiteX21" fmla="*/ 3592286 w 3755571"/>
                                        <a:gd name="connsiteY21" fmla="*/ 2381371 h 2383790"/>
                                        <a:gd name="connsiteX22" fmla="*/ 3690257 w 3755571"/>
                                        <a:gd name="connsiteY22" fmla="*/ 2370485 h 2383790"/>
                                        <a:gd name="connsiteX23" fmla="*/ 3755571 w 3755571"/>
                                        <a:gd name="connsiteY23" fmla="*/ 2370485 h 2383790"/>
                                        <a:gd name="connsiteX0" fmla="*/ 43543 w 3755571"/>
                                        <a:gd name="connsiteY0" fmla="*/ 84927 h 2384231"/>
                                        <a:gd name="connsiteX1" fmla="*/ 168222 w 3755571"/>
                                        <a:gd name="connsiteY1" fmla="*/ 7161 h 2384231"/>
                                        <a:gd name="connsiteX2" fmla="*/ 32657 w 3755571"/>
                                        <a:gd name="connsiteY2" fmla="*/ 335297 h 2384231"/>
                                        <a:gd name="connsiteX3" fmla="*/ 0 w 3755571"/>
                                        <a:gd name="connsiteY3" fmla="*/ 563897 h 2384231"/>
                                        <a:gd name="connsiteX4" fmla="*/ 32657 w 3755571"/>
                                        <a:gd name="connsiteY4" fmla="*/ 857812 h 2384231"/>
                                        <a:gd name="connsiteX5" fmla="*/ 87086 w 3755571"/>
                                        <a:gd name="connsiteY5" fmla="*/ 1184383 h 2384231"/>
                                        <a:gd name="connsiteX6" fmla="*/ 108857 w 3755571"/>
                                        <a:gd name="connsiteY6" fmla="*/ 1227926 h 2384231"/>
                                        <a:gd name="connsiteX7" fmla="*/ 283028 w 3755571"/>
                                        <a:gd name="connsiteY7" fmla="*/ 1412983 h 2384231"/>
                                        <a:gd name="connsiteX8" fmla="*/ 468086 w 3755571"/>
                                        <a:gd name="connsiteY8" fmla="*/ 1641583 h 2384231"/>
                                        <a:gd name="connsiteX9" fmla="*/ 674914 w 3755571"/>
                                        <a:gd name="connsiteY9" fmla="*/ 1870183 h 2384231"/>
                                        <a:gd name="connsiteX10" fmla="*/ 859971 w 3755571"/>
                                        <a:gd name="connsiteY10" fmla="*/ 2011697 h 2384231"/>
                                        <a:gd name="connsiteX11" fmla="*/ 1371600 w 3755571"/>
                                        <a:gd name="connsiteY11" fmla="*/ 2283840 h 2384231"/>
                                        <a:gd name="connsiteX12" fmla="*/ 1643743 w 3755571"/>
                                        <a:gd name="connsiteY12" fmla="*/ 2294726 h 2384231"/>
                                        <a:gd name="connsiteX13" fmla="*/ 1992086 w 3755571"/>
                                        <a:gd name="connsiteY13" fmla="*/ 2316497 h 2384231"/>
                                        <a:gd name="connsiteX14" fmla="*/ 2264228 w 3755571"/>
                                        <a:gd name="connsiteY14" fmla="*/ 2349154 h 2384231"/>
                                        <a:gd name="connsiteX15" fmla="*/ 2525486 w 3755571"/>
                                        <a:gd name="connsiteY15" fmla="*/ 2349154 h 2384231"/>
                                        <a:gd name="connsiteX16" fmla="*/ 2743200 w 3755571"/>
                                        <a:gd name="connsiteY16" fmla="*/ 2360040 h 2384231"/>
                                        <a:gd name="connsiteX17" fmla="*/ 2939143 w 3755571"/>
                                        <a:gd name="connsiteY17" fmla="*/ 2349154 h 2384231"/>
                                        <a:gd name="connsiteX18" fmla="*/ 3135086 w 3755571"/>
                                        <a:gd name="connsiteY18" fmla="*/ 2349154 h 2384231"/>
                                        <a:gd name="connsiteX19" fmla="*/ 3309257 w 3755571"/>
                                        <a:gd name="connsiteY19" fmla="*/ 2381812 h 2384231"/>
                                        <a:gd name="connsiteX20" fmla="*/ 3450771 w 3755571"/>
                                        <a:gd name="connsiteY20" fmla="*/ 2381812 h 2384231"/>
                                        <a:gd name="connsiteX21" fmla="*/ 3592286 w 3755571"/>
                                        <a:gd name="connsiteY21" fmla="*/ 2381812 h 2384231"/>
                                        <a:gd name="connsiteX22" fmla="*/ 3690257 w 3755571"/>
                                        <a:gd name="connsiteY22" fmla="*/ 2370926 h 2384231"/>
                                        <a:gd name="connsiteX23" fmla="*/ 3755571 w 3755571"/>
                                        <a:gd name="connsiteY23" fmla="*/ 2370926 h 2384231"/>
                                        <a:gd name="connsiteX0" fmla="*/ 168222 w 3755571"/>
                                        <a:gd name="connsiteY0" fmla="*/ 0 h 2377070"/>
                                        <a:gd name="connsiteX1" fmla="*/ 32657 w 3755571"/>
                                        <a:gd name="connsiteY1" fmla="*/ 328136 h 2377070"/>
                                        <a:gd name="connsiteX2" fmla="*/ 0 w 3755571"/>
                                        <a:gd name="connsiteY2" fmla="*/ 556736 h 2377070"/>
                                        <a:gd name="connsiteX3" fmla="*/ 32657 w 3755571"/>
                                        <a:gd name="connsiteY3" fmla="*/ 850651 h 2377070"/>
                                        <a:gd name="connsiteX4" fmla="*/ 87086 w 3755571"/>
                                        <a:gd name="connsiteY4" fmla="*/ 1177222 h 2377070"/>
                                        <a:gd name="connsiteX5" fmla="*/ 108857 w 3755571"/>
                                        <a:gd name="connsiteY5" fmla="*/ 1220765 h 2377070"/>
                                        <a:gd name="connsiteX6" fmla="*/ 283028 w 3755571"/>
                                        <a:gd name="connsiteY6" fmla="*/ 1405822 h 2377070"/>
                                        <a:gd name="connsiteX7" fmla="*/ 468086 w 3755571"/>
                                        <a:gd name="connsiteY7" fmla="*/ 1634422 h 2377070"/>
                                        <a:gd name="connsiteX8" fmla="*/ 674914 w 3755571"/>
                                        <a:gd name="connsiteY8" fmla="*/ 1863022 h 2377070"/>
                                        <a:gd name="connsiteX9" fmla="*/ 859971 w 3755571"/>
                                        <a:gd name="connsiteY9" fmla="*/ 2004536 h 2377070"/>
                                        <a:gd name="connsiteX10" fmla="*/ 1371600 w 3755571"/>
                                        <a:gd name="connsiteY10" fmla="*/ 2276679 h 2377070"/>
                                        <a:gd name="connsiteX11" fmla="*/ 1643743 w 3755571"/>
                                        <a:gd name="connsiteY11" fmla="*/ 2287565 h 2377070"/>
                                        <a:gd name="connsiteX12" fmla="*/ 1992086 w 3755571"/>
                                        <a:gd name="connsiteY12" fmla="*/ 2309336 h 2377070"/>
                                        <a:gd name="connsiteX13" fmla="*/ 2264228 w 3755571"/>
                                        <a:gd name="connsiteY13" fmla="*/ 2341993 h 2377070"/>
                                        <a:gd name="connsiteX14" fmla="*/ 2525486 w 3755571"/>
                                        <a:gd name="connsiteY14" fmla="*/ 2341993 h 2377070"/>
                                        <a:gd name="connsiteX15" fmla="*/ 2743200 w 3755571"/>
                                        <a:gd name="connsiteY15" fmla="*/ 2352879 h 2377070"/>
                                        <a:gd name="connsiteX16" fmla="*/ 2939143 w 3755571"/>
                                        <a:gd name="connsiteY16" fmla="*/ 2341993 h 2377070"/>
                                        <a:gd name="connsiteX17" fmla="*/ 3135086 w 3755571"/>
                                        <a:gd name="connsiteY17" fmla="*/ 2341993 h 2377070"/>
                                        <a:gd name="connsiteX18" fmla="*/ 3309257 w 3755571"/>
                                        <a:gd name="connsiteY18" fmla="*/ 2374651 h 2377070"/>
                                        <a:gd name="connsiteX19" fmla="*/ 3450771 w 3755571"/>
                                        <a:gd name="connsiteY19" fmla="*/ 2374651 h 2377070"/>
                                        <a:gd name="connsiteX20" fmla="*/ 3592286 w 3755571"/>
                                        <a:gd name="connsiteY20" fmla="*/ 2374651 h 2377070"/>
                                        <a:gd name="connsiteX21" fmla="*/ 3690257 w 3755571"/>
                                        <a:gd name="connsiteY21" fmla="*/ 2363765 h 2377070"/>
                                        <a:gd name="connsiteX22" fmla="*/ 3755571 w 3755571"/>
                                        <a:gd name="connsiteY22" fmla="*/ 2363765 h 2377070"/>
                                        <a:gd name="connsiteX0" fmla="*/ 181982 w 3769331"/>
                                        <a:gd name="connsiteY0" fmla="*/ 0 h 2377070"/>
                                        <a:gd name="connsiteX1" fmla="*/ 13760 w 3769331"/>
                                        <a:gd name="connsiteY1" fmla="*/ 164850 h 2377070"/>
                                        <a:gd name="connsiteX2" fmla="*/ 13760 w 3769331"/>
                                        <a:gd name="connsiteY2" fmla="*/ 556736 h 2377070"/>
                                        <a:gd name="connsiteX3" fmla="*/ 46417 w 3769331"/>
                                        <a:gd name="connsiteY3" fmla="*/ 850651 h 2377070"/>
                                        <a:gd name="connsiteX4" fmla="*/ 100846 w 3769331"/>
                                        <a:gd name="connsiteY4" fmla="*/ 1177222 h 2377070"/>
                                        <a:gd name="connsiteX5" fmla="*/ 122617 w 3769331"/>
                                        <a:gd name="connsiteY5" fmla="*/ 1220765 h 2377070"/>
                                        <a:gd name="connsiteX6" fmla="*/ 296788 w 3769331"/>
                                        <a:gd name="connsiteY6" fmla="*/ 1405822 h 2377070"/>
                                        <a:gd name="connsiteX7" fmla="*/ 481846 w 3769331"/>
                                        <a:gd name="connsiteY7" fmla="*/ 1634422 h 2377070"/>
                                        <a:gd name="connsiteX8" fmla="*/ 688674 w 3769331"/>
                                        <a:gd name="connsiteY8" fmla="*/ 1863022 h 2377070"/>
                                        <a:gd name="connsiteX9" fmla="*/ 873731 w 3769331"/>
                                        <a:gd name="connsiteY9" fmla="*/ 2004536 h 2377070"/>
                                        <a:gd name="connsiteX10" fmla="*/ 1385360 w 3769331"/>
                                        <a:gd name="connsiteY10" fmla="*/ 2276679 h 2377070"/>
                                        <a:gd name="connsiteX11" fmla="*/ 1657503 w 3769331"/>
                                        <a:gd name="connsiteY11" fmla="*/ 2287565 h 2377070"/>
                                        <a:gd name="connsiteX12" fmla="*/ 2005846 w 3769331"/>
                                        <a:gd name="connsiteY12" fmla="*/ 2309336 h 2377070"/>
                                        <a:gd name="connsiteX13" fmla="*/ 2277988 w 3769331"/>
                                        <a:gd name="connsiteY13" fmla="*/ 2341993 h 2377070"/>
                                        <a:gd name="connsiteX14" fmla="*/ 2539246 w 3769331"/>
                                        <a:gd name="connsiteY14" fmla="*/ 2341993 h 2377070"/>
                                        <a:gd name="connsiteX15" fmla="*/ 2756960 w 3769331"/>
                                        <a:gd name="connsiteY15" fmla="*/ 2352879 h 2377070"/>
                                        <a:gd name="connsiteX16" fmla="*/ 2952903 w 3769331"/>
                                        <a:gd name="connsiteY16" fmla="*/ 2341993 h 2377070"/>
                                        <a:gd name="connsiteX17" fmla="*/ 3148846 w 3769331"/>
                                        <a:gd name="connsiteY17" fmla="*/ 2341993 h 2377070"/>
                                        <a:gd name="connsiteX18" fmla="*/ 3323017 w 3769331"/>
                                        <a:gd name="connsiteY18" fmla="*/ 2374651 h 2377070"/>
                                        <a:gd name="connsiteX19" fmla="*/ 3464531 w 3769331"/>
                                        <a:gd name="connsiteY19" fmla="*/ 2374651 h 2377070"/>
                                        <a:gd name="connsiteX20" fmla="*/ 3606046 w 3769331"/>
                                        <a:gd name="connsiteY20" fmla="*/ 2374651 h 2377070"/>
                                        <a:gd name="connsiteX21" fmla="*/ 3704017 w 3769331"/>
                                        <a:gd name="connsiteY21" fmla="*/ 2363765 h 2377070"/>
                                        <a:gd name="connsiteX22" fmla="*/ 3769331 w 3769331"/>
                                        <a:gd name="connsiteY22" fmla="*/ 2363765 h 2377070"/>
                                        <a:gd name="connsiteX0" fmla="*/ 234144 w 3821493"/>
                                        <a:gd name="connsiteY0" fmla="*/ 0 h 2377070"/>
                                        <a:gd name="connsiteX1" fmla="*/ 65922 w 3821493"/>
                                        <a:gd name="connsiteY1" fmla="*/ 164850 h 2377070"/>
                                        <a:gd name="connsiteX2" fmla="*/ 608 w 3821493"/>
                                        <a:gd name="connsiteY2" fmla="*/ 426108 h 2377070"/>
                                        <a:gd name="connsiteX3" fmla="*/ 98579 w 3821493"/>
                                        <a:gd name="connsiteY3" fmla="*/ 850651 h 2377070"/>
                                        <a:gd name="connsiteX4" fmla="*/ 153008 w 3821493"/>
                                        <a:gd name="connsiteY4" fmla="*/ 1177222 h 2377070"/>
                                        <a:gd name="connsiteX5" fmla="*/ 174779 w 3821493"/>
                                        <a:gd name="connsiteY5" fmla="*/ 1220765 h 2377070"/>
                                        <a:gd name="connsiteX6" fmla="*/ 348950 w 3821493"/>
                                        <a:gd name="connsiteY6" fmla="*/ 1405822 h 2377070"/>
                                        <a:gd name="connsiteX7" fmla="*/ 534008 w 3821493"/>
                                        <a:gd name="connsiteY7" fmla="*/ 1634422 h 2377070"/>
                                        <a:gd name="connsiteX8" fmla="*/ 740836 w 3821493"/>
                                        <a:gd name="connsiteY8" fmla="*/ 1863022 h 2377070"/>
                                        <a:gd name="connsiteX9" fmla="*/ 925893 w 3821493"/>
                                        <a:gd name="connsiteY9" fmla="*/ 2004536 h 2377070"/>
                                        <a:gd name="connsiteX10" fmla="*/ 1437522 w 3821493"/>
                                        <a:gd name="connsiteY10" fmla="*/ 2276679 h 2377070"/>
                                        <a:gd name="connsiteX11" fmla="*/ 1709665 w 3821493"/>
                                        <a:gd name="connsiteY11" fmla="*/ 2287565 h 2377070"/>
                                        <a:gd name="connsiteX12" fmla="*/ 2058008 w 3821493"/>
                                        <a:gd name="connsiteY12" fmla="*/ 2309336 h 2377070"/>
                                        <a:gd name="connsiteX13" fmla="*/ 2330150 w 3821493"/>
                                        <a:gd name="connsiteY13" fmla="*/ 2341993 h 2377070"/>
                                        <a:gd name="connsiteX14" fmla="*/ 2591408 w 3821493"/>
                                        <a:gd name="connsiteY14" fmla="*/ 2341993 h 2377070"/>
                                        <a:gd name="connsiteX15" fmla="*/ 2809122 w 3821493"/>
                                        <a:gd name="connsiteY15" fmla="*/ 2352879 h 2377070"/>
                                        <a:gd name="connsiteX16" fmla="*/ 3005065 w 3821493"/>
                                        <a:gd name="connsiteY16" fmla="*/ 2341993 h 2377070"/>
                                        <a:gd name="connsiteX17" fmla="*/ 3201008 w 3821493"/>
                                        <a:gd name="connsiteY17" fmla="*/ 2341993 h 2377070"/>
                                        <a:gd name="connsiteX18" fmla="*/ 3375179 w 3821493"/>
                                        <a:gd name="connsiteY18" fmla="*/ 2374651 h 2377070"/>
                                        <a:gd name="connsiteX19" fmla="*/ 3516693 w 3821493"/>
                                        <a:gd name="connsiteY19" fmla="*/ 2374651 h 2377070"/>
                                        <a:gd name="connsiteX20" fmla="*/ 3658208 w 3821493"/>
                                        <a:gd name="connsiteY20" fmla="*/ 2374651 h 2377070"/>
                                        <a:gd name="connsiteX21" fmla="*/ 3756179 w 3821493"/>
                                        <a:gd name="connsiteY21" fmla="*/ 2363765 h 2377070"/>
                                        <a:gd name="connsiteX22" fmla="*/ 3821493 w 3821493"/>
                                        <a:gd name="connsiteY22" fmla="*/ 2363765 h 2377070"/>
                                        <a:gd name="connsiteX0" fmla="*/ 247650 w 3834999"/>
                                        <a:gd name="connsiteY0" fmla="*/ 0 h 2377070"/>
                                        <a:gd name="connsiteX1" fmla="*/ 79428 w 3834999"/>
                                        <a:gd name="connsiteY1" fmla="*/ 164850 h 2377070"/>
                                        <a:gd name="connsiteX2" fmla="*/ 14114 w 3834999"/>
                                        <a:gd name="connsiteY2" fmla="*/ 426108 h 2377070"/>
                                        <a:gd name="connsiteX3" fmla="*/ 14113 w 3834999"/>
                                        <a:gd name="connsiteY3" fmla="*/ 741794 h 2377070"/>
                                        <a:gd name="connsiteX4" fmla="*/ 166514 w 3834999"/>
                                        <a:gd name="connsiteY4" fmla="*/ 1177222 h 2377070"/>
                                        <a:gd name="connsiteX5" fmla="*/ 188285 w 3834999"/>
                                        <a:gd name="connsiteY5" fmla="*/ 1220765 h 2377070"/>
                                        <a:gd name="connsiteX6" fmla="*/ 362456 w 3834999"/>
                                        <a:gd name="connsiteY6" fmla="*/ 1405822 h 2377070"/>
                                        <a:gd name="connsiteX7" fmla="*/ 547514 w 3834999"/>
                                        <a:gd name="connsiteY7" fmla="*/ 1634422 h 2377070"/>
                                        <a:gd name="connsiteX8" fmla="*/ 754342 w 3834999"/>
                                        <a:gd name="connsiteY8" fmla="*/ 1863022 h 2377070"/>
                                        <a:gd name="connsiteX9" fmla="*/ 939399 w 3834999"/>
                                        <a:gd name="connsiteY9" fmla="*/ 2004536 h 2377070"/>
                                        <a:gd name="connsiteX10" fmla="*/ 1451028 w 3834999"/>
                                        <a:gd name="connsiteY10" fmla="*/ 2276679 h 2377070"/>
                                        <a:gd name="connsiteX11" fmla="*/ 1723171 w 3834999"/>
                                        <a:gd name="connsiteY11" fmla="*/ 2287565 h 2377070"/>
                                        <a:gd name="connsiteX12" fmla="*/ 2071514 w 3834999"/>
                                        <a:gd name="connsiteY12" fmla="*/ 2309336 h 2377070"/>
                                        <a:gd name="connsiteX13" fmla="*/ 2343656 w 3834999"/>
                                        <a:gd name="connsiteY13" fmla="*/ 2341993 h 2377070"/>
                                        <a:gd name="connsiteX14" fmla="*/ 2604914 w 3834999"/>
                                        <a:gd name="connsiteY14" fmla="*/ 2341993 h 2377070"/>
                                        <a:gd name="connsiteX15" fmla="*/ 2822628 w 3834999"/>
                                        <a:gd name="connsiteY15" fmla="*/ 2352879 h 2377070"/>
                                        <a:gd name="connsiteX16" fmla="*/ 3018571 w 3834999"/>
                                        <a:gd name="connsiteY16" fmla="*/ 2341993 h 2377070"/>
                                        <a:gd name="connsiteX17" fmla="*/ 3214514 w 3834999"/>
                                        <a:gd name="connsiteY17" fmla="*/ 2341993 h 2377070"/>
                                        <a:gd name="connsiteX18" fmla="*/ 3388685 w 3834999"/>
                                        <a:gd name="connsiteY18" fmla="*/ 2374651 h 2377070"/>
                                        <a:gd name="connsiteX19" fmla="*/ 3530199 w 3834999"/>
                                        <a:gd name="connsiteY19" fmla="*/ 2374651 h 2377070"/>
                                        <a:gd name="connsiteX20" fmla="*/ 3671714 w 3834999"/>
                                        <a:gd name="connsiteY20" fmla="*/ 2374651 h 2377070"/>
                                        <a:gd name="connsiteX21" fmla="*/ 3769685 w 3834999"/>
                                        <a:gd name="connsiteY21" fmla="*/ 2363765 h 2377070"/>
                                        <a:gd name="connsiteX22" fmla="*/ 3834999 w 3834999"/>
                                        <a:gd name="connsiteY22" fmla="*/ 2363765 h 2377070"/>
                                        <a:gd name="connsiteX0" fmla="*/ 247650 w 3834999"/>
                                        <a:gd name="connsiteY0" fmla="*/ 0 h 2377070"/>
                                        <a:gd name="connsiteX1" fmla="*/ 79428 w 3834999"/>
                                        <a:gd name="connsiteY1" fmla="*/ 164850 h 2377070"/>
                                        <a:gd name="connsiteX2" fmla="*/ 14114 w 3834999"/>
                                        <a:gd name="connsiteY2" fmla="*/ 426108 h 2377070"/>
                                        <a:gd name="connsiteX3" fmla="*/ 14113 w 3834999"/>
                                        <a:gd name="connsiteY3" fmla="*/ 741794 h 2377070"/>
                                        <a:gd name="connsiteX4" fmla="*/ 166514 w 3834999"/>
                                        <a:gd name="connsiteY4" fmla="*/ 1177222 h 2377070"/>
                                        <a:gd name="connsiteX5" fmla="*/ 362456 w 3834999"/>
                                        <a:gd name="connsiteY5" fmla="*/ 1405822 h 2377070"/>
                                        <a:gd name="connsiteX6" fmla="*/ 547514 w 3834999"/>
                                        <a:gd name="connsiteY6" fmla="*/ 1634422 h 2377070"/>
                                        <a:gd name="connsiteX7" fmla="*/ 754342 w 3834999"/>
                                        <a:gd name="connsiteY7" fmla="*/ 1863022 h 2377070"/>
                                        <a:gd name="connsiteX8" fmla="*/ 939399 w 3834999"/>
                                        <a:gd name="connsiteY8" fmla="*/ 2004536 h 2377070"/>
                                        <a:gd name="connsiteX9" fmla="*/ 1451028 w 3834999"/>
                                        <a:gd name="connsiteY9" fmla="*/ 2276679 h 2377070"/>
                                        <a:gd name="connsiteX10" fmla="*/ 1723171 w 3834999"/>
                                        <a:gd name="connsiteY10" fmla="*/ 2287565 h 2377070"/>
                                        <a:gd name="connsiteX11" fmla="*/ 2071514 w 3834999"/>
                                        <a:gd name="connsiteY11" fmla="*/ 2309336 h 2377070"/>
                                        <a:gd name="connsiteX12" fmla="*/ 2343656 w 3834999"/>
                                        <a:gd name="connsiteY12" fmla="*/ 2341993 h 2377070"/>
                                        <a:gd name="connsiteX13" fmla="*/ 2604914 w 3834999"/>
                                        <a:gd name="connsiteY13" fmla="*/ 2341993 h 2377070"/>
                                        <a:gd name="connsiteX14" fmla="*/ 2822628 w 3834999"/>
                                        <a:gd name="connsiteY14" fmla="*/ 2352879 h 2377070"/>
                                        <a:gd name="connsiteX15" fmla="*/ 3018571 w 3834999"/>
                                        <a:gd name="connsiteY15" fmla="*/ 2341993 h 2377070"/>
                                        <a:gd name="connsiteX16" fmla="*/ 3214514 w 3834999"/>
                                        <a:gd name="connsiteY16" fmla="*/ 2341993 h 2377070"/>
                                        <a:gd name="connsiteX17" fmla="*/ 3388685 w 3834999"/>
                                        <a:gd name="connsiteY17" fmla="*/ 2374651 h 2377070"/>
                                        <a:gd name="connsiteX18" fmla="*/ 3530199 w 3834999"/>
                                        <a:gd name="connsiteY18" fmla="*/ 2374651 h 2377070"/>
                                        <a:gd name="connsiteX19" fmla="*/ 3671714 w 3834999"/>
                                        <a:gd name="connsiteY19" fmla="*/ 2374651 h 2377070"/>
                                        <a:gd name="connsiteX20" fmla="*/ 3769685 w 3834999"/>
                                        <a:gd name="connsiteY20" fmla="*/ 2363765 h 2377070"/>
                                        <a:gd name="connsiteX21" fmla="*/ 3834999 w 3834999"/>
                                        <a:gd name="connsiteY21" fmla="*/ 2363765 h 2377070"/>
                                        <a:gd name="connsiteX0" fmla="*/ 247650 w 3834999"/>
                                        <a:gd name="connsiteY0" fmla="*/ 0 h 2377070"/>
                                        <a:gd name="connsiteX1" fmla="*/ 79428 w 3834999"/>
                                        <a:gd name="connsiteY1" fmla="*/ 164850 h 2377070"/>
                                        <a:gd name="connsiteX2" fmla="*/ 14114 w 3834999"/>
                                        <a:gd name="connsiteY2" fmla="*/ 426108 h 2377070"/>
                                        <a:gd name="connsiteX3" fmla="*/ 14113 w 3834999"/>
                                        <a:gd name="connsiteY3" fmla="*/ 741794 h 2377070"/>
                                        <a:gd name="connsiteX4" fmla="*/ 166514 w 3834999"/>
                                        <a:gd name="connsiteY4" fmla="*/ 1177222 h 2377070"/>
                                        <a:gd name="connsiteX5" fmla="*/ 297142 w 3834999"/>
                                        <a:gd name="connsiteY5" fmla="*/ 1449364 h 2377070"/>
                                        <a:gd name="connsiteX6" fmla="*/ 547514 w 3834999"/>
                                        <a:gd name="connsiteY6" fmla="*/ 1634422 h 2377070"/>
                                        <a:gd name="connsiteX7" fmla="*/ 754342 w 3834999"/>
                                        <a:gd name="connsiteY7" fmla="*/ 1863022 h 2377070"/>
                                        <a:gd name="connsiteX8" fmla="*/ 939399 w 3834999"/>
                                        <a:gd name="connsiteY8" fmla="*/ 2004536 h 2377070"/>
                                        <a:gd name="connsiteX9" fmla="*/ 1451028 w 3834999"/>
                                        <a:gd name="connsiteY9" fmla="*/ 2276679 h 2377070"/>
                                        <a:gd name="connsiteX10" fmla="*/ 1723171 w 3834999"/>
                                        <a:gd name="connsiteY10" fmla="*/ 2287565 h 2377070"/>
                                        <a:gd name="connsiteX11" fmla="*/ 2071514 w 3834999"/>
                                        <a:gd name="connsiteY11" fmla="*/ 2309336 h 2377070"/>
                                        <a:gd name="connsiteX12" fmla="*/ 2343656 w 3834999"/>
                                        <a:gd name="connsiteY12" fmla="*/ 2341993 h 2377070"/>
                                        <a:gd name="connsiteX13" fmla="*/ 2604914 w 3834999"/>
                                        <a:gd name="connsiteY13" fmla="*/ 2341993 h 2377070"/>
                                        <a:gd name="connsiteX14" fmla="*/ 2822628 w 3834999"/>
                                        <a:gd name="connsiteY14" fmla="*/ 2352879 h 2377070"/>
                                        <a:gd name="connsiteX15" fmla="*/ 3018571 w 3834999"/>
                                        <a:gd name="connsiteY15" fmla="*/ 2341993 h 2377070"/>
                                        <a:gd name="connsiteX16" fmla="*/ 3214514 w 3834999"/>
                                        <a:gd name="connsiteY16" fmla="*/ 2341993 h 2377070"/>
                                        <a:gd name="connsiteX17" fmla="*/ 3388685 w 3834999"/>
                                        <a:gd name="connsiteY17" fmla="*/ 2374651 h 2377070"/>
                                        <a:gd name="connsiteX18" fmla="*/ 3530199 w 3834999"/>
                                        <a:gd name="connsiteY18" fmla="*/ 2374651 h 2377070"/>
                                        <a:gd name="connsiteX19" fmla="*/ 3671714 w 3834999"/>
                                        <a:gd name="connsiteY19" fmla="*/ 2374651 h 2377070"/>
                                        <a:gd name="connsiteX20" fmla="*/ 3769685 w 3834999"/>
                                        <a:gd name="connsiteY20" fmla="*/ 2363765 h 2377070"/>
                                        <a:gd name="connsiteX21" fmla="*/ 3834999 w 3834999"/>
                                        <a:gd name="connsiteY21" fmla="*/ 2363765 h 2377070"/>
                                        <a:gd name="connsiteX0" fmla="*/ 247650 w 3834999"/>
                                        <a:gd name="connsiteY0" fmla="*/ 0 h 2377070"/>
                                        <a:gd name="connsiteX1" fmla="*/ 79428 w 3834999"/>
                                        <a:gd name="connsiteY1" fmla="*/ 164850 h 2377070"/>
                                        <a:gd name="connsiteX2" fmla="*/ 14114 w 3834999"/>
                                        <a:gd name="connsiteY2" fmla="*/ 426108 h 2377070"/>
                                        <a:gd name="connsiteX3" fmla="*/ 14113 w 3834999"/>
                                        <a:gd name="connsiteY3" fmla="*/ 741794 h 2377070"/>
                                        <a:gd name="connsiteX4" fmla="*/ 166514 w 3834999"/>
                                        <a:gd name="connsiteY4" fmla="*/ 1177222 h 2377070"/>
                                        <a:gd name="connsiteX5" fmla="*/ 297142 w 3834999"/>
                                        <a:gd name="connsiteY5" fmla="*/ 1449364 h 2377070"/>
                                        <a:gd name="connsiteX6" fmla="*/ 514857 w 3834999"/>
                                        <a:gd name="connsiteY6" fmla="*/ 1677965 h 2377070"/>
                                        <a:gd name="connsiteX7" fmla="*/ 754342 w 3834999"/>
                                        <a:gd name="connsiteY7" fmla="*/ 1863022 h 2377070"/>
                                        <a:gd name="connsiteX8" fmla="*/ 939399 w 3834999"/>
                                        <a:gd name="connsiteY8" fmla="*/ 2004536 h 2377070"/>
                                        <a:gd name="connsiteX9" fmla="*/ 1451028 w 3834999"/>
                                        <a:gd name="connsiteY9" fmla="*/ 2276679 h 2377070"/>
                                        <a:gd name="connsiteX10" fmla="*/ 1723171 w 3834999"/>
                                        <a:gd name="connsiteY10" fmla="*/ 2287565 h 2377070"/>
                                        <a:gd name="connsiteX11" fmla="*/ 2071514 w 3834999"/>
                                        <a:gd name="connsiteY11" fmla="*/ 2309336 h 2377070"/>
                                        <a:gd name="connsiteX12" fmla="*/ 2343656 w 3834999"/>
                                        <a:gd name="connsiteY12" fmla="*/ 2341993 h 2377070"/>
                                        <a:gd name="connsiteX13" fmla="*/ 2604914 w 3834999"/>
                                        <a:gd name="connsiteY13" fmla="*/ 2341993 h 2377070"/>
                                        <a:gd name="connsiteX14" fmla="*/ 2822628 w 3834999"/>
                                        <a:gd name="connsiteY14" fmla="*/ 2352879 h 2377070"/>
                                        <a:gd name="connsiteX15" fmla="*/ 3018571 w 3834999"/>
                                        <a:gd name="connsiteY15" fmla="*/ 2341993 h 2377070"/>
                                        <a:gd name="connsiteX16" fmla="*/ 3214514 w 3834999"/>
                                        <a:gd name="connsiteY16" fmla="*/ 2341993 h 2377070"/>
                                        <a:gd name="connsiteX17" fmla="*/ 3388685 w 3834999"/>
                                        <a:gd name="connsiteY17" fmla="*/ 2374651 h 2377070"/>
                                        <a:gd name="connsiteX18" fmla="*/ 3530199 w 3834999"/>
                                        <a:gd name="connsiteY18" fmla="*/ 2374651 h 2377070"/>
                                        <a:gd name="connsiteX19" fmla="*/ 3671714 w 3834999"/>
                                        <a:gd name="connsiteY19" fmla="*/ 2374651 h 2377070"/>
                                        <a:gd name="connsiteX20" fmla="*/ 3769685 w 3834999"/>
                                        <a:gd name="connsiteY20" fmla="*/ 2363765 h 2377070"/>
                                        <a:gd name="connsiteX21" fmla="*/ 3834999 w 3834999"/>
                                        <a:gd name="connsiteY21" fmla="*/ 2363765 h 2377070"/>
                                        <a:gd name="connsiteX0" fmla="*/ 247650 w 3834999"/>
                                        <a:gd name="connsiteY0" fmla="*/ 0 h 2377070"/>
                                        <a:gd name="connsiteX1" fmla="*/ 79428 w 3834999"/>
                                        <a:gd name="connsiteY1" fmla="*/ 164850 h 2377070"/>
                                        <a:gd name="connsiteX2" fmla="*/ 14114 w 3834999"/>
                                        <a:gd name="connsiteY2" fmla="*/ 426108 h 2377070"/>
                                        <a:gd name="connsiteX3" fmla="*/ 14113 w 3834999"/>
                                        <a:gd name="connsiteY3" fmla="*/ 741794 h 2377070"/>
                                        <a:gd name="connsiteX4" fmla="*/ 166514 w 3834999"/>
                                        <a:gd name="connsiteY4" fmla="*/ 1177222 h 2377070"/>
                                        <a:gd name="connsiteX5" fmla="*/ 297142 w 3834999"/>
                                        <a:gd name="connsiteY5" fmla="*/ 1449364 h 2377070"/>
                                        <a:gd name="connsiteX6" fmla="*/ 514857 w 3834999"/>
                                        <a:gd name="connsiteY6" fmla="*/ 1677965 h 2377070"/>
                                        <a:gd name="connsiteX7" fmla="*/ 754342 w 3834999"/>
                                        <a:gd name="connsiteY7" fmla="*/ 1863022 h 2377070"/>
                                        <a:gd name="connsiteX8" fmla="*/ 1048257 w 3834999"/>
                                        <a:gd name="connsiteY8" fmla="*/ 2080736 h 2377070"/>
                                        <a:gd name="connsiteX9" fmla="*/ 1451028 w 3834999"/>
                                        <a:gd name="connsiteY9" fmla="*/ 2276679 h 2377070"/>
                                        <a:gd name="connsiteX10" fmla="*/ 1723171 w 3834999"/>
                                        <a:gd name="connsiteY10" fmla="*/ 2287565 h 2377070"/>
                                        <a:gd name="connsiteX11" fmla="*/ 2071514 w 3834999"/>
                                        <a:gd name="connsiteY11" fmla="*/ 2309336 h 2377070"/>
                                        <a:gd name="connsiteX12" fmla="*/ 2343656 w 3834999"/>
                                        <a:gd name="connsiteY12" fmla="*/ 2341993 h 2377070"/>
                                        <a:gd name="connsiteX13" fmla="*/ 2604914 w 3834999"/>
                                        <a:gd name="connsiteY13" fmla="*/ 2341993 h 2377070"/>
                                        <a:gd name="connsiteX14" fmla="*/ 2822628 w 3834999"/>
                                        <a:gd name="connsiteY14" fmla="*/ 2352879 h 2377070"/>
                                        <a:gd name="connsiteX15" fmla="*/ 3018571 w 3834999"/>
                                        <a:gd name="connsiteY15" fmla="*/ 2341993 h 2377070"/>
                                        <a:gd name="connsiteX16" fmla="*/ 3214514 w 3834999"/>
                                        <a:gd name="connsiteY16" fmla="*/ 2341993 h 2377070"/>
                                        <a:gd name="connsiteX17" fmla="*/ 3388685 w 3834999"/>
                                        <a:gd name="connsiteY17" fmla="*/ 2374651 h 2377070"/>
                                        <a:gd name="connsiteX18" fmla="*/ 3530199 w 3834999"/>
                                        <a:gd name="connsiteY18" fmla="*/ 2374651 h 2377070"/>
                                        <a:gd name="connsiteX19" fmla="*/ 3671714 w 3834999"/>
                                        <a:gd name="connsiteY19" fmla="*/ 2374651 h 2377070"/>
                                        <a:gd name="connsiteX20" fmla="*/ 3769685 w 3834999"/>
                                        <a:gd name="connsiteY20" fmla="*/ 2363765 h 2377070"/>
                                        <a:gd name="connsiteX21" fmla="*/ 3834999 w 3834999"/>
                                        <a:gd name="connsiteY21" fmla="*/ 2363765 h 2377070"/>
                                        <a:gd name="connsiteX0" fmla="*/ 247650 w 3834999"/>
                                        <a:gd name="connsiteY0" fmla="*/ 0 h 2377070"/>
                                        <a:gd name="connsiteX1" fmla="*/ 79428 w 3834999"/>
                                        <a:gd name="connsiteY1" fmla="*/ 164850 h 2377070"/>
                                        <a:gd name="connsiteX2" fmla="*/ 14114 w 3834999"/>
                                        <a:gd name="connsiteY2" fmla="*/ 426108 h 2377070"/>
                                        <a:gd name="connsiteX3" fmla="*/ 14113 w 3834999"/>
                                        <a:gd name="connsiteY3" fmla="*/ 741794 h 2377070"/>
                                        <a:gd name="connsiteX4" fmla="*/ 166514 w 3834999"/>
                                        <a:gd name="connsiteY4" fmla="*/ 1177222 h 2377070"/>
                                        <a:gd name="connsiteX5" fmla="*/ 297142 w 3834999"/>
                                        <a:gd name="connsiteY5" fmla="*/ 1449364 h 2377070"/>
                                        <a:gd name="connsiteX6" fmla="*/ 514857 w 3834999"/>
                                        <a:gd name="connsiteY6" fmla="*/ 1677965 h 2377070"/>
                                        <a:gd name="connsiteX7" fmla="*/ 754342 w 3834999"/>
                                        <a:gd name="connsiteY7" fmla="*/ 1863022 h 2377070"/>
                                        <a:gd name="connsiteX8" fmla="*/ 1048257 w 3834999"/>
                                        <a:gd name="connsiteY8" fmla="*/ 2080736 h 2377070"/>
                                        <a:gd name="connsiteX9" fmla="*/ 1298628 w 3834999"/>
                                        <a:gd name="connsiteY9" fmla="*/ 2211365 h 2377070"/>
                                        <a:gd name="connsiteX10" fmla="*/ 1723171 w 3834999"/>
                                        <a:gd name="connsiteY10" fmla="*/ 2287565 h 2377070"/>
                                        <a:gd name="connsiteX11" fmla="*/ 2071514 w 3834999"/>
                                        <a:gd name="connsiteY11" fmla="*/ 2309336 h 2377070"/>
                                        <a:gd name="connsiteX12" fmla="*/ 2343656 w 3834999"/>
                                        <a:gd name="connsiteY12" fmla="*/ 2341993 h 2377070"/>
                                        <a:gd name="connsiteX13" fmla="*/ 2604914 w 3834999"/>
                                        <a:gd name="connsiteY13" fmla="*/ 2341993 h 2377070"/>
                                        <a:gd name="connsiteX14" fmla="*/ 2822628 w 3834999"/>
                                        <a:gd name="connsiteY14" fmla="*/ 2352879 h 2377070"/>
                                        <a:gd name="connsiteX15" fmla="*/ 3018571 w 3834999"/>
                                        <a:gd name="connsiteY15" fmla="*/ 2341993 h 2377070"/>
                                        <a:gd name="connsiteX16" fmla="*/ 3214514 w 3834999"/>
                                        <a:gd name="connsiteY16" fmla="*/ 2341993 h 2377070"/>
                                        <a:gd name="connsiteX17" fmla="*/ 3388685 w 3834999"/>
                                        <a:gd name="connsiteY17" fmla="*/ 2374651 h 2377070"/>
                                        <a:gd name="connsiteX18" fmla="*/ 3530199 w 3834999"/>
                                        <a:gd name="connsiteY18" fmla="*/ 2374651 h 2377070"/>
                                        <a:gd name="connsiteX19" fmla="*/ 3671714 w 3834999"/>
                                        <a:gd name="connsiteY19" fmla="*/ 2374651 h 2377070"/>
                                        <a:gd name="connsiteX20" fmla="*/ 3769685 w 3834999"/>
                                        <a:gd name="connsiteY20" fmla="*/ 2363765 h 2377070"/>
                                        <a:gd name="connsiteX21" fmla="*/ 3834999 w 3834999"/>
                                        <a:gd name="connsiteY21" fmla="*/ 2363765 h 2377070"/>
                                        <a:gd name="connsiteX0" fmla="*/ 247650 w 3834999"/>
                                        <a:gd name="connsiteY0" fmla="*/ 0 h 2377525"/>
                                        <a:gd name="connsiteX1" fmla="*/ 79428 w 3834999"/>
                                        <a:gd name="connsiteY1" fmla="*/ 164850 h 2377525"/>
                                        <a:gd name="connsiteX2" fmla="*/ 14114 w 3834999"/>
                                        <a:gd name="connsiteY2" fmla="*/ 426108 h 2377525"/>
                                        <a:gd name="connsiteX3" fmla="*/ 14113 w 3834999"/>
                                        <a:gd name="connsiteY3" fmla="*/ 741794 h 2377525"/>
                                        <a:gd name="connsiteX4" fmla="*/ 166514 w 3834999"/>
                                        <a:gd name="connsiteY4" fmla="*/ 1177222 h 2377525"/>
                                        <a:gd name="connsiteX5" fmla="*/ 297142 w 3834999"/>
                                        <a:gd name="connsiteY5" fmla="*/ 1449364 h 2377525"/>
                                        <a:gd name="connsiteX6" fmla="*/ 514857 w 3834999"/>
                                        <a:gd name="connsiteY6" fmla="*/ 1677965 h 2377525"/>
                                        <a:gd name="connsiteX7" fmla="*/ 754342 w 3834999"/>
                                        <a:gd name="connsiteY7" fmla="*/ 1863022 h 2377525"/>
                                        <a:gd name="connsiteX8" fmla="*/ 1048257 w 3834999"/>
                                        <a:gd name="connsiteY8" fmla="*/ 2080736 h 2377525"/>
                                        <a:gd name="connsiteX9" fmla="*/ 1298628 w 3834999"/>
                                        <a:gd name="connsiteY9" fmla="*/ 2211365 h 2377525"/>
                                        <a:gd name="connsiteX10" fmla="*/ 1723171 w 3834999"/>
                                        <a:gd name="connsiteY10" fmla="*/ 2287565 h 2377525"/>
                                        <a:gd name="connsiteX11" fmla="*/ 2071514 w 3834999"/>
                                        <a:gd name="connsiteY11" fmla="*/ 2309336 h 2377525"/>
                                        <a:gd name="connsiteX12" fmla="*/ 2343656 w 3834999"/>
                                        <a:gd name="connsiteY12" fmla="*/ 2341993 h 2377525"/>
                                        <a:gd name="connsiteX13" fmla="*/ 2604914 w 3834999"/>
                                        <a:gd name="connsiteY13" fmla="*/ 2341993 h 2377525"/>
                                        <a:gd name="connsiteX14" fmla="*/ 2822628 w 3834999"/>
                                        <a:gd name="connsiteY14" fmla="*/ 2352879 h 2377525"/>
                                        <a:gd name="connsiteX15" fmla="*/ 3018571 w 3834999"/>
                                        <a:gd name="connsiteY15" fmla="*/ 2341993 h 2377525"/>
                                        <a:gd name="connsiteX16" fmla="*/ 3214514 w 3834999"/>
                                        <a:gd name="connsiteY16" fmla="*/ 2341993 h 2377525"/>
                                        <a:gd name="connsiteX17" fmla="*/ 3530199 w 3834999"/>
                                        <a:gd name="connsiteY17" fmla="*/ 2374651 h 2377525"/>
                                        <a:gd name="connsiteX18" fmla="*/ 3671714 w 3834999"/>
                                        <a:gd name="connsiteY18" fmla="*/ 2374651 h 2377525"/>
                                        <a:gd name="connsiteX19" fmla="*/ 3769685 w 3834999"/>
                                        <a:gd name="connsiteY19" fmla="*/ 2363765 h 2377525"/>
                                        <a:gd name="connsiteX20" fmla="*/ 3834999 w 3834999"/>
                                        <a:gd name="connsiteY20" fmla="*/ 2363765 h 2377525"/>
                                        <a:gd name="connsiteX0" fmla="*/ 247650 w 3834999"/>
                                        <a:gd name="connsiteY0" fmla="*/ 0 h 2374651"/>
                                        <a:gd name="connsiteX1" fmla="*/ 79428 w 3834999"/>
                                        <a:gd name="connsiteY1" fmla="*/ 164850 h 2374651"/>
                                        <a:gd name="connsiteX2" fmla="*/ 14114 w 3834999"/>
                                        <a:gd name="connsiteY2" fmla="*/ 426108 h 2374651"/>
                                        <a:gd name="connsiteX3" fmla="*/ 14113 w 3834999"/>
                                        <a:gd name="connsiteY3" fmla="*/ 741794 h 2374651"/>
                                        <a:gd name="connsiteX4" fmla="*/ 166514 w 3834999"/>
                                        <a:gd name="connsiteY4" fmla="*/ 1177222 h 2374651"/>
                                        <a:gd name="connsiteX5" fmla="*/ 297142 w 3834999"/>
                                        <a:gd name="connsiteY5" fmla="*/ 1449364 h 2374651"/>
                                        <a:gd name="connsiteX6" fmla="*/ 514857 w 3834999"/>
                                        <a:gd name="connsiteY6" fmla="*/ 1677965 h 2374651"/>
                                        <a:gd name="connsiteX7" fmla="*/ 754342 w 3834999"/>
                                        <a:gd name="connsiteY7" fmla="*/ 1863022 h 2374651"/>
                                        <a:gd name="connsiteX8" fmla="*/ 1048257 w 3834999"/>
                                        <a:gd name="connsiteY8" fmla="*/ 2080736 h 2374651"/>
                                        <a:gd name="connsiteX9" fmla="*/ 1298628 w 3834999"/>
                                        <a:gd name="connsiteY9" fmla="*/ 2211365 h 2374651"/>
                                        <a:gd name="connsiteX10" fmla="*/ 1723171 w 3834999"/>
                                        <a:gd name="connsiteY10" fmla="*/ 2287565 h 2374651"/>
                                        <a:gd name="connsiteX11" fmla="*/ 2071514 w 3834999"/>
                                        <a:gd name="connsiteY11" fmla="*/ 2309336 h 2374651"/>
                                        <a:gd name="connsiteX12" fmla="*/ 2343656 w 3834999"/>
                                        <a:gd name="connsiteY12" fmla="*/ 2341993 h 2374651"/>
                                        <a:gd name="connsiteX13" fmla="*/ 2604914 w 3834999"/>
                                        <a:gd name="connsiteY13" fmla="*/ 2341993 h 2374651"/>
                                        <a:gd name="connsiteX14" fmla="*/ 2822628 w 3834999"/>
                                        <a:gd name="connsiteY14" fmla="*/ 2352879 h 2374651"/>
                                        <a:gd name="connsiteX15" fmla="*/ 3018571 w 3834999"/>
                                        <a:gd name="connsiteY15" fmla="*/ 2341993 h 2374651"/>
                                        <a:gd name="connsiteX16" fmla="*/ 3214514 w 3834999"/>
                                        <a:gd name="connsiteY16" fmla="*/ 2341993 h 2374651"/>
                                        <a:gd name="connsiteX17" fmla="*/ 3530199 w 3834999"/>
                                        <a:gd name="connsiteY17" fmla="*/ 2374651 h 2374651"/>
                                        <a:gd name="connsiteX18" fmla="*/ 3769685 w 3834999"/>
                                        <a:gd name="connsiteY18" fmla="*/ 2363765 h 2374651"/>
                                        <a:gd name="connsiteX19" fmla="*/ 3834999 w 3834999"/>
                                        <a:gd name="connsiteY19" fmla="*/ 2363765 h 2374651"/>
                                        <a:gd name="connsiteX0" fmla="*/ 247650 w 3834999"/>
                                        <a:gd name="connsiteY0" fmla="*/ 0 h 2365193"/>
                                        <a:gd name="connsiteX1" fmla="*/ 79428 w 3834999"/>
                                        <a:gd name="connsiteY1" fmla="*/ 164850 h 2365193"/>
                                        <a:gd name="connsiteX2" fmla="*/ 14114 w 3834999"/>
                                        <a:gd name="connsiteY2" fmla="*/ 426108 h 2365193"/>
                                        <a:gd name="connsiteX3" fmla="*/ 14113 w 3834999"/>
                                        <a:gd name="connsiteY3" fmla="*/ 741794 h 2365193"/>
                                        <a:gd name="connsiteX4" fmla="*/ 166514 w 3834999"/>
                                        <a:gd name="connsiteY4" fmla="*/ 1177222 h 2365193"/>
                                        <a:gd name="connsiteX5" fmla="*/ 297142 w 3834999"/>
                                        <a:gd name="connsiteY5" fmla="*/ 1449364 h 2365193"/>
                                        <a:gd name="connsiteX6" fmla="*/ 514857 w 3834999"/>
                                        <a:gd name="connsiteY6" fmla="*/ 1677965 h 2365193"/>
                                        <a:gd name="connsiteX7" fmla="*/ 754342 w 3834999"/>
                                        <a:gd name="connsiteY7" fmla="*/ 1863022 h 2365193"/>
                                        <a:gd name="connsiteX8" fmla="*/ 1048257 w 3834999"/>
                                        <a:gd name="connsiteY8" fmla="*/ 2080736 h 2365193"/>
                                        <a:gd name="connsiteX9" fmla="*/ 1298628 w 3834999"/>
                                        <a:gd name="connsiteY9" fmla="*/ 2211365 h 2365193"/>
                                        <a:gd name="connsiteX10" fmla="*/ 1723171 w 3834999"/>
                                        <a:gd name="connsiteY10" fmla="*/ 2287565 h 2365193"/>
                                        <a:gd name="connsiteX11" fmla="*/ 2071514 w 3834999"/>
                                        <a:gd name="connsiteY11" fmla="*/ 2309336 h 2365193"/>
                                        <a:gd name="connsiteX12" fmla="*/ 2343656 w 3834999"/>
                                        <a:gd name="connsiteY12" fmla="*/ 2341993 h 2365193"/>
                                        <a:gd name="connsiteX13" fmla="*/ 2604914 w 3834999"/>
                                        <a:gd name="connsiteY13" fmla="*/ 2341993 h 2365193"/>
                                        <a:gd name="connsiteX14" fmla="*/ 2822628 w 3834999"/>
                                        <a:gd name="connsiteY14" fmla="*/ 2352879 h 2365193"/>
                                        <a:gd name="connsiteX15" fmla="*/ 3018571 w 3834999"/>
                                        <a:gd name="connsiteY15" fmla="*/ 2341993 h 2365193"/>
                                        <a:gd name="connsiteX16" fmla="*/ 3214514 w 3834999"/>
                                        <a:gd name="connsiteY16" fmla="*/ 2341993 h 2365193"/>
                                        <a:gd name="connsiteX17" fmla="*/ 3530199 w 3834999"/>
                                        <a:gd name="connsiteY17" fmla="*/ 2341994 h 2365193"/>
                                        <a:gd name="connsiteX18" fmla="*/ 3769685 w 3834999"/>
                                        <a:gd name="connsiteY18" fmla="*/ 2363765 h 2365193"/>
                                        <a:gd name="connsiteX19" fmla="*/ 3834999 w 3834999"/>
                                        <a:gd name="connsiteY19" fmla="*/ 2363765 h 2365193"/>
                                        <a:gd name="connsiteX0" fmla="*/ 247650 w 3769685"/>
                                        <a:gd name="connsiteY0" fmla="*/ 0 h 2363765"/>
                                        <a:gd name="connsiteX1" fmla="*/ 79428 w 3769685"/>
                                        <a:gd name="connsiteY1" fmla="*/ 164850 h 2363765"/>
                                        <a:gd name="connsiteX2" fmla="*/ 14114 w 3769685"/>
                                        <a:gd name="connsiteY2" fmla="*/ 426108 h 2363765"/>
                                        <a:gd name="connsiteX3" fmla="*/ 14113 w 3769685"/>
                                        <a:gd name="connsiteY3" fmla="*/ 741794 h 2363765"/>
                                        <a:gd name="connsiteX4" fmla="*/ 166514 w 3769685"/>
                                        <a:gd name="connsiteY4" fmla="*/ 1177222 h 2363765"/>
                                        <a:gd name="connsiteX5" fmla="*/ 297142 w 3769685"/>
                                        <a:gd name="connsiteY5" fmla="*/ 1449364 h 2363765"/>
                                        <a:gd name="connsiteX6" fmla="*/ 514857 w 3769685"/>
                                        <a:gd name="connsiteY6" fmla="*/ 1677965 h 2363765"/>
                                        <a:gd name="connsiteX7" fmla="*/ 754342 w 3769685"/>
                                        <a:gd name="connsiteY7" fmla="*/ 1863022 h 2363765"/>
                                        <a:gd name="connsiteX8" fmla="*/ 1048257 w 3769685"/>
                                        <a:gd name="connsiteY8" fmla="*/ 2080736 h 2363765"/>
                                        <a:gd name="connsiteX9" fmla="*/ 1298628 w 3769685"/>
                                        <a:gd name="connsiteY9" fmla="*/ 2211365 h 2363765"/>
                                        <a:gd name="connsiteX10" fmla="*/ 1723171 w 3769685"/>
                                        <a:gd name="connsiteY10" fmla="*/ 2287565 h 2363765"/>
                                        <a:gd name="connsiteX11" fmla="*/ 2071514 w 3769685"/>
                                        <a:gd name="connsiteY11" fmla="*/ 2309336 h 2363765"/>
                                        <a:gd name="connsiteX12" fmla="*/ 2343656 w 3769685"/>
                                        <a:gd name="connsiteY12" fmla="*/ 2341993 h 2363765"/>
                                        <a:gd name="connsiteX13" fmla="*/ 2604914 w 3769685"/>
                                        <a:gd name="connsiteY13" fmla="*/ 2341993 h 2363765"/>
                                        <a:gd name="connsiteX14" fmla="*/ 2822628 w 3769685"/>
                                        <a:gd name="connsiteY14" fmla="*/ 2352879 h 2363765"/>
                                        <a:gd name="connsiteX15" fmla="*/ 3018571 w 3769685"/>
                                        <a:gd name="connsiteY15" fmla="*/ 2341993 h 2363765"/>
                                        <a:gd name="connsiteX16" fmla="*/ 3214514 w 3769685"/>
                                        <a:gd name="connsiteY16" fmla="*/ 2341993 h 2363765"/>
                                        <a:gd name="connsiteX17" fmla="*/ 3530199 w 3769685"/>
                                        <a:gd name="connsiteY17" fmla="*/ 2341994 h 2363765"/>
                                        <a:gd name="connsiteX18" fmla="*/ 3769685 w 3769685"/>
                                        <a:gd name="connsiteY18" fmla="*/ 2363765 h 2363765"/>
                                        <a:gd name="connsiteX0" fmla="*/ 247650 w 3769685"/>
                                        <a:gd name="connsiteY0" fmla="*/ 0 h 2363765"/>
                                        <a:gd name="connsiteX1" fmla="*/ 79428 w 3769685"/>
                                        <a:gd name="connsiteY1" fmla="*/ 164850 h 2363765"/>
                                        <a:gd name="connsiteX2" fmla="*/ 14114 w 3769685"/>
                                        <a:gd name="connsiteY2" fmla="*/ 426108 h 2363765"/>
                                        <a:gd name="connsiteX3" fmla="*/ 14113 w 3769685"/>
                                        <a:gd name="connsiteY3" fmla="*/ 741794 h 2363765"/>
                                        <a:gd name="connsiteX4" fmla="*/ 166514 w 3769685"/>
                                        <a:gd name="connsiteY4" fmla="*/ 1177222 h 2363765"/>
                                        <a:gd name="connsiteX5" fmla="*/ 514857 w 3769685"/>
                                        <a:gd name="connsiteY5" fmla="*/ 1677965 h 2363765"/>
                                        <a:gd name="connsiteX6" fmla="*/ 754342 w 3769685"/>
                                        <a:gd name="connsiteY6" fmla="*/ 1863022 h 2363765"/>
                                        <a:gd name="connsiteX7" fmla="*/ 1048257 w 3769685"/>
                                        <a:gd name="connsiteY7" fmla="*/ 2080736 h 2363765"/>
                                        <a:gd name="connsiteX8" fmla="*/ 1298628 w 3769685"/>
                                        <a:gd name="connsiteY8" fmla="*/ 2211365 h 2363765"/>
                                        <a:gd name="connsiteX9" fmla="*/ 1723171 w 3769685"/>
                                        <a:gd name="connsiteY9" fmla="*/ 2287565 h 2363765"/>
                                        <a:gd name="connsiteX10" fmla="*/ 2071514 w 3769685"/>
                                        <a:gd name="connsiteY10" fmla="*/ 2309336 h 2363765"/>
                                        <a:gd name="connsiteX11" fmla="*/ 2343656 w 3769685"/>
                                        <a:gd name="connsiteY11" fmla="*/ 2341993 h 2363765"/>
                                        <a:gd name="connsiteX12" fmla="*/ 2604914 w 3769685"/>
                                        <a:gd name="connsiteY12" fmla="*/ 2341993 h 2363765"/>
                                        <a:gd name="connsiteX13" fmla="*/ 2822628 w 3769685"/>
                                        <a:gd name="connsiteY13" fmla="*/ 2352879 h 2363765"/>
                                        <a:gd name="connsiteX14" fmla="*/ 3018571 w 3769685"/>
                                        <a:gd name="connsiteY14" fmla="*/ 2341993 h 2363765"/>
                                        <a:gd name="connsiteX15" fmla="*/ 3214514 w 3769685"/>
                                        <a:gd name="connsiteY15" fmla="*/ 2341993 h 2363765"/>
                                        <a:gd name="connsiteX16" fmla="*/ 3530199 w 3769685"/>
                                        <a:gd name="connsiteY16" fmla="*/ 2341994 h 2363765"/>
                                        <a:gd name="connsiteX17" fmla="*/ 3769685 w 3769685"/>
                                        <a:gd name="connsiteY17" fmla="*/ 2363765 h 2363765"/>
                                        <a:gd name="connsiteX0" fmla="*/ 247650 w 3769685"/>
                                        <a:gd name="connsiteY0" fmla="*/ 0 h 2363765"/>
                                        <a:gd name="connsiteX1" fmla="*/ 79428 w 3769685"/>
                                        <a:gd name="connsiteY1" fmla="*/ 164850 h 2363765"/>
                                        <a:gd name="connsiteX2" fmla="*/ 14114 w 3769685"/>
                                        <a:gd name="connsiteY2" fmla="*/ 426108 h 2363765"/>
                                        <a:gd name="connsiteX3" fmla="*/ 14113 w 3769685"/>
                                        <a:gd name="connsiteY3" fmla="*/ 741794 h 2363765"/>
                                        <a:gd name="connsiteX4" fmla="*/ 166514 w 3769685"/>
                                        <a:gd name="connsiteY4" fmla="*/ 1177222 h 2363765"/>
                                        <a:gd name="connsiteX5" fmla="*/ 514857 w 3769685"/>
                                        <a:gd name="connsiteY5" fmla="*/ 1677965 h 2363765"/>
                                        <a:gd name="connsiteX6" fmla="*/ 1004713 w 3769685"/>
                                        <a:gd name="connsiteY6" fmla="*/ 1743279 h 2363765"/>
                                        <a:gd name="connsiteX7" fmla="*/ 1048257 w 3769685"/>
                                        <a:gd name="connsiteY7" fmla="*/ 2080736 h 2363765"/>
                                        <a:gd name="connsiteX8" fmla="*/ 1298628 w 3769685"/>
                                        <a:gd name="connsiteY8" fmla="*/ 2211365 h 2363765"/>
                                        <a:gd name="connsiteX9" fmla="*/ 1723171 w 3769685"/>
                                        <a:gd name="connsiteY9" fmla="*/ 2287565 h 2363765"/>
                                        <a:gd name="connsiteX10" fmla="*/ 2071514 w 3769685"/>
                                        <a:gd name="connsiteY10" fmla="*/ 2309336 h 2363765"/>
                                        <a:gd name="connsiteX11" fmla="*/ 2343656 w 3769685"/>
                                        <a:gd name="connsiteY11" fmla="*/ 2341993 h 2363765"/>
                                        <a:gd name="connsiteX12" fmla="*/ 2604914 w 3769685"/>
                                        <a:gd name="connsiteY12" fmla="*/ 2341993 h 2363765"/>
                                        <a:gd name="connsiteX13" fmla="*/ 2822628 w 3769685"/>
                                        <a:gd name="connsiteY13" fmla="*/ 2352879 h 2363765"/>
                                        <a:gd name="connsiteX14" fmla="*/ 3018571 w 3769685"/>
                                        <a:gd name="connsiteY14" fmla="*/ 2341993 h 2363765"/>
                                        <a:gd name="connsiteX15" fmla="*/ 3214514 w 3769685"/>
                                        <a:gd name="connsiteY15" fmla="*/ 2341993 h 2363765"/>
                                        <a:gd name="connsiteX16" fmla="*/ 3530199 w 3769685"/>
                                        <a:gd name="connsiteY16" fmla="*/ 2341994 h 2363765"/>
                                        <a:gd name="connsiteX17" fmla="*/ 3769685 w 3769685"/>
                                        <a:gd name="connsiteY17" fmla="*/ 2363765 h 2363765"/>
                                        <a:gd name="connsiteX0" fmla="*/ 247650 w 3769685"/>
                                        <a:gd name="connsiteY0" fmla="*/ 0 h 2363765"/>
                                        <a:gd name="connsiteX1" fmla="*/ 79428 w 3769685"/>
                                        <a:gd name="connsiteY1" fmla="*/ 164850 h 2363765"/>
                                        <a:gd name="connsiteX2" fmla="*/ 14114 w 3769685"/>
                                        <a:gd name="connsiteY2" fmla="*/ 426108 h 2363765"/>
                                        <a:gd name="connsiteX3" fmla="*/ 14113 w 3769685"/>
                                        <a:gd name="connsiteY3" fmla="*/ 741794 h 2363765"/>
                                        <a:gd name="connsiteX4" fmla="*/ 166514 w 3769685"/>
                                        <a:gd name="connsiteY4" fmla="*/ 1177222 h 2363765"/>
                                        <a:gd name="connsiteX5" fmla="*/ 514857 w 3769685"/>
                                        <a:gd name="connsiteY5" fmla="*/ 1677965 h 2363765"/>
                                        <a:gd name="connsiteX6" fmla="*/ 1004713 w 3769685"/>
                                        <a:gd name="connsiteY6" fmla="*/ 1743279 h 2363765"/>
                                        <a:gd name="connsiteX7" fmla="*/ 1298628 w 3769685"/>
                                        <a:gd name="connsiteY7" fmla="*/ 1808593 h 2363765"/>
                                        <a:gd name="connsiteX8" fmla="*/ 1298628 w 3769685"/>
                                        <a:gd name="connsiteY8" fmla="*/ 2211365 h 2363765"/>
                                        <a:gd name="connsiteX9" fmla="*/ 1723171 w 3769685"/>
                                        <a:gd name="connsiteY9" fmla="*/ 2287565 h 2363765"/>
                                        <a:gd name="connsiteX10" fmla="*/ 2071514 w 3769685"/>
                                        <a:gd name="connsiteY10" fmla="*/ 2309336 h 2363765"/>
                                        <a:gd name="connsiteX11" fmla="*/ 2343656 w 3769685"/>
                                        <a:gd name="connsiteY11" fmla="*/ 2341993 h 2363765"/>
                                        <a:gd name="connsiteX12" fmla="*/ 2604914 w 3769685"/>
                                        <a:gd name="connsiteY12" fmla="*/ 2341993 h 2363765"/>
                                        <a:gd name="connsiteX13" fmla="*/ 2822628 w 3769685"/>
                                        <a:gd name="connsiteY13" fmla="*/ 2352879 h 2363765"/>
                                        <a:gd name="connsiteX14" fmla="*/ 3018571 w 3769685"/>
                                        <a:gd name="connsiteY14" fmla="*/ 2341993 h 2363765"/>
                                        <a:gd name="connsiteX15" fmla="*/ 3214514 w 3769685"/>
                                        <a:gd name="connsiteY15" fmla="*/ 2341993 h 2363765"/>
                                        <a:gd name="connsiteX16" fmla="*/ 3530199 w 3769685"/>
                                        <a:gd name="connsiteY16" fmla="*/ 2341994 h 2363765"/>
                                        <a:gd name="connsiteX17" fmla="*/ 3769685 w 3769685"/>
                                        <a:gd name="connsiteY17" fmla="*/ 2363765 h 2363765"/>
                                        <a:gd name="connsiteX0" fmla="*/ 247650 w 3769685"/>
                                        <a:gd name="connsiteY0" fmla="*/ 0 h 2363765"/>
                                        <a:gd name="connsiteX1" fmla="*/ 79428 w 3769685"/>
                                        <a:gd name="connsiteY1" fmla="*/ 164850 h 2363765"/>
                                        <a:gd name="connsiteX2" fmla="*/ 14114 w 3769685"/>
                                        <a:gd name="connsiteY2" fmla="*/ 426108 h 2363765"/>
                                        <a:gd name="connsiteX3" fmla="*/ 14113 w 3769685"/>
                                        <a:gd name="connsiteY3" fmla="*/ 741794 h 2363765"/>
                                        <a:gd name="connsiteX4" fmla="*/ 166514 w 3769685"/>
                                        <a:gd name="connsiteY4" fmla="*/ 1177222 h 2363765"/>
                                        <a:gd name="connsiteX5" fmla="*/ 514857 w 3769685"/>
                                        <a:gd name="connsiteY5" fmla="*/ 1677965 h 2363765"/>
                                        <a:gd name="connsiteX6" fmla="*/ 1080913 w 3769685"/>
                                        <a:gd name="connsiteY6" fmla="*/ 1667079 h 2363765"/>
                                        <a:gd name="connsiteX7" fmla="*/ 1298628 w 3769685"/>
                                        <a:gd name="connsiteY7" fmla="*/ 1808593 h 2363765"/>
                                        <a:gd name="connsiteX8" fmla="*/ 1298628 w 3769685"/>
                                        <a:gd name="connsiteY8" fmla="*/ 2211365 h 2363765"/>
                                        <a:gd name="connsiteX9" fmla="*/ 1723171 w 3769685"/>
                                        <a:gd name="connsiteY9" fmla="*/ 2287565 h 2363765"/>
                                        <a:gd name="connsiteX10" fmla="*/ 2071514 w 3769685"/>
                                        <a:gd name="connsiteY10" fmla="*/ 2309336 h 2363765"/>
                                        <a:gd name="connsiteX11" fmla="*/ 2343656 w 3769685"/>
                                        <a:gd name="connsiteY11" fmla="*/ 2341993 h 2363765"/>
                                        <a:gd name="connsiteX12" fmla="*/ 2604914 w 3769685"/>
                                        <a:gd name="connsiteY12" fmla="*/ 2341993 h 2363765"/>
                                        <a:gd name="connsiteX13" fmla="*/ 2822628 w 3769685"/>
                                        <a:gd name="connsiteY13" fmla="*/ 2352879 h 2363765"/>
                                        <a:gd name="connsiteX14" fmla="*/ 3018571 w 3769685"/>
                                        <a:gd name="connsiteY14" fmla="*/ 2341993 h 2363765"/>
                                        <a:gd name="connsiteX15" fmla="*/ 3214514 w 3769685"/>
                                        <a:gd name="connsiteY15" fmla="*/ 2341993 h 2363765"/>
                                        <a:gd name="connsiteX16" fmla="*/ 3530199 w 3769685"/>
                                        <a:gd name="connsiteY16" fmla="*/ 2341994 h 2363765"/>
                                        <a:gd name="connsiteX17" fmla="*/ 3769685 w 3769685"/>
                                        <a:gd name="connsiteY17" fmla="*/ 2363765 h 2363765"/>
                                        <a:gd name="connsiteX0" fmla="*/ 247650 w 3769685"/>
                                        <a:gd name="connsiteY0" fmla="*/ 0 h 2363765"/>
                                        <a:gd name="connsiteX1" fmla="*/ 79428 w 3769685"/>
                                        <a:gd name="connsiteY1" fmla="*/ 164850 h 2363765"/>
                                        <a:gd name="connsiteX2" fmla="*/ 14114 w 3769685"/>
                                        <a:gd name="connsiteY2" fmla="*/ 426108 h 2363765"/>
                                        <a:gd name="connsiteX3" fmla="*/ 14113 w 3769685"/>
                                        <a:gd name="connsiteY3" fmla="*/ 741794 h 2363765"/>
                                        <a:gd name="connsiteX4" fmla="*/ 166514 w 3769685"/>
                                        <a:gd name="connsiteY4" fmla="*/ 1177222 h 2363765"/>
                                        <a:gd name="connsiteX5" fmla="*/ 514857 w 3769685"/>
                                        <a:gd name="connsiteY5" fmla="*/ 1677965 h 2363765"/>
                                        <a:gd name="connsiteX6" fmla="*/ 1080913 w 3769685"/>
                                        <a:gd name="connsiteY6" fmla="*/ 1667079 h 2363765"/>
                                        <a:gd name="connsiteX7" fmla="*/ 1353057 w 3769685"/>
                                        <a:gd name="connsiteY7" fmla="*/ 1754164 h 2363765"/>
                                        <a:gd name="connsiteX8" fmla="*/ 1298628 w 3769685"/>
                                        <a:gd name="connsiteY8" fmla="*/ 2211365 h 2363765"/>
                                        <a:gd name="connsiteX9" fmla="*/ 1723171 w 3769685"/>
                                        <a:gd name="connsiteY9" fmla="*/ 2287565 h 2363765"/>
                                        <a:gd name="connsiteX10" fmla="*/ 2071514 w 3769685"/>
                                        <a:gd name="connsiteY10" fmla="*/ 2309336 h 2363765"/>
                                        <a:gd name="connsiteX11" fmla="*/ 2343656 w 3769685"/>
                                        <a:gd name="connsiteY11" fmla="*/ 2341993 h 2363765"/>
                                        <a:gd name="connsiteX12" fmla="*/ 2604914 w 3769685"/>
                                        <a:gd name="connsiteY12" fmla="*/ 2341993 h 2363765"/>
                                        <a:gd name="connsiteX13" fmla="*/ 2822628 w 3769685"/>
                                        <a:gd name="connsiteY13" fmla="*/ 2352879 h 2363765"/>
                                        <a:gd name="connsiteX14" fmla="*/ 3018571 w 3769685"/>
                                        <a:gd name="connsiteY14" fmla="*/ 2341993 h 2363765"/>
                                        <a:gd name="connsiteX15" fmla="*/ 3214514 w 3769685"/>
                                        <a:gd name="connsiteY15" fmla="*/ 2341993 h 2363765"/>
                                        <a:gd name="connsiteX16" fmla="*/ 3530199 w 3769685"/>
                                        <a:gd name="connsiteY16" fmla="*/ 2341994 h 2363765"/>
                                        <a:gd name="connsiteX17" fmla="*/ 3769685 w 3769685"/>
                                        <a:gd name="connsiteY17" fmla="*/ 2363765 h 2363765"/>
                                        <a:gd name="connsiteX0" fmla="*/ 247650 w 3769685"/>
                                        <a:gd name="connsiteY0" fmla="*/ 0 h 2363765"/>
                                        <a:gd name="connsiteX1" fmla="*/ 79428 w 3769685"/>
                                        <a:gd name="connsiteY1" fmla="*/ 164850 h 2363765"/>
                                        <a:gd name="connsiteX2" fmla="*/ 14114 w 3769685"/>
                                        <a:gd name="connsiteY2" fmla="*/ 426108 h 2363765"/>
                                        <a:gd name="connsiteX3" fmla="*/ 14113 w 3769685"/>
                                        <a:gd name="connsiteY3" fmla="*/ 741794 h 2363765"/>
                                        <a:gd name="connsiteX4" fmla="*/ 166514 w 3769685"/>
                                        <a:gd name="connsiteY4" fmla="*/ 1177222 h 2363765"/>
                                        <a:gd name="connsiteX5" fmla="*/ 514857 w 3769685"/>
                                        <a:gd name="connsiteY5" fmla="*/ 1677965 h 2363765"/>
                                        <a:gd name="connsiteX6" fmla="*/ 1080913 w 3769685"/>
                                        <a:gd name="connsiteY6" fmla="*/ 1667079 h 2363765"/>
                                        <a:gd name="connsiteX7" fmla="*/ 1353057 w 3769685"/>
                                        <a:gd name="connsiteY7" fmla="*/ 1754164 h 2363765"/>
                                        <a:gd name="connsiteX8" fmla="*/ 1646971 w 3769685"/>
                                        <a:gd name="connsiteY8" fmla="*/ 1808593 h 2363765"/>
                                        <a:gd name="connsiteX9" fmla="*/ 1723171 w 3769685"/>
                                        <a:gd name="connsiteY9" fmla="*/ 2287565 h 2363765"/>
                                        <a:gd name="connsiteX10" fmla="*/ 2071514 w 3769685"/>
                                        <a:gd name="connsiteY10" fmla="*/ 2309336 h 2363765"/>
                                        <a:gd name="connsiteX11" fmla="*/ 2343656 w 3769685"/>
                                        <a:gd name="connsiteY11" fmla="*/ 2341993 h 2363765"/>
                                        <a:gd name="connsiteX12" fmla="*/ 2604914 w 3769685"/>
                                        <a:gd name="connsiteY12" fmla="*/ 2341993 h 2363765"/>
                                        <a:gd name="connsiteX13" fmla="*/ 2822628 w 3769685"/>
                                        <a:gd name="connsiteY13" fmla="*/ 2352879 h 2363765"/>
                                        <a:gd name="connsiteX14" fmla="*/ 3018571 w 3769685"/>
                                        <a:gd name="connsiteY14" fmla="*/ 2341993 h 2363765"/>
                                        <a:gd name="connsiteX15" fmla="*/ 3214514 w 3769685"/>
                                        <a:gd name="connsiteY15" fmla="*/ 2341993 h 2363765"/>
                                        <a:gd name="connsiteX16" fmla="*/ 3530199 w 3769685"/>
                                        <a:gd name="connsiteY16" fmla="*/ 2341994 h 2363765"/>
                                        <a:gd name="connsiteX17" fmla="*/ 3769685 w 3769685"/>
                                        <a:gd name="connsiteY17" fmla="*/ 2363765 h 2363765"/>
                                        <a:gd name="connsiteX0" fmla="*/ 247650 w 3769685"/>
                                        <a:gd name="connsiteY0" fmla="*/ 0 h 2363765"/>
                                        <a:gd name="connsiteX1" fmla="*/ 79428 w 3769685"/>
                                        <a:gd name="connsiteY1" fmla="*/ 164850 h 2363765"/>
                                        <a:gd name="connsiteX2" fmla="*/ 14114 w 3769685"/>
                                        <a:gd name="connsiteY2" fmla="*/ 426108 h 2363765"/>
                                        <a:gd name="connsiteX3" fmla="*/ 14113 w 3769685"/>
                                        <a:gd name="connsiteY3" fmla="*/ 741794 h 2363765"/>
                                        <a:gd name="connsiteX4" fmla="*/ 166514 w 3769685"/>
                                        <a:gd name="connsiteY4" fmla="*/ 1177222 h 2363765"/>
                                        <a:gd name="connsiteX5" fmla="*/ 514857 w 3769685"/>
                                        <a:gd name="connsiteY5" fmla="*/ 1677965 h 2363765"/>
                                        <a:gd name="connsiteX6" fmla="*/ 1080913 w 3769685"/>
                                        <a:gd name="connsiteY6" fmla="*/ 1667079 h 2363765"/>
                                        <a:gd name="connsiteX7" fmla="*/ 1385714 w 3769685"/>
                                        <a:gd name="connsiteY7" fmla="*/ 1688850 h 2363765"/>
                                        <a:gd name="connsiteX8" fmla="*/ 1646971 w 3769685"/>
                                        <a:gd name="connsiteY8" fmla="*/ 1808593 h 2363765"/>
                                        <a:gd name="connsiteX9" fmla="*/ 1723171 w 3769685"/>
                                        <a:gd name="connsiteY9" fmla="*/ 2287565 h 2363765"/>
                                        <a:gd name="connsiteX10" fmla="*/ 2071514 w 3769685"/>
                                        <a:gd name="connsiteY10" fmla="*/ 2309336 h 2363765"/>
                                        <a:gd name="connsiteX11" fmla="*/ 2343656 w 3769685"/>
                                        <a:gd name="connsiteY11" fmla="*/ 2341993 h 2363765"/>
                                        <a:gd name="connsiteX12" fmla="*/ 2604914 w 3769685"/>
                                        <a:gd name="connsiteY12" fmla="*/ 2341993 h 2363765"/>
                                        <a:gd name="connsiteX13" fmla="*/ 2822628 w 3769685"/>
                                        <a:gd name="connsiteY13" fmla="*/ 2352879 h 2363765"/>
                                        <a:gd name="connsiteX14" fmla="*/ 3018571 w 3769685"/>
                                        <a:gd name="connsiteY14" fmla="*/ 2341993 h 2363765"/>
                                        <a:gd name="connsiteX15" fmla="*/ 3214514 w 3769685"/>
                                        <a:gd name="connsiteY15" fmla="*/ 2341993 h 2363765"/>
                                        <a:gd name="connsiteX16" fmla="*/ 3530199 w 3769685"/>
                                        <a:gd name="connsiteY16" fmla="*/ 2341994 h 2363765"/>
                                        <a:gd name="connsiteX17" fmla="*/ 3769685 w 3769685"/>
                                        <a:gd name="connsiteY17" fmla="*/ 2363765 h 2363765"/>
                                        <a:gd name="connsiteX0" fmla="*/ 247650 w 3769685"/>
                                        <a:gd name="connsiteY0" fmla="*/ 0 h 2363765"/>
                                        <a:gd name="connsiteX1" fmla="*/ 79428 w 3769685"/>
                                        <a:gd name="connsiteY1" fmla="*/ 164850 h 2363765"/>
                                        <a:gd name="connsiteX2" fmla="*/ 14114 w 3769685"/>
                                        <a:gd name="connsiteY2" fmla="*/ 426108 h 2363765"/>
                                        <a:gd name="connsiteX3" fmla="*/ 14113 w 3769685"/>
                                        <a:gd name="connsiteY3" fmla="*/ 741794 h 2363765"/>
                                        <a:gd name="connsiteX4" fmla="*/ 166514 w 3769685"/>
                                        <a:gd name="connsiteY4" fmla="*/ 1177222 h 2363765"/>
                                        <a:gd name="connsiteX5" fmla="*/ 514857 w 3769685"/>
                                        <a:gd name="connsiteY5" fmla="*/ 1677965 h 2363765"/>
                                        <a:gd name="connsiteX6" fmla="*/ 1080913 w 3769685"/>
                                        <a:gd name="connsiteY6" fmla="*/ 1667079 h 2363765"/>
                                        <a:gd name="connsiteX7" fmla="*/ 1385714 w 3769685"/>
                                        <a:gd name="connsiteY7" fmla="*/ 1688850 h 2363765"/>
                                        <a:gd name="connsiteX8" fmla="*/ 1646971 w 3769685"/>
                                        <a:gd name="connsiteY8" fmla="*/ 1808593 h 2363765"/>
                                        <a:gd name="connsiteX9" fmla="*/ 1984428 w 3769685"/>
                                        <a:gd name="connsiteY9" fmla="*/ 1873908 h 2363765"/>
                                        <a:gd name="connsiteX10" fmla="*/ 2071514 w 3769685"/>
                                        <a:gd name="connsiteY10" fmla="*/ 2309336 h 2363765"/>
                                        <a:gd name="connsiteX11" fmla="*/ 2343656 w 3769685"/>
                                        <a:gd name="connsiteY11" fmla="*/ 2341993 h 2363765"/>
                                        <a:gd name="connsiteX12" fmla="*/ 2604914 w 3769685"/>
                                        <a:gd name="connsiteY12" fmla="*/ 2341993 h 2363765"/>
                                        <a:gd name="connsiteX13" fmla="*/ 2822628 w 3769685"/>
                                        <a:gd name="connsiteY13" fmla="*/ 2352879 h 2363765"/>
                                        <a:gd name="connsiteX14" fmla="*/ 3018571 w 3769685"/>
                                        <a:gd name="connsiteY14" fmla="*/ 2341993 h 2363765"/>
                                        <a:gd name="connsiteX15" fmla="*/ 3214514 w 3769685"/>
                                        <a:gd name="connsiteY15" fmla="*/ 2341993 h 2363765"/>
                                        <a:gd name="connsiteX16" fmla="*/ 3530199 w 3769685"/>
                                        <a:gd name="connsiteY16" fmla="*/ 2341994 h 2363765"/>
                                        <a:gd name="connsiteX17" fmla="*/ 3769685 w 3769685"/>
                                        <a:gd name="connsiteY17" fmla="*/ 2363765 h 2363765"/>
                                        <a:gd name="connsiteX0" fmla="*/ 247650 w 3769685"/>
                                        <a:gd name="connsiteY0" fmla="*/ 0 h 2370622"/>
                                        <a:gd name="connsiteX1" fmla="*/ 79428 w 3769685"/>
                                        <a:gd name="connsiteY1" fmla="*/ 164850 h 2370622"/>
                                        <a:gd name="connsiteX2" fmla="*/ 14114 w 3769685"/>
                                        <a:gd name="connsiteY2" fmla="*/ 426108 h 2370622"/>
                                        <a:gd name="connsiteX3" fmla="*/ 14113 w 3769685"/>
                                        <a:gd name="connsiteY3" fmla="*/ 741794 h 2370622"/>
                                        <a:gd name="connsiteX4" fmla="*/ 166514 w 3769685"/>
                                        <a:gd name="connsiteY4" fmla="*/ 1177222 h 2370622"/>
                                        <a:gd name="connsiteX5" fmla="*/ 514857 w 3769685"/>
                                        <a:gd name="connsiteY5" fmla="*/ 1677965 h 2370622"/>
                                        <a:gd name="connsiteX6" fmla="*/ 1080913 w 3769685"/>
                                        <a:gd name="connsiteY6" fmla="*/ 1667079 h 2370622"/>
                                        <a:gd name="connsiteX7" fmla="*/ 1385714 w 3769685"/>
                                        <a:gd name="connsiteY7" fmla="*/ 1688850 h 2370622"/>
                                        <a:gd name="connsiteX8" fmla="*/ 1646971 w 3769685"/>
                                        <a:gd name="connsiteY8" fmla="*/ 1808593 h 2370622"/>
                                        <a:gd name="connsiteX9" fmla="*/ 1984428 w 3769685"/>
                                        <a:gd name="connsiteY9" fmla="*/ 1873908 h 2370622"/>
                                        <a:gd name="connsiteX10" fmla="*/ 2332771 w 3769685"/>
                                        <a:gd name="connsiteY10" fmla="*/ 1950107 h 2370622"/>
                                        <a:gd name="connsiteX11" fmla="*/ 2343656 w 3769685"/>
                                        <a:gd name="connsiteY11" fmla="*/ 2341993 h 2370622"/>
                                        <a:gd name="connsiteX12" fmla="*/ 2604914 w 3769685"/>
                                        <a:gd name="connsiteY12" fmla="*/ 2341993 h 2370622"/>
                                        <a:gd name="connsiteX13" fmla="*/ 2822628 w 3769685"/>
                                        <a:gd name="connsiteY13" fmla="*/ 2352879 h 2370622"/>
                                        <a:gd name="connsiteX14" fmla="*/ 3018571 w 3769685"/>
                                        <a:gd name="connsiteY14" fmla="*/ 2341993 h 2370622"/>
                                        <a:gd name="connsiteX15" fmla="*/ 3214514 w 3769685"/>
                                        <a:gd name="connsiteY15" fmla="*/ 2341993 h 2370622"/>
                                        <a:gd name="connsiteX16" fmla="*/ 3530199 w 3769685"/>
                                        <a:gd name="connsiteY16" fmla="*/ 2341994 h 2370622"/>
                                        <a:gd name="connsiteX17" fmla="*/ 3769685 w 3769685"/>
                                        <a:gd name="connsiteY17" fmla="*/ 2363765 h 2370622"/>
                                        <a:gd name="connsiteX0" fmla="*/ 247650 w 3769685"/>
                                        <a:gd name="connsiteY0" fmla="*/ 0 h 2374937"/>
                                        <a:gd name="connsiteX1" fmla="*/ 79428 w 3769685"/>
                                        <a:gd name="connsiteY1" fmla="*/ 164850 h 2374937"/>
                                        <a:gd name="connsiteX2" fmla="*/ 14114 w 3769685"/>
                                        <a:gd name="connsiteY2" fmla="*/ 426108 h 2374937"/>
                                        <a:gd name="connsiteX3" fmla="*/ 14113 w 3769685"/>
                                        <a:gd name="connsiteY3" fmla="*/ 741794 h 2374937"/>
                                        <a:gd name="connsiteX4" fmla="*/ 166514 w 3769685"/>
                                        <a:gd name="connsiteY4" fmla="*/ 1177222 h 2374937"/>
                                        <a:gd name="connsiteX5" fmla="*/ 514857 w 3769685"/>
                                        <a:gd name="connsiteY5" fmla="*/ 1677965 h 2374937"/>
                                        <a:gd name="connsiteX6" fmla="*/ 1080913 w 3769685"/>
                                        <a:gd name="connsiteY6" fmla="*/ 1667079 h 2374937"/>
                                        <a:gd name="connsiteX7" fmla="*/ 1385714 w 3769685"/>
                                        <a:gd name="connsiteY7" fmla="*/ 1688850 h 2374937"/>
                                        <a:gd name="connsiteX8" fmla="*/ 1646971 w 3769685"/>
                                        <a:gd name="connsiteY8" fmla="*/ 1808593 h 2374937"/>
                                        <a:gd name="connsiteX9" fmla="*/ 1984428 w 3769685"/>
                                        <a:gd name="connsiteY9" fmla="*/ 1873908 h 2374937"/>
                                        <a:gd name="connsiteX10" fmla="*/ 2332771 w 3769685"/>
                                        <a:gd name="connsiteY10" fmla="*/ 1950107 h 2374937"/>
                                        <a:gd name="connsiteX11" fmla="*/ 2343656 w 3769685"/>
                                        <a:gd name="connsiteY11" fmla="*/ 2341993 h 2374937"/>
                                        <a:gd name="connsiteX12" fmla="*/ 2822628 w 3769685"/>
                                        <a:gd name="connsiteY12" fmla="*/ 2352879 h 2374937"/>
                                        <a:gd name="connsiteX13" fmla="*/ 3018571 w 3769685"/>
                                        <a:gd name="connsiteY13" fmla="*/ 2341993 h 2374937"/>
                                        <a:gd name="connsiteX14" fmla="*/ 3214514 w 3769685"/>
                                        <a:gd name="connsiteY14" fmla="*/ 2341993 h 2374937"/>
                                        <a:gd name="connsiteX15" fmla="*/ 3530199 w 3769685"/>
                                        <a:gd name="connsiteY15" fmla="*/ 2341994 h 2374937"/>
                                        <a:gd name="connsiteX16" fmla="*/ 3769685 w 3769685"/>
                                        <a:gd name="connsiteY16" fmla="*/ 2363765 h 2374937"/>
                                        <a:gd name="connsiteX0" fmla="*/ 247650 w 3769685"/>
                                        <a:gd name="connsiteY0" fmla="*/ 0 h 2374937"/>
                                        <a:gd name="connsiteX1" fmla="*/ 79428 w 3769685"/>
                                        <a:gd name="connsiteY1" fmla="*/ 164850 h 2374937"/>
                                        <a:gd name="connsiteX2" fmla="*/ 14114 w 3769685"/>
                                        <a:gd name="connsiteY2" fmla="*/ 426108 h 2374937"/>
                                        <a:gd name="connsiteX3" fmla="*/ 14113 w 3769685"/>
                                        <a:gd name="connsiteY3" fmla="*/ 741794 h 2374937"/>
                                        <a:gd name="connsiteX4" fmla="*/ 166514 w 3769685"/>
                                        <a:gd name="connsiteY4" fmla="*/ 1177222 h 2374937"/>
                                        <a:gd name="connsiteX5" fmla="*/ 514857 w 3769685"/>
                                        <a:gd name="connsiteY5" fmla="*/ 1677965 h 2374937"/>
                                        <a:gd name="connsiteX6" fmla="*/ 1080913 w 3769685"/>
                                        <a:gd name="connsiteY6" fmla="*/ 1667079 h 2374937"/>
                                        <a:gd name="connsiteX7" fmla="*/ 1385714 w 3769685"/>
                                        <a:gd name="connsiteY7" fmla="*/ 1688850 h 2374937"/>
                                        <a:gd name="connsiteX8" fmla="*/ 1646971 w 3769685"/>
                                        <a:gd name="connsiteY8" fmla="*/ 1808593 h 2374937"/>
                                        <a:gd name="connsiteX9" fmla="*/ 1984428 w 3769685"/>
                                        <a:gd name="connsiteY9" fmla="*/ 1873908 h 2374937"/>
                                        <a:gd name="connsiteX10" fmla="*/ 2332771 w 3769685"/>
                                        <a:gd name="connsiteY10" fmla="*/ 1950107 h 2374937"/>
                                        <a:gd name="connsiteX11" fmla="*/ 2343656 w 3769685"/>
                                        <a:gd name="connsiteY11" fmla="*/ 2341993 h 2374937"/>
                                        <a:gd name="connsiteX12" fmla="*/ 2822628 w 3769685"/>
                                        <a:gd name="connsiteY12" fmla="*/ 2352879 h 2374937"/>
                                        <a:gd name="connsiteX13" fmla="*/ 3214514 w 3769685"/>
                                        <a:gd name="connsiteY13" fmla="*/ 2341993 h 2374937"/>
                                        <a:gd name="connsiteX14" fmla="*/ 3530199 w 3769685"/>
                                        <a:gd name="connsiteY14" fmla="*/ 2341994 h 2374937"/>
                                        <a:gd name="connsiteX15" fmla="*/ 3769685 w 3769685"/>
                                        <a:gd name="connsiteY15" fmla="*/ 2363765 h 2374937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080913 w 3769685"/>
                                        <a:gd name="connsiteY6" fmla="*/ 1667079 h 2383688"/>
                                        <a:gd name="connsiteX7" fmla="*/ 1385714 w 3769685"/>
                                        <a:gd name="connsiteY7" fmla="*/ 1688850 h 2383688"/>
                                        <a:gd name="connsiteX8" fmla="*/ 1646971 w 3769685"/>
                                        <a:gd name="connsiteY8" fmla="*/ 1808593 h 2383688"/>
                                        <a:gd name="connsiteX9" fmla="*/ 1984428 w 3769685"/>
                                        <a:gd name="connsiteY9" fmla="*/ 1873908 h 2383688"/>
                                        <a:gd name="connsiteX10" fmla="*/ 2332771 w 3769685"/>
                                        <a:gd name="connsiteY10" fmla="*/ 1950107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080913 w 3769685"/>
                                        <a:gd name="connsiteY6" fmla="*/ 1667079 h 2383688"/>
                                        <a:gd name="connsiteX7" fmla="*/ 1385714 w 3769685"/>
                                        <a:gd name="connsiteY7" fmla="*/ 1688850 h 2383688"/>
                                        <a:gd name="connsiteX8" fmla="*/ 1646971 w 3769685"/>
                                        <a:gd name="connsiteY8" fmla="*/ 1808593 h 2383688"/>
                                        <a:gd name="connsiteX9" fmla="*/ 1984428 w 3769685"/>
                                        <a:gd name="connsiteY9" fmla="*/ 1873908 h 2383688"/>
                                        <a:gd name="connsiteX10" fmla="*/ 2343657 w 3769685"/>
                                        <a:gd name="connsiteY10" fmla="*/ 1863022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080913 w 3769685"/>
                                        <a:gd name="connsiteY6" fmla="*/ 1667079 h 2383688"/>
                                        <a:gd name="connsiteX7" fmla="*/ 1385714 w 3769685"/>
                                        <a:gd name="connsiteY7" fmla="*/ 1688850 h 2383688"/>
                                        <a:gd name="connsiteX8" fmla="*/ 1646971 w 3769685"/>
                                        <a:gd name="connsiteY8" fmla="*/ 1808593 h 2383688"/>
                                        <a:gd name="connsiteX9" fmla="*/ 1995313 w 3769685"/>
                                        <a:gd name="connsiteY9" fmla="*/ 1808594 h 2383688"/>
                                        <a:gd name="connsiteX10" fmla="*/ 2343657 w 3769685"/>
                                        <a:gd name="connsiteY10" fmla="*/ 1863022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124456 w 3769685"/>
                                        <a:gd name="connsiteY6" fmla="*/ 1558222 h 2383688"/>
                                        <a:gd name="connsiteX7" fmla="*/ 1385714 w 3769685"/>
                                        <a:gd name="connsiteY7" fmla="*/ 1688850 h 2383688"/>
                                        <a:gd name="connsiteX8" fmla="*/ 1646971 w 3769685"/>
                                        <a:gd name="connsiteY8" fmla="*/ 1808593 h 2383688"/>
                                        <a:gd name="connsiteX9" fmla="*/ 1995313 w 3769685"/>
                                        <a:gd name="connsiteY9" fmla="*/ 1808594 h 2383688"/>
                                        <a:gd name="connsiteX10" fmla="*/ 2343657 w 3769685"/>
                                        <a:gd name="connsiteY10" fmla="*/ 1863022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124456 w 3769685"/>
                                        <a:gd name="connsiteY6" fmla="*/ 1558222 h 2383688"/>
                                        <a:gd name="connsiteX7" fmla="*/ 1385714 w 3769685"/>
                                        <a:gd name="connsiteY7" fmla="*/ 1688850 h 2383688"/>
                                        <a:gd name="connsiteX8" fmla="*/ 1646971 w 3769685"/>
                                        <a:gd name="connsiteY8" fmla="*/ 1808593 h 2383688"/>
                                        <a:gd name="connsiteX9" fmla="*/ 2115056 w 3769685"/>
                                        <a:gd name="connsiteY9" fmla="*/ 1667080 h 2383688"/>
                                        <a:gd name="connsiteX10" fmla="*/ 2343657 w 3769685"/>
                                        <a:gd name="connsiteY10" fmla="*/ 1863022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124456 w 3769685"/>
                                        <a:gd name="connsiteY6" fmla="*/ 1558222 h 2383688"/>
                                        <a:gd name="connsiteX7" fmla="*/ 1385714 w 3769685"/>
                                        <a:gd name="connsiteY7" fmla="*/ 1688850 h 2383688"/>
                                        <a:gd name="connsiteX8" fmla="*/ 1701400 w 3769685"/>
                                        <a:gd name="connsiteY8" fmla="*/ 1732393 h 2383688"/>
                                        <a:gd name="connsiteX9" fmla="*/ 2115056 w 3769685"/>
                                        <a:gd name="connsiteY9" fmla="*/ 1667080 h 2383688"/>
                                        <a:gd name="connsiteX10" fmla="*/ 2343657 w 3769685"/>
                                        <a:gd name="connsiteY10" fmla="*/ 1863022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124456 w 3769685"/>
                                        <a:gd name="connsiteY6" fmla="*/ 1558222 h 2383688"/>
                                        <a:gd name="connsiteX7" fmla="*/ 1374828 w 3769685"/>
                                        <a:gd name="connsiteY7" fmla="*/ 1645307 h 2383688"/>
                                        <a:gd name="connsiteX8" fmla="*/ 1701400 w 3769685"/>
                                        <a:gd name="connsiteY8" fmla="*/ 1732393 h 2383688"/>
                                        <a:gd name="connsiteX9" fmla="*/ 2115056 w 3769685"/>
                                        <a:gd name="connsiteY9" fmla="*/ 1667080 h 2383688"/>
                                        <a:gd name="connsiteX10" fmla="*/ 2343657 w 3769685"/>
                                        <a:gd name="connsiteY10" fmla="*/ 1863022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124456 w 3769685"/>
                                        <a:gd name="connsiteY6" fmla="*/ 1558222 h 2383688"/>
                                        <a:gd name="connsiteX7" fmla="*/ 1374828 w 3769685"/>
                                        <a:gd name="connsiteY7" fmla="*/ 1645307 h 2383688"/>
                                        <a:gd name="connsiteX8" fmla="*/ 1701400 w 3769685"/>
                                        <a:gd name="connsiteY8" fmla="*/ 1732393 h 2383688"/>
                                        <a:gd name="connsiteX9" fmla="*/ 2115056 w 3769685"/>
                                        <a:gd name="connsiteY9" fmla="*/ 1667080 h 2383688"/>
                                        <a:gd name="connsiteX10" fmla="*/ 2419857 w 3769685"/>
                                        <a:gd name="connsiteY10" fmla="*/ 1754165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124456 w 3769685"/>
                                        <a:gd name="connsiteY6" fmla="*/ 1558222 h 2383688"/>
                                        <a:gd name="connsiteX7" fmla="*/ 1374828 w 3769685"/>
                                        <a:gd name="connsiteY7" fmla="*/ 1645307 h 2383688"/>
                                        <a:gd name="connsiteX8" fmla="*/ 1701400 w 3769685"/>
                                        <a:gd name="connsiteY8" fmla="*/ 1732393 h 2383688"/>
                                        <a:gd name="connsiteX9" fmla="*/ 2115056 w 3769685"/>
                                        <a:gd name="connsiteY9" fmla="*/ 1667080 h 2383688"/>
                                        <a:gd name="connsiteX10" fmla="*/ 2441629 w 3769685"/>
                                        <a:gd name="connsiteY10" fmla="*/ 1667079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124456 w 3769685"/>
                                        <a:gd name="connsiteY6" fmla="*/ 1558222 h 2383688"/>
                                        <a:gd name="connsiteX7" fmla="*/ 1374828 w 3769685"/>
                                        <a:gd name="connsiteY7" fmla="*/ 1645307 h 2383688"/>
                                        <a:gd name="connsiteX8" fmla="*/ 1701400 w 3769685"/>
                                        <a:gd name="connsiteY8" fmla="*/ 1732393 h 2383688"/>
                                        <a:gd name="connsiteX9" fmla="*/ 2082399 w 3769685"/>
                                        <a:gd name="connsiteY9" fmla="*/ 1579995 h 2383688"/>
                                        <a:gd name="connsiteX10" fmla="*/ 2441629 w 3769685"/>
                                        <a:gd name="connsiteY10" fmla="*/ 1667079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124456 w 3769685"/>
                                        <a:gd name="connsiteY6" fmla="*/ 1558222 h 2383688"/>
                                        <a:gd name="connsiteX7" fmla="*/ 1374828 w 3769685"/>
                                        <a:gd name="connsiteY7" fmla="*/ 1645307 h 2383688"/>
                                        <a:gd name="connsiteX8" fmla="*/ 1712285 w 3769685"/>
                                        <a:gd name="connsiteY8" fmla="*/ 1677964 h 2383688"/>
                                        <a:gd name="connsiteX9" fmla="*/ 2082399 w 3769685"/>
                                        <a:gd name="connsiteY9" fmla="*/ 1579995 h 2383688"/>
                                        <a:gd name="connsiteX10" fmla="*/ 2441629 w 3769685"/>
                                        <a:gd name="connsiteY10" fmla="*/ 1667079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124456 w 3769685"/>
                                        <a:gd name="connsiteY6" fmla="*/ 1558222 h 2383688"/>
                                        <a:gd name="connsiteX7" fmla="*/ 1374828 w 3769685"/>
                                        <a:gd name="connsiteY7" fmla="*/ 1645307 h 2383688"/>
                                        <a:gd name="connsiteX8" fmla="*/ 1390650 w 3769685"/>
                                        <a:gd name="connsiteY8" fmla="*/ 1578427 h 2383688"/>
                                        <a:gd name="connsiteX9" fmla="*/ 1712285 w 3769685"/>
                                        <a:gd name="connsiteY9" fmla="*/ 1677964 h 2383688"/>
                                        <a:gd name="connsiteX10" fmla="*/ 2082399 w 3769685"/>
                                        <a:gd name="connsiteY10" fmla="*/ 1579995 h 2383688"/>
                                        <a:gd name="connsiteX11" fmla="*/ 2441629 w 3769685"/>
                                        <a:gd name="connsiteY11" fmla="*/ 1667079 h 2383688"/>
                                        <a:gd name="connsiteX12" fmla="*/ 2583142 w 3769685"/>
                                        <a:gd name="connsiteY12" fmla="*/ 1895679 h 2383688"/>
                                        <a:gd name="connsiteX13" fmla="*/ 2822628 w 3769685"/>
                                        <a:gd name="connsiteY13" fmla="*/ 2352879 h 2383688"/>
                                        <a:gd name="connsiteX14" fmla="*/ 3214514 w 3769685"/>
                                        <a:gd name="connsiteY14" fmla="*/ 2341993 h 2383688"/>
                                        <a:gd name="connsiteX15" fmla="*/ 3530199 w 3769685"/>
                                        <a:gd name="connsiteY15" fmla="*/ 2341994 h 2383688"/>
                                        <a:gd name="connsiteX16" fmla="*/ 3769685 w 3769685"/>
                                        <a:gd name="connsiteY16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113570 w 3769685"/>
                                        <a:gd name="connsiteY6" fmla="*/ 1525565 h 2383688"/>
                                        <a:gd name="connsiteX7" fmla="*/ 1374828 w 3769685"/>
                                        <a:gd name="connsiteY7" fmla="*/ 1645307 h 2383688"/>
                                        <a:gd name="connsiteX8" fmla="*/ 1390650 w 3769685"/>
                                        <a:gd name="connsiteY8" fmla="*/ 1578427 h 2383688"/>
                                        <a:gd name="connsiteX9" fmla="*/ 1712285 w 3769685"/>
                                        <a:gd name="connsiteY9" fmla="*/ 1677964 h 2383688"/>
                                        <a:gd name="connsiteX10" fmla="*/ 2082399 w 3769685"/>
                                        <a:gd name="connsiteY10" fmla="*/ 1579995 h 2383688"/>
                                        <a:gd name="connsiteX11" fmla="*/ 2441629 w 3769685"/>
                                        <a:gd name="connsiteY11" fmla="*/ 1667079 h 2383688"/>
                                        <a:gd name="connsiteX12" fmla="*/ 2583142 w 3769685"/>
                                        <a:gd name="connsiteY12" fmla="*/ 1895679 h 2383688"/>
                                        <a:gd name="connsiteX13" fmla="*/ 2822628 w 3769685"/>
                                        <a:gd name="connsiteY13" fmla="*/ 2352879 h 2383688"/>
                                        <a:gd name="connsiteX14" fmla="*/ 3214514 w 3769685"/>
                                        <a:gd name="connsiteY14" fmla="*/ 2341993 h 2383688"/>
                                        <a:gd name="connsiteX15" fmla="*/ 3530199 w 3769685"/>
                                        <a:gd name="connsiteY15" fmla="*/ 2341994 h 2383688"/>
                                        <a:gd name="connsiteX16" fmla="*/ 3769685 w 3769685"/>
                                        <a:gd name="connsiteY16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612829 w 3769685"/>
                                        <a:gd name="connsiteY5" fmla="*/ 1623536 h 2383688"/>
                                        <a:gd name="connsiteX6" fmla="*/ 1113570 w 3769685"/>
                                        <a:gd name="connsiteY6" fmla="*/ 1525565 h 2383688"/>
                                        <a:gd name="connsiteX7" fmla="*/ 1374828 w 3769685"/>
                                        <a:gd name="connsiteY7" fmla="*/ 1645307 h 2383688"/>
                                        <a:gd name="connsiteX8" fmla="*/ 1390650 w 3769685"/>
                                        <a:gd name="connsiteY8" fmla="*/ 1578427 h 2383688"/>
                                        <a:gd name="connsiteX9" fmla="*/ 1712285 w 3769685"/>
                                        <a:gd name="connsiteY9" fmla="*/ 1677964 h 2383688"/>
                                        <a:gd name="connsiteX10" fmla="*/ 2082399 w 3769685"/>
                                        <a:gd name="connsiteY10" fmla="*/ 1579995 h 2383688"/>
                                        <a:gd name="connsiteX11" fmla="*/ 2441629 w 3769685"/>
                                        <a:gd name="connsiteY11" fmla="*/ 1667079 h 2383688"/>
                                        <a:gd name="connsiteX12" fmla="*/ 2583142 w 3769685"/>
                                        <a:gd name="connsiteY12" fmla="*/ 1895679 h 2383688"/>
                                        <a:gd name="connsiteX13" fmla="*/ 2822628 w 3769685"/>
                                        <a:gd name="connsiteY13" fmla="*/ 2352879 h 2383688"/>
                                        <a:gd name="connsiteX14" fmla="*/ 3214514 w 3769685"/>
                                        <a:gd name="connsiteY14" fmla="*/ 2341993 h 2383688"/>
                                        <a:gd name="connsiteX15" fmla="*/ 3530199 w 3769685"/>
                                        <a:gd name="connsiteY15" fmla="*/ 2341994 h 2383688"/>
                                        <a:gd name="connsiteX16" fmla="*/ 3769685 w 3769685"/>
                                        <a:gd name="connsiteY16" fmla="*/ 2363765 h 2383688"/>
                                        <a:gd name="connsiteX0" fmla="*/ 251574 w 3773609"/>
                                        <a:gd name="connsiteY0" fmla="*/ 0 h 2383688"/>
                                        <a:gd name="connsiteX1" fmla="*/ 83352 w 3773609"/>
                                        <a:gd name="connsiteY1" fmla="*/ 164850 h 2383688"/>
                                        <a:gd name="connsiteX2" fmla="*/ 18038 w 3773609"/>
                                        <a:gd name="connsiteY2" fmla="*/ 426108 h 2383688"/>
                                        <a:gd name="connsiteX3" fmla="*/ 18037 w 3773609"/>
                                        <a:gd name="connsiteY3" fmla="*/ 741794 h 2383688"/>
                                        <a:gd name="connsiteX4" fmla="*/ 224867 w 3773609"/>
                                        <a:gd name="connsiteY4" fmla="*/ 1155450 h 2383688"/>
                                        <a:gd name="connsiteX5" fmla="*/ 616753 w 3773609"/>
                                        <a:gd name="connsiteY5" fmla="*/ 1623536 h 2383688"/>
                                        <a:gd name="connsiteX6" fmla="*/ 1117494 w 3773609"/>
                                        <a:gd name="connsiteY6" fmla="*/ 1525565 h 2383688"/>
                                        <a:gd name="connsiteX7" fmla="*/ 1378752 w 3773609"/>
                                        <a:gd name="connsiteY7" fmla="*/ 1645307 h 2383688"/>
                                        <a:gd name="connsiteX8" fmla="*/ 1394574 w 3773609"/>
                                        <a:gd name="connsiteY8" fmla="*/ 1578427 h 2383688"/>
                                        <a:gd name="connsiteX9" fmla="*/ 1716209 w 3773609"/>
                                        <a:gd name="connsiteY9" fmla="*/ 1677964 h 2383688"/>
                                        <a:gd name="connsiteX10" fmla="*/ 2086323 w 3773609"/>
                                        <a:gd name="connsiteY10" fmla="*/ 1579995 h 2383688"/>
                                        <a:gd name="connsiteX11" fmla="*/ 2445553 w 3773609"/>
                                        <a:gd name="connsiteY11" fmla="*/ 1667079 h 2383688"/>
                                        <a:gd name="connsiteX12" fmla="*/ 2587066 w 3773609"/>
                                        <a:gd name="connsiteY12" fmla="*/ 1895679 h 2383688"/>
                                        <a:gd name="connsiteX13" fmla="*/ 2826552 w 3773609"/>
                                        <a:gd name="connsiteY13" fmla="*/ 2352879 h 2383688"/>
                                        <a:gd name="connsiteX14" fmla="*/ 3218438 w 3773609"/>
                                        <a:gd name="connsiteY14" fmla="*/ 2341993 h 2383688"/>
                                        <a:gd name="connsiteX15" fmla="*/ 3534123 w 3773609"/>
                                        <a:gd name="connsiteY15" fmla="*/ 2341994 h 2383688"/>
                                        <a:gd name="connsiteX16" fmla="*/ 3773609 w 3773609"/>
                                        <a:gd name="connsiteY16" fmla="*/ 2363765 h 2383688"/>
                                        <a:gd name="connsiteX0" fmla="*/ 251574 w 3773609"/>
                                        <a:gd name="connsiteY0" fmla="*/ 0 h 2383688"/>
                                        <a:gd name="connsiteX1" fmla="*/ 83352 w 3773609"/>
                                        <a:gd name="connsiteY1" fmla="*/ 164850 h 2383688"/>
                                        <a:gd name="connsiteX2" fmla="*/ 18038 w 3773609"/>
                                        <a:gd name="connsiteY2" fmla="*/ 426108 h 2383688"/>
                                        <a:gd name="connsiteX3" fmla="*/ 18037 w 3773609"/>
                                        <a:gd name="connsiteY3" fmla="*/ 741794 h 2383688"/>
                                        <a:gd name="connsiteX4" fmla="*/ 224867 w 3773609"/>
                                        <a:gd name="connsiteY4" fmla="*/ 1155450 h 2383688"/>
                                        <a:gd name="connsiteX5" fmla="*/ 616753 w 3773609"/>
                                        <a:gd name="connsiteY5" fmla="*/ 1623536 h 2383688"/>
                                        <a:gd name="connsiteX6" fmla="*/ 1117494 w 3773609"/>
                                        <a:gd name="connsiteY6" fmla="*/ 1525565 h 2383688"/>
                                        <a:gd name="connsiteX7" fmla="*/ 1394574 w 3773609"/>
                                        <a:gd name="connsiteY7" fmla="*/ 1578427 h 2383688"/>
                                        <a:gd name="connsiteX8" fmla="*/ 1716209 w 3773609"/>
                                        <a:gd name="connsiteY8" fmla="*/ 1677964 h 2383688"/>
                                        <a:gd name="connsiteX9" fmla="*/ 2086323 w 3773609"/>
                                        <a:gd name="connsiteY9" fmla="*/ 1579995 h 2383688"/>
                                        <a:gd name="connsiteX10" fmla="*/ 2445553 w 3773609"/>
                                        <a:gd name="connsiteY10" fmla="*/ 1667079 h 2383688"/>
                                        <a:gd name="connsiteX11" fmla="*/ 2587066 w 3773609"/>
                                        <a:gd name="connsiteY11" fmla="*/ 1895679 h 2383688"/>
                                        <a:gd name="connsiteX12" fmla="*/ 2826552 w 3773609"/>
                                        <a:gd name="connsiteY12" fmla="*/ 2352879 h 2383688"/>
                                        <a:gd name="connsiteX13" fmla="*/ 3218438 w 3773609"/>
                                        <a:gd name="connsiteY13" fmla="*/ 2341993 h 2383688"/>
                                        <a:gd name="connsiteX14" fmla="*/ 3534123 w 3773609"/>
                                        <a:gd name="connsiteY14" fmla="*/ 2341994 h 2383688"/>
                                        <a:gd name="connsiteX15" fmla="*/ 3773609 w 3773609"/>
                                        <a:gd name="connsiteY15" fmla="*/ 2363765 h 2383688"/>
                                        <a:gd name="connsiteX0" fmla="*/ 251574 w 3773609"/>
                                        <a:gd name="connsiteY0" fmla="*/ 0 h 2388505"/>
                                        <a:gd name="connsiteX1" fmla="*/ 83352 w 3773609"/>
                                        <a:gd name="connsiteY1" fmla="*/ 164850 h 2388505"/>
                                        <a:gd name="connsiteX2" fmla="*/ 18038 w 3773609"/>
                                        <a:gd name="connsiteY2" fmla="*/ 426108 h 2388505"/>
                                        <a:gd name="connsiteX3" fmla="*/ 18037 w 3773609"/>
                                        <a:gd name="connsiteY3" fmla="*/ 741794 h 2388505"/>
                                        <a:gd name="connsiteX4" fmla="*/ 224867 w 3773609"/>
                                        <a:gd name="connsiteY4" fmla="*/ 1155450 h 2388505"/>
                                        <a:gd name="connsiteX5" fmla="*/ 616753 w 3773609"/>
                                        <a:gd name="connsiteY5" fmla="*/ 1623536 h 2388505"/>
                                        <a:gd name="connsiteX6" fmla="*/ 1117494 w 3773609"/>
                                        <a:gd name="connsiteY6" fmla="*/ 1525565 h 2388505"/>
                                        <a:gd name="connsiteX7" fmla="*/ 1394574 w 3773609"/>
                                        <a:gd name="connsiteY7" fmla="*/ 1578427 h 2388505"/>
                                        <a:gd name="connsiteX8" fmla="*/ 1716209 w 3773609"/>
                                        <a:gd name="connsiteY8" fmla="*/ 1677964 h 2388505"/>
                                        <a:gd name="connsiteX9" fmla="*/ 2086323 w 3773609"/>
                                        <a:gd name="connsiteY9" fmla="*/ 1579995 h 2388505"/>
                                        <a:gd name="connsiteX10" fmla="*/ 2445553 w 3773609"/>
                                        <a:gd name="connsiteY10" fmla="*/ 1667079 h 2388505"/>
                                        <a:gd name="connsiteX11" fmla="*/ 2695923 w 3773609"/>
                                        <a:gd name="connsiteY11" fmla="*/ 1830365 h 2388505"/>
                                        <a:gd name="connsiteX12" fmla="*/ 2826552 w 3773609"/>
                                        <a:gd name="connsiteY12" fmla="*/ 2352879 h 2388505"/>
                                        <a:gd name="connsiteX13" fmla="*/ 3218438 w 3773609"/>
                                        <a:gd name="connsiteY13" fmla="*/ 2341993 h 2388505"/>
                                        <a:gd name="connsiteX14" fmla="*/ 3534123 w 3773609"/>
                                        <a:gd name="connsiteY14" fmla="*/ 2341994 h 2388505"/>
                                        <a:gd name="connsiteX15" fmla="*/ 3773609 w 3773609"/>
                                        <a:gd name="connsiteY15" fmla="*/ 2363765 h 2388505"/>
                                        <a:gd name="connsiteX0" fmla="*/ 251574 w 3773609"/>
                                        <a:gd name="connsiteY0" fmla="*/ 0 h 2367008"/>
                                        <a:gd name="connsiteX1" fmla="*/ 83352 w 3773609"/>
                                        <a:gd name="connsiteY1" fmla="*/ 164850 h 2367008"/>
                                        <a:gd name="connsiteX2" fmla="*/ 18038 w 3773609"/>
                                        <a:gd name="connsiteY2" fmla="*/ 426108 h 2367008"/>
                                        <a:gd name="connsiteX3" fmla="*/ 18037 w 3773609"/>
                                        <a:gd name="connsiteY3" fmla="*/ 741794 h 2367008"/>
                                        <a:gd name="connsiteX4" fmla="*/ 224867 w 3773609"/>
                                        <a:gd name="connsiteY4" fmla="*/ 1155450 h 2367008"/>
                                        <a:gd name="connsiteX5" fmla="*/ 616753 w 3773609"/>
                                        <a:gd name="connsiteY5" fmla="*/ 1623536 h 2367008"/>
                                        <a:gd name="connsiteX6" fmla="*/ 1117494 w 3773609"/>
                                        <a:gd name="connsiteY6" fmla="*/ 1525565 h 2367008"/>
                                        <a:gd name="connsiteX7" fmla="*/ 1394574 w 3773609"/>
                                        <a:gd name="connsiteY7" fmla="*/ 1578427 h 2367008"/>
                                        <a:gd name="connsiteX8" fmla="*/ 1716209 w 3773609"/>
                                        <a:gd name="connsiteY8" fmla="*/ 1677964 h 2367008"/>
                                        <a:gd name="connsiteX9" fmla="*/ 2086323 w 3773609"/>
                                        <a:gd name="connsiteY9" fmla="*/ 1579995 h 2367008"/>
                                        <a:gd name="connsiteX10" fmla="*/ 2445553 w 3773609"/>
                                        <a:gd name="connsiteY10" fmla="*/ 1667079 h 2367008"/>
                                        <a:gd name="connsiteX11" fmla="*/ 2695923 w 3773609"/>
                                        <a:gd name="connsiteY11" fmla="*/ 1830365 h 2367008"/>
                                        <a:gd name="connsiteX12" fmla="*/ 2924524 w 3773609"/>
                                        <a:gd name="connsiteY12" fmla="*/ 1993650 h 2367008"/>
                                        <a:gd name="connsiteX13" fmla="*/ 3218438 w 3773609"/>
                                        <a:gd name="connsiteY13" fmla="*/ 2341993 h 2367008"/>
                                        <a:gd name="connsiteX14" fmla="*/ 3534123 w 3773609"/>
                                        <a:gd name="connsiteY14" fmla="*/ 2341994 h 2367008"/>
                                        <a:gd name="connsiteX15" fmla="*/ 3773609 w 3773609"/>
                                        <a:gd name="connsiteY15" fmla="*/ 2363765 h 2367008"/>
                                        <a:gd name="connsiteX0" fmla="*/ 251574 w 3773609"/>
                                        <a:gd name="connsiteY0" fmla="*/ 0 h 2370232"/>
                                        <a:gd name="connsiteX1" fmla="*/ 83352 w 3773609"/>
                                        <a:gd name="connsiteY1" fmla="*/ 164850 h 2370232"/>
                                        <a:gd name="connsiteX2" fmla="*/ 18038 w 3773609"/>
                                        <a:gd name="connsiteY2" fmla="*/ 426108 h 2370232"/>
                                        <a:gd name="connsiteX3" fmla="*/ 18037 w 3773609"/>
                                        <a:gd name="connsiteY3" fmla="*/ 741794 h 2370232"/>
                                        <a:gd name="connsiteX4" fmla="*/ 224867 w 3773609"/>
                                        <a:gd name="connsiteY4" fmla="*/ 1155450 h 2370232"/>
                                        <a:gd name="connsiteX5" fmla="*/ 616753 w 3773609"/>
                                        <a:gd name="connsiteY5" fmla="*/ 1623536 h 2370232"/>
                                        <a:gd name="connsiteX6" fmla="*/ 1117494 w 3773609"/>
                                        <a:gd name="connsiteY6" fmla="*/ 1525565 h 2370232"/>
                                        <a:gd name="connsiteX7" fmla="*/ 1394574 w 3773609"/>
                                        <a:gd name="connsiteY7" fmla="*/ 1578427 h 2370232"/>
                                        <a:gd name="connsiteX8" fmla="*/ 1716209 w 3773609"/>
                                        <a:gd name="connsiteY8" fmla="*/ 1677964 h 2370232"/>
                                        <a:gd name="connsiteX9" fmla="*/ 2086323 w 3773609"/>
                                        <a:gd name="connsiteY9" fmla="*/ 1579995 h 2370232"/>
                                        <a:gd name="connsiteX10" fmla="*/ 2445553 w 3773609"/>
                                        <a:gd name="connsiteY10" fmla="*/ 1667079 h 2370232"/>
                                        <a:gd name="connsiteX11" fmla="*/ 2695923 w 3773609"/>
                                        <a:gd name="connsiteY11" fmla="*/ 1830365 h 2370232"/>
                                        <a:gd name="connsiteX12" fmla="*/ 2565295 w 3773609"/>
                                        <a:gd name="connsiteY12" fmla="*/ 1950107 h 2370232"/>
                                        <a:gd name="connsiteX13" fmla="*/ 3218438 w 3773609"/>
                                        <a:gd name="connsiteY13" fmla="*/ 2341993 h 2370232"/>
                                        <a:gd name="connsiteX14" fmla="*/ 3534123 w 3773609"/>
                                        <a:gd name="connsiteY14" fmla="*/ 2341994 h 2370232"/>
                                        <a:gd name="connsiteX15" fmla="*/ 3773609 w 3773609"/>
                                        <a:gd name="connsiteY15" fmla="*/ 2363765 h 2370232"/>
                                        <a:gd name="connsiteX0" fmla="*/ 251574 w 3773609"/>
                                        <a:gd name="connsiteY0" fmla="*/ 0 h 2370232"/>
                                        <a:gd name="connsiteX1" fmla="*/ 83352 w 3773609"/>
                                        <a:gd name="connsiteY1" fmla="*/ 164850 h 2370232"/>
                                        <a:gd name="connsiteX2" fmla="*/ 18038 w 3773609"/>
                                        <a:gd name="connsiteY2" fmla="*/ 426108 h 2370232"/>
                                        <a:gd name="connsiteX3" fmla="*/ 18037 w 3773609"/>
                                        <a:gd name="connsiteY3" fmla="*/ 741794 h 2370232"/>
                                        <a:gd name="connsiteX4" fmla="*/ 224867 w 3773609"/>
                                        <a:gd name="connsiteY4" fmla="*/ 1155450 h 2370232"/>
                                        <a:gd name="connsiteX5" fmla="*/ 616753 w 3773609"/>
                                        <a:gd name="connsiteY5" fmla="*/ 1623536 h 2370232"/>
                                        <a:gd name="connsiteX6" fmla="*/ 1117494 w 3773609"/>
                                        <a:gd name="connsiteY6" fmla="*/ 1525565 h 2370232"/>
                                        <a:gd name="connsiteX7" fmla="*/ 1394574 w 3773609"/>
                                        <a:gd name="connsiteY7" fmla="*/ 1578427 h 2370232"/>
                                        <a:gd name="connsiteX8" fmla="*/ 1716209 w 3773609"/>
                                        <a:gd name="connsiteY8" fmla="*/ 1677964 h 2370232"/>
                                        <a:gd name="connsiteX9" fmla="*/ 2086323 w 3773609"/>
                                        <a:gd name="connsiteY9" fmla="*/ 1579995 h 2370232"/>
                                        <a:gd name="connsiteX10" fmla="*/ 2445553 w 3773609"/>
                                        <a:gd name="connsiteY10" fmla="*/ 1667079 h 2370232"/>
                                        <a:gd name="connsiteX11" fmla="*/ 2663266 w 3773609"/>
                                        <a:gd name="connsiteY11" fmla="*/ 1775936 h 2370232"/>
                                        <a:gd name="connsiteX12" fmla="*/ 2565295 w 3773609"/>
                                        <a:gd name="connsiteY12" fmla="*/ 1950107 h 2370232"/>
                                        <a:gd name="connsiteX13" fmla="*/ 3218438 w 3773609"/>
                                        <a:gd name="connsiteY13" fmla="*/ 2341993 h 2370232"/>
                                        <a:gd name="connsiteX14" fmla="*/ 3534123 w 3773609"/>
                                        <a:gd name="connsiteY14" fmla="*/ 2341994 h 2370232"/>
                                        <a:gd name="connsiteX15" fmla="*/ 3773609 w 3773609"/>
                                        <a:gd name="connsiteY15" fmla="*/ 2363765 h 2370232"/>
                                        <a:gd name="connsiteX0" fmla="*/ 251574 w 3773609"/>
                                        <a:gd name="connsiteY0" fmla="*/ 0 h 2389226"/>
                                        <a:gd name="connsiteX1" fmla="*/ 83352 w 3773609"/>
                                        <a:gd name="connsiteY1" fmla="*/ 164850 h 2389226"/>
                                        <a:gd name="connsiteX2" fmla="*/ 18038 w 3773609"/>
                                        <a:gd name="connsiteY2" fmla="*/ 426108 h 2389226"/>
                                        <a:gd name="connsiteX3" fmla="*/ 18037 w 3773609"/>
                                        <a:gd name="connsiteY3" fmla="*/ 741794 h 2389226"/>
                                        <a:gd name="connsiteX4" fmla="*/ 224867 w 3773609"/>
                                        <a:gd name="connsiteY4" fmla="*/ 1155450 h 2389226"/>
                                        <a:gd name="connsiteX5" fmla="*/ 616753 w 3773609"/>
                                        <a:gd name="connsiteY5" fmla="*/ 1623536 h 2389226"/>
                                        <a:gd name="connsiteX6" fmla="*/ 1117494 w 3773609"/>
                                        <a:gd name="connsiteY6" fmla="*/ 1525565 h 2389226"/>
                                        <a:gd name="connsiteX7" fmla="*/ 1394574 w 3773609"/>
                                        <a:gd name="connsiteY7" fmla="*/ 1578427 h 2389226"/>
                                        <a:gd name="connsiteX8" fmla="*/ 1716209 w 3773609"/>
                                        <a:gd name="connsiteY8" fmla="*/ 1677964 h 2389226"/>
                                        <a:gd name="connsiteX9" fmla="*/ 2086323 w 3773609"/>
                                        <a:gd name="connsiteY9" fmla="*/ 1579995 h 2389226"/>
                                        <a:gd name="connsiteX10" fmla="*/ 2445553 w 3773609"/>
                                        <a:gd name="connsiteY10" fmla="*/ 1667079 h 2389226"/>
                                        <a:gd name="connsiteX11" fmla="*/ 2663266 w 3773609"/>
                                        <a:gd name="connsiteY11" fmla="*/ 1775936 h 2389226"/>
                                        <a:gd name="connsiteX12" fmla="*/ 2565295 w 3773609"/>
                                        <a:gd name="connsiteY12" fmla="*/ 1950107 h 2389226"/>
                                        <a:gd name="connsiteX13" fmla="*/ 2293152 w 3773609"/>
                                        <a:gd name="connsiteY13" fmla="*/ 1786822 h 2389226"/>
                                        <a:gd name="connsiteX14" fmla="*/ 3534123 w 3773609"/>
                                        <a:gd name="connsiteY14" fmla="*/ 2341994 h 2389226"/>
                                        <a:gd name="connsiteX15" fmla="*/ 3773609 w 3773609"/>
                                        <a:gd name="connsiteY15" fmla="*/ 2363765 h 2389226"/>
                                        <a:gd name="connsiteX0" fmla="*/ 251574 w 3773609"/>
                                        <a:gd name="connsiteY0" fmla="*/ 0 h 2363765"/>
                                        <a:gd name="connsiteX1" fmla="*/ 83352 w 3773609"/>
                                        <a:gd name="connsiteY1" fmla="*/ 164850 h 2363765"/>
                                        <a:gd name="connsiteX2" fmla="*/ 18038 w 3773609"/>
                                        <a:gd name="connsiteY2" fmla="*/ 426108 h 2363765"/>
                                        <a:gd name="connsiteX3" fmla="*/ 18037 w 3773609"/>
                                        <a:gd name="connsiteY3" fmla="*/ 741794 h 2363765"/>
                                        <a:gd name="connsiteX4" fmla="*/ 224867 w 3773609"/>
                                        <a:gd name="connsiteY4" fmla="*/ 1155450 h 2363765"/>
                                        <a:gd name="connsiteX5" fmla="*/ 616753 w 3773609"/>
                                        <a:gd name="connsiteY5" fmla="*/ 1623536 h 2363765"/>
                                        <a:gd name="connsiteX6" fmla="*/ 1117494 w 3773609"/>
                                        <a:gd name="connsiteY6" fmla="*/ 1525565 h 2363765"/>
                                        <a:gd name="connsiteX7" fmla="*/ 1394574 w 3773609"/>
                                        <a:gd name="connsiteY7" fmla="*/ 1578427 h 2363765"/>
                                        <a:gd name="connsiteX8" fmla="*/ 1716209 w 3773609"/>
                                        <a:gd name="connsiteY8" fmla="*/ 1677964 h 2363765"/>
                                        <a:gd name="connsiteX9" fmla="*/ 2086323 w 3773609"/>
                                        <a:gd name="connsiteY9" fmla="*/ 1579995 h 2363765"/>
                                        <a:gd name="connsiteX10" fmla="*/ 2445553 w 3773609"/>
                                        <a:gd name="connsiteY10" fmla="*/ 1667079 h 2363765"/>
                                        <a:gd name="connsiteX11" fmla="*/ 2663266 w 3773609"/>
                                        <a:gd name="connsiteY11" fmla="*/ 1775936 h 2363765"/>
                                        <a:gd name="connsiteX12" fmla="*/ 2565295 w 3773609"/>
                                        <a:gd name="connsiteY12" fmla="*/ 1950107 h 2363765"/>
                                        <a:gd name="connsiteX13" fmla="*/ 2293152 w 3773609"/>
                                        <a:gd name="connsiteY13" fmla="*/ 1786822 h 2363765"/>
                                        <a:gd name="connsiteX14" fmla="*/ 2010123 w 3773609"/>
                                        <a:gd name="connsiteY14" fmla="*/ 1743279 h 2363765"/>
                                        <a:gd name="connsiteX15" fmla="*/ 3773609 w 3773609"/>
                                        <a:gd name="connsiteY15" fmla="*/ 2363765 h 2363765"/>
                                        <a:gd name="connsiteX0" fmla="*/ 251574 w 2667361"/>
                                        <a:gd name="connsiteY0" fmla="*/ 0 h 1950125"/>
                                        <a:gd name="connsiteX1" fmla="*/ 83352 w 2667361"/>
                                        <a:gd name="connsiteY1" fmla="*/ 164850 h 1950125"/>
                                        <a:gd name="connsiteX2" fmla="*/ 18038 w 2667361"/>
                                        <a:gd name="connsiteY2" fmla="*/ 426108 h 1950125"/>
                                        <a:gd name="connsiteX3" fmla="*/ 18037 w 2667361"/>
                                        <a:gd name="connsiteY3" fmla="*/ 741794 h 1950125"/>
                                        <a:gd name="connsiteX4" fmla="*/ 224867 w 2667361"/>
                                        <a:gd name="connsiteY4" fmla="*/ 1155450 h 1950125"/>
                                        <a:gd name="connsiteX5" fmla="*/ 616753 w 2667361"/>
                                        <a:gd name="connsiteY5" fmla="*/ 1623536 h 1950125"/>
                                        <a:gd name="connsiteX6" fmla="*/ 1117494 w 2667361"/>
                                        <a:gd name="connsiteY6" fmla="*/ 1525565 h 1950125"/>
                                        <a:gd name="connsiteX7" fmla="*/ 1394574 w 2667361"/>
                                        <a:gd name="connsiteY7" fmla="*/ 1578427 h 1950125"/>
                                        <a:gd name="connsiteX8" fmla="*/ 1716209 w 2667361"/>
                                        <a:gd name="connsiteY8" fmla="*/ 1677964 h 1950125"/>
                                        <a:gd name="connsiteX9" fmla="*/ 2086323 w 2667361"/>
                                        <a:gd name="connsiteY9" fmla="*/ 1579995 h 1950125"/>
                                        <a:gd name="connsiteX10" fmla="*/ 2445553 w 2667361"/>
                                        <a:gd name="connsiteY10" fmla="*/ 1667079 h 1950125"/>
                                        <a:gd name="connsiteX11" fmla="*/ 2663266 w 2667361"/>
                                        <a:gd name="connsiteY11" fmla="*/ 1775936 h 1950125"/>
                                        <a:gd name="connsiteX12" fmla="*/ 2565295 w 2667361"/>
                                        <a:gd name="connsiteY12" fmla="*/ 1950107 h 1950125"/>
                                        <a:gd name="connsiteX13" fmla="*/ 2293152 w 2667361"/>
                                        <a:gd name="connsiteY13" fmla="*/ 1786822 h 1950125"/>
                                        <a:gd name="connsiteX14" fmla="*/ 2010123 w 2667361"/>
                                        <a:gd name="connsiteY14" fmla="*/ 1743279 h 1950125"/>
                                        <a:gd name="connsiteX15" fmla="*/ 1770637 w 2667361"/>
                                        <a:gd name="connsiteY15" fmla="*/ 1873908 h 1950125"/>
                                        <a:gd name="connsiteX0" fmla="*/ 251574 w 2667361"/>
                                        <a:gd name="connsiteY0" fmla="*/ 0 h 1950125"/>
                                        <a:gd name="connsiteX1" fmla="*/ 83352 w 2667361"/>
                                        <a:gd name="connsiteY1" fmla="*/ 164850 h 1950125"/>
                                        <a:gd name="connsiteX2" fmla="*/ 18038 w 2667361"/>
                                        <a:gd name="connsiteY2" fmla="*/ 426108 h 1950125"/>
                                        <a:gd name="connsiteX3" fmla="*/ 18037 w 2667361"/>
                                        <a:gd name="connsiteY3" fmla="*/ 741794 h 1950125"/>
                                        <a:gd name="connsiteX4" fmla="*/ 224867 w 2667361"/>
                                        <a:gd name="connsiteY4" fmla="*/ 1155450 h 1950125"/>
                                        <a:gd name="connsiteX5" fmla="*/ 486125 w 2667361"/>
                                        <a:gd name="connsiteY5" fmla="*/ 1514679 h 1950125"/>
                                        <a:gd name="connsiteX6" fmla="*/ 1117494 w 2667361"/>
                                        <a:gd name="connsiteY6" fmla="*/ 1525565 h 1950125"/>
                                        <a:gd name="connsiteX7" fmla="*/ 1394574 w 2667361"/>
                                        <a:gd name="connsiteY7" fmla="*/ 1578427 h 1950125"/>
                                        <a:gd name="connsiteX8" fmla="*/ 1716209 w 2667361"/>
                                        <a:gd name="connsiteY8" fmla="*/ 1677964 h 1950125"/>
                                        <a:gd name="connsiteX9" fmla="*/ 2086323 w 2667361"/>
                                        <a:gd name="connsiteY9" fmla="*/ 1579995 h 1950125"/>
                                        <a:gd name="connsiteX10" fmla="*/ 2445553 w 2667361"/>
                                        <a:gd name="connsiteY10" fmla="*/ 1667079 h 1950125"/>
                                        <a:gd name="connsiteX11" fmla="*/ 2663266 w 2667361"/>
                                        <a:gd name="connsiteY11" fmla="*/ 1775936 h 1950125"/>
                                        <a:gd name="connsiteX12" fmla="*/ 2565295 w 2667361"/>
                                        <a:gd name="connsiteY12" fmla="*/ 1950107 h 1950125"/>
                                        <a:gd name="connsiteX13" fmla="*/ 2293152 w 2667361"/>
                                        <a:gd name="connsiteY13" fmla="*/ 1786822 h 1950125"/>
                                        <a:gd name="connsiteX14" fmla="*/ 2010123 w 2667361"/>
                                        <a:gd name="connsiteY14" fmla="*/ 1743279 h 1950125"/>
                                        <a:gd name="connsiteX15" fmla="*/ 1770637 w 2667361"/>
                                        <a:gd name="connsiteY15" fmla="*/ 1873908 h 1950125"/>
                                        <a:gd name="connsiteX0" fmla="*/ 251574 w 2667361"/>
                                        <a:gd name="connsiteY0" fmla="*/ 0 h 1950125"/>
                                        <a:gd name="connsiteX1" fmla="*/ 83352 w 2667361"/>
                                        <a:gd name="connsiteY1" fmla="*/ 164850 h 1950125"/>
                                        <a:gd name="connsiteX2" fmla="*/ 18038 w 2667361"/>
                                        <a:gd name="connsiteY2" fmla="*/ 426108 h 1950125"/>
                                        <a:gd name="connsiteX3" fmla="*/ 18037 w 2667361"/>
                                        <a:gd name="connsiteY3" fmla="*/ 741794 h 1950125"/>
                                        <a:gd name="connsiteX4" fmla="*/ 224867 w 2667361"/>
                                        <a:gd name="connsiteY4" fmla="*/ 1155450 h 1950125"/>
                                        <a:gd name="connsiteX5" fmla="*/ 486125 w 2667361"/>
                                        <a:gd name="connsiteY5" fmla="*/ 1514679 h 1950125"/>
                                        <a:gd name="connsiteX6" fmla="*/ 1106608 w 2667361"/>
                                        <a:gd name="connsiteY6" fmla="*/ 1503793 h 1950125"/>
                                        <a:gd name="connsiteX7" fmla="*/ 1394574 w 2667361"/>
                                        <a:gd name="connsiteY7" fmla="*/ 1578427 h 1950125"/>
                                        <a:gd name="connsiteX8" fmla="*/ 1716209 w 2667361"/>
                                        <a:gd name="connsiteY8" fmla="*/ 1677964 h 1950125"/>
                                        <a:gd name="connsiteX9" fmla="*/ 2086323 w 2667361"/>
                                        <a:gd name="connsiteY9" fmla="*/ 1579995 h 1950125"/>
                                        <a:gd name="connsiteX10" fmla="*/ 2445553 w 2667361"/>
                                        <a:gd name="connsiteY10" fmla="*/ 1667079 h 1950125"/>
                                        <a:gd name="connsiteX11" fmla="*/ 2663266 w 2667361"/>
                                        <a:gd name="connsiteY11" fmla="*/ 1775936 h 1950125"/>
                                        <a:gd name="connsiteX12" fmla="*/ 2565295 w 2667361"/>
                                        <a:gd name="connsiteY12" fmla="*/ 1950107 h 1950125"/>
                                        <a:gd name="connsiteX13" fmla="*/ 2293152 w 2667361"/>
                                        <a:gd name="connsiteY13" fmla="*/ 1786822 h 1950125"/>
                                        <a:gd name="connsiteX14" fmla="*/ 2010123 w 2667361"/>
                                        <a:gd name="connsiteY14" fmla="*/ 1743279 h 1950125"/>
                                        <a:gd name="connsiteX15" fmla="*/ 1770637 w 2667361"/>
                                        <a:gd name="connsiteY15" fmla="*/ 1873908 h 1950125"/>
                                        <a:gd name="connsiteX0" fmla="*/ 251574 w 2667361"/>
                                        <a:gd name="connsiteY0" fmla="*/ 0 h 1950125"/>
                                        <a:gd name="connsiteX1" fmla="*/ 83352 w 2667361"/>
                                        <a:gd name="connsiteY1" fmla="*/ 164850 h 1950125"/>
                                        <a:gd name="connsiteX2" fmla="*/ 18038 w 2667361"/>
                                        <a:gd name="connsiteY2" fmla="*/ 426108 h 1950125"/>
                                        <a:gd name="connsiteX3" fmla="*/ 18037 w 2667361"/>
                                        <a:gd name="connsiteY3" fmla="*/ 741794 h 1950125"/>
                                        <a:gd name="connsiteX4" fmla="*/ 224867 w 2667361"/>
                                        <a:gd name="connsiteY4" fmla="*/ 1155450 h 1950125"/>
                                        <a:gd name="connsiteX5" fmla="*/ 486125 w 2667361"/>
                                        <a:gd name="connsiteY5" fmla="*/ 1514679 h 1950125"/>
                                        <a:gd name="connsiteX6" fmla="*/ 758265 w 2667361"/>
                                        <a:gd name="connsiteY6" fmla="*/ 1329622 h 1950125"/>
                                        <a:gd name="connsiteX7" fmla="*/ 1394574 w 2667361"/>
                                        <a:gd name="connsiteY7" fmla="*/ 1578427 h 1950125"/>
                                        <a:gd name="connsiteX8" fmla="*/ 1716209 w 2667361"/>
                                        <a:gd name="connsiteY8" fmla="*/ 1677964 h 1950125"/>
                                        <a:gd name="connsiteX9" fmla="*/ 2086323 w 2667361"/>
                                        <a:gd name="connsiteY9" fmla="*/ 1579995 h 1950125"/>
                                        <a:gd name="connsiteX10" fmla="*/ 2445553 w 2667361"/>
                                        <a:gd name="connsiteY10" fmla="*/ 1667079 h 1950125"/>
                                        <a:gd name="connsiteX11" fmla="*/ 2663266 w 2667361"/>
                                        <a:gd name="connsiteY11" fmla="*/ 1775936 h 1950125"/>
                                        <a:gd name="connsiteX12" fmla="*/ 2565295 w 2667361"/>
                                        <a:gd name="connsiteY12" fmla="*/ 1950107 h 1950125"/>
                                        <a:gd name="connsiteX13" fmla="*/ 2293152 w 2667361"/>
                                        <a:gd name="connsiteY13" fmla="*/ 1786822 h 1950125"/>
                                        <a:gd name="connsiteX14" fmla="*/ 2010123 w 2667361"/>
                                        <a:gd name="connsiteY14" fmla="*/ 1743279 h 1950125"/>
                                        <a:gd name="connsiteX15" fmla="*/ 1770637 w 2667361"/>
                                        <a:gd name="connsiteY15" fmla="*/ 1873908 h 1950125"/>
                                        <a:gd name="connsiteX0" fmla="*/ 251574 w 2667361"/>
                                        <a:gd name="connsiteY0" fmla="*/ 0 h 1950125"/>
                                        <a:gd name="connsiteX1" fmla="*/ 83352 w 2667361"/>
                                        <a:gd name="connsiteY1" fmla="*/ 164850 h 1950125"/>
                                        <a:gd name="connsiteX2" fmla="*/ 18038 w 2667361"/>
                                        <a:gd name="connsiteY2" fmla="*/ 426108 h 1950125"/>
                                        <a:gd name="connsiteX3" fmla="*/ 18037 w 2667361"/>
                                        <a:gd name="connsiteY3" fmla="*/ 741794 h 1950125"/>
                                        <a:gd name="connsiteX4" fmla="*/ 224867 w 2667361"/>
                                        <a:gd name="connsiteY4" fmla="*/ 1155450 h 1950125"/>
                                        <a:gd name="connsiteX5" fmla="*/ 486125 w 2667361"/>
                                        <a:gd name="connsiteY5" fmla="*/ 1514679 h 1950125"/>
                                        <a:gd name="connsiteX6" fmla="*/ 758265 w 2667361"/>
                                        <a:gd name="connsiteY6" fmla="*/ 1329622 h 1950125"/>
                                        <a:gd name="connsiteX7" fmla="*/ 1133317 w 2667361"/>
                                        <a:gd name="connsiteY7" fmla="*/ 1513113 h 1950125"/>
                                        <a:gd name="connsiteX8" fmla="*/ 1716209 w 2667361"/>
                                        <a:gd name="connsiteY8" fmla="*/ 1677964 h 1950125"/>
                                        <a:gd name="connsiteX9" fmla="*/ 2086323 w 2667361"/>
                                        <a:gd name="connsiteY9" fmla="*/ 1579995 h 1950125"/>
                                        <a:gd name="connsiteX10" fmla="*/ 2445553 w 2667361"/>
                                        <a:gd name="connsiteY10" fmla="*/ 1667079 h 1950125"/>
                                        <a:gd name="connsiteX11" fmla="*/ 2663266 w 2667361"/>
                                        <a:gd name="connsiteY11" fmla="*/ 1775936 h 1950125"/>
                                        <a:gd name="connsiteX12" fmla="*/ 2565295 w 2667361"/>
                                        <a:gd name="connsiteY12" fmla="*/ 1950107 h 1950125"/>
                                        <a:gd name="connsiteX13" fmla="*/ 2293152 w 2667361"/>
                                        <a:gd name="connsiteY13" fmla="*/ 1786822 h 1950125"/>
                                        <a:gd name="connsiteX14" fmla="*/ 2010123 w 2667361"/>
                                        <a:gd name="connsiteY14" fmla="*/ 1743279 h 1950125"/>
                                        <a:gd name="connsiteX15" fmla="*/ 1770637 w 2667361"/>
                                        <a:gd name="connsiteY15" fmla="*/ 1873908 h 1950125"/>
                                        <a:gd name="connsiteX0" fmla="*/ 251574 w 2667361"/>
                                        <a:gd name="connsiteY0" fmla="*/ 0 h 1950125"/>
                                        <a:gd name="connsiteX1" fmla="*/ 83352 w 2667361"/>
                                        <a:gd name="connsiteY1" fmla="*/ 164850 h 1950125"/>
                                        <a:gd name="connsiteX2" fmla="*/ 18038 w 2667361"/>
                                        <a:gd name="connsiteY2" fmla="*/ 426108 h 1950125"/>
                                        <a:gd name="connsiteX3" fmla="*/ 18037 w 2667361"/>
                                        <a:gd name="connsiteY3" fmla="*/ 741794 h 1950125"/>
                                        <a:gd name="connsiteX4" fmla="*/ 224867 w 2667361"/>
                                        <a:gd name="connsiteY4" fmla="*/ 1155450 h 1950125"/>
                                        <a:gd name="connsiteX5" fmla="*/ 486125 w 2667361"/>
                                        <a:gd name="connsiteY5" fmla="*/ 1514679 h 1950125"/>
                                        <a:gd name="connsiteX6" fmla="*/ 758265 w 2667361"/>
                                        <a:gd name="connsiteY6" fmla="*/ 1329622 h 1950125"/>
                                        <a:gd name="connsiteX7" fmla="*/ 1133317 w 2667361"/>
                                        <a:gd name="connsiteY7" fmla="*/ 1513113 h 1950125"/>
                                        <a:gd name="connsiteX8" fmla="*/ 1465838 w 2667361"/>
                                        <a:gd name="connsiteY8" fmla="*/ 1264307 h 1950125"/>
                                        <a:gd name="connsiteX9" fmla="*/ 2086323 w 2667361"/>
                                        <a:gd name="connsiteY9" fmla="*/ 1579995 h 1950125"/>
                                        <a:gd name="connsiteX10" fmla="*/ 2445553 w 2667361"/>
                                        <a:gd name="connsiteY10" fmla="*/ 1667079 h 1950125"/>
                                        <a:gd name="connsiteX11" fmla="*/ 2663266 w 2667361"/>
                                        <a:gd name="connsiteY11" fmla="*/ 1775936 h 1950125"/>
                                        <a:gd name="connsiteX12" fmla="*/ 2565295 w 2667361"/>
                                        <a:gd name="connsiteY12" fmla="*/ 1950107 h 1950125"/>
                                        <a:gd name="connsiteX13" fmla="*/ 2293152 w 2667361"/>
                                        <a:gd name="connsiteY13" fmla="*/ 1786822 h 1950125"/>
                                        <a:gd name="connsiteX14" fmla="*/ 2010123 w 2667361"/>
                                        <a:gd name="connsiteY14" fmla="*/ 1743279 h 1950125"/>
                                        <a:gd name="connsiteX15" fmla="*/ 1770637 w 2667361"/>
                                        <a:gd name="connsiteY15" fmla="*/ 1873908 h 1950125"/>
                                        <a:gd name="connsiteX0" fmla="*/ 251574 w 2667361"/>
                                        <a:gd name="connsiteY0" fmla="*/ 0 h 1950125"/>
                                        <a:gd name="connsiteX1" fmla="*/ 83352 w 2667361"/>
                                        <a:gd name="connsiteY1" fmla="*/ 164850 h 1950125"/>
                                        <a:gd name="connsiteX2" fmla="*/ 18038 w 2667361"/>
                                        <a:gd name="connsiteY2" fmla="*/ 426108 h 1950125"/>
                                        <a:gd name="connsiteX3" fmla="*/ 18037 w 2667361"/>
                                        <a:gd name="connsiteY3" fmla="*/ 741794 h 1950125"/>
                                        <a:gd name="connsiteX4" fmla="*/ 224867 w 2667361"/>
                                        <a:gd name="connsiteY4" fmla="*/ 1155450 h 1950125"/>
                                        <a:gd name="connsiteX5" fmla="*/ 486125 w 2667361"/>
                                        <a:gd name="connsiteY5" fmla="*/ 1514679 h 1950125"/>
                                        <a:gd name="connsiteX6" fmla="*/ 758265 w 2667361"/>
                                        <a:gd name="connsiteY6" fmla="*/ 1329622 h 1950125"/>
                                        <a:gd name="connsiteX7" fmla="*/ 1133317 w 2667361"/>
                                        <a:gd name="connsiteY7" fmla="*/ 1513113 h 1950125"/>
                                        <a:gd name="connsiteX8" fmla="*/ 1465838 w 2667361"/>
                                        <a:gd name="connsiteY8" fmla="*/ 1264307 h 1950125"/>
                                        <a:gd name="connsiteX9" fmla="*/ 1737981 w 2667361"/>
                                        <a:gd name="connsiteY9" fmla="*/ 1373166 h 1950125"/>
                                        <a:gd name="connsiteX10" fmla="*/ 2445553 w 2667361"/>
                                        <a:gd name="connsiteY10" fmla="*/ 1667079 h 1950125"/>
                                        <a:gd name="connsiteX11" fmla="*/ 2663266 w 2667361"/>
                                        <a:gd name="connsiteY11" fmla="*/ 1775936 h 1950125"/>
                                        <a:gd name="connsiteX12" fmla="*/ 2565295 w 2667361"/>
                                        <a:gd name="connsiteY12" fmla="*/ 1950107 h 1950125"/>
                                        <a:gd name="connsiteX13" fmla="*/ 2293152 w 2667361"/>
                                        <a:gd name="connsiteY13" fmla="*/ 1786822 h 1950125"/>
                                        <a:gd name="connsiteX14" fmla="*/ 2010123 w 2667361"/>
                                        <a:gd name="connsiteY14" fmla="*/ 1743279 h 1950125"/>
                                        <a:gd name="connsiteX15" fmla="*/ 1770637 w 2667361"/>
                                        <a:gd name="connsiteY15" fmla="*/ 1873908 h 1950125"/>
                                        <a:gd name="connsiteX0" fmla="*/ 251574 w 2708030"/>
                                        <a:gd name="connsiteY0" fmla="*/ 0 h 1950125"/>
                                        <a:gd name="connsiteX1" fmla="*/ 83352 w 2708030"/>
                                        <a:gd name="connsiteY1" fmla="*/ 164850 h 1950125"/>
                                        <a:gd name="connsiteX2" fmla="*/ 18038 w 2708030"/>
                                        <a:gd name="connsiteY2" fmla="*/ 426108 h 1950125"/>
                                        <a:gd name="connsiteX3" fmla="*/ 18037 w 2708030"/>
                                        <a:gd name="connsiteY3" fmla="*/ 741794 h 1950125"/>
                                        <a:gd name="connsiteX4" fmla="*/ 224867 w 2708030"/>
                                        <a:gd name="connsiteY4" fmla="*/ 1155450 h 1950125"/>
                                        <a:gd name="connsiteX5" fmla="*/ 486125 w 2708030"/>
                                        <a:gd name="connsiteY5" fmla="*/ 1514679 h 1950125"/>
                                        <a:gd name="connsiteX6" fmla="*/ 758265 w 2708030"/>
                                        <a:gd name="connsiteY6" fmla="*/ 1329622 h 1950125"/>
                                        <a:gd name="connsiteX7" fmla="*/ 1133317 w 2708030"/>
                                        <a:gd name="connsiteY7" fmla="*/ 1513113 h 1950125"/>
                                        <a:gd name="connsiteX8" fmla="*/ 1465838 w 2708030"/>
                                        <a:gd name="connsiteY8" fmla="*/ 1264307 h 1950125"/>
                                        <a:gd name="connsiteX9" fmla="*/ 1737981 w 2708030"/>
                                        <a:gd name="connsiteY9" fmla="*/ 1373166 h 1950125"/>
                                        <a:gd name="connsiteX10" fmla="*/ 1835953 w 2708030"/>
                                        <a:gd name="connsiteY10" fmla="*/ 1579993 h 1950125"/>
                                        <a:gd name="connsiteX11" fmla="*/ 2663266 w 2708030"/>
                                        <a:gd name="connsiteY11" fmla="*/ 1775936 h 1950125"/>
                                        <a:gd name="connsiteX12" fmla="*/ 2565295 w 2708030"/>
                                        <a:gd name="connsiteY12" fmla="*/ 1950107 h 1950125"/>
                                        <a:gd name="connsiteX13" fmla="*/ 2293152 w 2708030"/>
                                        <a:gd name="connsiteY13" fmla="*/ 1786822 h 1950125"/>
                                        <a:gd name="connsiteX14" fmla="*/ 2010123 w 2708030"/>
                                        <a:gd name="connsiteY14" fmla="*/ 1743279 h 1950125"/>
                                        <a:gd name="connsiteX15" fmla="*/ 1770637 w 2708030"/>
                                        <a:gd name="connsiteY15" fmla="*/ 1873908 h 1950125"/>
                                        <a:gd name="connsiteX0" fmla="*/ 251574 w 2708030"/>
                                        <a:gd name="connsiteY0" fmla="*/ 0 h 1950125"/>
                                        <a:gd name="connsiteX1" fmla="*/ 83352 w 2708030"/>
                                        <a:gd name="connsiteY1" fmla="*/ 164850 h 1950125"/>
                                        <a:gd name="connsiteX2" fmla="*/ 18038 w 2708030"/>
                                        <a:gd name="connsiteY2" fmla="*/ 426108 h 1950125"/>
                                        <a:gd name="connsiteX3" fmla="*/ 18037 w 2708030"/>
                                        <a:gd name="connsiteY3" fmla="*/ 741794 h 1950125"/>
                                        <a:gd name="connsiteX4" fmla="*/ 224867 w 2708030"/>
                                        <a:gd name="connsiteY4" fmla="*/ 1155450 h 1950125"/>
                                        <a:gd name="connsiteX5" fmla="*/ 486125 w 2708030"/>
                                        <a:gd name="connsiteY5" fmla="*/ 1427594 h 1950125"/>
                                        <a:gd name="connsiteX6" fmla="*/ 758265 w 2708030"/>
                                        <a:gd name="connsiteY6" fmla="*/ 1329622 h 1950125"/>
                                        <a:gd name="connsiteX7" fmla="*/ 1133317 w 2708030"/>
                                        <a:gd name="connsiteY7" fmla="*/ 1513113 h 1950125"/>
                                        <a:gd name="connsiteX8" fmla="*/ 1465838 w 2708030"/>
                                        <a:gd name="connsiteY8" fmla="*/ 1264307 h 1950125"/>
                                        <a:gd name="connsiteX9" fmla="*/ 1737981 w 2708030"/>
                                        <a:gd name="connsiteY9" fmla="*/ 1373166 h 1950125"/>
                                        <a:gd name="connsiteX10" fmla="*/ 1835953 w 2708030"/>
                                        <a:gd name="connsiteY10" fmla="*/ 1579993 h 1950125"/>
                                        <a:gd name="connsiteX11" fmla="*/ 2663266 w 2708030"/>
                                        <a:gd name="connsiteY11" fmla="*/ 1775936 h 1950125"/>
                                        <a:gd name="connsiteX12" fmla="*/ 2565295 w 2708030"/>
                                        <a:gd name="connsiteY12" fmla="*/ 1950107 h 1950125"/>
                                        <a:gd name="connsiteX13" fmla="*/ 2293152 w 2708030"/>
                                        <a:gd name="connsiteY13" fmla="*/ 1786822 h 1950125"/>
                                        <a:gd name="connsiteX14" fmla="*/ 2010123 w 2708030"/>
                                        <a:gd name="connsiteY14" fmla="*/ 1743279 h 1950125"/>
                                        <a:gd name="connsiteX15" fmla="*/ 1770637 w 2708030"/>
                                        <a:gd name="connsiteY15" fmla="*/ 1873908 h 1950125"/>
                                        <a:gd name="connsiteX0" fmla="*/ 251574 w 2588288"/>
                                        <a:gd name="connsiteY0" fmla="*/ 0 h 1951940"/>
                                        <a:gd name="connsiteX1" fmla="*/ 83352 w 2588288"/>
                                        <a:gd name="connsiteY1" fmla="*/ 164850 h 1951940"/>
                                        <a:gd name="connsiteX2" fmla="*/ 18038 w 2588288"/>
                                        <a:gd name="connsiteY2" fmla="*/ 426108 h 1951940"/>
                                        <a:gd name="connsiteX3" fmla="*/ 18037 w 2588288"/>
                                        <a:gd name="connsiteY3" fmla="*/ 741794 h 1951940"/>
                                        <a:gd name="connsiteX4" fmla="*/ 224867 w 2588288"/>
                                        <a:gd name="connsiteY4" fmla="*/ 1155450 h 1951940"/>
                                        <a:gd name="connsiteX5" fmla="*/ 486125 w 2588288"/>
                                        <a:gd name="connsiteY5" fmla="*/ 1427594 h 1951940"/>
                                        <a:gd name="connsiteX6" fmla="*/ 758265 w 2588288"/>
                                        <a:gd name="connsiteY6" fmla="*/ 1329622 h 1951940"/>
                                        <a:gd name="connsiteX7" fmla="*/ 1133317 w 2588288"/>
                                        <a:gd name="connsiteY7" fmla="*/ 1513113 h 1951940"/>
                                        <a:gd name="connsiteX8" fmla="*/ 1465838 w 2588288"/>
                                        <a:gd name="connsiteY8" fmla="*/ 1264307 h 1951940"/>
                                        <a:gd name="connsiteX9" fmla="*/ 1737981 w 2588288"/>
                                        <a:gd name="connsiteY9" fmla="*/ 1373166 h 1951940"/>
                                        <a:gd name="connsiteX10" fmla="*/ 1835953 w 2588288"/>
                                        <a:gd name="connsiteY10" fmla="*/ 1579993 h 1951940"/>
                                        <a:gd name="connsiteX11" fmla="*/ 1661780 w 2588288"/>
                                        <a:gd name="connsiteY11" fmla="*/ 1667078 h 1951940"/>
                                        <a:gd name="connsiteX12" fmla="*/ 2565295 w 2588288"/>
                                        <a:gd name="connsiteY12" fmla="*/ 1950107 h 1951940"/>
                                        <a:gd name="connsiteX13" fmla="*/ 2293152 w 2588288"/>
                                        <a:gd name="connsiteY13" fmla="*/ 1786822 h 1951940"/>
                                        <a:gd name="connsiteX14" fmla="*/ 2010123 w 2588288"/>
                                        <a:gd name="connsiteY14" fmla="*/ 1743279 h 1951940"/>
                                        <a:gd name="connsiteX15" fmla="*/ 1770637 w 2588288"/>
                                        <a:gd name="connsiteY15" fmla="*/ 1873908 h 1951940"/>
                                        <a:gd name="connsiteX0" fmla="*/ 251574 w 2311227"/>
                                        <a:gd name="connsiteY0" fmla="*/ 0 h 1873908"/>
                                        <a:gd name="connsiteX1" fmla="*/ 83352 w 2311227"/>
                                        <a:gd name="connsiteY1" fmla="*/ 164850 h 1873908"/>
                                        <a:gd name="connsiteX2" fmla="*/ 18038 w 2311227"/>
                                        <a:gd name="connsiteY2" fmla="*/ 426108 h 1873908"/>
                                        <a:gd name="connsiteX3" fmla="*/ 18037 w 2311227"/>
                                        <a:gd name="connsiteY3" fmla="*/ 741794 h 1873908"/>
                                        <a:gd name="connsiteX4" fmla="*/ 224867 w 2311227"/>
                                        <a:gd name="connsiteY4" fmla="*/ 1155450 h 1873908"/>
                                        <a:gd name="connsiteX5" fmla="*/ 486125 w 2311227"/>
                                        <a:gd name="connsiteY5" fmla="*/ 1427594 h 1873908"/>
                                        <a:gd name="connsiteX6" fmla="*/ 758265 w 2311227"/>
                                        <a:gd name="connsiteY6" fmla="*/ 1329622 h 1873908"/>
                                        <a:gd name="connsiteX7" fmla="*/ 1133317 w 2311227"/>
                                        <a:gd name="connsiteY7" fmla="*/ 1513113 h 1873908"/>
                                        <a:gd name="connsiteX8" fmla="*/ 1465838 w 2311227"/>
                                        <a:gd name="connsiteY8" fmla="*/ 1264307 h 1873908"/>
                                        <a:gd name="connsiteX9" fmla="*/ 1737981 w 2311227"/>
                                        <a:gd name="connsiteY9" fmla="*/ 1373166 h 1873908"/>
                                        <a:gd name="connsiteX10" fmla="*/ 1835953 w 2311227"/>
                                        <a:gd name="connsiteY10" fmla="*/ 1579993 h 1873908"/>
                                        <a:gd name="connsiteX11" fmla="*/ 1661780 w 2311227"/>
                                        <a:gd name="connsiteY11" fmla="*/ 1667078 h 1873908"/>
                                        <a:gd name="connsiteX12" fmla="*/ 1454952 w 2311227"/>
                                        <a:gd name="connsiteY12" fmla="*/ 1536450 h 1873908"/>
                                        <a:gd name="connsiteX13" fmla="*/ 2293152 w 2311227"/>
                                        <a:gd name="connsiteY13" fmla="*/ 1786822 h 1873908"/>
                                        <a:gd name="connsiteX14" fmla="*/ 2010123 w 2311227"/>
                                        <a:gd name="connsiteY14" fmla="*/ 1743279 h 1873908"/>
                                        <a:gd name="connsiteX15" fmla="*/ 1770637 w 2311227"/>
                                        <a:gd name="connsiteY15" fmla="*/ 1873908 h 1873908"/>
                                        <a:gd name="connsiteX0" fmla="*/ 251574 w 2030446"/>
                                        <a:gd name="connsiteY0" fmla="*/ 0 h 1873908"/>
                                        <a:gd name="connsiteX1" fmla="*/ 83352 w 2030446"/>
                                        <a:gd name="connsiteY1" fmla="*/ 164850 h 1873908"/>
                                        <a:gd name="connsiteX2" fmla="*/ 18038 w 2030446"/>
                                        <a:gd name="connsiteY2" fmla="*/ 426108 h 1873908"/>
                                        <a:gd name="connsiteX3" fmla="*/ 18037 w 2030446"/>
                                        <a:gd name="connsiteY3" fmla="*/ 741794 h 1873908"/>
                                        <a:gd name="connsiteX4" fmla="*/ 224867 w 2030446"/>
                                        <a:gd name="connsiteY4" fmla="*/ 1155450 h 1873908"/>
                                        <a:gd name="connsiteX5" fmla="*/ 486125 w 2030446"/>
                                        <a:gd name="connsiteY5" fmla="*/ 1427594 h 1873908"/>
                                        <a:gd name="connsiteX6" fmla="*/ 758265 w 2030446"/>
                                        <a:gd name="connsiteY6" fmla="*/ 1329622 h 1873908"/>
                                        <a:gd name="connsiteX7" fmla="*/ 1133317 w 2030446"/>
                                        <a:gd name="connsiteY7" fmla="*/ 1513113 h 1873908"/>
                                        <a:gd name="connsiteX8" fmla="*/ 1465838 w 2030446"/>
                                        <a:gd name="connsiteY8" fmla="*/ 1264307 h 1873908"/>
                                        <a:gd name="connsiteX9" fmla="*/ 1737981 w 2030446"/>
                                        <a:gd name="connsiteY9" fmla="*/ 1373166 h 1873908"/>
                                        <a:gd name="connsiteX10" fmla="*/ 1835953 w 2030446"/>
                                        <a:gd name="connsiteY10" fmla="*/ 1579993 h 1873908"/>
                                        <a:gd name="connsiteX11" fmla="*/ 1661780 w 2030446"/>
                                        <a:gd name="connsiteY11" fmla="*/ 1667078 h 1873908"/>
                                        <a:gd name="connsiteX12" fmla="*/ 1454952 w 2030446"/>
                                        <a:gd name="connsiteY12" fmla="*/ 1536450 h 1873908"/>
                                        <a:gd name="connsiteX13" fmla="*/ 1063067 w 2030446"/>
                                        <a:gd name="connsiteY13" fmla="*/ 1667079 h 1873908"/>
                                        <a:gd name="connsiteX14" fmla="*/ 2010123 w 2030446"/>
                                        <a:gd name="connsiteY14" fmla="*/ 1743279 h 1873908"/>
                                        <a:gd name="connsiteX15" fmla="*/ 1770637 w 2030446"/>
                                        <a:gd name="connsiteY15" fmla="*/ 1873908 h 1873908"/>
                                        <a:gd name="connsiteX0" fmla="*/ 251574 w 1837971"/>
                                        <a:gd name="connsiteY0" fmla="*/ 0 h 1873908"/>
                                        <a:gd name="connsiteX1" fmla="*/ 83352 w 1837971"/>
                                        <a:gd name="connsiteY1" fmla="*/ 164850 h 1873908"/>
                                        <a:gd name="connsiteX2" fmla="*/ 18038 w 1837971"/>
                                        <a:gd name="connsiteY2" fmla="*/ 426108 h 1873908"/>
                                        <a:gd name="connsiteX3" fmla="*/ 18037 w 1837971"/>
                                        <a:gd name="connsiteY3" fmla="*/ 741794 h 1873908"/>
                                        <a:gd name="connsiteX4" fmla="*/ 224867 w 1837971"/>
                                        <a:gd name="connsiteY4" fmla="*/ 1155450 h 1873908"/>
                                        <a:gd name="connsiteX5" fmla="*/ 486125 w 1837971"/>
                                        <a:gd name="connsiteY5" fmla="*/ 1427594 h 1873908"/>
                                        <a:gd name="connsiteX6" fmla="*/ 758265 w 1837971"/>
                                        <a:gd name="connsiteY6" fmla="*/ 1329622 h 1873908"/>
                                        <a:gd name="connsiteX7" fmla="*/ 1133317 w 1837971"/>
                                        <a:gd name="connsiteY7" fmla="*/ 1513113 h 1873908"/>
                                        <a:gd name="connsiteX8" fmla="*/ 1465838 w 1837971"/>
                                        <a:gd name="connsiteY8" fmla="*/ 1264307 h 1873908"/>
                                        <a:gd name="connsiteX9" fmla="*/ 1737981 w 1837971"/>
                                        <a:gd name="connsiteY9" fmla="*/ 1373166 h 1873908"/>
                                        <a:gd name="connsiteX10" fmla="*/ 1835953 w 1837971"/>
                                        <a:gd name="connsiteY10" fmla="*/ 1579993 h 1873908"/>
                                        <a:gd name="connsiteX11" fmla="*/ 1661780 w 1837971"/>
                                        <a:gd name="connsiteY11" fmla="*/ 1667078 h 1873908"/>
                                        <a:gd name="connsiteX12" fmla="*/ 1454952 w 1837971"/>
                                        <a:gd name="connsiteY12" fmla="*/ 1536450 h 1873908"/>
                                        <a:gd name="connsiteX13" fmla="*/ 1063067 w 1837971"/>
                                        <a:gd name="connsiteY13" fmla="*/ 1667079 h 1873908"/>
                                        <a:gd name="connsiteX14" fmla="*/ 758266 w 1837971"/>
                                        <a:gd name="connsiteY14" fmla="*/ 1547337 h 1873908"/>
                                        <a:gd name="connsiteX15" fmla="*/ 1770637 w 1837971"/>
                                        <a:gd name="connsiteY15" fmla="*/ 1873908 h 1873908"/>
                                        <a:gd name="connsiteX0" fmla="*/ 251574 w 1837971"/>
                                        <a:gd name="connsiteY0" fmla="*/ 0 h 1699737"/>
                                        <a:gd name="connsiteX1" fmla="*/ 83352 w 1837971"/>
                                        <a:gd name="connsiteY1" fmla="*/ 164850 h 1699737"/>
                                        <a:gd name="connsiteX2" fmla="*/ 18038 w 1837971"/>
                                        <a:gd name="connsiteY2" fmla="*/ 426108 h 1699737"/>
                                        <a:gd name="connsiteX3" fmla="*/ 18037 w 1837971"/>
                                        <a:gd name="connsiteY3" fmla="*/ 741794 h 1699737"/>
                                        <a:gd name="connsiteX4" fmla="*/ 224867 w 1837971"/>
                                        <a:gd name="connsiteY4" fmla="*/ 1155450 h 1699737"/>
                                        <a:gd name="connsiteX5" fmla="*/ 486125 w 1837971"/>
                                        <a:gd name="connsiteY5" fmla="*/ 1427594 h 1699737"/>
                                        <a:gd name="connsiteX6" fmla="*/ 758265 w 1837971"/>
                                        <a:gd name="connsiteY6" fmla="*/ 1329622 h 1699737"/>
                                        <a:gd name="connsiteX7" fmla="*/ 1133317 w 1837971"/>
                                        <a:gd name="connsiteY7" fmla="*/ 1513113 h 1699737"/>
                                        <a:gd name="connsiteX8" fmla="*/ 1465838 w 1837971"/>
                                        <a:gd name="connsiteY8" fmla="*/ 1264307 h 1699737"/>
                                        <a:gd name="connsiteX9" fmla="*/ 1737981 w 1837971"/>
                                        <a:gd name="connsiteY9" fmla="*/ 1373166 h 1699737"/>
                                        <a:gd name="connsiteX10" fmla="*/ 1835953 w 1837971"/>
                                        <a:gd name="connsiteY10" fmla="*/ 1579993 h 1699737"/>
                                        <a:gd name="connsiteX11" fmla="*/ 1661780 w 1837971"/>
                                        <a:gd name="connsiteY11" fmla="*/ 1667078 h 1699737"/>
                                        <a:gd name="connsiteX12" fmla="*/ 1454952 w 1837971"/>
                                        <a:gd name="connsiteY12" fmla="*/ 1536450 h 1699737"/>
                                        <a:gd name="connsiteX13" fmla="*/ 1063067 w 1837971"/>
                                        <a:gd name="connsiteY13" fmla="*/ 1667079 h 1699737"/>
                                        <a:gd name="connsiteX14" fmla="*/ 758266 w 1837971"/>
                                        <a:gd name="connsiteY14" fmla="*/ 1547337 h 1699737"/>
                                        <a:gd name="connsiteX15" fmla="*/ 736494 w 1837971"/>
                                        <a:gd name="connsiteY15" fmla="*/ 1699737 h 1699737"/>
                                        <a:gd name="connsiteX0" fmla="*/ 251574 w 1837971"/>
                                        <a:gd name="connsiteY0" fmla="*/ 0 h 1710586"/>
                                        <a:gd name="connsiteX1" fmla="*/ 83352 w 1837971"/>
                                        <a:gd name="connsiteY1" fmla="*/ 164850 h 1710586"/>
                                        <a:gd name="connsiteX2" fmla="*/ 18038 w 1837971"/>
                                        <a:gd name="connsiteY2" fmla="*/ 426108 h 1710586"/>
                                        <a:gd name="connsiteX3" fmla="*/ 18037 w 1837971"/>
                                        <a:gd name="connsiteY3" fmla="*/ 741794 h 1710586"/>
                                        <a:gd name="connsiteX4" fmla="*/ 224867 w 1837971"/>
                                        <a:gd name="connsiteY4" fmla="*/ 1155450 h 1710586"/>
                                        <a:gd name="connsiteX5" fmla="*/ 486125 w 1837971"/>
                                        <a:gd name="connsiteY5" fmla="*/ 1427594 h 1710586"/>
                                        <a:gd name="connsiteX6" fmla="*/ 758265 w 1837971"/>
                                        <a:gd name="connsiteY6" fmla="*/ 1329622 h 1710586"/>
                                        <a:gd name="connsiteX7" fmla="*/ 1133317 w 1837971"/>
                                        <a:gd name="connsiteY7" fmla="*/ 1513113 h 1710586"/>
                                        <a:gd name="connsiteX8" fmla="*/ 1465838 w 1837971"/>
                                        <a:gd name="connsiteY8" fmla="*/ 1264307 h 1710586"/>
                                        <a:gd name="connsiteX9" fmla="*/ 1737981 w 1837971"/>
                                        <a:gd name="connsiteY9" fmla="*/ 1373166 h 1710586"/>
                                        <a:gd name="connsiteX10" fmla="*/ 1835953 w 1837971"/>
                                        <a:gd name="connsiteY10" fmla="*/ 1579993 h 1710586"/>
                                        <a:gd name="connsiteX11" fmla="*/ 1661780 w 1837971"/>
                                        <a:gd name="connsiteY11" fmla="*/ 1667078 h 1710586"/>
                                        <a:gd name="connsiteX12" fmla="*/ 1454952 w 1837971"/>
                                        <a:gd name="connsiteY12" fmla="*/ 1536450 h 1710586"/>
                                        <a:gd name="connsiteX13" fmla="*/ 1063067 w 1837971"/>
                                        <a:gd name="connsiteY13" fmla="*/ 1667079 h 1710586"/>
                                        <a:gd name="connsiteX14" fmla="*/ 758266 w 1837971"/>
                                        <a:gd name="connsiteY14" fmla="*/ 1547337 h 1710586"/>
                                        <a:gd name="connsiteX15" fmla="*/ 736494 w 1837971"/>
                                        <a:gd name="connsiteY15" fmla="*/ 1699737 h 1710586"/>
                                        <a:gd name="connsiteX16" fmla="*/ 687003 w 1837971"/>
                                        <a:gd name="connsiteY16" fmla="*/ 1698171 h 1710586"/>
                                        <a:gd name="connsiteX0" fmla="*/ 251574 w 1837971"/>
                                        <a:gd name="connsiteY0" fmla="*/ 0 h 1705605"/>
                                        <a:gd name="connsiteX1" fmla="*/ 83352 w 1837971"/>
                                        <a:gd name="connsiteY1" fmla="*/ 164850 h 1705605"/>
                                        <a:gd name="connsiteX2" fmla="*/ 18038 w 1837971"/>
                                        <a:gd name="connsiteY2" fmla="*/ 426108 h 1705605"/>
                                        <a:gd name="connsiteX3" fmla="*/ 18037 w 1837971"/>
                                        <a:gd name="connsiteY3" fmla="*/ 741794 h 1705605"/>
                                        <a:gd name="connsiteX4" fmla="*/ 224867 w 1837971"/>
                                        <a:gd name="connsiteY4" fmla="*/ 1155450 h 1705605"/>
                                        <a:gd name="connsiteX5" fmla="*/ 486125 w 1837971"/>
                                        <a:gd name="connsiteY5" fmla="*/ 1427594 h 1705605"/>
                                        <a:gd name="connsiteX6" fmla="*/ 758265 w 1837971"/>
                                        <a:gd name="connsiteY6" fmla="*/ 1329622 h 1705605"/>
                                        <a:gd name="connsiteX7" fmla="*/ 1133317 w 1837971"/>
                                        <a:gd name="connsiteY7" fmla="*/ 1513113 h 1705605"/>
                                        <a:gd name="connsiteX8" fmla="*/ 1465838 w 1837971"/>
                                        <a:gd name="connsiteY8" fmla="*/ 1264307 h 1705605"/>
                                        <a:gd name="connsiteX9" fmla="*/ 1737981 w 1837971"/>
                                        <a:gd name="connsiteY9" fmla="*/ 1373166 h 1705605"/>
                                        <a:gd name="connsiteX10" fmla="*/ 1835953 w 1837971"/>
                                        <a:gd name="connsiteY10" fmla="*/ 1579993 h 1705605"/>
                                        <a:gd name="connsiteX11" fmla="*/ 1661780 w 1837971"/>
                                        <a:gd name="connsiteY11" fmla="*/ 1667078 h 1705605"/>
                                        <a:gd name="connsiteX12" fmla="*/ 1454952 w 1837971"/>
                                        <a:gd name="connsiteY12" fmla="*/ 1536450 h 1705605"/>
                                        <a:gd name="connsiteX13" fmla="*/ 1063067 w 1837971"/>
                                        <a:gd name="connsiteY13" fmla="*/ 1667079 h 1705605"/>
                                        <a:gd name="connsiteX14" fmla="*/ 758266 w 1837971"/>
                                        <a:gd name="connsiteY14" fmla="*/ 1547337 h 1705605"/>
                                        <a:gd name="connsiteX15" fmla="*/ 736494 w 1837971"/>
                                        <a:gd name="connsiteY15" fmla="*/ 1699737 h 1705605"/>
                                        <a:gd name="connsiteX16" fmla="*/ 436632 w 1837971"/>
                                        <a:gd name="connsiteY16" fmla="*/ 1676400 h 1705605"/>
                                        <a:gd name="connsiteX0" fmla="*/ 251574 w 1837971"/>
                                        <a:gd name="connsiteY0" fmla="*/ 0 h 1705605"/>
                                        <a:gd name="connsiteX1" fmla="*/ 83352 w 1837971"/>
                                        <a:gd name="connsiteY1" fmla="*/ 164850 h 1705605"/>
                                        <a:gd name="connsiteX2" fmla="*/ 18038 w 1837971"/>
                                        <a:gd name="connsiteY2" fmla="*/ 426108 h 1705605"/>
                                        <a:gd name="connsiteX3" fmla="*/ 18037 w 1837971"/>
                                        <a:gd name="connsiteY3" fmla="*/ 741794 h 1705605"/>
                                        <a:gd name="connsiteX4" fmla="*/ 224867 w 1837971"/>
                                        <a:gd name="connsiteY4" fmla="*/ 1155450 h 1705605"/>
                                        <a:gd name="connsiteX5" fmla="*/ 486125 w 1837971"/>
                                        <a:gd name="connsiteY5" fmla="*/ 1427594 h 1705605"/>
                                        <a:gd name="connsiteX6" fmla="*/ 758265 w 1837971"/>
                                        <a:gd name="connsiteY6" fmla="*/ 1329622 h 1705605"/>
                                        <a:gd name="connsiteX7" fmla="*/ 1133317 w 1837971"/>
                                        <a:gd name="connsiteY7" fmla="*/ 1513113 h 1705605"/>
                                        <a:gd name="connsiteX8" fmla="*/ 1465838 w 1837971"/>
                                        <a:gd name="connsiteY8" fmla="*/ 1264307 h 1705605"/>
                                        <a:gd name="connsiteX9" fmla="*/ 1737981 w 1837971"/>
                                        <a:gd name="connsiteY9" fmla="*/ 1373166 h 1705605"/>
                                        <a:gd name="connsiteX10" fmla="*/ 1835953 w 1837971"/>
                                        <a:gd name="connsiteY10" fmla="*/ 1579993 h 1705605"/>
                                        <a:gd name="connsiteX11" fmla="*/ 1661780 w 1837971"/>
                                        <a:gd name="connsiteY11" fmla="*/ 1667078 h 1705605"/>
                                        <a:gd name="connsiteX12" fmla="*/ 1454952 w 1837971"/>
                                        <a:gd name="connsiteY12" fmla="*/ 1536450 h 1705605"/>
                                        <a:gd name="connsiteX13" fmla="*/ 1063067 w 1837971"/>
                                        <a:gd name="connsiteY13" fmla="*/ 1667079 h 1705605"/>
                                        <a:gd name="connsiteX14" fmla="*/ 758266 w 1837971"/>
                                        <a:gd name="connsiteY14" fmla="*/ 1547337 h 1705605"/>
                                        <a:gd name="connsiteX15" fmla="*/ 649408 w 1837971"/>
                                        <a:gd name="connsiteY15" fmla="*/ 1699737 h 1705605"/>
                                        <a:gd name="connsiteX16" fmla="*/ 436632 w 1837971"/>
                                        <a:gd name="connsiteY16" fmla="*/ 1676400 h 1705605"/>
                                        <a:gd name="connsiteX0" fmla="*/ 251574 w 1837971"/>
                                        <a:gd name="connsiteY0" fmla="*/ 0 h 1705605"/>
                                        <a:gd name="connsiteX1" fmla="*/ 83352 w 1837971"/>
                                        <a:gd name="connsiteY1" fmla="*/ 164850 h 1705605"/>
                                        <a:gd name="connsiteX2" fmla="*/ 18038 w 1837971"/>
                                        <a:gd name="connsiteY2" fmla="*/ 426108 h 1705605"/>
                                        <a:gd name="connsiteX3" fmla="*/ 18037 w 1837971"/>
                                        <a:gd name="connsiteY3" fmla="*/ 741794 h 1705605"/>
                                        <a:gd name="connsiteX4" fmla="*/ 224867 w 1837971"/>
                                        <a:gd name="connsiteY4" fmla="*/ 1155450 h 1705605"/>
                                        <a:gd name="connsiteX5" fmla="*/ 486125 w 1837971"/>
                                        <a:gd name="connsiteY5" fmla="*/ 1427594 h 1705605"/>
                                        <a:gd name="connsiteX6" fmla="*/ 758265 w 1837971"/>
                                        <a:gd name="connsiteY6" fmla="*/ 1329622 h 1705605"/>
                                        <a:gd name="connsiteX7" fmla="*/ 1133317 w 1837971"/>
                                        <a:gd name="connsiteY7" fmla="*/ 1513113 h 1705605"/>
                                        <a:gd name="connsiteX8" fmla="*/ 1465838 w 1837971"/>
                                        <a:gd name="connsiteY8" fmla="*/ 1264307 h 1705605"/>
                                        <a:gd name="connsiteX9" fmla="*/ 1737981 w 1837971"/>
                                        <a:gd name="connsiteY9" fmla="*/ 1373166 h 1705605"/>
                                        <a:gd name="connsiteX10" fmla="*/ 1835953 w 1837971"/>
                                        <a:gd name="connsiteY10" fmla="*/ 1579993 h 1705605"/>
                                        <a:gd name="connsiteX11" fmla="*/ 1661780 w 1837971"/>
                                        <a:gd name="connsiteY11" fmla="*/ 1667078 h 1705605"/>
                                        <a:gd name="connsiteX12" fmla="*/ 1454952 w 1837971"/>
                                        <a:gd name="connsiteY12" fmla="*/ 1536450 h 1705605"/>
                                        <a:gd name="connsiteX13" fmla="*/ 1063067 w 1837971"/>
                                        <a:gd name="connsiteY13" fmla="*/ 1667079 h 1705605"/>
                                        <a:gd name="connsiteX14" fmla="*/ 758266 w 1837971"/>
                                        <a:gd name="connsiteY14" fmla="*/ 1547337 h 1705605"/>
                                        <a:gd name="connsiteX15" fmla="*/ 649408 w 1837971"/>
                                        <a:gd name="connsiteY15" fmla="*/ 1699737 h 1705605"/>
                                        <a:gd name="connsiteX16" fmla="*/ 436632 w 1837971"/>
                                        <a:gd name="connsiteY16" fmla="*/ 1676400 h 1705605"/>
                                        <a:gd name="connsiteX17" fmla="*/ 425746 w 1837971"/>
                                        <a:gd name="connsiteY17" fmla="*/ 1676399 h 1705605"/>
                                        <a:gd name="connsiteX0" fmla="*/ 251574 w 1837971"/>
                                        <a:gd name="connsiteY0" fmla="*/ 0 h 1705605"/>
                                        <a:gd name="connsiteX1" fmla="*/ 83352 w 1837971"/>
                                        <a:gd name="connsiteY1" fmla="*/ 164850 h 1705605"/>
                                        <a:gd name="connsiteX2" fmla="*/ 18038 w 1837971"/>
                                        <a:gd name="connsiteY2" fmla="*/ 426108 h 1705605"/>
                                        <a:gd name="connsiteX3" fmla="*/ 18037 w 1837971"/>
                                        <a:gd name="connsiteY3" fmla="*/ 741794 h 1705605"/>
                                        <a:gd name="connsiteX4" fmla="*/ 224867 w 1837971"/>
                                        <a:gd name="connsiteY4" fmla="*/ 1155450 h 1705605"/>
                                        <a:gd name="connsiteX5" fmla="*/ 486125 w 1837971"/>
                                        <a:gd name="connsiteY5" fmla="*/ 1427594 h 1705605"/>
                                        <a:gd name="connsiteX6" fmla="*/ 758265 w 1837971"/>
                                        <a:gd name="connsiteY6" fmla="*/ 1329622 h 1705605"/>
                                        <a:gd name="connsiteX7" fmla="*/ 1133317 w 1837971"/>
                                        <a:gd name="connsiteY7" fmla="*/ 1513113 h 1705605"/>
                                        <a:gd name="connsiteX8" fmla="*/ 1465838 w 1837971"/>
                                        <a:gd name="connsiteY8" fmla="*/ 1264307 h 1705605"/>
                                        <a:gd name="connsiteX9" fmla="*/ 1737981 w 1837971"/>
                                        <a:gd name="connsiteY9" fmla="*/ 1373166 h 1705605"/>
                                        <a:gd name="connsiteX10" fmla="*/ 1835953 w 1837971"/>
                                        <a:gd name="connsiteY10" fmla="*/ 1579993 h 1705605"/>
                                        <a:gd name="connsiteX11" fmla="*/ 1661780 w 1837971"/>
                                        <a:gd name="connsiteY11" fmla="*/ 1667078 h 1705605"/>
                                        <a:gd name="connsiteX12" fmla="*/ 1454952 w 1837971"/>
                                        <a:gd name="connsiteY12" fmla="*/ 1536450 h 1705605"/>
                                        <a:gd name="connsiteX13" fmla="*/ 1063067 w 1837971"/>
                                        <a:gd name="connsiteY13" fmla="*/ 1667079 h 1705605"/>
                                        <a:gd name="connsiteX14" fmla="*/ 758266 w 1837971"/>
                                        <a:gd name="connsiteY14" fmla="*/ 1547337 h 1705605"/>
                                        <a:gd name="connsiteX15" fmla="*/ 649408 w 1837971"/>
                                        <a:gd name="connsiteY15" fmla="*/ 1699737 h 1705605"/>
                                        <a:gd name="connsiteX16" fmla="*/ 436632 w 1837971"/>
                                        <a:gd name="connsiteY16" fmla="*/ 1676400 h 1705605"/>
                                        <a:gd name="connsiteX17" fmla="*/ 197146 w 1837971"/>
                                        <a:gd name="connsiteY17" fmla="*/ 1458684 h 1705605"/>
                                        <a:gd name="connsiteX0" fmla="*/ 251574 w 1837971"/>
                                        <a:gd name="connsiteY0" fmla="*/ 0 h 1705605"/>
                                        <a:gd name="connsiteX1" fmla="*/ 83352 w 1837971"/>
                                        <a:gd name="connsiteY1" fmla="*/ 164850 h 1705605"/>
                                        <a:gd name="connsiteX2" fmla="*/ 18038 w 1837971"/>
                                        <a:gd name="connsiteY2" fmla="*/ 426108 h 1705605"/>
                                        <a:gd name="connsiteX3" fmla="*/ 18037 w 1837971"/>
                                        <a:gd name="connsiteY3" fmla="*/ 741794 h 1705605"/>
                                        <a:gd name="connsiteX4" fmla="*/ 224867 w 1837971"/>
                                        <a:gd name="connsiteY4" fmla="*/ 1155450 h 1705605"/>
                                        <a:gd name="connsiteX5" fmla="*/ 486125 w 1837971"/>
                                        <a:gd name="connsiteY5" fmla="*/ 1427594 h 1705605"/>
                                        <a:gd name="connsiteX6" fmla="*/ 758265 w 1837971"/>
                                        <a:gd name="connsiteY6" fmla="*/ 1329622 h 1705605"/>
                                        <a:gd name="connsiteX7" fmla="*/ 1133317 w 1837971"/>
                                        <a:gd name="connsiteY7" fmla="*/ 1513113 h 1705605"/>
                                        <a:gd name="connsiteX8" fmla="*/ 1465838 w 1837971"/>
                                        <a:gd name="connsiteY8" fmla="*/ 1264307 h 1705605"/>
                                        <a:gd name="connsiteX9" fmla="*/ 1737981 w 1837971"/>
                                        <a:gd name="connsiteY9" fmla="*/ 1373166 h 1705605"/>
                                        <a:gd name="connsiteX10" fmla="*/ 1835953 w 1837971"/>
                                        <a:gd name="connsiteY10" fmla="*/ 1579993 h 1705605"/>
                                        <a:gd name="connsiteX11" fmla="*/ 1661780 w 1837971"/>
                                        <a:gd name="connsiteY11" fmla="*/ 1667078 h 1705605"/>
                                        <a:gd name="connsiteX12" fmla="*/ 1454952 w 1837971"/>
                                        <a:gd name="connsiteY12" fmla="*/ 1536450 h 1705605"/>
                                        <a:gd name="connsiteX13" fmla="*/ 1063067 w 1837971"/>
                                        <a:gd name="connsiteY13" fmla="*/ 1667079 h 1705605"/>
                                        <a:gd name="connsiteX14" fmla="*/ 758266 w 1837971"/>
                                        <a:gd name="connsiteY14" fmla="*/ 1547337 h 1705605"/>
                                        <a:gd name="connsiteX15" fmla="*/ 649408 w 1837971"/>
                                        <a:gd name="connsiteY15" fmla="*/ 1699737 h 1705605"/>
                                        <a:gd name="connsiteX16" fmla="*/ 436632 w 1837971"/>
                                        <a:gd name="connsiteY16" fmla="*/ 1676400 h 1705605"/>
                                        <a:gd name="connsiteX17" fmla="*/ 197146 w 1837971"/>
                                        <a:gd name="connsiteY17" fmla="*/ 1458684 h 1705605"/>
                                        <a:gd name="connsiteX18" fmla="*/ 186260 w 1837971"/>
                                        <a:gd name="connsiteY18" fmla="*/ 1447799 h 1705605"/>
                                        <a:gd name="connsiteX0" fmla="*/ 251574 w 1837971"/>
                                        <a:gd name="connsiteY0" fmla="*/ 0 h 1705605"/>
                                        <a:gd name="connsiteX1" fmla="*/ 83352 w 1837971"/>
                                        <a:gd name="connsiteY1" fmla="*/ 164850 h 1705605"/>
                                        <a:gd name="connsiteX2" fmla="*/ 18038 w 1837971"/>
                                        <a:gd name="connsiteY2" fmla="*/ 426108 h 1705605"/>
                                        <a:gd name="connsiteX3" fmla="*/ 18037 w 1837971"/>
                                        <a:gd name="connsiteY3" fmla="*/ 741794 h 1705605"/>
                                        <a:gd name="connsiteX4" fmla="*/ 224867 w 1837971"/>
                                        <a:gd name="connsiteY4" fmla="*/ 1155450 h 1705605"/>
                                        <a:gd name="connsiteX5" fmla="*/ 486125 w 1837971"/>
                                        <a:gd name="connsiteY5" fmla="*/ 1427594 h 1705605"/>
                                        <a:gd name="connsiteX6" fmla="*/ 758265 w 1837971"/>
                                        <a:gd name="connsiteY6" fmla="*/ 1329622 h 1705605"/>
                                        <a:gd name="connsiteX7" fmla="*/ 1133317 w 1837971"/>
                                        <a:gd name="connsiteY7" fmla="*/ 1513113 h 1705605"/>
                                        <a:gd name="connsiteX8" fmla="*/ 1465838 w 1837971"/>
                                        <a:gd name="connsiteY8" fmla="*/ 1264307 h 1705605"/>
                                        <a:gd name="connsiteX9" fmla="*/ 1737981 w 1837971"/>
                                        <a:gd name="connsiteY9" fmla="*/ 1373166 h 1705605"/>
                                        <a:gd name="connsiteX10" fmla="*/ 1835953 w 1837971"/>
                                        <a:gd name="connsiteY10" fmla="*/ 1579993 h 1705605"/>
                                        <a:gd name="connsiteX11" fmla="*/ 1661780 w 1837971"/>
                                        <a:gd name="connsiteY11" fmla="*/ 1667078 h 1705605"/>
                                        <a:gd name="connsiteX12" fmla="*/ 1454952 w 1837971"/>
                                        <a:gd name="connsiteY12" fmla="*/ 1536450 h 1705605"/>
                                        <a:gd name="connsiteX13" fmla="*/ 1063067 w 1837971"/>
                                        <a:gd name="connsiteY13" fmla="*/ 1667079 h 1705605"/>
                                        <a:gd name="connsiteX14" fmla="*/ 758266 w 1837971"/>
                                        <a:gd name="connsiteY14" fmla="*/ 1547337 h 1705605"/>
                                        <a:gd name="connsiteX15" fmla="*/ 649408 w 1837971"/>
                                        <a:gd name="connsiteY15" fmla="*/ 1699737 h 1705605"/>
                                        <a:gd name="connsiteX16" fmla="*/ 436632 w 1837971"/>
                                        <a:gd name="connsiteY16" fmla="*/ 1676400 h 1705605"/>
                                        <a:gd name="connsiteX17" fmla="*/ 197146 w 1837971"/>
                                        <a:gd name="connsiteY17" fmla="*/ 1458684 h 1705605"/>
                                        <a:gd name="connsiteX18" fmla="*/ 55631 w 1837971"/>
                                        <a:gd name="connsiteY18" fmla="*/ 1458684 h 1705605"/>
                                        <a:gd name="connsiteX0" fmla="*/ 251574 w 1837971"/>
                                        <a:gd name="connsiteY0" fmla="*/ 0 h 1705605"/>
                                        <a:gd name="connsiteX1" fmla="*/ 83352 w 1837971"/>
                                        <a:gd name="connsiteY1" fmla="*/ 164850 h 1705605"/>
                                        <a:gd name="connsiteX2" fmla="*/ 18038 w 1837971"/>
                                        <a:gd name="connsiteY2" fmla="*/ 426108 h 1705605"/>
                                        <a:gd name="connsiteX3" fmla="*/ 18037 w 1837971"/>
                                        <a:gd name="connsiteY3" fmla="*/ 741794 h 1705605"/>
                                        <a:gd name="connsiteX4" fmla="*/ 224867 w 1837971"/>
                                        <a:gd name="connsiteY4" fmla="*/ 1155450 h 1705605"/>
                                        <a:gd name="connsiteX5" fmla="*/ 486125 w 1837971"/>
                                        <a:gd name="connsiteY5" fmla="*/ 1427594 h 1705605"/>
                                        <a:gd name="connsiteX6" fmla="*/ 758265 w 1837971"/>
                                        <a:gd name="connsiteY6" fmla="*/ 1329622 h 1705605"/>
                                        <a:gd name="connsiteX7" fmla="*/ 1133317 w 1837971"/>
                                        <a:gd name="connsiteY7" fmla="*/ 1513113 h 1705605"/>
                                        <a:gd name="connsiteX8" fmla="*/ 1465838 w 1837971"/>
                                        <a:gd name="connsiteY8" fmla="*/ 1264307 h 1705605"/>
                                        <a:gd name="connsiteX9" fmla="*/ 1737981 w 1837971"/>
                                        <a:gd name="connsiteY9" fmla="*/ 1373166 h 1705605"/>
                                        <a:gd name="connsiteX10" fmla="*/ 1835953 w 1837971"/>
                                        <a:gd name="connsiteY10" fmla="*/ 1579993 h 1705605"/>
                                        <a:gd name="connsiteX11" fmla="*/ 1661780 w 1837971"/>
                                        <a:gd name="connsiteY11" fmla="*/ 1667078 h 1705605"/>
                                        <a:gd name="connsiteX12" fmla="*/ 1454952 w 1837971"/>
                                        <a:gd name="connsiteY12" fmla="*/ 1536450 h 1705605"/>
                                        <a:gd name="connsiteX13" fmla="*/ 1063067 w 1837971"/>
                                        <a:gd name="connsiteY13" fmla="*/ 1667079 h 1705605"/>
                                        <a:gd name="connsiteX14" fmla="*/ 758266 w 1837971"/>
                                        <a:gd name="connsiteY14" fmla="*/ 1547337 h 1705605"/>
                                        <a:gd name="connsiteX15" fmla="*/ 649408 w 1837971"/>
                                        <a:gd name="connsiteY15" fmla="*/ 1699737 h 1705605"/>
                                        <a:gd name="connsiteX16" fmla="*/ 436632 w 1837971"/>
                                        <a:gd name="connsiteY16" fmla="*/ 1676400 h 1705605"/>
                                        <a:gd name="connsiteX17" fmla="*/ 197146 w 1837971"/>
                                        <a:gd name="connsiteY17" fmla="*/ 1458684 h 1705605"/>
                                        <a:gd name="connsiteX18" fmla="*/ 55631 w 1837971"/>
                                        <a:gd name="connsiteY18" fmla="*/ 1458684 h 1705605"/>
                                        <a:gd name="connsiteX19" fmla="*/ 33860 w 1837971"/>
                                        <a:gd name="connsiteY19" fmla="*/ 1447799 h 1705605"/>
                                        <a:gd name="connsiteX0" fmla="*/ 359229 w 1945626"/>
                                        <a:gd name="connsiteY0" fmla="*/ 0 h 1705605"/>
                                        <a:gd name="connsiteX1" fmla="*/ 191007 w 1945626"/>
                                        <a:gd name="connsiteY1" fmla="*/ 164850 h 1705605"/>
                                        <a:gd name="connsiteX2" fmla="*/ 125693 w 1945626"/>
                                        <a:gd name="connsiteY2" fmla="*/ 426108 h 1705605"/>
                                        <a:gd name="connsiteX3" fmla="*/ 125692 w 1945626"/>
                                        <a:gd name="connsiteY3" fmla="*/ 741794 h 1705605"/>
                                        <a:gd name="connsiteX4" fmla="*/ 332522 w 1945626"/>
                                        <a:gd name="connsiteY4" fmla="*/ 1155450 h 1705605"/>
                                        <a:gd name="connsiteX5" fmla="*/ 593780 w 1945626"/>
                                        <a:gd name="connsiteY5" fmla="*/ 1427594 h 1705605"/>
                                        <a:gd name="connsiteX6" fmla="*/ 865920 w 1945626"/>
                                        <a:gd name="connsiteY6" fmla="*/ 1329622 h 1705605"/>
                                        <a:gd name="connsiteX7" fmla="*/ 1240972 w 1945626"/>
                                        <a:gd name="connsiteY7" fmla="*/ 1513113 h 1705605"/>
                                        <a:gd name="connsiteX8" fmla="*/ 1573493 w 1945626"/>
                                        <a:gd name="connsiteY8" fmla="*/ 1264307 h 1705605"/>
                                        <a:gd name="connsiteX9" fmla="*/ 1845636 w 1945626"/>
                                        <a:gd name="connsiteY9" fmla="*/ 1373166 h 1705605"/>
                                        <a:gd name="connsiteX10" fmla="*/ 1943608 w 1945626"/>
                                        <a:gd name="connsiteY10" fmla="*/ 1579993 h 1705605"/>
                                        <a:gd name="connsiteX11" fmla="*/ 1769435 w 1945626"/>
                                        <a:gd name="connsiteY11" fmla="*/ 1667078 h 1705605"/>
                                        <a:gd name="connsiteX12" fmla="*/ 1562607 w 1945626"/>
                                        <a:gd name="connsiteY12" fmla="*/ 1536450 h 1705605"/>
                                        <a:gd name="connsiteX13" fmla="*/ 1170722 w 1945626"/>
                                        <a:gd name="connsiteY13" fmla="*/ 1667079 h 1705605"/>
                                        <a:gd name="connsiteX14" fmla="*/ 865921 w 1945626"/>
                                        <a:gd name="connsiteY14" fmla="*/ 1547337 h 1705605"/>
                                        <a:gd name="connsiteX15" fmla="*/ 757063 w 1945626"/>
                                        <a:gd name="connsiteY15" fmla="*/ 1699737 h 1705605"/>
                                        <a:gd name="connsiteX16" fmla="*/ 544287 w 1945626"/>
                                        <a:gd name="connsiteY16" fmla="*/ 1676400 h 1705605"/>
                                        <a:gd name="connsiteX17" fmla="*/ 304801 w 1945626"/>
                                        <a:gd name="connsiteY17" fmla="*/ 1458684 h 1705605"/>
                                        <a:gd name="connsiteX18" fmla="*/ 163286 w 1945626"/>
                                        <a:gd name="connsiteY18" fmla="*/ 1458684 h 1705605"/>
                                        <a:gd name="connsiteX19" fmla="*/ 0 w 1945626"/>
                                        <a:gd name="connsiteY19" fmla="*/ 1545770 h 1705605"/>
                                        <a:gd name="connsiteX0" fmla="*/ 374986 w 1961383"/>
                                        <a:gd name="connsiteY0" fmla="*/ 0 h 1705605"/>
                                        <a:gd name="connsiteX1" fmla="*/ 206764 w 1961383"/>
                                        <a:gd name="connsiteY1" fmla="*/ 164850 h 1705605"/>
                                        <a:gd name="connsiteX2" fmla="*/ 141450 w 1961383"/>
                                        <a:gd name="connsiteY2" fmla="*/ 426108 h 1705605"/>
                                        <a:gd name="connsiteX3" fmla="*/ 141449 w 1961383"/>
                                        <a:gd name="connsiteY3" fmla="*/ 741794 h 1705605"/>
                                        <a:gd name="connsiteX4" fmla="*/ 348279 w 1961383"/>
                                        <a:gd name="connsiteY4" fmla="*/ 1155450 h 1705605"/>
                                        <a:gd name="connsiteX5" fmla="*/ 609537 w 1961383"/>
                                        <a:gd name="connsiteY5" fmla="*/ 1427594 h 1705605"/>
                                        <a:gd name="connsiteX6" fmla="*/ 881677 w 1961383"/>
                                        <a:gd name="connsiteY6" fmla="*/ 1329622 h 1705605"/>
                                        <a:gd name="connsiteX7" fmla="*/ 1256729 w 1961383"/>
                                        <a:gd name="connsiteY7" fmla="*/ 1513113 h 1705605"/>
                                        <a:gd name="connsiteX8" fmla="*/ 1589250 w 1961383"/>
                                        <a:gd name="connsiteY8" fmla="*/ 1264307 h 1705605"/>
                                        <a:gd name="connsiteX9" fmla="*/ 1861393 w 1961383"/>
                                        <a:gd name="connsiteY9" fmla="*/ 1373166 h 1705605"/>
                                        <a:gd name="connsiteX10" fmla="*/ 1959365 w 1961383"/>
                                        <a:gd name="connsiteY10" fmla="*/ 1579993 h 1705605"/>
                                        <a:gd name="connsiteX11" fmla="*/ 1785192 w 1961383"/>
                                        <a:gd name="connsiteY11" fmla="*/ 1667078 h 1705605"/>
                                        <a:gd name="connsiteX12" fmla="*/ 1578364 w 1961383"/>
                                        <a:gd name="connsiteY12" fmla="*/ 1536450 h 1705605"/>
                                        <a:gd name="connsiteX13" fmla="*/ 1186479 w 1961383"/>
                                        <a:gd name="connsiteY13" fmla="*/ 1667079 h 1705605"/>
                                        <a:gd name="connsiteX14" fmla="*/ 881678 w 1961383"/>
                                        <a:gd name="connsiteY14" fmla="*/ 1547337 h 1705605"/>
                                        <a:gd name="connsiteX15" fmla="*/ 772820 w 1961383"/>
                                        <a:gd name="connsiteY15" fmla="*/ 1699737 h 1705605"/>
                                        <a:gd name="connsiteX16" fmla="*/ 560044 w 1961383"/>
                                        <a:gd name="connsiteY16" fmla="*/ 1676400 h 1705605"/>
                                        <a:gd name="connsiteX17" fmla="*/ 320558 w 1961383"/>
                                        <a:gd name="connsiteY17" fmla="*/ 1458684 h 1705605"/>
                                        <a:gd name="connsiteX18" fmla="*/ 179043 w 1961383"/>
                                        <a:gd name="connsiteY18" fmla="*/ 1458684 h 1705605"/>
                                        <a:gd name="connsiteX19" fmla="*/ 15757 w 1961383"/>
                                        <a:gd name="connsiteY19" fmla="*/ 1545770 h 1705605"/>
                                        <a:gd name="connsiteX20" fmla="*/ 4872 w 1961383"/>
                                        <a:gd name="connsiteY20" fmla="*/ 1534885 h 1705605"/>
                                        <a:gd name="connsiteX0" fmla="*/ 446314 w 2032711"/>
                                        <a:gd name="connsiteY0" fmla="*/ 0 h 1796158"/>
                                        <a:gd name="connsiteX1" fmla="*/ 278092 w 2032711"/>
                                        <a:gd name="connsiteY1" fmla="*/ 164850 h 1796158"/>
                                        <a:gd name="connsiteX2" fmla="*/ 212778 w 2032711"/>
                                        <a:gd name="connsiteY2" fmla="*/ 426108 h 1796158"/>
                                        <a:gd name="connsiteX3" fmla="*/ 212777 w 2032711"/>
                                        <a:gd name="connsiteY3" fmla="*/ 741794 h 1796158"/>
                                        <a:gd name="connsiteX4" fmla="*/ 419607 w 2032711"/>
                                        <a:gd name="connsiteY4" fmla="*/ 1155450 h 1796158"/>
                                        <a:gd name="connsiteX5" fmla="*/ 680865 w 2032711"/>
                                        <a:gd name="connsiteY5" fmla="*/ 1427594 h 1796158"/>
                                        <a:gd name="connsiteX6" fmla="*/ 953005 w 2032711"/>
                                        <a:gd name="connsiteY6" fmla="*/ 1329622 h 1796158"/>
                                        <a:gd name="connsiteX7" fmla="*/ 1328057 w 2032711"/>
                                        <a:gd name="connsiteY7" fmla="*/ 1513113 h 1796158"/>
                                        <a:gd name="connsiteX8" fmla="*/ 1660578 w 2032711"/>
                                        <a:gd name="connsiteY8" fmla="*/ 1264307 h 1796158"/>
                                        <a:gd name="connsiteX9" fmla="*/ 1932721 w 2032711"/>
                                        <a:gd name="connsiteY9" fmla="*/ 1373166 h 1796158"/>
                                        <a:gd name="connsiteX10" fmla="*/ 2030693 w 2032711"/>
                                        <a:gd name="connsiteY10" fmla="*/ 1579993 h 1796158"/>
                                        <a:gd name="connsiteX11" fmla="*/ 1856520 w 2032711"/>
                                        <a:gd name="connsiteY11" fmla="*/ 1667078 h 1796158"/>
                                        <a:gd name="connsiteX12" fmla="*/ 1649692 w 2032711"/>
                                        <a:gd name="connsiteY12" fmla="*/ 1536450 h 1796158"/>
                                        <a:gd name="connsiteX13" fmla="*/ 1257807 w 2032711"/>
                                        <a:gd name="connsiteY13" fmla="*/ 1667079 h 1796158"/>
                                        <a:gd name="connsiteX14" fmla="*/ 953006 w 2032711"/>
                                        <a:gd name="connsiteY14" fmla="*/ 1547337 h 1796158"/>
                                        <a:gd name="connsiteX15" fmla="*/ 844148 w 2032711"/>
                                        <a:gd name="connsiteY15" fmla="*/ 1699737 h 1796158"/>
                                        <a:gd name="connsiteX16" fmla="*/ 631372 w 2032711"/>
                                        <a:gd name="connsiteY16" fmla="*/ 1676400 h 1796158"/>
                                        <a:gd name="connsiteX17" fmla="*/ 391886 w 2032711"/>
                                        <a:gd name="connsiteY17" fmla="*/ 1458684 h 1796158"/>
                                        <a:gd name="connsiteX18" fmla="*/ 250371 w 2032711"/>
                                        <a:gd name="connsiteY18" fmla="*/ 1458684 h 1796158"/>
                                        <a:gd name="connsiteX19" fmla="*/ 87085 w 2032711"/>
                                        <a:gd name="connsiteY19" fmla="*/ 1545770 h 1796158"/>
                                        <a:gd name="connsiteX20" fmla="*/ 0 w 2032711"/>
                                        <a:gd name="connsiteY20" fmla="*/ 1796143 h 1796158"/>
                                        <a:gd name="connsiteX0" fmla="*/ 446314 w 2047182"/>
                                        <a:gd name="connsiteY0" fmla="*/ 0 h 1796158"/>
                                        <a:gd name="connsiteX1" fmla="*/ 278092 w 2047182"/>
                                        <a:gd name="connsiteY1" fmla="*/ 164850 h 1796158"/>
                                        <a:gd name="connsiteX2" fmla="*/ 212778 w 2047182"/>
                                        <a:gd name="connsiteY2" fmla="*/ 426108 h 1796158"/>
                                        <a:gd name="connsiteX3" fmla="*/ 212777 w 2047182"/>
                                        <a:gd name="connsiteY3" fmla="*/ 741794 h 1796158"/>
                                        <a:gd name="connsiteX4" fmla="*/ 419607 w 2047182"/>
                                        <a:gd name="connsiteY4" fmla="*/ 1155450 h 1796158"/>
                                        <a:gd name="connsiteX5" fmla="*/ 680865 w 2047182"/>
                                        <a:gd name="connsiteY5" fmla="*/ 1427594 h 1796158"/>
                                        <a:gd name="connsiteX6" fmla="*/ 953005 w 2047182"/>
                                        <a:gd name="connsiteY6" fmla="*/ 1329622 h 1796158"/>
                                        <a:gd name="connsiteX7" fmla="*/ 1328057 w 2047182"/>
                                        <a:gd name="connsiteY7" fmla="*/ 1513113 h 1796158"/>
                                        <a:gd name="connsiteX8" fmla="*/ 1660578 w 2047182"/>
                                        <a:gd name="connsiteY8" fmla="*/ 1264307 h 1796158"/>
                                        <a:gd name="connsiteX9" fmla="*/ 1998035 w 2047182"/>
                                        <a:gd name="connsiteY9" fmla="*/ 1068366 h 1796158"/>
                                        <a:gd name="connsiteX10" fmla="*/ 2030693 w 2047182"/>
                                        <a:gd name="connsiteY10" fmla="*/ 1579993 h 1796158"/>
                                        <a:gd name="connsiteX11" fmla="*/ 1856520 w 2047182"/>
                                        <a:gd name="connsiteY11" fmla="*/ 1667078 h 1796158"/>
                                        <a:gd name="connsiteX12" fmla="*/ 1649692 w 2047182"/>
                                        <a:gd name="connsiteY12" fmla="*/ 1536450 h 1796158"/>
                                        <a:gd name="connsiteX13" fmla="*/ 1257807 w 2047182"/>
                                        <a:gd name="connsiteY13" fmla="*/ 1667079 h 1796158"/>
                                        <a:gd name="connsiteX14" fmla="*/ 953006 w 2047182"/>
                                        <a:gd name="connsiteY14" fmla="*/ 1547337 h 1796158"/>
                                        <a:gd name="connsiteX15" fmla="*/ 844148 w 2047182"/>
                                        <a:gd name="connsiteY15" fmla="*/ 1699737 h 1796158"/>
                                        <a:gd name="connsiteX16" fmla="*/ 631372 w 2047182"/>
                                        <a:gd name="connsiteY16" fmla="*/ 1676400 h 1796158"/>
                                        <a:gd name="connsiteX17" fmla="*/ 391886 w 2047182"/>
                                        <a:gd name="connsiteY17" fmla="*/ 1458684 h 1796158"/>
                                        <a:gd name="connsiteX18" fmla="*/ 250371 w 2047182"/>
                                        <a:gd name="connsiteY18" fmla="*/ 1458684 h 1796158"/>
                                        <a:gd name="connsiteX19" fmla="*/ 87085 w 2047182"/>
                                        <a:gd name="connsiteY19" fmla="*/ 1545770 h 1796158"/>
                                        <a:gd name="connsiteX20" fmla="*/ 0 w 2047182"/>
                                        <a:gd name="connsiteY20" fmla="*/ 1796143 h 1796158"/>
                                        <a:gd name="connsiteX0" fmla="*/ 446314 w 2063456"/>
                                        <a:gd name="connsiteY0" fmla="*/ 0 h 1796158"/>
                                        <a:gd name="connsiteX1" fmla="*/ 278092 w 2063456"/>
                                        <a:gd name="connsiteY1" fmla="*/ 164850 h 1796158"/>
                                        <a:gd name="connsiteX2" fmla="*/ 212778 w 2063456"/>
                                        <a:gd name="connsiteY2" fmla="*/ 426108 h 1796158"/>
                                        <a:gd name="connsiteX3" fmla="*/ 212777 w 2063456"/>
                                        <a:gd name="connsiteY3" fmla="*/ 741794 h 1796158"/>
                                        <a:gd name="connsiteX4" fmla="*/ 419607 w 2063456"/>
                                        <a:gd name="connsiteY4" fmla="*/ 1155450 h 1796158"/>
                                        <a:gd name="connsiteX5" fmla="*/ 680865 w 2063456"/>
                                        <a:gd name="connsiteY5" fmla="*/ 1427594 h 1796158"/>
                                        <a:gd name="connsiteX6" fmla="*/ 953005 w 2063456"/>
                                        <a:gd name="connsiteY6" fmla="*/ 1329622 h 1796158"/>
                                        <a:gd name="connsiteX7" fmla="*/ 1328057 w 2063456"/>
                                        <a:gd name="connsiteY7" fmla="*/ 1513113 h 1796158"/>
                                        <a:gd name="connsiteX8" fmla="*/ 1660578 w 2063456"/>
                                        <a:gd name="connsiteY8" fmla="*/ 1264307 h 1796158"/>
                                        <a:gd name="connsiteX9" fmla="*/ 1998035 w 2063456"/>
                                        <a:gd name="connsiteY9" fmla="*/ 1068366 h 1796158"/>
                                        <a:gd name="connsiteX10" fmla="*/ 2052465 w 2063456"/>
                                        <a:gd name="connsiteY10" fmla="*/ 1340508 h 1796158"/>
                                        <a:gd name="connsiteX11" fmla="*/ 1856520 w 2063456"/>
                                        <a:gd name="connsiteY11" fmla="*/ 1667078 h 1796158"/>
                                        <a:gd name="connsiteX12" fmla="*/ 1649692 w 2063456"/>
                                        <a:gd name="connsiteY12" fmla="*/ 1536450 h 1796158"/>
                                        <a:gd name="connsiteX13" fmla="*/ 1257807 w 2063456"/>
                                        <a:gd name="connsiteY13" fmla="*/ 1667079 h 1796158"/>
                                        <a:gd name="connsiteX14" fmla="*/ 953006 w 2063456"/>
                                        <a:gd name="connsiteY14" fmla="*/ 1547337 h 1796158"/>
                                        <a:gd name="connsiteX15" fmla="*/ 844148 w 2063456"/>
                                        <a:gd name="connsiteY15" fmla="*/ 1699737 h 1796158"/>
                                        <a:gd name="connsiteX16" fmla="*/ 631372 w 2063456"/>
                                        <a:gd name="connsiteY16" fmla="*/ 1676400 h 1796158"/>
                                        <a:gd name="connsiteX17" fmla="*/ 391886 w 2063456"/>
                                        <a:gd name="connsiteY17" fmla="*/ 1458684 h 1796158"/>
                                        <a:gd name="connsiteX18" fmla="*/ 250371 w 2063456"/>
                                        <a:gd name="connsiteY18" fmla="*/ 1458684 h 1796158"/>
                                        <a:gd name="connsiteX19" fmla="*/ 87085 w 2063456"/>
                                        <a:gd name="connsiteY19" fmla="*/ 1545770 h 1796158"/>
                                        <a:gd name="connsiteX20" fmla="*/ 0 w 2063456"/>
                                        <a:gd name="connsiteY20" fmla="*/ 1796143 h 1796158"/>
                                        <a:gd name="connsiteX0" fmla="*/ 446314 w 2063456"/>
                                        <a:gd name="connsiteY0" fmla="*/ 0 h 1796158"/>
                                        <a:gd name="connsiteX1" fmla="*/ 278092 w 2063456"/>
                                        <a:gd name="connsiteY1" fmla="*/ 164850 h 1796158"/>
                                        <a:gd name="connsiteX2" fmla="*/ 212778 w 2063456"/>
                                        <a:gd name="connsiteY2" fmla="*/ 426108 h 1796158"/>
                                        <a:gd name="connsiteX3" fmla="*/ 212777 w 2063456"/>
                                        <a:gd name="connsiteY3" fmla="*/ 741794 h 1796158"/>
                                        <a:gd name="connsiteX4" fmla="*/ 419607 w 2063456"/>
                                        <a:gd name="connsiteY4" fmla="*/ 1155450 h 1796158"/>
                                        <a:gd name="connsiteX5" fmla="*/ 680865 w 2063456"/>
                                        <a:gd name="connsiteY5" fmla="*/ 1427594 h 1796158"/>
                                        <a:gd name="connsiteX6" fmla="*/ 953005 w 2063456"/>
                                        <a:gd name="connsiteY6" fmla="*/ 1329622 h 1796158"/>
                                        <a:gd name="connsiteX7" fmla="*/ 1328057 w 2063456"/>
                                        <a:gd name="connsiteY7" fmla="*/ 1513113 h 1796158"/>
                                        <a:gd name="connsiteX8" fmla="*/ 1660578 w 2063456"/>
                                        <a:gd name="connsiteY8" fmla="*/ 1264307 h 1796158"/>
                                        <a:gd name="connsiteX9" fmla="*/ 1998035 w 2063456"/>
                                        <a:gd name="connsiteY9" fmla="*/ 1068366 h 1796158"/>
                                        <a:gd name="connsiteX10" fmla="*/ 2052465 w 2063456"/>
                                        <a:gd name="connsiteY10" fmla="*/ 1340508 h 1796158"/>
                                        <a:gd name="connsiteX11" fmla="*/ 1856520 w 2063456"/>
                                        <a:gd name="connsiteY11" fmla="*/ 1667078 h 1796158"/>
                                        <a:gd name="connsiteX12" fmla="*/ 1649692 w 2063456"/>
                                        <a:gd name="connsiteY12" fmla="*/ 1536450 h 1796158"/>
                                        <a:gd name="connsiteX13" fmla="*/ 1257807 w 2063456"/>
                                        <a:gd name="connsiteY13" fmla="*/ 1667079 h 1796158"/>
                                        <a:gd name="connsiteX14" fmla="*/ 1007435 w 2063456"/>
                                        <a:gd name="connsiteY14" fmla="*/ 1634422 h 1796158"/>
                                        <a:gd name="connsiteX15" fmla="*/ 844148 w 2063456"/>
                                        <a:gd name="connsiteY15" fmla="*/ 1699737 h 1796158"/>
                                        <a:gd name="connsiteX16" fmla="*/ 631372 w 2063456"/>
                                        <a:gd name="connsiteY16" fmla="*/ 1676400 h 1796158"/>
                                        <a:gd name="connsiteX17" fmla="*/ 391886 w 2063456"/>
                                        <a:gd name="connsiteY17" fmla="*/ 1458684 h 1796158"/>
                                        <a:gd name="connsiteX18" fmla="*/ 250371 w 2063456"/>
                                        <a:gd name="connsiteY18" fmla="*/ 1458684 h 1796158"/>
                                        <a:gd name="connsiteX19" fmla="*/ 87085 w 2063456"/>
                                        <a:gd name="connsiteY19" fmla="*/ 1545770 h 1796158"/>
                                        <a:gd name="connsiteX20" fmla="*/ 0 w 2063456"/>
                                        <a:gd name="connsiteY20" fmla="*/ 1796143 h 1796158"/>
                                        <a:gd name="connsiteX0" fmla="*/ 446314 w 2063456"/>
                                        <a:gd name="connsiteY0" fmla="*/ 0 h 1796158"/>
                                        <a:gd name="connsiteX1" fmla="*/ 278092 w 2063456"/>
                                        <a:gd name="connsiteY1" fmla="*/ 164850 h 1796158"/>
                                        <a:gd name="connsiteX2" fmla="*/ 212778 w 2063456"/>
                                        <a:gd name="connsiteY2" fmla="*/ 426108 h 1796158"/>
                                        <a:gd name="connsiteX3" fmla="*/ 212777 w 2063456"/>
                                        <a:gd name="connsiteY3" fmla="*/ 741794 h 1796158"/>
                                        <a:gd name="connsiteX4" fmla="*/ 419607 w 2063456"/>
                                        <a:gd name="connsiteY4" fmla="*/ 1155450 h 1796158"/>
                                        <a:gd name="connsiteX5" fmla="*/ 680865 w 2063456"/>
                                        <a:gd name="connsiteY5" fmla="*/ 1427594 h 1796158"/>
                                        <a:gd name="connsiteX6" fmla="*/ 953005 w 2063456"/>
                                        <a:gd name="connsiteY6" fmla="*/ 1329622 h 1796158"/>
                                        <a:gd name="connsiteX7" fmla="*/ 1328057 w 2063456"/>
                                        <a:gd name="connsiteY7" fmla="*/ 1513113 h 1796158"/>
                                        <a:gd name="connsiteX8" fmla="*/ 1660578 w 2063456"/>
                                        <a:gd name="connsiteY8" fmla="*/ 1264307 h 1796158"/>
                                        <a:gd name="connsiteX9" fmla="*/ 1998035 w 2063456"/>
                                        <a:gd name="connsiteY9" fmla="*/ 1068366 h 1796158"/>
                                        <a:gd name="connsiteX10" fmla="*/ 2052465 w 2063456"/>
                                        <a:gd name="connsiteY10" fmla="*/ 1340508 h 1796158"/>
                                        <a:gd name="connsiteX11" fmla="*/ 1856520 w 2063456"/>
                                        <a:gd name="connsiteY11" fmla="*/ 1667078 h 1796158"/>
                                        <a:gd name="connsiteX12" fmla="*/ 1649692 w 2063456"/>
                                        <a:gd name="connsiteY12" fmla="*/ 1536450 h 1796158"/>
                                        <a:gd name="connsiteX13" fmla="*/ 1257807 w 2063456"/>
                                        <a:gd name="connsiteY13" fmla="*/ 1667079 h 1796158"/>
                                        <a:gd name="connsiteX14" fmla="*/ 1007435 w 2063456"/>
                                        <a:gd name="connsiteY14" fmla="*/ 1667079 h 1796158"/>
                                        <a:gd name="connsiteX15" fmla="*/ 844148 w 2063456"/>
                                        <a:gd name="connsiteY15" fmla="*/ 1699737 h 1796158"/>
                                        <a:gd name="connsiteX16" fmla="*/ 631372 w 2063456"/>
                                        <a:gd name="connsiteY16" fmla="*/ 1676400 h 1796158"/>
                                        <a:gd name="connsiteX17" fmla="*/ 391886 w 2063456"/>
                                        <a:gd name="connsiteY17" fmla="*/ 1458684 h 1796158"/>
                                        <a:gd name="connsiteX18" fmla="*/ 250371 w 2063456"/>
                                        <a:gd name="connsiteY18" fmla="*/ 1458684 h 1796158"/>
                                        <a:gd name="connsiteX19" fmla="*/ 87085 w 2063456"/>
                                        <a:gd name="connsiteY19" fmla="*/ 1545770 h 1796158"/>
                                        <a:gd name="connsiteX20" fmla="*/ 0 w 2063456"/>
                                        <a:gd name="connsiteY20" fmla="*/ 1796143 h 1796158"/>
                                        <a:gd name="connsiteX0" fmla="*/ 448799 w 2065941"/>
                                        <a:gd name="connsiteY0" fmla="*/ 0 h 1816914"/>
                                        <a:gd name="connsiteX1" fmla="*/ 280577 w 2065941"/>
                                        <a:gd name="connsiteY1" fmla="*/ 164850 h 1816914"/>
                                        <a:gd name="connsiteX2" fmla="*/ 215263 w 2065941"/>
                                        <a:gd name="connsiteY2" fmla="*/ 426108 h 1816914"/>
                                        <a:gd name="connsiteX3" fmla="*/ 215262 w 2065941"/>
                                        <a:gd name="connsiteY3" fmla="*/ 741794 h 1816914"/>
                                        <a:gd name="connsiteX4" fmla="*/ 422092 w 2065941"/>
                                        <a:gd name="connsiteY4" fmla="*/ 1155450 h 1816914"/>
                                        <a:gd name="connsiteX5" fmla="*/ 683350 w 2065941"/>
                                        <a:gd name="connsiteY5" fmla="*/ 1427594 h 1816914"/>
                                        <a:gd name="connsiteX6" fmla="*/ 955490 w 2065941"/>
                                        <a:gd name="connsiteY6" fmla="*/ 1329622 h 1816914"/>
                                        <a:gd name="connsiteX7" fmla="*/ 1330542 w 2065941"/>
                                        <a:gd name="connsiteY7" fmla="*/ 1513113 h 1816914"/>
                                        <a:gd name="connsiteX8" fmla="*/ 1663063 w 2065941"/>
                                        <a:gd name="connsiteY8" fmla="*/ 1264307 h 1816914"/>
                                        <a:gd name="connsiteX9" fmla="*/ 2000520 w 2065941"/>
                                        <a:gd name="connsiteY9" fmla="*/ 1068366 h 1816914"/>
                                        <a:gd name="connsiteX10" fmla="*/ 2054950 w 2065941"/>
                                        <a:gd name="connsiteY10" fmla="*/ 1340508 h 1816914"/>
                                        <a:gd name="connsiteX11" fmla="*/ 1859005 w 2065941"/>
                                        <a:gd name="connsiteY11" fmla="*/ 1667078 h 1816914"/>
                                        <a:gd name="connsiteX12" fmla="*/ 1652177 w 2065941"/>
                                        <a:gd name="connsiteY12" fmla="*/ 1536450 h 1816914"/>
                                        <a:gd name="connsiteX13" fmla="*/ 1260292 w 2065941"/>
                                        <a:gd name="connsiteY13" fmla="*/ 1667079 h 1816914"/>
                                        <a:gd name="connsiteX14" fmla="*/ 1009920 w 2065941"/>
                                        <a:gd name="connsiteY14" fmla="*/ 1667079 h 1816914"/>
                                        <a:gd name="connsiteX15" fmla="*/ 846633 w 2065941"/>
                                        <a:gd name="connsiteY15" fmla="*/ 1699737 h 1816914"/>
                                        <a:gd name="connsiteX16" fmla="*/ 633857 w 2065941"/>
                                        <a:gd name="connsiteY16" fmla="*/ 1676400 h 1816914"/>
                                        <a:gd name="connsiteX17" fmla="*/ 394371 w 2065941"/>
                                        <a:gd name="connsiteY17" fmla="*/ 1458684 h 1816914"/>
                                        <a:gd name="connsiteX18" fmla="*/ 252856 w 2065941"/>
                                        <a:gd name="connsiteY18" fmla="*/ 1458684 h 1816914"/>
                                        <a:gd name="connsiteX19" fmla="*/ 89570 w 2065941"/>
                                        <a:gd name="connsiteY19" fmla="*/ 1545770 h 1816914"/>
                                        <a:gd name="connsiteX20" fmla="*/ 2485 w 2065941"/>
                                        <a:gd name="connsiteY20" fmla="*/ 1796143 h 1816914"/>
                                        <a:gd name="connsiteX21" fmla="*/ 24257 w 2065941"/>
                                        <a:gd name="connsiteY21" fmla="*/ 1803401 h 1816914"/>
                                        <a:gd name="connsiteX0" fmla="*/ 446980 w 2064122"/>
                                        <a:gd name="connsiteY0" fmla="*/ 0 h 2010230"/>
                                        <a:gd name="connsiteX1" fmla="*/ 278758 w 2064122"/>
                                        <a:gd name="connsiteY1" fmla="*/ 164850 h 2010230"/>
                                        <a:gd name="connsiteX2" fmla="*/ 213444 w 2064122"/>
                                        <a:gd name="connsiteY2" fmla="*/ 426108 h 2010230"/>
                                        <a:gd name="connsiteX3" fmla="*/ 213443 w 2064122"/>
                                        <a:gd name="connsiteY3" fmla="*/ 741794 h 2010230"/>
                                        <a:gd name="connsiteX4" fmla="*/ 420273 w 2064122"/>
                                        <a:gd name="connsiteY4" fmla="*/ 1155450 h 2010230"/>
                                        <a:gd name="connsiteX5" fmla="*/ 681531 w 2064122"/>
                                        <a:gd name="connsiteY5" fmla="*/ 1427594 h 2010230"/>
                                        <a:gd name="connsiteX6" fmla="*/ 953671 w 2064122"/>
                                        <a:gd name="connsiteY6" fmla="*/ 1329622 h 2010230"/>
                                        <a:gd name="connsiteX7" fmla="*/ 1328723 w 2064122"/>
                                        <a:gd name="connsiteY7" fmla="*/ 1513113 h 2010230"/>
                                        <a:gd name="connsiteX8" fmla="*/ 1661244 w 2064122"/>
                                        <a:gd name="connsiteY8" fmla="*/ 1264307 h 2010230"/>
                                        <a:gd name="connsiteX9" fmla="*/ 1998701 w 2064122"/>
                                        <a:gd name="connsiteY9" fmla="*/ 1068366 h 2010230"/>
                                        <a:gd name="connsiteX10" fmla="*/ 2053131 w 2064122"/>
                                        <a:gd name="connsiteY10" fmla="*/ 1340508 h 2010230"/>
                                        <a:gd name="connsiteX11" fmla="*/ 1857186 w 2064122"/>
                                        <a:gd name="connsiteY11" fmla="*/ 1667078 h 2010230"/>
                                        <a:gd name="connsiteX12" fmla="*/ 1650358 w 2064122"/>
                                        <a:gd name="connsiteY12" fmla="*/ 1536450 h 2010230"/>
                                        <a:gd name="connsiteX13" fmla="*/ 1258473 w 2064122"/>
                                        <a:gd name="connsiteY13" fmla="*/ 1667079 h 2010230"/>
                                        <a:gd name="connsiteX14" fmla="*/ 1008101 w 2064122"/>
                                        <a:gd name="connsiteY14" fmla="*/ 1667079 h 2010230"/>
                                        <a:gd name="connsiteX15" fmla="*/ 844814 w 2064122"/>
                                        <a:gd name="connsiteY15" fmla="*/ 1699737 h 2010230"/>
                                        <a:gd name="connsiteX16" fmla="*/ 632038 w 2064122"/>
                                        <a:gd name="connsiteY16" fmla="*/ 1676400 h 2010230"/>
                                        <a:gd name="connsiteX17" fmla="*/ 392552 w 2064122"/>
                                        <a:gd name="connsiteY17" fmla="*/ 1458684 h 2010230"/>
                                        <a:gd name="connsiteX18" fmla="*/ 251037 w 2064122"/>
                                        <a:gd name="connsiteY18" fmla="*/ 1458684 h 2010230"/>
                                        <a:gd name="connsiteX19" fmla="*/ 87751 w 2064122"/>
                                        <a:gd name="connsiteY19" fmla="*/ 1545770 h 2010230"/>
                                        <a:gd name="connsiteX20" fmla="*/ 666 w 2064122"/>
                                        <a:gd name="connsiteY20" fmla="*/ 1796143 h 2010230"/>
                                        <a:gd name="connsiteX21" fmla="*/ 120409 w 2064122"/>
                                        <a:gd name="connsiteY21" fmla="*/ 2010230 h 2010230"/>
                                        <a:gd name="connsiteX0" fmla="*/ 446980 w 2064122"/>
                                        <a:gd name="connsiteY0" fmla="*/ 0 h 2020996"/>
                                        <a:gd name="connsiteX1" fmla="*/ 278758 w 2064122"/>
                                        <a:gd name="connsiteY1" fmla="*/ 164850 h 2020996"/>
                                        <a:gd name="connsiteX2" fmla="*/ 213444 w 2064122"/>
                                        <a:gd name="connsiteY2" fmla="*/ 426108 h 2020996"/>
                                        <a:gd name="connsiteX3" fmla="*/ 213443 w 2064122"/>
                                        <a:gd name="connsiteY3" fmla="*/ 741794 h 2020996"/>
                                        <a:gd name="connsiteX4" fmla="*/ 420273 w 2064122"/>
                                        <a:gd name="connsiteY4" fmla="*/ 1155450 h 2020996"/>
                                        <a:gd name="connsiteX5" fmla="*/ 681531 w 2064122"/>
                                        <a:gd name="connsiteY5" fmla="*/ 1427594 h 2020996"/>
                                        <a:gd name="connsiteX6" fmla="*/ 953671 w 2064122"/>
                                        <a:gd name="connsiteY6" fmla="*/ 1329622 h 2020996"/>
                                        <a:gd name="connsiteX7" fmla="*/ 1328723 w 2064122"/>
                                        <a:gd name="connsiteY7" fmla="*/ 1513113 h 2020996"/>
                                        <a:gd name="connsiteX8" fmla="*/ 1661244 w 2064122"/>
                                        <a:gd name="connsiteY8" fmla="*/ 1264307 h 2020996"/>
                                        <a:gd name="connsiteX9" fmla="*/ 1998701 w 2064122"/>
                                        <a:gd name="connsiteY9" fmla="*/ 1068366 h 2020996"/>
                                        <a:gd name="connsiteX10" fmla="*/ 2053131 w 2064122"/>
                                        <a:gd name="connsiteY10" fmla="*/ 1340508 h 2020996"/>
                                        <a:gd name="connsiteX11" fmla="*/ 1857186 w 2064122"/>
                                        <a:gd name="connsiteY11" fmla="*/ 1667078 h 2020996"/>
                                        <a:gd name="connsiteX12" fmla="*/ 1650358 w 2064122"/>
                                        <a:gd name="connsiteY12" fmla="*/ 1536450 h 2020996"/>
                                        <a:gd name="connsiteX13" fmla="*/ 1258473 w 2064122"/>
                                        <a:gd name="connsiteY13" fmla="*/ 1667079 h 2020996"/>
                                        <a:gd name="connsiteX14" fmla="*/ 1008101 w 2064122"/>
                                        <a:gd name="connsiteY14" fmla="*/ 1667079 h 2020996"/>
                                        <a:gd name="connsiteX15" fmla="*/ 844814 w 2064122"/>
                                        <a:gd name="connsiteY15" fmla="*/ 1699737 h 2020996"/>
                                        <a:gd name="connsiteX16" fmla="*/ 632038 w 2064122"/>
                                        <a:gd name="connsiteY16" fmla="*/ 1676400 h 2020996"/>
                                        <a:gd name="connsiteX17" fmla="*/ 392552 w 2064122"/>
                                        <a:gd name="connsiteY17" fmla="*/ 1458684 h 2020996"/>
                                        <a:gd name="connsiteX18" fmla="*/ 251037 w 2064122"/>
                                        <a:gd name="connsiteY18" fmla="*/ 1458684 h 2020996"/>
                                        <a:gd name="connsiteX19" fmla="*/ 87751 w 2064122"/>
                                        <a:gd name="connsiteY19" fmla="*/ 1545770 h 2020996"/>
                                        <a:gd name="connsiteX20" fmla="*/ 666 w 2064122"/>
                                        <a:gd name="connsiteY20" fmla="*/ 1796143 h 2020996"/>
                                        <a:gd name="connsiteX21" fmla="*/ 120409 w 2064122"/>
                                        <a:gd name="connsiteY21" fmla="*/ 2010230 h 2020996"/>
                                        <a:gd name="connsiteX22" fmla="*/ 98638 w 2064122"/>
                                        <a:gd name="connsiteY22" fmla="*/ 1988459 h 2020996"/>
                                        <a:gd name="connsiteX0" fmla="*/ 446980 w 2064122"/>
                                        <a:gd name="connsiteY0" fmla="*/ 0 h 2022884"/>
                                        <a:gd name="connsiteX1" fmla="*/ 278758 w 2064122"/>
                                        <a:gd name="connsiteY1" fmla="*/ 164850 h 2022884"/>
                                        <a:gd name="connsiteX2" fmla="*/ 213444 w 2064122"/>
                                        <a:gd name="connsiteY2" fmla="*/ 426108 h 2022884"/>
                                        <a:gd name="connsiteX3" fmla="*/ 213443 w 2064122"/>
                                        <a:gd name="connsiteY3" fmla="*/ 741794 h 2022884"/>
                                        <a:gd name="connsiteX4" fmla="*/ 420273 w 2064122"/>
                                        <a:gd name="connsiteY4" fmla="*/ 1155450 h 2022884"/>
                                        <a:gd name="connsiteX5" fmla="*/ 681531 w 2064122"/>
                                        <a:gd name="connsiteY5" fmla="*/ 1427594 h 2022884"/>
                                        <a:gd name="connsiteX6" fmla="*/ 953671 w 2064122"/>
                                        <a:gd name="connsiteY6" fmla="*/ 1329622 h 2022884"/>
                                        <a:gd name="connsiteX7" fmla="*/ 1328723 w 2064122"/>
                                        <a:gd name="connsiteY7" fmla="*/ 1513113 h 2022884"/>
                                        <a:gd name="connsiteX8" fmla="*/ 1661244 w 2064122"/>
                                        <a:gd name="connsiteY8" fmla="*/ 1264307 h 2022884"/>
                                        <a:gd name="connsiteX9" fmla="*/ 1998701 w 2064122"/>
                                        <a:gd name="connsiteY9" fmla="*/ 1068366 h 2022884"/>
                                        <a:gd name="connsiteX10" fmla="*/ 2053131 w 2064122"/>
                                        <a:gd name="connsiteY10" fmla="*/ 1340508 h 2022884"/>
                                        <a:gd name="connsiteX11" fmla="*/ 1857186 w 2064122"/>
                                        <a:gd name="connsiteY11" fmla="*/ 1667078 h 2022884"/>
                                        <a:gd name="connsiteX12" fmla="*/ 1650358 w 2064122"/>
                                        <a:gd name="connsiteY12" fmla="*/ 1536450 h 2022884"/>
                                        <a:gd name="connsiteX13" fmla="*/ 1258473 w 2064122"/>
                                        <a:gd name="connsiteY13" fmla="*/ 1667079 h 2022884"/>
                                        <a:gd name="connsiteX14" fmla="*/ 1008101 w 2064122"/>
                                        <a:gd name="connsiteY14" fmla="*/ 1667079 h 2022884"/>
                                        <a:gd name="connsiteX15" fmla="*/ 844814 w 2064122"/>
                                        <a:gd name="connsiteY15" fmla="*/ 1699737 h 2022884"/>
                                        <a:gd name="connsiteX16" fmla="*/ 632038 w 2064122"/>
                                        <a:gd name="connsiteY16" fmla="*/ 1676400 h 2022884"/>
                                        <a:gd name="connsiteX17" fmla="*/ 392552 w 2064122"/>
                                        <a:gd name="connsiteY17" fmla="*/ 1458684 h 2022884"/>
                                        <a:gd name="connsiteX18" fmla="*/ 251037 w 2064122"/>
                                        <a:gd name="connsiteY18" fmla="*/ 1458684 h 2022884"/>
                                        <a:gd name="connsiteX19" fmla="*/ 87751 w 2064122"/>
                                        <a:gd name="connsiteY19" fmla="*/ 1545770 h 2022884"/>
                                        <a:gd name="connsiteX20" fmla="*/ 666 w 2064122"/>
                                        <a:gd name="connsiteY20" fmla="*/ 1796143 h 2022884"/>
                                        <a:gd name="connsiteX21" fmla="*/ 120409 w 2064122"/>
                                        <a:gd name="connsiteY21" fmla="*/ 2010230 h 2022884"/>
                                        <a:gd name="connsiteX22" fmla="*/ 436095 w 2064122"/>
                                        <a:gd name="connsiteY22" fmla="*/ 1999345 h 2022884"/>
                                        <a:gd name="connsiteX0" fmla="*/ 534066 w 2064122"/>
                                        <a:gd name="connsiteY0" fmla="*/ 0 h 2066427"/>
                                        <a:gd name="connsiteX1" fmla="*/ 278758 w 2064122"/>
                                        <a:gd name="connsiteY1" fmla="*/ 208393 h 2066427"/>
                                        <a:gd name="connsiteX2" fmla="*/ 213444 w 2064122"/>
                                        <a:gd name="connsiteY2" fmla="*/ 469651 h 2066427"/>
                                        <a:gd name="connsiteX3" fmla="*/ 213443 w 2064122"/>
                                        <a:gd name="connsiteY3" fmla="*/ 785337 h 2066427"/>
                                        <a:gd name="connsiteX4" fmla="*/ 420273 w 2064122"/>
                                        <a:gd name="connsiteY4" fmla="*/ 1198993 h 2066427"/>
                                        <a:gd name="connsiteX5" fmla="*/ 681531 w 2064122"/>
                                        <a:gd name="connsiteY5" fmla="*/ 1471137 h 2066427"/>
                                        <a:gd name="connsiteX6" fmla="*/ 953671 w 2064122"/>
                                        <a:gd name="connsiteY6" fmla="*/ 1373165 h 2066427"/>
                                        <a:gd name="connsiteX7" fmla="*/ 1328723 w 2064122"/>
                                        <a:gd name="connsiteY7" fmla="*/ 1556656 h 2066427"/>
                                        <a:gd name="connsiteX8" fmla="*/ 1661244 w 2064122"/>
                                        <a:gd name="connsiteY8" fmla="*/ 1307850 h 2066427"/>
                                        <a:gd name="connsiteX9" fmla="*/ 1998701 w 2064122"/>
                                        <a:gd name="connsiteY9" fmla="*/ 1111909 h 2066427"/>
                                        <a:gd name="connsiteX10" fmla="*/ 2053131 w 2064122"/>
                                        <a:gd name="connsiteY10" fmla="*/ 1384051 h 2066427"/>
                                        <a:gd name="connsiteX11" fmla="*/ 1857186 w 2064122"/>
                                        <a:gd name="connsiteY11" fmla="*/ 1710621 h 2066427"/>
                                        <a:gd name="connsiteX12" fmla="*/ 1650358 w 2064122"/>
                                        <a:gd name="connsiteY12" fmla="*/ 1579993 h 2066427"/>
                                        <a:gd name="connsiteX13" fmla="*/ 1258473 w 2064122"/>
                                        <a:gd name="connsiteY13" fmla="*/ 1710622 h 2066427"/>
                                        <a:gd name="connsiteX14" fmla="*/ 1008101 w 2064122"/>
                                        <a:gd name="connsiteY14" fmla="*/ 1710622 h 2066427"/>
                                        <a:gd name="connsiteX15" fmla="*/ 844814 w 2064122"/>
                                        <a:gd name="connsiteY15" fmla="*/ 1743280 h 2066427"/>
                                        <a:gd name="connsiteX16" fmla="*/ 632038 w 2064122"/>
                                        <a:gd name="connsiteY16" fmla="*/ 1719943 h 2066427"/>
                                        <a:gd name="connsiteX17" fmla="*/ 392552 w 2064122"/>
                                        <a:gd name="connsiteY17" fmla="*/ 1502227 h 2066427"/>
                                        <a:gd name="connsiteX18" fmla="*/ 251037 w 2064122"/>
                                        <a:gd name="connsiteY18" fmla="*/ 1502227 h 2066427"/>
                                        <a:gd name="connsiteX19" fmla="*/ 87751 w 2064122"/>
                                        <a:gd name="connsiteY19" fmla="*/ 1589313 h 2066427"/>
                                        <a:gd name="connsiteX20" fmla="*/ 666 w 2064122"/>
                                        <a:gd name="connsiteY20" fmla="*/ 1839686 h 2066427"/>
                                        <a:gd name="connsiteX21" fmla="*/ 120409 w 2064122"/>
                                        <a:gd name="connsiteY21" fmla="*/ 2053773 h 2066427"/>
                                        <a:gd name="connsiteX22" fmla="*/ 436095 w 2064122"/>
                                        <a:gd name="connsiteY22" fmla="*/ 2042888 h 2066427"/>
                                        <a:gd name="connsiteX0" fmla="*/ 534066 w 2102652"/>
                                        <a:gd name="connsiteY0" fmla="*/ 0 h 2066427"/>
                                        <a:gd name="connsiteX1" fmla="*/ 278758 w 2102652"/>
                                        <a:gd name="connsiteY1" fmla="*/ 208393 h 2066427"/>
                                        <a:gd name="connsiteX2" fmla="*/ 213444 w 2102652"/>
                                        <a:gd name="connsiteY2" fmla="*/ 469651 h 2066427"/>
                                        <a:gd name="connsiteX3" fmla="*/ 213443 w 2102652"/>
                                        <a:gd name="connsiteY3" fmla="*/ 785337 h 2066427"/>
                                        <a:gd name="connsiteX4" fmla="*/ 420273 w 2102652"/>
                                        <a:gd name="connsiteY4" fmla="*/ 1198993 h 2066427"/>
                                        <a:gd name="connsiteX5" fmla="*/ 681531 w 2102652"/>
                                        <a:gd name="connsiteY5" fmla="*/ 1471137 h 2066427"/>
                                        <a:gd name="connsiteX6" fmla="*/ 953671 w 2102652"/>
                                        <a:gd name="connsiteY6" fmla="*/ 1373165 h 2066427"/>
                                        <a:gd name="connsiteX7" fmla="*/ 1328723 w 2102652"/>
                                        <a:gd name="connsiteY7" fmla="*/ 1556656 h 2066427"/>
                                        <a:gd name="connsiteX8" fmla="*/ 1661244 w 2102652"/>
                                        <a:gd name="connsiteY8" fmla="*/ 1307850 h 2066427"/>
                                        <a:gd name="connsiteX9" fmla="*/ 1998701 w 2102652"/>
                                        <a:gd name="connsiteY9" fmla="*/ 1111909 h 2066427"/>
                                        <a:gd name="connsiteX10" fmla="*/ 2096674 w 2102652"/>
                                        <a:gd name="connsiteY10" fmla="*/ 1384051 h 2066427"/>
                                        <a:gd name="connsiteX11" fmla="*/ 1857186 w 2102652"/>
                                        <a:gd name="connsiteY11" fmla="*/ 1710621 h 2066427"/>
                                        <a:gd name="connsiteX12" fmla="*/ 1650358 w 2102652"/>
                                        <a:gd name="connsiteY12" fmla="*/ 1579993 h 2066427"/>
                                        <a:gd name="connsiteX13" fmla="*/ 1258473 w 2102652"/>
                                        <a:gd name="connsiteY13" fmla="*/ 1710622 h 2066427"/>
                                        <a:gd name="connsiteX14" fmla="*/ 1008101 w 2102652"/>
                                        <a:gd name="connsiteY14" fmla="*/ 1710622 h 2066427"/>
                                        <a:gd name="connsiteX15" fmla="*/ 844814 w 2102652"/>
                                        <a:gd name="connsiteY15" fmla="*/ 1743280 h 2066427"/>
                                        <a:gd name="connsiteX16" fmla="*/ 632038 w 2102652"/>
                                        <a:gd name="connsiteY16" fmla="*/ 1719943 h 2066427"/>
                                        <a:gd name="connsiteX17" fmla="*/ 392552 w 2102652"/>
                                        <a:gd name="connsiteY17" fmla="*/ 1502227 h 2066427"/>
                                        <a:gd name="connsiteX18" fmla="*/ 251037 w 2102652"/>
                                        <a:gd name="connsiteY18" fmla="*/ 1502227 h 2066427"/>
                                        <a:gd name="connsiteX19" fmla="*/ 87751 w 2102652"/>
                                        <a:gd name="connsiteY19" fmla="*/ 1589313 h 2066427"/>
                                        <a:gd name="connsiteX20" fmla="*/ 666 w 2102652"/>
                                        <a:gd name="connsiteY20" fmla="*/ 1839686 h 2066427"/>
                                        <a:gd name="connsiteX21" fmla="*/ 120409 w 2102652"/>
                                        <a:gd name="connsiteY21" fmla="*/ 2053773 h 2066427"/>
                                        <a:gd name="connsiteX22" fmla="*/ 436095 w 2102652"/>
                                        <a:gd name="connsiteY22" fmla="*/ 2042888 h 2066427"/>
                                        <a:gd name="connsiteX0" fmla="*/ 534066 w 2112397"/>
                                        <a:gd name="connsiteY0" fmla="*/ 0 h 2066427"/>
                                        <a:gd name="connsiteX1" fmla="*/ 278758 w 2112397"/>
                                        <a:gd name="connsiteY1" fmla="*/ 208393 h 2066427"/>
                                        <a:gd name="connsiteX2" fmla="*/ 213444 w 2112397"/>
                                        <a:gd name="connsiteY2" fmla="*/ 469651 h 2066427"/>
                                        <a:gd name="connsiteX3" fmla="*/ 213443 w 2112397"/>
                                        <a:gd name="connsiteY3" fmla="*/ 785337 h 2066427"/>
                                        <a:gd name="connsiteX4" fmla="*/ 420273 w 2112397"/>
                                        <a:gd name="connsiteY4" fmla="*/ 1198993 h 2066427"/>
                                        <a:gd name="connsiteX5" fmla="*/ 681531 w 2112397"/>
                                        <a:gd name="connsiteY5" fmla="*/ 1471137 h 2066427"/>
                                        <a:gd name="connsiteX6" fmla="*/ 953671 w 2112397"/>
                                        <a:gd name="connsiteY6" fmla="*/ 1373165 h 2066427"/>
                                        <a:gd name="connsiteX7" fmla="*/ 1328723 w 2112397"/>
                                        <a:gd name="connsiteY7" fmla="*/ 1556656 h 2066427"/>
                                        <a:gd name="connsiteX8" fmla="*/ 1661244 w 2112397"/>
                                        <a:gd name="connsiteY8" fmla="*/ 1307850 h 2066427"/>
                                        <a:gd name="connsiteX9" fmla="*/ 2042244 w 2112397"/>
                                        <a:gd name="connsiteY9" fmla="*/ 1057481 h 2066427"/>
                                        <a:gd name="connsiteX10" fmla="*/ 2096674 w 2112397"/>
                                        <a:gd name="connsiteY10" fmla="*/ 1384051 h 2066427"/>
                                        <a:gd name="connsiteX11" fmla="*/ 1857186 w 2112397"/>
                                        <a:gd name="connsiteY11" fmla="*/ 1710621 h 2066427"/>
                                        <a:gd name="connsiteX12" fmla="*/ 1650358 w 2112397"/>
                                        <a:gd name="connsiteY12" fmla="*/ 1579993 h 2066427"/>
                                        <a:gd name="connsiteX13" fmla="*/ 1258473 w 2112397"/>
                                        <a:gd name="connsiteY13" fmla="*/ 1710622 h 2066427"/>
                                        <a:gd name="connsiteX14" fmla="*/ 1008101 w 2112397"/>
                                        <a:gd name="connsiteY14" fmla="*/ 1710622 h 2066427"/>
                                        <a:gd name="connsiteX15" fmla="*/ 844814 w 2112397"/>
                                        <a:gd name="connsiteY15" fmla="*/ 1743280 h 2066427"/>
                                        <a:gd name="connsiteX16" fmla="*/ 632038 w 2112397"/>
                                        <a:gd name="connsiteY16" fmla="*/ 1719943 h 2066427"/>
                                        <a:gd name="connsiteX17" fmla="*/ 392552 w 2112397"/>
                                        <a:gd name="connsiteY17" fmla="*/ 1502227 h 2066427"/>
                                        <a:gd name="connsiteX18" fmla="*/ 251037 w 2112397"/>
                                        <a:gd name="connsiteY18" fmla="*/ 1502227 h 2066427"/>
                                        <a:gd name="connsiteX19" fmla="*/ 87751 w 2112397"/>
                                        <a:gd name="connsiteY19" fmla="*/ 1589313 h 2066427"/>
                                        <a:gd name="connsiteX20" fmla="*/ 666 w 2112397"/>
                                        <a:gd name="connsiteY20" fmla="*/ 1839686 h 2066427"/>
                                        <a:gd name="connsiteX21" fmla="*/ 120409 w 2112397"/>
                                        <a:gd name="connsiteY21" fmla="*/ 2053773 h 2066427"/>
                                        <a:gd name="connsiteX22" fmla="*/ 436095 w 2112397"/>
                                        <a:gd name="connsiteY22" fmla="*/ 2042888 h 2066427"/>
                                        <a:gd name="connsiteX0" fmla="*/ 534066 w 2112397"/>
                                        <a:gd name="connsiteY0" fmla="*/ 0 h 2066427"/>
                                        <a:gd name="connsiteX1" fmla="*/ 278758 w 2112397"/>
                                        <a:gd name="connsiteY1" fmla="*/ 208393 h 2066427"/>
                                        <a:gd name="connsiteX2" fmla="*/ 213444 w 2112397"/>
                                        <a:gd name="connsiteY2" fmla="*/ 469651 h 2066427"/>
                                        <a:gd name="connsiteX3" fmla="*/ 213443 w 2112397"/>
                                        <a:gd name="connsiteY3" fmla="*/ 785337 h 2066427"/>
                                        <a:gd name="connsiteX4" fmla="*/ 420273 w 2112397"/>
                                        <a:gd name="connsiteY4" fmla="*/ 1198993 h 2066427"/>
                                        <a:gd name="connsiteX5" fmla="*/ 681531 w 2112397"/>
                                        <a:gd name="connsiteY5" fmla="*/ 1471137 h 2066427"/>
                                        <a:gd name="connsiteX6" fmla="*/ 953671 w 2112397"/>
                                        <a:gd name="connsiteY6" fmla="*/ 1373165 h 2066427"/>
                                        <a:gd name="connsiteX7" fmla="*/ 1328723 w 2112397"/>
                                        <a:gd name="connsiteY7" fmla="*/ 1556656 h 2066427"/>
                                        <a:gd name="connsiteX8" fmla="*/ 1661244 w 2112397"/>
                                        <a:gd name="connsiteY8" fmla="*/ 1307850 h 2066427"/>
                                        <a:gd name="connsiteX9" fmla="*/ 2042244 w 2112397"/>
                                        <a:gd name="connsiteY9" fmla="*/ 1057481 h 2066427"/>
                                        <a:gd name="connsiteX10" fmla="*/ 2096674 w 2112397"/>
                                        <a:gd name="connsiteY10" fmla="*/ 1384051 h 2066427"/>
                                        <a:gd name="connsiteX11" fmla="*/ 1857186 w 2112397"/>
                                        <a:gd name="connsiteY11" fmla="*/ 1710621 h 2066427"/>
                                        <a:gd name="connsiteX12" fmla="*/ 1650358 w 2112397"/>
                                        <a:gd name="connsiteY12" fmla="*/ 1579993 h 2066427"/>
                                        <a:gd name="connsiteX13" fmla="*/ 1258473 w 2112397"/>
                                        <a:gd name="connsiteY13" fmla="*/ 1710622 h 2066427"/>
                                        <a:gd name="connsiteX14" fmla="*/ 844814 w 2112397"/>
                                        <a:gd name="connsiteY14" fmla="*/ 1743280 h 2066427"/>
                                        <a:gd name="connsiteX15" fmla="*/ 632038 w 2112397"/>
                                        <a:gd name="connsiteY15" fmla="*/ 1719943 h 2066427"/>
                                        <a:gd name="connsiteX16" fmla="*/ 392552 w 2112397"/>
                                        <a:gd name="connsiteY16" fmla="*/ 1502227 h 2066427"/>
                                        <a:gd name="connsiteX17" fmla="*/ 251037 w 2112397"/>
                                        <a:gd name="connsiteY17" fmla="*/ 1502227 h 2066427"/>
                                        <a:gd name="connsiteX18" fmla="*/ 87751 w 2112397"/>
                                        <a:gd name="connsiteY18" fmla="*/ 1589313 h 2066427"/>
                                        <a:gd name="connsiteX19" fmla="*/ 666 w 2112397"/>
                                        <a:gd name="connsiteY19" fmla="*/ 1839686 h 2066427"/>
                                        <a:gd name="connsiteX20" fmla="*/ 120409 w 2112397"/>
                                        <a:gd name="connsiteY20" fmla="*/ 2053773 h 2066427"/>
                                        <a:gd name="connsiteX21" fmla="*/ 436095 w 2112397"/>
                                        <a:gd name="connsiteY21" fmla="*/ 2042888 h 2066427"/>
                                        <a:gd name="connsiteX0" fmla="*/ 534066 w 2112397"/>
                                        <a:gd name="connsiteY0" fmla="*/ 0 h 2066427"/>
                                        <a:gd name="connsiteX1" fmla="*/ 278758 w 2112397"/>
                                        <a:gd name="connsiteY1" fmla="*/ 208393 h 2066427"/>
                                        <a:gd name="connsiteX2" fmla="*/ 213444 w 2112397"/>
                                        <a:gd name="connsiteY2" fmla="*/ 469651 h 2066427"/>
                                        <a:gd name="connsiteX3" fmla="*/ 213443 w 2112397"/>
                                        <a:gd name="connsiteY3" fmla="*/ 785337 h 2066427"/>
                                        <a:gd name="connsiteX4" fmla="*/ 420273 w 2112397"/>
                                        <a:gd name="connsiteY4" fmla="*/ 1198993 h 2066427"/>
                                        <a:gd name="connsiteX5" fmla="*/ 681531 w 2112397"/>
                                        <a:gd name="connsiteY5" fmla="*/ 1471137 h 2066427"/>
                                        <a:gd name="connsiteX6" fmla="*/ 953671 w 2112397"/>
                                        <a:gd name="connsiteY6" fmla="*/ 1373165 h 2066427"/>
                                        <a:gd name="connsiteX7" fmla="*/ 1328723 w 2112397"/>
                                        <a:gd name="connsiteY7" fmla="*/ 1556656 h 2066427"/>
                                        <a:gd name="connsiteX8" fmla="*/ 1661244 w 2112397"/>
                                        <a:gd name="connsiteY8" fmla="*/ 1307850 h 2066427"/>
                                        <a:gd name="connsiteX9" fmla="*/ 2042244 w 2112397"/>
                                        <a:gd name="connsiteY9" fmla="*/ 1057481 h 2066427"/>
                                        <a:gd name="connsiteX10" fmla="*/ 2096674 w 2112397"/>
                                        <a:gd name="connsiteY10" fmla="*/ 1384051 h 2066427"/>
                                        <a:gd name="connsiteX11" fmla="*/ 1857186 w 2112397"/>
                                        <a:gd name="connsiteY11" fmla="*/ 1710621 h 2066427"/>
                                        <a:gd name="connsiteX12" fmla="*/ 1650358 w 2112397"/>
                                        <a:gd name="connsiteY12" fmla="*/ 1579993 h 2066427"/>
                                        <a:gd name="connsiteX13" fmla="*/ 1258473 w 2112397"/>
                                        <a:gd name="connsiteY13" fmla="*/ 1710622 h 2066427"/>
                                        <a:gd name="connsiteX14" fmla="*/ 953672 w 2112397"/>
                                        <a:gd name="connsiteY14" fmla="*/ 1699737 h 2066427"/>
                                        <a:gd name="connsiteX15" fmla="*/ 632038 w 2112397"/>
                                        <a:gd name="connsiteY15" fmla="*/ 1719943 h 2066427"/>
                                        <a:gd name="connsiteX16" fmla="*/ 392552 w 2112397"/>
                                        <a:gd name="connsiteY16" fmla="*/ 1502227 h 2066427"/>
                                        <a:gd name="connsiteX17" fmla="*/ 251037 w 2112397"/>
                                        <a:gd name="connsiteY17" fmla="*/ 1502227 h 2066427"/>
                                        <a:gd name="connsiteX18" fmla="*/ 87751 w 2112397"/>
                                        <a:gd name="connsiteY18" fmla="*/ 1589313 h 2066427"/>
                                        <a:gd name="connsiteX19" fmla="*/ 666 w 2112397"/>
                                        <a:gd name="connsiteY19" fmla="*/ 1839686 h 2066427"/>
                                        <a:gd name="connsiteX20" fmla="*/ 120409 w 2112397"/>
                                        <a:gd name="connsiteY20" fmla="*/ 2053773 h 2066427"/>
                                        <a:gd name="connsiteX21" fmla="*/ 436095 w 2112397"/>
                                        <a:gd name="connsiteY21" fmla="*/ 2042888 h 2066427"/>
                                        <a:gd name="connsiteX0" fmla="*/ 534066 w 2105140"/>
                                        <a:gd name="connsiteY0" fmla="*/ 0 h 2066427"/>
                                        <a:gd name="connsiteX1" fmla="*/ 278758 w 2105140"/>
                                        <a:gd name="connsiteY1" fmla="*/ 208393 h 2066427"/>
                                        <a:gd name="connsiteX2" fmla="*/ 213444 w 2105140"/>
                                        <a:gd name="connsiteY2" fmla="*/ 469651 h 2066427"/>
                                        <a:gd name="connsiteX3" fmla="*/ 213443 w 2105140"/>
                                        <a:gd name="connsiteY3" fmla="*/ 785337 h 2066427"/>
                                        <a:gd name="connsiteX4" fmla="*/ 420273 w 2105140"/>
                                        <a:gd name="connsiteY4" fmla="*/ 1198993 h 2066427"/>
                                        <a:gd name="connsiteX5" fmla="*/ 681531 w 2105140"/>
                                        <a:gd name="connsiteY5" fmla="*/ 1471137 h 2066427"/>
                                        <a:gd name="connsiteX6" fmla="*/ 953671 w 2105140"/>
                                        <a:gd name="connsiteY6" fmla="*/ 1373165 h 2066427"/>
                                        <a:gd name="connsiteX7" fmla="*/ 1328723 w 2105140"/>
                                        <a:gd name="connsiteY7" fmla="*/ 1556656 h 2066427"/>
                                        <a:gd name="connsiteX8" fmla="*/ 1661244 w 2105140"/>
                                        <a:gd name="connsiteY8" fmla="*/ 1307850 h 2066427"/>
                                        <a:gd name="connsiteX9" fmla="*/ 2042244 w 2105140"/>
                                        <a:gd name="connsiteY9" fmla="*/ 1057481 h 2066427"/>
                                        <a:gd name="connsiteX10" fmla="*/ 2096674 w 2105140"/>
                                        <a:gd name="connsiteY10" fmla="*/ 1384051 h 2066427"/>
                                        <a:gd name="connsiteX11" fmla="*/ 1955157 w 2105140"/>
                                        <a:gd name="connsiteY11" fmla="*/ 1634421 h 2066427"/>
                                        <a:gd name="connsiteX12" fmla="*/ 1650358 w 2105140"/>
                                        <a:gd name="connsiteY12" fmla="*/ 1579993 h 2066427"/>
                                        <a:gd name="connsiteX13" fmla="*/ 1258473 w 2105140"/>
                                        <a:gd name="connsiteY13" fmla="*/ 1710622 h 2066427"/>
                                        <a:gd name="connsiteX14" fmla="*/ 953672 w 2105140"/>
                                        <a:gd name="connsiteY14" fmla="*/ 1699737 h 2066427"/>
                                        <a:gd name="connsiteX15" fmla="*/ 632038 w 2105140"/>
                                        <a:gd name="connsiteY15" fmla="*/ 1719943 h 2066427"/>
                                        <a:gd name="connsiteX16" fmla="*/ 392552 w 2105140"/>
                                        <a:gd name="connsiteY16" fmla="*/ 1502227 h 2066427"/>
                                        <a:gd name="connsiteX17" fmla="*/ 251037 w 2105140"/>
                                        <a:gd name="connsiteY17" fmla="*/ 1502227 h 2066427"/>
                                        <a:gd name="connsiteX18" fmla="*/ 87751 w 2105140"/>
                                        <a:gd name="connsiteY18" fmla="*/ 1589313 h 2066427"/>
                                        <a:gd name="connsiteX19" fmla="*/ 666 w 2105140"/>
                                        <a:gd name="connsiteY19" fmla="*/ 1839686 h 2066427"/>
                                        <a:gd name="connsiteX20" fmla="*/ 120409 w 2105140"/>
                                        <a:gd name="connsiteY20" fmla="*/ 2053773 h 2066427"/>
                                        <a:gd name="connsiteX21" fmla="*/ 436095 w 2105140"/>
                                        <a:gd name="connsiteY21" fmla="*/ 2042888 h 2066427"/>
                                        <a:gd name="connsiteX0" fmla="*/ 534066 w 2105140"/>
                                        <a:gd name="connsiteY0" fmla="*/ 0 h 2141103"/>
                                        <a:gd name="connsiteX1" fmla="*/ 278758 w 2105140"/>
                                        <a:gd name="connsiteY1" fmla="*/ 208393 h 2141103"/>
                                        <a:gd name="connsiteX2" fmla="*/ 213444 w 2105140"/>
                                        <a:gd name="connsiteY2" fmla="*/ 469651 h 2141103"/>
                                        <a:gd name="connsiteX3" fmla="*/ 213443 w 2105140"/>
                                        <a:gd name="connsiteY3" fmla="*/ 785337 h 2141103"/>
                                        <a:gd name="connsiteX4" fmla="*/ 420273 w 2105140"/>
                                        <a:gd name="connsiteY4" fmla="*/ 1198993 h 2141103"/>
                                        <a:gd name="connsiteX5" fmla="*/ 681531 w 2105140"/>
                                        <a:gd name="connsiteY5" fmla="*/ 1471137 h 2141103"/>
                                        <a:gd name="connsiteX6" fmla="*/ 953671 w 2105140"/>
                                        <a:gd name="connsiteY6" fmla="*/ 1373165 h 2141103"/>
                                        <a:gd name="connsiteX7" fmla="*/ 1328723 w 2105140"/>
                                        <a:gd name="connsiteY7" fmla="*/ 1556656 h 2141103"/>
                                        <a:gd name="connsiteX8" fmla="*/ 1661244 w 2105140"/>
                                        <a:gd name="connsiteY8" fmla="*/ 1307850 h 2141103"/>
                                        <a:gd name="connsiteX9" fmla="*/ 2042244 w 2105140"/>
                                        <a:gd name="connsiteY9" fmla="*/ 1057481 h 2141103"/>
                                        <a:gd name="connsiteX10" fmla="*/ 2096674 w 2105140"/>
                                        <a:gd name="connsiteY10" fmla="*/ 1384051 h 2141103"/>
                                        <a:gd name="connsiteX11" fmla="*/ 1955157 w 2105140"/>
                                        <a:gd name="connsiteY11" fmla="*/ 1634421 h 2141103"/>
                                        <a:gd name="connsiteX12" fmla="*/ 1650358 w 2105140"/>
                                        <a:gd name="connsiteY12" fmla="*/ 1579993 h 2141103"/>
                                        <a:gd name="connsiteX13" fmla="*/ 1258473 w 2105140"/>
                                        <a:gd name="connsiteY13" fmla="*/ 1710622 h 2141103"/>
                                        <a:gd name="connsiteX14" fmla="*/ 953672 w 2105140"/>
                                        <a:gd name="connsiteY14" fmla="*/ 1699737 h 2141103"/>
                                        <a:gd name="connsiteX15" fmla="*/ 632038 w 2105140"/>
                                        <a:gd name="connsiteY15" fmla="*/ 1719943 h 2141103"/>
                                        <a:gd name="connsiteX16" fmla="*/ 392552 w 2105140"/>
                                        <a:gd name="connsiteY16" fmla="*/ 1502227 h 2141103"/>
                                        <a:gd name="connsiteX17" fmla="*/ 251037 w 2105140"/>
                                        <a:gd name="connsiteY17" fmla="*/ 1502227 h 2141103"/>
                                        <a:gd name="connsiteX18" fmla="*/ 87751 w 2105140"/>
                                        <a:gd name="connsiteY18" fmla="*/ 1589313 h 2141103"/>
                                        <a:gd name="connsiteX19" fmla="*/ 666 w 2105140"/>
                                        <a:gd name="connsiteY19" fmla="*/ 1839686 h 2141103"/>
                                        <a:gd name="connsiteX20" fmla="*/ 120409 w 2105140"/>
                                        <a:gd name="connsiteY20" fmla="*/ 2053773 h 2141103"/>
                                        <a:gd name="connsiteX21" fmla="*/ 436095 w 2105140"/>
                                        <a:gd name="connsiteY21" fmla="*/ 2140859 h 2141103"/>
                                        <a:gd name="connsiteX0" fmla="*/ 534066 w 2105140"/>
                                        <a:gd name="connsiteY0" fmla="*/ 0 h 2162631"/>
                                        <a:gd name="connsiteX1" fmla="*/ 278758 w 2105140"/>
                                        <a:gd name="connsiteY1" fmla="*/ 208393 h 2162631"/>
                                        <a:gd name="connsiteX2" fmla="*/ 213444 w 2105140"/>
                                        <a:gd name="connsiteY2" fmla="*/ 469651 h 2162631"/>
                                        <a:gd name="connsiteX3" fmla="*/ 213443 w 2105140"/>
                                        <a:gd name="connsiteY3" fmla="*/ 785337 h 2162631"/>
                                        <a:gd name="connsiteX4" fmla="*/ 420273 w 2105140"/>
                                        <a:gd name="connsiteY4" fmla="*/ 1198993 h 2162631"/>
                                        <a:gd name="connsiteX5" fmla="*/ 681531 w 2105140"/>
                                        <a:gd name="connsiteY5" fmla="*/ 1471137 h 2162631"/>
                                        <a:gd name="connsiteX6" fmla="*/ 953671 w 2105140"/>
                                        <a:gd name="connsiteY6" fmla="*/ 1373165 h 2162631"/>
                                        <a:gd name="connsiteX7" fmla="*/ 1328723 w 2105140"/>
                                        <a:gd name="connsiteY7" fmla="*/ 1556656 h 2162631"/>
                                        <a:gd name="connsiteX8" fmla="*/ 1661244 w 2105140"/>
                                        <a:gd name="connsiteY8" fmla="*/ 1307850 h 2162631"/>
                                        <a:gd name="connsiteX9" fmla="*/ 2042244 w 2105140"/>
                                        <a:gd name="connsiteY9" fmla="*/ 1057481 h 2162631"/>
                                        <a:gd name="connsiteX10" fmla="*/ 2096674 w 2105140"/>
                                        <a:gd name="connsiteY10" fmla="*/ 1384051 h 2162631"/>
                                        <a:gd name="connsiteX11" fmla="*/ 1955157 w 2105140"/>
                                        <a:gd name="connsiteY11" fmla="*/ 1634421 h 2162631"/>
                                        <a:gd name="connsiteX12" fmla="*/ 1650358 w 2105140"/>
                                        <a:gd name="connsiteY12" fmla="*/ 1579993 h 2162631"/>
                                        <a:gd name="connsiteX13" fmla="*/ 1258473 w 2105140"/>
                                        <a:gd name="connsiteY13" fmla="*/ 1710622 h 2162631"/>
                                        <a:gd name="connsiteX14" fmla="*/ 953672 w 2105140"/>
                                        <a:gd name="connsiteY14" fmla="*/ 1699737 h 2162631"/>
                                        <a:gd name="connsiteX15" fmla="*/ 632038 w 2105140"/>
                                        <a:gd name="connsiteY15" fmla="*/ 1719943 h 2162631"/>
                                        <a:gd name="connsiteX16" fmla="*/ 392552 w 2105140"/>
                                        <a:gd name="connsiteY16" fmla="*/ 1502227 h 2162631"/>
                                        <a:gd name="connsiteX17" fmla="*/ 251037 w 2105140"/>
                                        <a:gd name="connsiteY17" fmla="*/ 1502227 h 2162631"/>
                                        <a:gd name="connsiteX18" fmla="*/ 87751 w 2105140"/>
                                        <a:gd name="connsiteY18" fmla="*/ 1589313 h 2162631"/>
                                        <a:gd name="connsiteX19" fmla="*/ 666 w 2105140"/>
                                        <a:gd name="connsiteY19" fmla="*/ 1839686 h 2162631"/>
                                        <a:gd name="connsiteX20" fmla="*/ 120409 w 2105140"/>
                                        <a:gd name="connsiteY20" fmla="*/ 2053773 h 2162631"/>
                                        <a:gd name="connsiteX21" fmla="*/ 436095 w 2105140"/>
                                        <a:gd name="connsiteY21" fmla="*/ 2140859 h 2162631"/>
                                        <a:gd name="connsiteX22" fmla="*/ 414324 w 2105140"/>
                                        <a:gd name="connsiteY22" fmla="*/ 2162631 h 2162631"/>
                                        <a:gd name="connsiteX0" fmla="*/ 534066 w 2105140"/>
                                        <a:gd name="connsiteY0" fmla="*/ 0 h 2173517"/>
                                        <a:gd name="connsiteX1" fmla="*/ 278758 w 2105140"/>
                                        <a:gd name="connsiteY1" fmla="*/ 208393 h 2173517"/>
                                        <a:gd name="connsiteX2" fmla="*/ 213444 w 2105140"/>
                                        <a:gd name="connsiteY2" fmla="*/ 469651 h 2173517"/>
                                        <a:gd name="connsiteX3" fmla="*/ 213443 w 2105140"/>
                                        <a:gd name="connsiteY3" fmla="*/ 785337 h 2173517"/>
                                        <a:gd name="connsiteX4" fmla="*/ 420273 w 2105140"/>
                                        <a:gd name="connsiteY4" fmla="*/ 1198993 h 2173517"/>
                                        <a:gd name="connsiteX5" fmla="*/ 681531 w 2105140"/>
                                        <a:gd name="connsiteY5" fmla="*/ 1471137 h 2173517"/>
                                        <a:gd name="connsiteX6" fmla="*/ 953671 w 2105140"/>
                                        <a:gd name="connsiteY6" fmla="*/ 1373165 h 2173517"/>
                                        <a:gd name="connsiteX7" fmla="*/ 1328723 w 2105140"/>
                                        <a:gd name="connsiteY7" fmla="*/ 1556656 h 2173517"/>
                                        <a:gd name="connsiteX8" fmla="*/ 1661244 w 2105140"/>
                                        <a:gd name="connsiteY8" fmla="*/ 1307850 h 2173517"/>
                                        <a:gd name="connsiteX9" fmla="*/ 2042244 w 2105140"/>
                                        <a:gd name="connsiteY9" fmla="*/ 1057481 h 2173517"/>
                                        <a:gd name="connsiteX10" fmla="*/ 2096674 w 2105140"/>
                                        <a:gd name="connsiteY10" fmla="*/ 1384051 h 2173517"/>
                                        <a:gd name="connsiteX11" fmla="*/ 1955157 w 2105140"/>
                                        <a:gd name="connsiteY11" fmla="*/ 1634421 h 2173517"/>
                                        <a:gd name="connsiteX12" fmla="*/ 1650358 w 2105140"/>
                                        <a:gd name="connsiteY12" fmla="*/ 1579993 h 2173517"/>
                                        <a:gd name="connsiteX13" fmla="*/ 1258473 w 2105140"/>
                                        <a:gd name="connsiteY13" fmla="*/ 1710622 h 2173517"/>
                                        <a:gd name="connsiteX14" fmla="*/ 953672 w 2105140"/>
                                        <a:gd name="connsiteY14" fmla="*/ 1699737 h 2173517"/>
                                        <a:gd name="connsiteX15" fmla="*/ 632038 w 2105140"/>
                                        <a:gd name="connsiteY15" fmla="*/ 1719943 h 2173517"/>
                                        <a:gd name="connsiteX16" fmla="*/ 392552 w 2105140"/>
                                        <a:gd name="connsiteY16" fmla="*/ 1502227 h 2173517"/>
                                        <a:gd name="connsiteX17" fmla="*/ 251037 w 2105140"/>
                                        <a:gd name="connsiteY17" fmla="*/ 1502227 h 2173517"/>
                                        <a:gd name="connsiteX18" fmla="*/ 87751 w 2105140"/>
                                        <a:gd name="connsiteY18" fmla="*/ 1589313 h 2173517"/>
                                        <a:gd name="connsiteX19" fmla="*/ 666 w 2105140"/>
                                        <a:gd name="connsiteY19" fmla="*/ 1839686 h 2173517"/>
                                        <a:gd name="connsiteX20" fmla="*/ 120409 w 2105140"/>
                                        <a:gd name="connsiteY20" fmla="*/ 2053773 h 2173517"/>
                                        <a:gd name="connsiteX21" fmla="*/ 436095 w 2105140"/>
                                        <a:gd name="connsiteY21" fmla="*/ 2140859 h 2173517"/>
                                        <a:gd name="connsiteX22" fmla="*/ 708238 w 2105140"/>
                                        <a:gd name="connsiteY22" fmla="*/ 2173517 h 2173517"/>
                                        <a:gd name="connsiteX0" fmla="*/ 534066 w 2105140"/>
                                        <a:gd name="connsiteY0" fmla="*/ 0 h 2175936"/>
                                        <a:gd name="connsiteX1" fmla="*/ 278758 w 2105140"/>
                                        <a:gd name="connsiteY1" fmla="*/ 208393 h 2175936"/>
                                        <a:gd name="connsiteX2" fmla="*/ 213444 w 2105140"/>
                                        <a:gd name="connsiteY2" fmla="*/ 469651 h 2175936"/>
                                        <a:gd name="connsiteX3" fmla="*/ 213443 w 2105140"/>
                                        <a:gd name="connsiteY3" fmla="*/ 785337 h 2175936"/>
                                        <a:gd name="connsiteX4" fmla="*/ 420273 w 2105140"/>
                                        <a:gd name="connsiteY4" fmla="*/ 1198993 h 2175936"/>
                                        <a:gd name="connsiteX5" fmla="*/ 681531 w 2105140"/>
                                        <a:gd name="connsiteY5" fmla="*/ 1471137 h 2175936"/>
                                        <a:gd name="connsiteX6" fmla="*/ 953671 w 2105140"/>
                                        <a:gd name="connsiteY6" fmla="*/ 1373165 h 2175936"/>
                                        <a:gd name="connsiteX7" fmla="*/ 1328723 w 2105140"/>
                                        <a:gd name="connsiteY7" fmla="*/ 1556656 h 2175936"/>
                                        <a:gd name="connsiteX8" fmla="*/ 1661244 w 2105140"/>
                                        <a:gd name="connsiteY8" fmla="*/ 1307850 h 2175936"/>
                                        <a:gd name="connsiteX9" fmla="*/ 2042244 w 2105140"/>
                                        <a:gd name="connsiteY9" fmla="*/ 1057481 h 2175936"/>
                                        <a:gd name="connsiteX10" fmla="*/ 2096674 w 2105140"/>
                                        <a:gd name="connsiteY10" fmla="*/ 1384051 h 2175936"/>
                                        <a:gd name="connsiteX11" fmla="*/ 1955157 w 2105140"/>
                                        <a:gd name="connsiteY11" fmla="*/ 1634421 h 2175936"/>
                                        <a:gd name="connsiteX12" fmla="*/ 1650358 w 2105140"/>
                                        <a:gd name="connsiteY12" fmla="*/ 1579993 h 2175936"/>
                                        <a:gd name="connsiteX13" fmla="*/ 1258473 w 2105140"/>
                                        <a:gd name="connsiteY13" fmla="*/ 1710622 h 2175936"/>
                                        <a:gd name="connsiteX14" fmla="*/ 953672 w 2105140"/>
                                        <a:gd name="connsiteY14" fmla="*/ 1699737 h 2175936"/>
                                        <a:gd name="connsiteX15" fmla="*/ 632038 w 2105140"/>
                                        <a:gd name="connsiteY15" fmla="*/ 1719943 h 2175936"/>
                                        <a:gd name="connsiteX16" fmla="*/ 392552 w 2105140"/>
                                        <a:gd name="connsiteY16" fmla="*/ 1502227 h 2175936"/>
                                        <a:gd name="connsiteX17" fmla="*/ 251037 w 2105140"/>
                                        <a:gd name="connsiteY17" fmla="*/ 1502227 h 2175936"/>
                                        <a:gd name="connsiteX18" fmla="*/ 87751 w 2105140"/>
                                        <a:gd name="connsiteY18" fmla="*/ 1589313 h 2175936"/>
                                        <a:gd name="connsiteX19" fmla="*/ 666 w 2105140"/>
                                        <a:gd name="connsiteY19" fmla="*/ 1839686 h 2175936"/>
                                        <a:gd name="connsiteX20" fmla="*/ 120409 w 2105140"/>
                                        <a:gd name="connsiteY20" fmla="*/ 2053773 h 2175936"/>
                                        <a:gd name="connsiteX21" fmla="*/ 436095 w 2105140"/>
                                        <a:gd name="connsiteY21" fmla="*/ 2140859 h 2175936"/>
                                        <a:gd name="connsiteX22" fmla="*/ 708238 w 2105140"/>
                                        <a:gd name="connsiteY22" fmla="*/ 2173517 h 2175936"/>
                                        <a:gd name="connsiteX23" fmla="*/ 730009 w 2105140"/>
                                        <a:gd name="connsiteY23" fmla="*/ 2173517 h 2175936"/>
                                        <a:gd name="connsiteX0" fmla="*/ 534066 w 2105140"/>
                                        <a:gd name="connsiteY0" fmla="*/ 0 h 2174627"/>
                                        <a:gd name="connsiteX1" fmla="*/ 278758 w 2105140"/>
                                        <a:gd name="connsiteY1" fmla="*/ 208393 h 2174627"/>
                                        <a:gd name="connsiteX2" fmla="*/ 213444 w 2105140"/>
                                        <a:gd name="connsiteY2" fmla="*/ 469651 h 2174627"/>
                                        <a:gd name="connsiteX3" fmla="*/ 213443 w 2105140"/>
                                        <a:gd name="connsiteY3" fmla="*/ 785337 h 2174627"/>
                                        <a:gd name="connsiteX4" fmla="*/ 420273 w 2105140"/>
                                        <a:gd name="connsiteY4" fmla="*/ 1198993 h 2174627"/>
                                        <a:gd name="connsiteX5" fmla="*/ 681531 w 2105140"/>
                                        <a:gd name="connsiteY5" fmla="*/ 1471137 h 2174627"/>
                                        <a:gd name="connsiteX6" fmla="*/ 953671 w 2105140"/>
                                        <a:gd name="connsiteY6" fmla="*/ 1373165 h 2174627"/>
                                        <a:gd name="connsiteX7" fmla="*/ 1328723 w 2105140"/>
                                        <a:gd name="connsiteY7" fmla="*/ 1556656 h 2174627"/>
                                        <a:gd name="connsiteX8" fmla="*/ 1661244 w 2105140"/>
                                        <a:gd name="connsiteY8" fmla="*/ 1307850 h 2174627"/>
                                        <a:gd name="connsiteX9" fmla="*/ 2042244 w 2105140"/>
                                        <a:gd name="connsiteY9" fmla="*/ 1057481 h 2174627"/>
                                        <a:gd name="connsiteX10" fmla="*/ 2096674 w 2105140"/>
                                        <a:gd name="connsiteY10" fmla="*/ 1384051 h 2174627"/>
                                        <a:gd name="connsiteX11" fmla="*/ 1955157 w 2105140"/>
                                        <a:gd name="connsiteY11" fmla="*/ 1634421 h 2174627"/>
                                        <a:gd name="connsiteX12" fmla="*/ 1650358 w 2105140"/>
                                        <a:gd name="connsiteY12" fmla="*/ 1579993 h 2174627"/>
                                        <a:gd name="connsiteX13" fmla="*/ 1258473 w 2105140"/>
                                        <a:gd name="connsiteY13" fmla="*/ 1710622 h 2174627"/>
                                        <a:gd name="connsiteX14" fmla="*/ 953672 w 2105140"/>
                                        <a:gd name="connsiteY14" fmla="*/ 1699737 h 2174627"/>
                                        <a:gd name="connsiteX15" fmla="*/ 632038 w 2105140"/>
                                        <a:gd name="connsiteY15" fmla="*/ 1719943 h 2174627"/>
                                        <a:gd name="connsiteX16" fmla="*/ 392552 w 2105140"/>
                                        <a:gd name="connsiteY16" fmla="*/ 1502227 h 2174627"/>
                                        <a:gd name="connsiteX17" fmla="*/ 251037 w 2105140"/>
                                        <a:gd name="connsiteY17" fmla="*/ 1502227 h 2174627"/>
                                        <a:gd name="connsiteX18" fmla="*/ 87751 w 2105140"/>
                                        <a:gd name="connsiteY18" fmla="*/ 1589313 h 2174627"/>
                                        <a:gd name="connsiteX19" fmla="*/ 666 w 2105140"/>
                                        <a:gd name="connsiteY19" fmla="*/ 1839686 h 2174627"/>
                                        <a:gd name="connsiteX20" fmla="*/ 120409 w 2105140"/>
                                        <a:gd name="connsiteY20" fmla="*/ 2053773 h 2174627"/>
                                        <a:gd name="connsiteX21" fmla="*/ 436095 w 2105140"/>
                                        <a:gd name="connsiteY21" fmla="*/ 2140859 h 2174627"/>
                                        <a:gd name="connsiteX22" fmla="*/ 708238 w 2105140"/>
                                        <a:gd name="connsiteY22" fmla="*/ 2173517 h 2174627"/>
                                        <a:gd name="connsiteX23" fmla="*/ 947724 w 2105140"/>
                                        <a:gd name="connsiteY23" fmla="*/ 2162631 h 2174627"/>
                                        <a:gd name="connsiteX0" fmla="*/ 534066 w 2105140"/>
                                        <a:gd name="connsiteY0" fmla="*/ 0 h 2174627"/>
                                        <a:gd name="connsiteX1" fmla="*/ 278758 w 2105140"/>
                                        <a:gd name="connsiteY1" fmla="*/ 208393 h 2174627"/>
                                        <a:gd name="connsiteX2" fmla="*/ 213444 w 2105140"/>
                                        <a:gd name="connsiteY2" fmla="*/ 469651 h 2174627"/>
                                        <a:gd name="connsiteX3" fmla="*/ 213443 w 2105140"/>
                                        <a:gd name="connsiteY3" fmla="*/ 785337 h 2174627"/>
                                        <a:gd name="connsiteX4" fmla="*/ 420273 w 2105140"/>
                                        <a:gd name="connsiteY4" fmla="*/ 1198993 h 2174627"/>
                                        <a:gd name="connsiteX5" fmla="*/ 681531 w 2105140"/>
                                        <a:gd name="connsiteY5" fmla="*/ 1471137 h 2174627"/>
                                        <a:gd name="connsiteX6" fmla="*/ 953671 w 2105140"/>
                                        <a:gd name="connsiteY6" fmla="*/ 1373165 h 2174627"/>
                                        <a:gd name="connsiteX7" fmla="*/ 1328723 w 2105140"/>
                                        <a:gd name="connsiteY7" fmla="*/ 1556656 h 2174627"/>
                                        <a:gd name="connsiteX8" fmla="*/ 1661244 w 2105140"/>
                                        <a:gd name="connsiteY8" fmla="*/ 1307850 h 2174627"/>
                                        <a:gd name="connsiteX9" fmla="*/ 2042244 w 2105140"/>
                                        <a:gd name="connsiteY9" fmla="*/ 1057481 h 2174627"/>
                                        <a:gd name="connsiteX10" fmla="*/ 2096674 w 2105140"/>
                                        <a:gd name="connsiteY10" fmla="*/ 1384051 h 2174627"/>
                                        <a:gd name="connsiteX11" fmla="*/ 1955157 w 2105140"/>
                                        <a:gd name="connsiteY11" fmla="*/ 1634421 h 2174627"/>
                                        <a:gd name="connsiteX12" fmla="*/ 1650358 w 2105140"/>
                                        <a:gd name="connsiteY12" fmla="*/ 1579993 h 2174627"/>
                                        <a:gd name="connsiteX13" fmla="*/ 1258473 w 2105140"/>
                                        <a:gd name="connsiteY13" fmla="*/ 1710622 h 2174627"/>
                                        <a:gd name="connsiteX14" fmla="*/ 953672 w 2105140"/>
                                        <a:gd name="connsiteY14" fmla="*/ 1699737 h 2174627"/>
                                        <a:gd name="connsiteX15" fmla="*/ 632038 w 2105140"/>
                                        <a:gd name="connsiteY15" fmla="*/ 1719943 h 2174627"/>
                                        <a:gd name="connsiteX16" fmla="*/ 392552 w 2105140"/>
                                        <a:gd name="connsiteY16" fmla="*/ 1502227 h 2174627"/>
                                        <a:gd name="connsiteX17" fmla="*/ 251037 w 2105140"/>
                                        <a:gd name="connsiteY17" fmla="*/ 1502227 h 2174627"/>
                                        <a:gd name="connsiteX18" fmla="*/ 87751 w 2105140"/>
                                        <a:gd name="connsiteY18" fmla="*/ 1589313 h 2174627"/>
                                        <a:gd name="connsiteX19" fmla="*/ 666 w 2105140"/>
                                        <a:gd name="connsiteY19" fmla="*/ 1839686 h 2174627"/>
                                        <a:gd name="connsiteX20" fmla="*/ 120409 w 2105140"/>
                                        <a:gd name="connsiteY20" fmla="*/ 2053773 h 2174627"/>
                                        <a:gd name="connsiteX21" fmla="*/ 436095 w 2105140"/>
                                        <a:gd name="connsiteY21" fmla="*/ 2140859 h 2174627"/>
                                        <a:gd name="connsiteX22" fmla="*/ 708238 w 2105140"/>
                                        <a:gd name="connsiteY22" fmla="*/ 2173517 h 2174627"/>
                                        <a:gd name="connsiteX23" fmla="*/ 947724 w 2105140"/>
                                        <a:gd name="connsiteY23" fmla="*/ 2162631 h 2174627"/>
                                        <a:gd name="connsiteX24" fmla="*/ 925952 w 2105140"/>
                                        <a:gd name="connsiteY24" fmla="*/ 2140860 h 2174627"/>
                                        <a:gd name="connsiteX0" fmla="*/ 534066 w 2105140"/>
                                        <a:gd name="connsiteY0" fmla="*/ 0 h 2174627"/>
                                        <a:gd name="connsiteX1" fmla="*/ 278758 w 2105140"/>
                                        <a:gd name="connsiteY1" fmla="*/ 208393 h 2174627"/>
                                        <a:gd name="connsiteX2" fmla="*/ 213444 w 2105140"/>
                                        <a:gd name="connsiteY2" fmla="*/ 469651 h 2174627"/>
                                        <a:gd name="connsiteX3" fmla="*/ 213443 w 2105140"/>
                                        <a:gd name="connsiteY3" fmla="*/ 785337 h 2174627"/>
                                        <a:gd name="connsiteX4" fmla="*/ 420273 w 2105140"/>
                                        <a:gd name="connsiteY4" fmla="*/ 1198993 h 2174627"/>
                                        <a:gd name="connsiteX5" fmla="*/ 681531 w 2105140"/>
                                        <a:gd name="connsiteY5" fmla="*/ 1471137 h 2174627"/>
                                        <a:gd name="connsiteX6" fmla="*/ 953671 w 2105140"/>
                                        <a:gd name="connsiteY6" fmla="*/ 1373165 h 2174627"/>
                                        <a:gd name="connsiteX7" fmla="*/ 1328723 w 2105140"/>
                                        <a:gd name="connsiteY7" fmla="*/ 1556656 h 2174627"/>
                                        <a:gd name="connsiteX8" fmla="*/ 1661244 w 2105140"/>
                                        <a:gd name="connsiteY8" fmla="*/ 1307850 h 2174627"/>
                                        <a:gd name="connsiteX9" fmla="*/ 2042244 w 2105140"/>
                                        <a:gd name="connsiteY9" fmla="*/ 1057481 h 2174627"/>
                                        <a:gd name="connsiteX10" fmla="*/ 2096674 w 2105140"/>
                                        <a:gd name="connsiteY10" fmla="*/ 1384051 h 2174627"/>
                                        <a:gd name="connsiteX11" fmla="*/ 1955157 w 2105140"/>
                                        <a:gd name="connsiteY11" fmla="*/ 1634421 h 2174627"/>
                                        <a:gd name="connsiteX12" fmla="*/ 1650358 w 2105140"/>
                                        <a:gd name="connsiteY12" fmla="*/ 1579993 h 2174627"/>
                                        <a:gd name="connsiteX13" fmla="*/ 1258473 w 2105140"/>
                                        <a:gd name="connsiteY13" fmla="*/ 1710622 h 2174627"/>
                                        <a:gd name="connsiteX14" fmla="*/ 953672 w 2105140"/>
                                        <a:gd name="connsiteY14" fmla="*/ 1699737 h 2174627"/>
                                        <a:gd name="connsiteX15" fmla="*/ 632038 w 2105140"/>
                                        <a:gd name="connsiteY15" fmla="*/ 1719943 h 2174627"/>
                                        <a:gd name="connsiteX16" fmla="*/ 392552 w 2105140"/>
                                        <a:gd name="connsiteY16" fmla="*/ 1502227 h 2174627"/>
                                        <a:gd name="connsiteX17" fmla="*/ 251037 w 2105140"/>
                                        <a:gd name="connsiteY17" fmla="*/ 1502227 h 2174627"/>
                                        <a:gd name="connsiteX18" fmla="*/ 87751 w 2105140"/>
                                        <a:gd name="connsiteY18" fmla="*/ 1589313 h 2174627"/>
                                        <a:gd name="connsiteX19" fmla="*/ 666 w 2105140"/>
                                        <a:gd name="connsiteY19" fmla="*/ 1839686 h 2174627"/>
                                        <a:gd name="connsiteX20" fmla="*/ 120409 w 2105140"/>
                                        <a:gd name="connsiteY20" fmla="*/ 2053773 h 2174627"/>
                                        <a:gd name="connsiteX21" fmla="*/ 436095 w 2105140"/>
                                        <a:gd name="connsiteY21" fmla="*/ 2140859 h 2174627"/>
                                        <a:gd name="connsiteX22" fmla="*/ 708238 w 2105140"/>
                                        <a:gd name="connsiteY22" fmla="*/ 2173517 h 2174627"/>
                                        <a:gd name="connsiteX23" fmla="*/ 947724 w 2105140"/>
                                        <a:gd name="connsiteY23" fmla="*/ 2162631 h 2174627"/>
                                        <a:gd name="connsiteX24" fmla="*/ 1426695 w 2105140"/>
                                        <a:gd name="connsiteY24" fmla="*/ 2119088 h 2174627"/>
                                        <a:gd name="connsiteX0" fmla="*/ 534066 w 2105140"/>
                                        <a:gd name="connsiteY0" fmla="*/ 0 h 2175936"/>
                                        <a:gd name="connsiteX1" fmla="*/ 278758 w 2105140"/>
                                        <a:gd name="connsiteY1" fmla="*/ 208393 h 2175936"/>
                                        <a:gd name="connsiteX2" fmla="*/ 213444 w 2105140"/>
                                        <a:gd name="connsiteY2" fmla="*/ 469651 h 2175936"/>
                                        <a:gd name="connsiteX3" fmla="*/ 213443 w 2105140"/>
                                        <a:gd name="connsiteY3" fmla="*/ 785337 h 2175936"/>
                                        <a:gd name="connsiteX4" fmla="*/ 420273 w 2105140"/>
                                        <a:gd name="connsiteY4" fmla="*/ 1198993 h 2175936"/>
                                        <a:gd name="connsiteX5" fmla="*/ 681531 w 2105140"/>
                                        <a:gd name="connsiteY5" fmla="*/ 1471137 h 2175936"/>
                                        <a:gd name="connsiteX6" fmla="*/ 953671 w 2105140"/>
                                        <a:gd name="connsiteY6" fmla="*/ 1373165 h 2175936"/>
                                        <a:gd name="connsiteX7" fmla="*/ 1328723 w 2105140"/>
                                        <a:gd name="connsiteY7" fmla="*/ 1556656 h 2175936"/>
                                        <a:gd name="connsiteX8" fmla="*/ 1661244 w 2105140"/>
                                        <a:gd name="connsiteY8" fmla="*/ 1307850 h 2175936"/>
                                        <a:gd name="connsiteX9" fmla="*/ 2042244 w 2105140"/>
                                        <a:gd name="connsiteY9" fmla="*/ 1057481 h 2175936"/>
                                        <a:gd name="connsiteX10" fmla="*/ 2096674 w 2105140"/>
                                        <a:gd name="connsiteY10" fmla="*/ 1384051 h 2175936"/>
                                        <a:gd name="connsiteX11" fmla="*/ 1955157 w 2105140"/>
                                        <a:gd name="connsiteY11" fmla="*/ 1634421 h 2175936"/>
                                        <a:gd name="connsiteX12" fmla="*/ 1650358 w 2105140"/>
                                        <a:gd name="connsiteY12" fmla="*/ 1579993 h 2175936"/>
                                        <a:gd name="connsiteX13" fmla="*/ 1258473 w 2105140"/>
                                        <a:gd name="connsiteY13" fmla="*/ 1710622 h 2175936"/>
                                        <a:gd name="connsiteX14" fmla="*/ 953672 w 2105140"/>
                                        <a:gd name="connsiteY14" fmla="*/ 1699737 h 2175936"/>
                                        <a:gd name="connsiteX15" fmla="*/ 632038 w 2105140"/>
                                        <a:gd name="connsiteY15" fmla="*/ 1719943 h 2175936"/>
                                        <a:gd name="connsiteX16" fmla="*/ 392552 w 2105140"/>
                                        <a:gd name="connsiteY16" fmla="*/ 1502227 h 2175936"/>
                                        <a:gd name="connsiteX17" fmla="*/ 251037 w 2105140"/>
                                        <a:gd name="connsiteY17" fmla="*/ 1502227 h 2175936"/>
                                        <a:gd name="connsiteX18" fmla="*/ 87751 w 2105140"/>
                                        <a:gd name="connsiteY18" fmla="*/ 1589313 h 2175936"/>
                                        <a:gd name="connsiteX19" fmla="*/ 666 w 2105140"/>
                                        <a:gd name="connsiteY19" fmla="*/ 1839686 h 2175936"/>
                                        <a:gd name="connsiteX20" fmla="*/ 120409 w 2105140"/>
                                        <a:gd name="connsiteY20" fmla="*/ 2053773 h 2175936"/>
                                        <a:gd name="connsiteX21" fmla="*/ 436095 w 2105140"/>
                                        <a:gd name="connsiteY21" fmla="*/ 2140859 h 2175936"/>
                                        <a:gd name="connsiteX22" fmla="*/ 708238 w 2105140"/>
                                        <a:gd name="connsiteY22" fmla="*/ 2173517 h 2175936"/>
                                        <a:gd name="connsiteX23" fmla="*/ 1045696 w 2105140"/>
                                        <a:gd name="connsiteY23" fmla="*/ 2173517 h 2175936"/>
                                        <a:gd name="connsiteX24" fmla="*/ 1426695 w 2105140"/>
                                        <a:gd name="connsiteY24" fmla="*/ 2119088 h 2175936"/>
                                        <a:gd name="connsiteX0" fmla="*/ 534066 w 2105140"/>
                                        <a:gd name="connsiteY0" fmla="*/ 0 h 2175936"/>
                                        <a:gd name="connsiteX1" fmla="*/ 278758 w 2105140"/>
                                        <a:gd name="connsiteY1" fmla="*/ 208393 h 2175936"/>
                                        <a:gd name="connsiteX2" fmla="*/ 213444 w 2105140"/>
                                        <a:gd name="connsiteY2" fmla="*/ 469651 h 2175936"/>
                                        <a:gd name="connsiteX3" fmla="*/ 213443 w 2105140"/>
                                        <a:gd name="connsiteY3" fmla="*/ 785337 h 2175936"/>
                                        <a:gd name="connsiteX4" fmla="*/ 420273 w 2105140"/>
                                        <a:gd name="connsiteY4" fmla="*/ 1198993 h 2175936"/>
                                        <a:gd name="connsiteX5" fmla="*/ 681531 w 2105140"/>
                                        <a:gd name="connsiteY5" fmla="*/ 1471137 h 2175936"/>
                                        <a:gd name="connsiteX6" fmla="*/ 953671 w 2105140"/>
                                        <a:gd name="connsiteY6" fmla="*/ 1373165 h 2175936"/>
                                        <a:gd name="connsiteX7" fmla="*/ 1328723 w 2105140"/>
                                        <a:gd name="connsiteY7" fmla="*/ 1556656 h 2175936"/>
                                        <a:gd name="connsiteX8" fmla="*/ 1661244 w 2105140"/>
                                        <a:gd name="connsiteY8" fmla="*/ 1307850 h 2175936"/>
                                        <a:gd name="connsiteX9" fmla="*/ 2042244 w 2105140"/>
                                        <a:gd name="connsiteY9" fmla="*/ 1057481 h 2175936"/>
                                        <a:gd name="connsiteX10" fmla="*/ 2096674 w 2105140"/>
                                        <a:gd name="connsiteY10" fmla="*/ 1384051 h 2175936"/>
                                        <a:gd name="connsiteX11" fmla="*/ 1955157 w 2105140"/>
                                        <a:gd name="connsiteY11" fmla="*/ 1634421 h 2175936"/>
                                        <a:gd name="connsiteX12" fmla="*/ 1650358 w 2105140"/>
                                        <a:gd name="connsiteY12" fmla="*/ 1579993 h 2175936"/>
                                        <a:gd name="connsiteX13" fmla="*/ 1258473 w 2105140"/>
                                        <a:gd name="connsiteY13" fmla="*/ 1710622 h 2175936"/>
                                        <a:gd name="connsiteX14" fmla="*/ 953672 w 2105140"/>
                                        <a:gd name="connsiteY14" fmla="*/ 1601765 h 2175936"/>
                                        <a:gd name="connsiteX15" fmla="*/ 632038 w 2105140"/>
                                        <a:gd name="connsiteY15" fmla="*/ 1719943 h 2175936"/>
                                        <a:gd name="connsiteX16" fmla="*/ 392552 w 2105140"/>
                                        <a:gd name="connsiteY16" fmla="*/ 1502227 h 2175936"/>
                                        <a:gd name="connsiteX17" fmla="*/ 251037 w 2105140"/>
                                        <a:gd name="connsiteY17" fmla="*/ 1502227 h 2175936"/>
                                        <a:gd name="connsiteX18" fmla="*/ 87751 w 2105140"/>
                                        <a:gd name="connsiteY18" fmla="*/ 1589313 h 2175936"/>
                                        <a:gd name="connsiteX19" fmla="*/ 666 w 2105140"/>
                                        <a:gd name="connsiteY19" fmla="*/ 1839686 h 2175936"/>
                                        <a:gd name="connsiteX20" fmla="*/ 120409 w 2105140"/>
                                        <a:gd name="connsiteY20" fmla="*/ 2053773 h 2175936"/>
                                        <a:gd name="connsiteX21" fmla="*/ 436095 w 2105140"/>
                                        <a:gd name="connsiteY21" fmla="*/ 2140859 h 2175936"/>
                                        <a:gd name="connsiteX22" fmla="*/ 708238 w 2105140"/>
                                        <a:gd name="connsiteY22" fmla="*/ 2173517 h 2175936"/>
                                        <a:gd name="connsiteX23" fmla="*/ 1045696 w 2105140"/>
                                        <a:gd name="connsiteY23" fmla="*/ 2173517 h 2175936"/>
                                        <a:gd name="connsiteX24" fmla="*/ 1426695 w 2105140"/>
                                        <a:gd name="connsiteY24" fmla="*/ 2119088 h 2175936"/>
                                        <a:gd name="connsiteX0" fmla="*/ 534066 w 2105140"/>
                                        <a:gd name="connsiteY0" fmla="*/ 0 h 2175936"/>
                                        <a:gd name="connsiteX1" fmla="*/ 278758 w 2105140"/>
                                        <a:gd name="connsiteY1" fmla="*/ 208393 h 2175936"/>
                                        <a:gd name="connsiteX2" fmla="*/ 213444 w 2105140"/>
                                        <a:gd name="connsiteY2" fmla="*/ 469651 h 2175936"/>
                                        <a:gd name="connsiteX3" fmla="*/ 213443 w 2105140"/>
                                        <a:gd name="connsiteY3" fmla="*/ 785337 h 2175936"/>
                                        <a:gd name="connsiteX4" fmla="*/ 420273 w 2105140"/>
                                        <a:gd name="connsiteY4" fmla="*/ 1198993 h 2175936"/>
                                        <a:gd name="connsiteX5" fmla="*/ 681531 w 2105140"/>
                                        <a:gd name="connsiteY5" fmla="*/ 1471137 h 2175936"/>
                                        <a:gd name="connsiteX6" fmla="*/ 953671 w 2105140"/>
                                        <a:gd name="connsiteY6" fmla="*/ 1373165 h 2175936"/>
                                        <a:gd name="connsiteX7" fmla="*/ 1328723 w 2105140"/>
                                        <a:gd name="connsiteY7" fmla="*/ 1556656 h 2175936"/>
                                        <a:gd name="connsiteX8" fmla="*/ 1661244 w 2105140"/>
                                        <a:gd name="connsiteY8" fmla="*/ 1307850 h 2175936"/>
                                        <a:gd name="connsiteX9" fmla="*/ 2042244 w 2105140"/>
                                        <a:gd name="connsiteY9" fmla="*/ 1057481 h 2175936"/>
                                        <a:gd name="connsiteX10" fmla="*/ 2096674 w 2105140"/>
                                        <a:gd name="connsiteY10" fmla="*/ 1384051 h 2175936"/>
                                        <a:gd name="connsiteX11" fmla="*/ 1955157 w 2105140"/>
                                        <a:gd name="connsiteY11" fmla="*/ 1634421 h 2175936"/>
                                        <a:gd name="connsiteX12" fmla="*/ 1650358 w 2105140"/>
                                        <a:gd name="connsiteY12" fmla="*/ 1579993 h 2175936"/>
                                        <a:gd name="connsiteX13" fmla="*/ 1258473 w 2105140"/>
                                        <a:gd name="connsiteY13" fmla="*/ 1710622 h 2175936"/>
                                        <a:gd name="connsiteX14" fmla="*/ 953672 w 2105140"/>
                                        <a:gd name="connsiteY14" fmla="*/ 1601765 h 2175936"/>
                                        <a:gd name="connsiteX15" fmla="*/ 632038 w 2105140"/>
                                        <a:gd name="connsiteY15" fmla="*/ 1719943 h 2175936"/>
                                        <a:gd name="connsiteX16" fmla="*/ 392552 w 2105140"/>
                                        <a:gd name="connsiteY16" fmla="*/ 1502227 h 2175936"/>
                                        <a:gd name="connsiteX17" fmla="*/ 251037 w 2105140"/>
                                        <a:gd name="connsiteY17" fmla="*/ 1502227 h 2175936"/>
                                        <a:gd name="connsiteX18" fmla="*/ 87751 w 2105140"/>
                                        <a:gd name="connsiteY18" fmla="*/ 1589313 h 2175936"/>
                                        <a:gd name="connsiteX19" fmla="*/ 666 w 2105140"/>
                                        <a:gd name="connsiteY19" fmla="*/ 1839686 h 2175936"/>
                                        <a:gd name="connsiteX20" fmla="*/ 120409 w 2105140"/>
                                        <a:gd name="connsiteY20" fmla="*/ 2053773 h 2175936"/>
                                        <a:gd name="connsiteX21" fmla="*/ 436095 w 2105140"/>
                                        <a:gd name="connsiteY21" fmla="*/ 2140859 h 2175936"/>
                                        <a:gd name="connsiteX22" fmla="*/ 708238 w 2105140"/>
                                        <a:gd name="connsiteY22" fmla="*/ 2173517 h 2175936"/>
                                        <a:gd name="connsiteX23" fmla="*/ 1045696 w 2105140"/>
                                        <a:gd name="connsiteY23" fmla="*/ 2173517 h 2175936"/>
                                        <a:gd name="connsiteX0" fmla="*/ 534066 w 2105140"/>
                                        <a:gd name="connsiteY0" fmla="*/ 0 h 2173517"/>
                                        <a:gd name="connsiteX1" fmla="*/ 278758 w 2105140"/>
                                        <a:gd name="connsiteY1" fmla="*/ 208393 h 2173517"/>
                                        <a:gd name="connsiteX2" fmla="*/ 213444 w 2105140"/>
                                        <a:gd name="connsiteY2" fmla="*/ 469651 h 2173517"/>
                                        <a:gd name="connsiteX3" fmla="*/ 213443 w 2105140"/>
                                        <a:gd name="connsiteY3" fmla="*/ 785337 h 2173517"/>
                                        <a:gd name="connsiteX4" fmla="*/ 420273 w 2105140"/>
                                        <a:gd name="connsiteY4" fmla="*/ 1198993 h 2173517"/>
                                        <a:gd name="connsiteX5" fmla="*/ 681531 w 2105140"/>
                                        <a:gd name="connsiteY5" fmla="*/ 1471137 h 2173517"/>
                                        <a:gd name="connsiteX6" fmla="*/ 953671 w 2105140"/>
                                        <a:gd name="connsiteY6" fmla="*/ 1373165 h 2173517"/>
                                        <a:gd name="connsiteX7" fmla="*/ 1328723 w 2105140"/>
                                        <a:gd name="connsiteY7" fmla="*/ 1556656 h 2173517"/>
                                        <a:gd name="connsiteX8" fmla="*/ 1661244 w 2105140"/>
                                        <a:gd name="connsiteY8" fmla="*/ 1307850 h 2173517"/>
                                        <a:gd name="connsiteX9" fmla="*/ 2042244 w 2105140"/>
                                        <a:gd name="connsiteY9" fmla="*/ 1057481 h 2173517"/>
                                        <a:gd name="connsiteX10" fmla="*/ 2096674 w 2105140"/>
                                        <a:gd name="connsiteY10" fmla="*/ 1384051 h 2173517"/>
                                        <a:gd name="connsiteX11" fmla="*/ 1955157 w 2105140"/>
                                        <a:gd name="connsiteY11" fmla="*/ 1634421 h 2173517"/>
                                        <a:gd name="connsiteX12" fmla="*/ 1650358 w 2105140"/>
                                        <a:gd name="connsiteY12" fmla="*/ 1579993 h 2173517"/>
                                        <a:gd name="connsiteX13" fmla="*/ 1258473 w 2105140"/>
                                        <a:gd name="connsiteY13" fmla="*/ 1710622 h 2173517"/>
                                        <a:gd name="connsiteX14" fmla="*/ 953672 w 2105140"/>
                                        <a:gd name="connsiteY14" fmla="*/ 1601765 h 2173517"/>
                                        <a:gd name="connsiteX15" fmla="*/ 632038 w 2105140"/>
                                        <a:gd name="connsiteY15" fmla="*/ 1719943 h 2173517"/>
                                        <a:gd name="connsiteX16" fmla="*/ 392552 w 2105140"/>
                                        <a:gd name="connsiteY16" fmla="*/ 1502227 h 2173517"/>
                                        <a:gd name="connsiteX17" fmla="*/ 251037 w 2105140"/>
                                        <a:gd name="connsiteY17" fmla="*/ 1502227 h 2173517"/>
                                        <a:gd name="connsiteX18" fmla="*/ 87751 w 2105140"/>
                                        <a:gd name="connsiteY18" fmla="*/ 1589313 h 2173517"/>
                                        <a:gd name="connsiteX19" fmla="*/ 666 w 2105140"/>
                                        <a:gd name="connsiteY19" fmla="*/ 1839686 h 2173517"/>
                                        <a:gd name="connsiteX20" fmla="*/ 120409 w 2105140"/>
                                        <a:gd name="connsiteY20" fmla="*/ 2053773 h 2173517"/>
                                        <a:gd name="connsiteX21" fmla="*/ 436095 w 2105140"/>
                                        <a:gd name="connsiteY21" fmla="*/ 2140859 h 2173517"/>
                                        <a:gd name="connsiteX22" fmla="*/ 708238 w 2105140"/>
                                        <a:gd name="connsiteY22" fmla="*/ 2173517 h 2173517"/>
                                        <a:gd name="connsiteX0" fmla="*/ 534066 w 2105140"/>
                                        <a:gd name="connsiteY0" fmla="*/ 0 h 2141103"/>
                                        <a:gd name="connsiteX1" fmla="*/ 278758 w 2105140"/>
                                        <a:gd name="connsiteY1" fmla="*/ 208393 h 2141103"/>
                                        <a:gd name="connsiteX2" fmla="*/ 213444 w 2105140"/>
                                        <a:gd name="connsiteY2" fmla="*/ 469651 h 2141103"/>
                                        <a:gd name="connsiteX3" fmla="*/ 213443 w 2105140"/>
                                        <a:gd name="connsiteY3" fmla="*/ 785337 h 2141103"/>
                                        <a:gd name="connsiteX4" fmla="*/ 420273 w 2105140"/>
                                        <a:gd name="connsiteY4" fmla="*/ 1198993 h 2141103"/>
                                        <a:gd name="connsiteX5" fmla="*/ 681531 w 2105140"/>
                                        <a:gd name="connsiteY5" fmla="*/ 1471137 h 2141103"/>
                                        <a:gd name="connsiteX6" fmla="*/ 953671 w 2105140"/>
                                        <a:gd name="connsiteY6" fmla="*/ 1373165 h 2141103"/>
                                        <a:gd name="connsiteX7" fmla="*/ 1328723 w 2105140"/>
                                        <a:gd name="connsiteY7" fmla="*/ 1556656 h 2141103"/>
                                        <a:gd name="connsiteX8" fmla="*/ 1661244 w 2105140"/>
                                        <a:gd name="connsiteY8" fmla="*/ 1307850 h 2141103"/>
                                        <a:gd name="connsiteX9" fmla="*/ 2042244 w 2105140"/>
                                        <a:gd name="connsiteY9" fmla="*/ 1057481 h 2141103"/>
                                        <a:gd name="connsiteX10" fmla="*/ 2096674 w 2105140"/>
                                        <a:gd name="connsiteY10" fmla="*/ 1384051 h 2141103"/>
                                        <a:gd name="connsiteX11" fmla="*/ 1955157 w 2105140"/>
                                        <a:gd name="connsiteY11" fmla="*/ 1634421 h 2141103"/>
                                        <a:gd name="connsiteX12" fmla="*/ 1650358 w 2105140"/>
                                        <a:gd name="connsiteY12" fmla="*/ 1579993 h 2141103"/>
                                        <a:gd name="connsiteX13" fmla="*/ 1258473 w 2105140"/>
                                        <a:gd name="connsiteY13" fmla="*/ 1710622 h 2141103"/>
                                        <a:gd name="connsiteX14" fmla="*/ 953672 w 2105140"/>
                                        <a:gd name="connsiteY14" fmla="*/ 1601765 h 2141103"/>
                                        <a:gd name="connsiteX15" fmla="*/ 632038 w 2105140"/>
                                        <a:gd name="connsiteY15" fmla="*/ 1719943 h 2141103"/>
                                        <a:gd name="connsiteX16" fmla="*/ 392552 w 2105140"/>
                                        <a:gd name="connsiteY16" fmla="*/ 1502227 h 2141103"/>
                                        <a:gd name="connsiteX17" fmla="*/ 251037 w 2105140"/>
                                        <a:gd name="connsiteY17" fmla="*/ 1502227 h 2141103"/>
                                        <a:gd name="connsiteX18" fmla="*/ 87751 w 2105140"/>
                                        <a:gd name="connsiteY18" fmla="*/ 1589313 h 2141103"/>
                                        <a:gd name="connsiteX19" fmla="*/ 666 w 2105140"/>
                                        <a:gd name="connsiteY19" fmla="*/ 1839686 h 2141103"/>
                                        <a:gd name="connsiteX20" fmla="*/ 120409 w 2105140"/>
                                        <a:gd name="connsiteY20" fmla="*/ 2053773 h 2141103"/>
                                        <a:gd name="connsiteX21" fmla="*/ 436095 w 2105140"/>
                                        <a:gd name="connsiteY21" fmla="*/ 2140859 h 2141103"/>
                                        <a:gd name="connsiteX0" fmla="*/ 534066 w 2105140"/>
                                        <a:gd name="connsiteY0" fmla="*/ 0 h 2053773"/>
                                        <a:gd name="connsiteX1" fmla="*/ 278758 w 2105140"/>
                                        <a:gd name="connsiteY1" fmla="*/ 208393 h 2053773"/>
                                        <a:gd name="connsiteX2" fmla="*/ 213444 w 2105140"/>
                                        <a:gd name="connsiteY2" fmla="*/ 469651 h 2053773"/>
                                        <a:gd name="connsiteX3" fmla="*/ 213443 w 2105140"/>
                                        <a:gd name="connsiteY3" fmla="*/ 785337 h 2053773"/>
                                        <a:gd name="connsiteX4" fmla="*/ 420273 w 2105140"/>
                                        <a:gd name="connsiteY4" fmla="*/ 1198993 h 2053773"/>
                                        <a:gd name="connsiteX5" fmla="*/ 681531 w 2105140"/>
                                        <a:gd name="connsiteY5" fmla="*/ 1471137 h 2053773"/>
                                        <a:gd name="connsiteX6" fmla="*/ 953671 w 2105140"/>
                                        <a:gd name="connsiteY6" fmla="*/ 1373165 h 2053773"/>
                                        <a:gd name="connsiteX7" fmla="*/ 1328723 w 2105140"/>
                                        <a:gd name="connsiteY7" fmla="*/ 1556656 h 2053773"/>
                                        <a:gd name="connsiteX8" fmla="*/ 1661244 w 2105140"/>
                                        <a:gd name="connsiteY8" fmla="*/ 1307850 h 2053773"/>
                                        <a:gd name="connsiteX9" fmla="*/ 2042244 w 2105140"/>
                                        <a:gd name="connsiteY9" fmla="*/ 1057481 h 2053773"/>
                                        <a:gd name="connsiteX10" fmla="*/ 2096674 w 2105140"/>
                                        <a:gd name="connsiteY10" fmla="*/ 1384051 h 2053773"/>
                                        <a:gd name="connsiteX11" fmla="*/ 1955157 w 2105140"/>
                                        <a:gd name="connsiteY11" fmla="*/ 1634421 h 2053773"/>
                                        <a:gd name="connsiteX12" fmla="*/ 1650358 w 2105140"/>
                                        <a:gd name="connsiteY12" fmla="*/ 1579993 h 2053773"/>
                                        <a:gd name="connsiteX13" fmla="*/ 1258473 w 2105140"/>
                                        <a:gd name="connsiteY13" fmla="*/ 1710622 h 2053773"/>
                                        <a:gd name="connsiteX14" fmla="*/ 953672 w 2105140"/>
                                        <a:gd name="connsiteY14" fmla="*/ 1601765 h 2053773"/>
                                        <a:gd name="connsiteX15" fmla="*/ 632038 w 2105140"/>
                                        <a:gd name="connsiteY15" fmla="*/ 1719943 h 2053773"/>
                                        <a:gd name="connsiteX16" fmla="*/ 392552 w 2105140"/>
                                        <a:gd name="connsiteY16" fmla="*/ 1502227 h 2053773"/>
                                        <a:gd name="connsiteX17" fmla="*/ 251037 w 2105140"/>
                                        <a:gd name="connsiteY17" fmla="*/ 1502227 h 2053773"/>
                                        <a:gd name="connsiteX18" fmla="*/ 87751 w 2105140"/>
                                        <a:gd name="connsiteY18" fmla="*/ 1589313 h 2053773"/>
                                        <a:gd name="connsiteX19" fmla="*/ 666 w 2105140"/>
                                        <a:gd name="connsiteY19" fmla="*/ 1839686 h 2053773"/>
                                        <a:gd name="connsiteX20" fmla="*/ 120409 w 2105140"/>
                                        <a:gd name="connsiteY20" fmla="*/ 2053773 h 2053773"/>
                                        <a:gd name="connsiteX0" fmla="*/ 533400 w 2104474"/>
                                        <a:gd name="connsiteY0" fmla="*/ 0 h 1839701"/>
                                        <a:gd name="connsiteX1" fmla="*/ 278092 w 2104474"/>
                                        <a:gd name="connsiteY1" fmla="*/ 208393 h 1839701"/>
                                        <a:gd name="connsiteX2" fmla="*/ 212778 w 2104474"/>
                                        <a:gd name="connsiteY2" fmla="*/ 469651 h 1839701"/>
                                        <a:gd name="connsiteX3" fmla="*/ 212777 w 2104474"/>
                                        <a:gd name="connsiteY3" fmla="*/ 785337 h 1839701"/>
                                        <a:gd name="connsiteX4" fmla="*/ 419607 w 2104474"/>
                                        <a:gd name="connsiteY4" fmla="*/ 1198993 h 1839701"/>
                                        <a:gd name="connsiteX5" fmla="*/ 680865 w 2104474"/>
                                        <a:gd name="connsiteY5" fmla="*/ 1471137 h 1839701"/>
                                        <a:gd name="connsiteX6" fmla="*/ 953005 w 2104474"/>
                                        <a:gd name="connsiteY6" fmla="*/ 1373165 h 1839701"/>
                                        <a:gd name="connsiteX7" fmla="*/ 1328057 w 2104474"/>
                                        <a:gd name="connsiteY7" fmla="*/ 1556656 h 1839701"/>
                                        <a:gd name="connsiteX8" fmla="*/ 1660578 w 2104474"/>
                                        <a:gd name="connsiteY8" fmla="*/ 1307850 h 1839701"/>
                                        <a:gd name="connsiteX9" fmla="*/ 2041578 w 2104474"/>
                                        <a:gd name="connsiteY9" fmla="*/ 1057481 h 1839701"/>
                                        <a:gd name="connsiteX10" fmla="*/ 2096008 w 2104474"/>
                                        <a:gd name="connsiteY10" fmla="*/ 1384051 h 1839701"/>
                                        <a:gd name="connsiteX11" fmla="*/ 1954491 w 2104474"/>
                                        <a:gd name="connsiteY11" fmla="*/ 1634421 h 1839701"/>
                                        <a:gd name="connsiteX12" fmla="*/ 1649692 w 2104474"/>
                                        <a:gd name="connsiteY12" fmla="*/ 1579993 h 1839701"/>
                                        <a:gd name="connsiteX13" fmla="*/ 1257807 w 2104474"/>
                                        <a:gd name="connsiteY13" fmla="*/ 1710622 h 1839701"/>
                                        <a:gd name="connsiteX14" fmla="*/ 953006 w 2104474"/>
                                        <a:gd name="connsiteY14" fmla="*/ 1601765 h 1839701"/>
                                        <a:gd name="connsiteX15" fmla="*/ 631372 w 2104474"/>
                                        <a:gd name="connsiteY15" fmla="*/ 1719943 h 1839701"/>
                                        <a:gd name="connsiteX16" fmla="*/ 391886 w 2104474"/>
                                        <a:gd name="connsiteY16" fmla="*/ 1502227 h 1839701"/>
                                        <a:gd name="connsiteX17" fmla="*/ 250371 w 2104474"/>
                                        <a:gd name="connsiteY17" fmla="*/ 1502227 h 1839701"/>
                                        <a:gd name="connsiteX18" fmla="*/ 87085 w 2104474"/>
                                        <a:gd name="connsiteY18" fmla="*/ 1589313 h 1839701"/>
                                        <a:gd name="connsiteX19" fmla="*/ 0 w 2104474"/>
                                        <a:gd name="connsiteY19" fmla="*/ 1839686 h 1839701"/>
                                        <a:gd name="connsiteX0" fmla="*/ 446315 w 2017389"/>
                                        <a:gd name="connsiteY0" fmla="*/ 0 h 1720293"/>
                                        <a:gd name="connsiteX1" fmla="*/ 191007 w 2017389"/>
                                        <a:gd name="connsiteY1" fmla="*/ 208393 h 1720293"/>
                                        <a:gd name="connsiteX2" fmla="*/ 125693 w 2017389"/>
                                        <a:gd name="connsiteY2" fmla="*/ 469651 h 1720293"/>
                                        <a:gd name="connsiteX3" fmla="*/ 125692 w 2017389"/>
                                        <a:gd name="connsiteY3" fmla="*/ 785337 h 1720293"/>
                                        <a:gd name="connsiteX4" fmla="*/ 332522 w 2017389"/>
                                        <a:gd name="connsiteY4" fmla="*/ 1198993 h 1720293"/>
                                        <a:gd name="connsiteX5" fmla="*/ 593780 w 2017389"/>
                                        <a:gd name="connsiteY5" fmla="*/ 1471137 h 1720293"/>
                                        <a:gd name="connsiteX6" fmla="*/ 865920 w 2017389"/>
                                        <a:gd name="connsiteY6" fmla="*/ 1373165 h 1720293"/>
                                        <a:gd name="connsiteX7" fmla="*/ 1240972 w 2017389"/>
                                        <a:gd name="connsiteY7" fmla="*/ 1556656 h 1720293"/>
                                        <a:gd name="connsiteX8" fmla="*/ 1573493 w 2017389"/>
                                        <a:gd name="connsiteY8" fmla="*/ 1307850 h 1720293"/>
                                        <a:gd name="connsiteX9" fmla="*/ 1954493 w 2017389"/>
                                        <a:gd name="connsiteY9" fmla="*/ 1057481 h 1720293"/>
                                        <a:gd name="connsiteX10" fmla="*/ 2008923 w 2017389"/>
                                        <a:gd name="connsiteY10" fmla="*/ 1384051 h 1720293"/>
                                        <a:gd name="connsiteX11" fmla="*/ 1867406 w 2017389"/>
                                        <a:gd name="connsiteY11" fmla="*/ 1634421 h 1720293"/>
                                        <a:gd name="connsiteX12" fmla="*/ 1562607 w 2017389"/>
                                        <a:gd name="connsiteY12" fmla="*/ 1579993 h 1720293"/>
                                        <a:gd name="connsiteX13" fmla="*/ 1170722 w 2017389"/>
                                        <a:gd name="connsiteY13" fmla="*/ 1710622 h 1720293"/>
                                        <a:gd name="connsiteX14" fmla="*/ 865921 w 2017389"/>
                                        <a:gd name="connsiteY14" fmla="*/ 1601765 h 1720293"/>
                                        <a:gd name="connsiteX15" fmla="*/ 544287 w 2017389"/>
                                        <a:gd name="connsiteY15" fmla="*/ 1719943 h 1720293"/>
                                        <a:gd name="connsiteX16" fmla="*/ 304801 w 2017389"/>
                                        <a:gd name="connsiteY16" fmla="*/ 1502227 h 1720293"/>
                                        <a:gd name="connsiteX17" fmla="*/ 163286 w 2017389"/>
                                        <a:gd name="connsiteY17" fmla="*/ 1502227 h 1720293"/>
                                        <a:gd name="connsiteX18" fmla="*/ 0 w 2017389"/>
                                        <a:gd name="connsiteY18" fmla="*/ 1589313 h 1720293"/>
                                        <a:gd name="connsiteX0" fmla="*/ 338661 w 1909735"/>
                                        <a:gd name="connsiteY0" fmla="*/ 0 h 1720293"/>
                                        <a:gd name="connsiteX1" fmla="*/ 83353 w 1909735"/>
                                        <a:gd name="connsiteY1" fmla="*/ 208393 h 1720293"/>
                                        <a:gd name="connsiteX2" fmla="*/ 18039 w 1909735"/>
                                        <a:gd name="connsiteY2" fmla="*/ 469651 h 1720293"/>
                                        <a:gd name="connsiteX3" fmla="*/ 18038 w 1909735"/>
                                        <a:gd name="connsiteY3" fmla="*/ 785337 h 1720293"/>
                                        <a:gd name="connsiteX4" fmla="*/ 224868 w 1909735"/>
                                        <a:gd name="connsiteY4" fmla="*/ 1198993 h 1720293"/>
                                        <a:gd name="connsiteX5" fmla="*/ 486126 w 1909735"/>
                                        <a:gd name="connsiteY5" fmla="*/ 1471137 h 1720293"/>
                                        <a:gd name="connsiteX6" fmla="*/ 758266 w 1909735"/>
                                        <a:gd name="connsiteY6" fmla="*/ 1373165 h 1720293"/>
                                        <a:gd name="connsiteX7" fmla="*/ 1133318 w 1909735"/>
                                        <a:gd name="connsiteY7" fmla="*/ 1556656 h 1720293"/>
                                        <a:gd name="connsiteX8" fmla="*/ 1465839 w 1909735"/>
                                        <a:gd name="connsiteY8" fmla="*/ 1307850 h 1720293"/>
                                        <a:gd name="connsiteX9" fmla="*/ 1846839 w 1909735"/>
                                        <a:gd name="connsiteY9" fmla="*/ 1057481 h 1720293"/>
                                        <a:gd name="connsiteX10" fmla="*/ 1901269 w 1909735"/>
                                        <a:gd name="connsiteY10" fmla="*/ 1384051 h 1720293"/>
                                        <a:gd name="connsiteX11" fmla="*/ 1759752 w 1909735"/>
                                        <a:gd name="connsiteY11" fmla="*/ 1634421 h 1720293"/>
                                        <a:gd name="connsiteX12" fmla="*/ 1454953 w 1909735"/>
                                        <a:gd name="connsiteY12" fmla="*/ 1579993 h 1720293"/>
                                        <a:gd name="connsiteX13" fmla="*/ 1063068 w 1909735"/>
                                        <a:gd name="connsiteY13" fmla="*/ 1710622 h 1720293"/>
                                        <a:gd name="connsiteX14" fmla="*/ 758267 w 1909735"/>
                                        <a:gd name="connsiteY14" fmla="*/ 1601765 h 1720293"/>
                                        <a:gd name="connsiteX15" fmla="*/ 436633 w 1909735"/>
                                        <a:gd name="connsiteY15" fmla="*/ 1719943 h 1720293"/>
                                        <a:gd name="connsiteX16" fmla="*/ 197147 w 1909735"/>
                                        <a:gd name="connsiteY16" fmla="*/ 1502227 h 1720293"/>
                                        <a:gd name="connsiteX17" fmla="*/ 55632 w 1909735"/>
                                        <a:gd name="connsiteY17" fmla="*/ 1502227 h 1720293"/>
                                        <a:gd name="connsiteX0" fmla="*/ 338661 w 1909735"/>
                                        <a:gd name="connsiteY0" fmla="*/ 0 h 1720293"/>
                                        <a:gd name="connsiteX1" fmla="*/ 83353 w 1909735"/>
                                        <a:gd name="connsiteY1" fmla="*/ 208393 h 1720293"/>
                                        <a:gd name="connsiteX2" fmla="*/ 18039 w 1909735"/>
                                        <a:gd name="connsiteY2" fmla="*/ 469651 h 1720293"/>
                                        <a:gd name="connsiteX3" fmla="*/ 18038 w 1909735"/>
                                        <a:gd name="connsiteY3" fmla="*/ 785337 h 1720293"/>
                                        <a:gd name="connsiteX4" fmla="*/ 224868 w 1909735"/>
                                        <a:gd name="connsiteY4" fmla="*/ 1198993 h 1720293"/>
                                        <a:gd name="connsiteX5" fmla="*/ 486126 w 1909735"/>
                                        <a:gd name="connsiteY5" fmla="*/ 1471137 h 1720293"/>
                                        <a:gd name="connsiteX6" fmla="*/ 758266 w 1909735"/>
                                        <a:gd name="connsiteY6" fmla="*/ 1373165 h 1720293"/>
                                        <a:gd name="connsiteX7" fmla="*/ 1133318 w 1909735"/>
                                        <a:gd name="connsiteY7" fmla="*/ 1556656 h 1720293"/>
                                        <a:gd name="connsiteX8" fmla="*/ 1465839 w 1909735"/>
                                        <a:gd name="connsiteY8" fmla="*/ 1307850 h 1720293"/>
                                        <a:gd name="connsiteX9" fmla="*/ 1846839 w 1909735"/>
                                        <a:gd name="connsiteY9" fmla="*/ 1057481 h 1720293"/>
                                        <a:gd name="connsiteX10" fmla="*/ 1901269 w 1909735"/>
                                        <a:gd name="connsiteY10" fmla="*/ 1384051 h 1720293"/>
                                        <a:gd name="connsiteX11" fmla="*/ 1759752 w 1909735"/>
                                        <a:gd name="connsiteY11" fmla="*/ 1634421 h 1720293"/>
                                        <a:gd name="connsiteX12" fmla="*/ 1454953 w 1909735"/>
                                        <a:gd name="connsiteY12" fmla="*/ 1579993 h 1720293"/>
                                        <a:gd name="connsiteX13" fmla="*/ 1063068 w 1909735"/>
                                        <a:gd name="connsiteY13" fmla="*/ 1710622 h 1720293"/>
                                        <a:gd name="connsiteX14" fmla="*/ 758267 w 1909735"/>
                                        <a:gd name="connsiteY14" fmla="*/ 1601765 h 1720293"/>
                                        <a:gd name="connsiteX15" fmla="*/ 436633 w 1909735"/>
                                        <a:gd name="connsiteY15" fmla="*/ 1719943 h 1720293"/>
                                        <a:gd name="connsiteX16" fmla="*/ 197147 w 1909735"/>
                                        <a:gd name="connsiteY16" fmla="*/ 1502227 h 1720293"/>
                                        <a:gd name="connsiteX0" fmla="*/ 338661 w 1909735"/>
                                        <a:gd name="connsiteY0" fmla="*/ 0 h 1720293"/>
                                        <a:gd name="connsiteX1" fmla="*/ 83353 w 1909735"/>
                                        <a:gd name="connsiteY1" fmla="*/ 208393 h 1720293"/>
                                        <a:gd name="connsiteX2" fmla="*/ 18039 w 1909735"/>
                                        <a:gd name="connsiteY2" fmla="*/ 469651 h 1720293"/>
                                        <a:gd name="connsiteX3" fmla="*/ 18038 w 1909735"/>
                                        <a:gd name="connsiteY3" fmla="*/ 785337 h 1720293"/>
                                        <a:gd name="connsiteX4" fmla="*/ 224868 w 1909735"/>
                                        <a:gd name="connsiteY4" fmla="*/ 1198993 h 1720293"/>
                                        <a:gd name="connsiteX5" fmla="*/ 486126 w 1909735"/>
                                        <a:gd name="connsiteY5" fmla="*/ 1471137 h 1720293"/>
                                        <a:gd name="connsiteX6" fmla="*/ 758266 w 1909735"/>
                                        <a:gd name="connsiteY6" fmla="*/ 1373165 h 1720293"/>
                                        <a:gd name="connsiteX7" fmla="*/ 1133318 w 1909735"/>
                                        <a:gd name="connsiteY7" fmla="*/ 1556656 h 1720293"/>
                                        <a:gd name="connsiteX8" fmla="*/ 1465839 w 1909735"/>
                                        <a:gd name="connsiteY8" fmla="*/ 1307850 h 1720293"/>
                                        <a:gd name="connsiteX9" fmla="*/ 1846839 w 1909735"/>
                                        <a:gd name="connsiteY9" fmla="*/ 1057481 h 1720293"/>
                                        <a:gd name="connsiteX10" fmla="*/ 1901269 w 1909735"/>
                                        <a:gd name="connsiteY10" fmla="*/ 1384051 h 1720293"/>
                                        <a:gd name="connsiteX11" fmla="*/ 1759752 w 1909735"/>
                                        <a:gd name="connsiteY11" fmla="*/ 1634421 h 1720293"/>
                                        <a:gd name="connsiteX12" fmla="*/ 1454953 w 1909735"/>
                                        <a:gd name="connsiteY12" fmla="*/ 1579993 h 1720293"/>
                                        <a:gd name="connsiteX13" fmla="*/ 1063068 w 1909735"/>
                                        <a:gd name="connsiteY13" fmla="*/ 1710622 h 1720293"/>
                                        <a:gd name="connsiteX14" fmla="*/ 758267 w 1909735"/>
                                        <a:gd name="connsiteY14" fmla="*/ 1601765 h 1720293"/>
                                        <a:gd name="connsiteX15" fmla="*/ 436633 w 1909735"/>
                                        <a:gd name="connsiteY15" fmla="*/ 1719943 h 1720293"/>
                                        <a:gd name="connsiteX0" fmla="*/ 338661 w 1909735"/>
                                        <a:gd name="connsiteY0" fmla="*/ 0 h 1710706"/>
                                        <a:gd name="connsiteX1" fmla="*/ 83353 w 1909735"/>
                                        <a:gd name="connsiteY1" fmla="*/ 208393 h 1710706"/>
                                        <a:gd name="connsiteX2" fmla="*/ 18039 w 1909735"/>
                                        <a:gd name="connsiteY2" fmla="*/ 469651 h 1710706"/>
                                        <a:gd name="connsiteX3" fmla="*/ 18038 w 1909735"/>
                                        <a:gd name="connsiteY3" fmla="*/ 785337 h 1710706"/>
                                        <a:gd name="connsiteX4" fmla="*/ 224868 w 1909735"/>
                                        <a:gd name="connsiteY4" fmla="*/ 1198993 h 1710706"/>
                                        <a:gd name="connsiteX5" fmla="*/ 486126 w 1909735"/>
                                        <a:gd name="connsiteY5" fmla="*/ 1471137 h 1710706"/>
                                        <a:gd name="connsiteX6" fmla="*/ 758266 w 1909735"/>
                                        <a:gd name="connsiteY6" fmla="*/ 1373165 h 1710706"/>
                                        <a:gd name="connsiteX7" fmla="*/ 1133318 w 1909735"/>
                                        <a:gd name="connsiteY7" fmla="*/ 1556656 h 1710706"/>
                                        <a:gd name="connsiteX8" fmla="*/ 1465839 w 1909735"/>
                                        <a:gd name="connsiteY8" fmla="*/ 1307850 h 1710706"/>
                                        <a:gd name="connsiteX9" fmla="*/ 1846839 w 1909735"/>
                                        <a:gd name="connsiteY9" fmla="*/ 1057481 h 1710706"/>
                                        <a:gd name="connsiteX10" fmla="*/ 1901269 w 1909735"/>
                                        <a:gd name="connsiteY10" fmla="*/ 1384051 h 1710706"/>
                                        <a:gd name="connsiteX11" fmla="*/ 1759752 w 1909735"/>
                                        <a:gd name="connsiteY11" fmla="*/ 1634421 h 1710706"/>
                                        <a:gd name="connsiteX12" fmla="*/ 1454953 w 1909735"/>
                                        <a:gd name="connsiteY12" fmla="*/ 1579993 h 1710706"/>
                                        <a:gd name="connsiteX13" fmla="*/ 1063068 w 1909735"/>
                                        <a:gd name="connsiteY13" fmla="*/ 1710622 h 1710706"/>
                                        <a:gd name="connsiteX14" fmla="*/ 758267 w 1909735"/>
                                        <a:gd name="connsiteY14" fmla="*/ 1601765 h 1710706"/>
                                        <a:gd name="connsiteX0" fmla="*/ 338661 w 1909735"/>
                                        <a:gd name="connsiteY0" fmla="*/ 0 h 1710622"/>
                                        <a:gd name="connsiteX1" fmla="*/ 83353 w 1909735"/>
                                        <a:gd name="connsiteY1" fmla="*/ 208393 h 1710622"/>
                                        <a:gd name="connsiteX2" fmla="*/ 18039 w 1909735"/>
                                        <a:gd name="connsiteY2" fmla="*/ 469651 h 1710622"/>
                                        <a:gd name="connsiteX3" fmla="*/ 18038 w 1909735"/>
                                        <a:gd name="connsiteY3" fmla="*/ 785337 h 1710622"/>
                                        <a:gd name="connsiteX4" fmla="*/ 224868 w 1909735"/>
                                        <a:gd name="connsiteY4" fmla="*/ 1198993 h 1710622"/>
                                        <a:gd name="connsiteX5" fmla="*/ 486126 w 1909735"/>
                                        <a:gd name="connsiteY5" fmla="*/ 1471137 h 1710622"/>
                                        <a:gd name="connsiteX6" fmla="*/ 758266 w 1909735"/>
                                        <a:gd name="connsiteY6" fmla="*/ 1373165 h 1710622"/>
                                        <a:gd name="connsiteX7" fmla="*/ 1133318 w 1909735"/>
                                        <a:gd name="connsiteY7" fmla="*/ 1556656 h 1710622"/>
                                        <a:gd name="connsiteX8" fmla="*/ 1465839 w 1909735"/>
                                        <a:gd name="connsiteY8" fmla="*/ 1307850 h 1710622"/>
                                        <a:gd name="connsiteX9" fmla="*/ 1846839 w 1909735"/>
                                        <a:gd name="connsiteY9" fmla="*/ 1057481 h 1710622"/>
                                        <a:gd name="connsiteX10" fmla="*/ 1901269 w 1909735"/>
                                        <a:gd name="connsiteY10" fmla="*/ 1384051 h 1710622"/>
                                        <a:gd name="connsiteX11" fmla="*/ 1759752 w 1909735"/>
                                        <a:gd name="connsiteY11" fmla="*/ 1634421 h 1710622"/>
                                        <a:gd name="connsiteX12" fmla="*/ 1454953 w 1909735"/>
                                        <a:gd name="connsiteY12" fmla="*/ 1579993 h 1710622"/>
                                        <a:gd name="connsiteX13" fmla="*/ 1063068 w 1909735"/>
                                        <a:gd name="connsiteY13" fmla="*/ 1710622 h 1710622"/>
                                        <a:gd name="connsiteX0" fmla="*/ 338661 w 1909735"/>
                                        <a:gd name="connsiteY0" fmla="*/ 0 h 1641022"/>
                                        <a:gd name="connsiteX1" fmla="*/ 83353 w 1909735"/>
                                        <a:gd name="connsiteY1" fmla="*/ 208393 h 1641022"/>
                                        <a:gd name="connsiteX2" fmla="*/ 18039 w 1909735"/>
                                        <a:gd name="connsiteY2" fmla="*/ 469651 h 1641022"/>
                                        <a:gd name="connsiteX3" fmla="*/ 18038 w 1909735"/>
                                        <a:gd name="connsiteY3" fmla="*/ 785337 h 1641022"/>
                                        <a:gd name="connsiteX4" fmla="*/ 224868 w 1909735"/>
                                        <a:gd name="connsiteY4" fmla="*/ 1198993 h 1641022"/>
                                        <a:gd name="connsiteX5" fmla="*/ 486126 w 1909735"/>
                                        <a:gd name="connsiteY5" fmla="*/ 1471137 h 1641022"/>
                                        <a:gd name="connsiteX6" fmla="*/ 758266 w 1909735"/>
                                        <a:gd name="connsiteY6" fmla="*/ 1373165 h 1641022"/>
                                        <a:gd name="connsiteX7" fmla="*/ 1133318 w 1909735"/>
                                        <a:gd name="connsiteY7" fmla="*/ 1556656 h 1641022"/>
                                        <a:gd name="connsiteX8" fmla="*/ 1465839 w 1909735"/>
                                        <a:gd name="connsiteY8" fmla="*/ 1307850 h 1641022"/>
                                        <a:gd name="connsiteX9" fmla="*/ 1846839 w 1909735"/>
                                        <a:gd name="connsiteY9" fmla="*/ 1057481 h 1641022"/>
                                        <a:gd name="connsiteX10" fmla="*/ 1901269 w 1909735"/>
                                        <a:gd name="connsiteY10" fmla="*/ 1384051 h 1641022"/>
                                        <a:gd name="connsiteX11" fmla="*/ 1759752 w 1909735"/>
                                        <a:gd name="connsiteY11" fmla="*/ 1634421 h 1641022"/>
                                        <a:gd name="connsiteX12" fmla="*/ 1454953 w 1909735"/>
                                        <a:gd name="connsiteY12" fmla="*/ 1579993 h 1641022"/>
                                        <a:gd name="connsiteX0" fmla="*/ 338661 w 1909735"/>
                                        <a:gd name="connsiteY0" fmla="*/ 0 h 1634421"/>
                                        <a:gd name="connsiteX1" fmla="*/ 83353 w 1909735"/>
                                        <a:gd name="connsiteY1" fmla="*/ 208393 h 1634421"/>
                                        <a:gd name="connsiteX2" fmla="*/ 18039 w 1909735"/>
                                        <a:gd name="connsiteY2" fmla="*/ 469651 h 1634421"/>
                                        <a:gd name="connsiteX3" fmla="*/ 18038 w 1909735"/>
                                        <a:gd name="connsiteY3" fmla="*/ 785337 h 1634421"/>
                                        <a:gd name="connsiteX4" fmla="*/ 224868 w 1909735"/>
                                        <a:gd name="connsiteY4" fmla="*/ 1198993 h 1634421"/>
                                        <a:gd name="connsiteX5" fmla="*/ 486126 w 1909735"/>
                                        <a:gd name="connsiteY5" fmla="*/ 1471137 h 1634421"/>
                                        <a:gd name="connsiteX6" fmla="*/ 758266 w 1909735"/>
                                        <a:gd name="connsiteY6" fmla="*/ 1373165 h 1634421"/>
                                        <a:gd name="connsiteX7" fmla="*/ 1133318 w 1909735"/>
                                        <a:gd name="connsiteY7" fmla="*/ 1556656 h 1634421"/>
                                        <a:gd name="connsiteX8" fmla="*/ 1465839 w 1909735"/>
                                        <a:gd name="connsiteY8" fmla="*/ 1307850 h 1634421"/>
                                        <a:gd name="connsiteX9" fmla="*/ 1846839 w 1909735"/>
                                        <a:gd name="connsiteY9" fmla="*/ 1057481 h 1634421"/>
                                        <a:gd name="connsiteX10" fmla="*/ 1901269 w 1909735"/>
                                        <a:gd name="connsiteY10" fmla="*/ 1384051 h 1634421"/>
                                        <a:gd name="connsiteX11" fmla="*/ 1759752 w 1909735"/>
                                        <a:gd name="connsiteY11" fmla="*/ 1634421 h 1634421"/>
                                        <a:gd name="connsiteX0" fmla="*/ 338661 w 1909735"/>
                                        <a:gd name="connsiteY0" fmla="*/ 0 h 1558962"/>
                                        <a:gd name="connsiteX1" fmla="*/ 83353 w 1909735"/>
                                        <a:gd name="connsiteY1" fmla="*/ 208393 h 1558962"/>
                                        <a:gd name="connsiteX2" fmla="*/ 18039 w 1909735"/>
                                        <a:gd name="connsiteY2" fmla="*/ 469651 h 1558962"/>
                                        <a:gd name="connsiteX3" fmla="*/ 18038 w 1909735"/>
                                        <a:gd name="connsiteY3" fmla="*/ 785337 h 1558962"/>
                                        <a:gd name="connsiteX4" fmla="*/ 224868 w 1909735"/>
                                        <a:gd name="connsiteY4" fmla="*/ 1198993 h 1558962"/>
                                        <a:gd name="connsiteX5" fmla="*/ 486126 w 1909735"/>
                                        <a:gd name="connsiteY5" fmla="*/ 1471137 h 1558962"/>
                                        <a:gd name="connsiteX6" fmla="*/ 758266 w 1909735"/>
                                        <a:gd name="connsiteY6" fmla="*/ 1373165 h 1558962"/>
                                        <a:gd name="connsiteX7" fmla="*/ 1133318 w 1909735"/>
                                        <a:gd name="connsiteY7" fmla="*/ 1556656 h 1558962"/>
                                        <a:gd name="connsiteX8" fmla="*/ 1465839 w 1909735"/>
                                        <a:gd name="connsiteY8" fmla="*/ 1307850 h 1558962"/>
                                        <a:gd name="connsiteX9" fmla="*/ 1846839 w 1909735"/>
                                        <a:gd name="connsiteY9" fmla="*/ 1057481 h 1558962"/>
                                        <a:gd name="connsiteX10" fmla="*/ 1901269 w 1909735"/>
                                        <a:gd name="connsiteY10" fmla="*/ 1384051 h 1558962"/>
                                        <a:gd name="connsiteX0" fmla="*/ 338661 w 1846839"/>
                                        <a:gd name="connsiteY0" fmla="*/ 0 h 1558962"/>
                                        <a:gd name="connsiteX1" fmla="*/ 83353 w 1846839"/>
                                        <a:gd name="connsiteY1" fmla="*/ 208393 h 1558962"/>
                                        <a:gd name="connsiteX2" fmla="*/ 18039 w 1846839"/>
                                        <a:gd name="connsiteY2" fmla="*/ 469651 h 1558962"/>
                                        <a:gd name="connsiteX3" fmla="*/ 18038 w 1846839"/>
                                        <a:gd name="connsiteY3" fmla="*/ 785337 h 1558962"/>
                                        <a:gd name="connsiteX4" fmla="*/ 224868 w 1846839"/>
                                        <a:gd name="connsiteY4" fmla="*/ 1198993 h 1558962"/>
                                        <a:gd name="connsiteX5" fmla="*/ 486126 w 1846839"/>
                                        <a:gd name="connsiteY5" fmla="*/ 1471137 h 1558962"/>
                                        <a:gd name="connsiteX6" fmla="*/ 758266 w 1846839"/>
                                        <a:gd name="connsiteY6" fmla="*/ 1373165 h 1558962"/>
                                        <a:gd name="connsiteX7" fmla="*/ 1133318 w 1846839"/>
                                        <a:gd name="connsiteY7" fmla="*/ 1556656 h 1558962"/>
                                        <a:gd name="connsiteX8" fmla="*/ 1465839 w 1846839"/>
                                        <a:gd name="connsiteY8" fmla="*/ 1307850 h 1558962"/>
                                        <a:gd name="connsiteX9" fmla="*/ 1846839 w 1846839"/>
                                        <a:gd name="connsiteY9" fmla="*/ 1057481 h 1558962"/>
                                        <a:gd name="connsiteX0" fmla="*/ 338661 w 1465839"/>
                                        <a:gd name="connsiteY0" fmla="*/ 0 h 1558962"/>
                                        <a:gd name="connsiteX1" fmla="*/ 83353 w 1465839"/>
                                        <a:gd name="connsiteY1" fmla="*/ 208393 h 1558962"/>
                                        <a:gd name="connsiteX2" fmla="*/ 18039 w 1465839"/>
                                        <a:gd name="connsiteY2" fmla="*/ 469651 h 1558962"/>
                                        <a:gd name="connsiteX3" fmla="*/ 18038 w 1465839"/>
                                        <a:gd name="connsiteY3" fmla="*/ 785337 h 1558962"/>
                                        <a:gd name="connsiteX4" fmla="*/ 224868 w 1465839"/>
                                        <a:gd name="connsiteY4" fmla="*/ 1198993 h 1558962"/>
                                        <a:gd name="connsiteX5" fmla="*/ 486126 w 1465839"/>
                                        <a:gd name="connsiteY5" fmla="*/ 1471137 h 1558962"/>
                                        <a:gd name="connsiteX6" fmla="*/ 758266 w 1465839"/>
                                        <a:gd name="connsiteY6" fmla="*/ 1373165 h 1558962"/>
                                        <a:gd name="connsiteX7" fmla="*/ 1133318 w 1465839"/>
                                        <a:gd name="connsiteY7" fmla="*/ 1556656 h 1558962"/>
                                        <a:gd name="connsiteX8" fmla="*/ 1465839 w 1465839"/>
                                        <a:gd name="connsiteY8" fmla="*/ 1307850 h 1558962"/>
                                        <a:gd name="connsiteX0" fmla="*/ 338661 w 1133318"/>
                                        <a:gd name="connsiteY0" fmla="*/ 0 h 1556656"/>
                                        <a:gd name="connsiteX1" fmla="*/ 83353 w 1133318"/>
                                        <a:gd name="connsiteY1" fmla="*/ 208393 h 1556656"/>
                                        <a:gd name="connsiteX2" fmla="*/ 18039 w 1133318"/>
                                        <a:gd name="connsiteY2" fmla="*/ 469651 h 1556656"/>
                                        <a:gd name="connsiteX3" fmla="*/ 18038 w 1133318"/>
                                        <a:gd name="connsiteY3" fmla="*/ 785337 h 1556656"/>
                                        <a:gd name="connsiteX4" fmla="*/ 224868 w 1133318"/>
                                        <a:gd name="connsiteY4" fmla="*/ 1198993 h 1556656"/>
                                        <a:gd name="connsiteX5" fmla="*/ 486126 w 1133318"/>
                                        <a:gd name="connsiteY5" fmla="*/ 1471137 h 1556656"/>
                                        <a:gd name="connsiteX6" fmla="*/ 758266 w 1133318"/>
                                        <a:gd name="connsiteY6" fmla="*/ 1373165 h 1556656"/>
                                        <a:gd name="connsiteX7" fmla="*/ 1133318 w 1133318"/>
                                        <a:gd name="connsiteY7" fmla="*/ 1556656 h 1556656"/>
                                        <a:gd name="connsiteX0" fmla="*/ 338661 w 758266"/>
                                        <a:gd name="connsiteY0" fmla="*/ 0 h 1475079"/>
                                        <a:gd name="connsiteX1" fmla="*/ 83353 w 758266"/>
                                        <a:gd name="connsiteY1" fmla="*/ 208393 h 1475079"/>
                                        <a:gd name="connsiteX2" fmla="*/ 18039 w 758266"/>
                                        <a:gd name="connsiteY2" fmla="*/ 469651 h 1475079"/>
                                        <a:gd name="connsiteX3" fmla="*/ 18038 w 758266"/>
                                        <a:gd name="connsiteY3" fmla="*/ 785337 h 1475079"/>
                                        <a:gd name="connsiteX4" fmla="*/ 224868 w 758266"/>
                                        <a:gd name="connsiteY4" fmla="*/ 1198993 h 1475079"/>
                                        <a:gd name="connsiteX5" fmla="*/ 486126 w 758266"/>
                                        <a:gd name="connsiteY5" fmla="*/ 1471137 h 1475079"/>
                                        <a:gd name="connsiteX6" fmla="*/ 758266 w 758266"/>
                                        <a:gd name="connsiteY6" fmla="*/ 1373165 h 1475079"/>
                                        <a:gd name="connsiteX0" fmla="*/ 338661 w 486126"/>
                                        <a:gd name="connsiteY0" fmla="*/ 0 h 1471137"/>
                                        <a:gd name="connsiteX1" fmla="*/ 83353 w 486126"/>
                                        <a:gd name="connsiteY1" fmla="*/ 208393 h 1471137"/>
                                        <a:gd name="connsiteX2" fmla="*/ 18039 w 486126"/>
                                        <a:gd name="connsiteY2" fmla="*/ 469651 h 1471137"/>
                                        <a:gd name="connsiteX3" fmla="*/ 18038 w 486126"/>
                                        <a:gd name="connsiteY3" fmla="*/ 785337 h 1471137"/>
                                        <a:gd name="connsiteX4" fmla="*/ 224868 w 486126"/>
                                        <a:gd name="connsiteY4" fmla="*/ 1198993 h 1471137"/>
                                        <a:gd name="connsiteX5" fmla="*/ 486126 w 486126"/>
                                        <a:gd name="connsiteY5" fmla="*/ 1471137 h 1471137"/>
                                        <a:gd name="connsiteX0" fmla="*/ 338661 w 338661"/>
                                        <a:gd name="connsiteY0" fmla="*/ 0 h 1198993"/>
                                        <a:gd name="connsiteX1" fmla="*/ 83353 w 338661"/>
                                        <a:gd name="connsiteY1" fmla="*/ 208393 h 1198993"/>
                                        <a:gd name="connsiteX2" fmla="*/ 18039 w 338661"/>
                                        <a:gd name="connsiteY2" fmla="*/ 469651 h 1198993"/>
                                        <a:gd name="connsiteX3" fmla="*/ 18038 w 338661"/>
                                        <a:gd name="connsiteY3" fmla="*/ 785337 h 1198993"/>
                                        <a:gd name="connsiteX4" fmla="*/ 224868 w 338661"/>
                                        <a:gd name="connsiteY4" fmla="*/ 1198993 h 1198993"/>
                                        <a:gd name="connsiteX0" fmla="*/ 338661 w 338661"/>
                                        <a:gd name="connsiteY0" fmla="*/ 0 h 785337"/>
                                        <a:gd name="connsiteX1" fmla="*/ 83353 w 338661"/>
                                        <a:gd name="connsiteY1" fmla="*/ 208393 h 785337"/>
                                        <a:gd name="connsiteX2" fmla="*/ 18039 w 338661"/>
                                        <a:gd name="connsiteY2" fmla="*/ 469651 h 785337"/>
                                        <a:gd name="connsiteX3" fmla="*/ 18038 w 338661"/>
                                        <a:gd name="connsiteY3" fmla="*/ 785337 h 78533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338661" h="785337">
                                          <a:moveTo>
                                            <a:pt x="338661" y="0"/>
                                          </a:moveTo>
                                          <a:cubicBezTo>
                                            <a:pt x="324147" y="39914"/>
                                            <a:pt x="136790" y="130118"/>
                                            <a:pt x="83353" y="208393"/>
                                          </a:cubicBezTo>
                                          <a:cubicBezTo>
                                            <a:pt x="29916" y="286668"/>
                                            <a:pt x="28925" y="373494"/>
                                            <a:pt x="18039" y="469651"/>
                                          </a:cubicBezTo>
                                          <a:cubicBezTo>
                                            <a:pt x="7153" y="565808"/>
                                            <a:pt x="-16434" y="663780"/>
                                            <a:pt x="18038" y="785337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chemeClr val="bg1">
                                          <a:lumMod val="50000"/>
                                        </a:scheme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" name="Freihandform 10"/>
                                  <wps:cNvSpPr/>
                                  <wps:spPr>
                                    <a:xfrm>
                                      <a:off x="405891" y="2144420"/>
                                      <a:ext cx="261775" cy="642257"/>
                                    </a:xfrm>
                                    <a:custGeom>
                                      <a:avLst/>
                                      <a:gdLst>
                                        <a:gd name="connsiteX0" fmla="*/ 393980 w 393980"/>
                                        <a:gd name="connsiteY0" fmla="*/ 0 h 982488"/>
                                        <a:gd name="connsiteX1" fmla="*/ 208923 w 393980"/>
                                        <a:gd name="connsiteY1" fmla="*/ 43542 h 982488"/>
                                        <a:gd name="connsiteX2" fmla="*/ 165380 w 393980"/>
                                        <a:gd name="connsiteY2" fmla="*/ 54428 h 982488"/>
                                        <a:gd name="connsiteX3" fmla="*/ 110952 w 393980"/>
                                        <a:gd name="connsiteY3" fmla="*/ 152400 h 982488"/>
                                        <a:gd name="connsiteX4" fmla="*/ 56523 w 393980"/>
                                        <a:gd name="connsiteY4" fmla="*/ 304800 h 982488"/>
                                        <a:gd name="connsiteX5" fmla="*/ 23866 w 393980"/>
                                        <a:gd name="connsiteY5" fmla="*/ 413657 h 982488"/>
                                        <a:gd name="connsiteX6" fmla="*/ 2095 w 393980"/>
                                        <a:gd name="connsiteY6" fmla="*/ 489857 h 982488"/>
                                        <a:gd name="connsiteX7" fmla="*/ 2095 w 393980"/>
                                        <a:gd name="connsiteY7" fmla="*/ 664028 h 982488"/>
                                        <a:gd name="connsiteX8" fmla="*/ 12980 w 393980"/>
                                        <a:gd name="connsiteY8" fmla="*/ 838200 h 982488"/>
                                        <a:gd name="connsiteX9" fmla="*/ 121838 w 393980"/>
                                        <a:gd name="connsiteY9" fmla="*/ 968828 h 982488"/>
                                        <a:gd name="connsiteX10" fmla="*/ 132723 w 393980"/>
                                        <a:gd name="connsiteY10" fmla="*/ 979714 h 982488"/>
                                        <a:gd name="connsiteX11" fmla="*/ 143609 w 393980"/>
                                        <a:gd name="connsiteY11" fmla="*/ 979714 h 982488"/>
                                        <a:gd name="connsiteX0" fmla="*/ 393980 w 393980"/>
                                        <a:gd name="connsiteY0" fmla="*/ 0 h 982488"/>
                                        <a:gd name="connsiteX1" fmla="*/ 165380 w 393980"/>
                                        <a:gd name="connsiteY1" fmla="*/ 54428 h 982488"/>
                                        <a:gd name="connsiteX2" fmla="*/ 110952 w 393980"/>
                                        <a:gd name="connsiteY2" fmla="*/ 152400 h 982488"/>
                                        <a:gd name="connsiteX3" fmla="*/ 56523 w 393980"/>
                                        <a:gd name="connsiteY3" fmla="*/ 304800 h 982488"/>
                                        <a:gd name="connsiteX4" fmla="*/ 23866 w 393980"/>
                                        <a:gd name="connsiteY4" fmla="*/ 413657 h 982488"/>
                                        <a:gd name="connsiteX5" fmla="*/ 2095 w 393980"/>
                                        <a:gd name="connsiteY5" fmla="*/ 489857 h 982488"/>
                                        <a:gd name="connsiteX6" fmla="*/ 2095 w 393980"/>
                                        <a:gd name="connsiteY6" fmla="*/ 664028 h 982488"/>
                                        <a:gd name="connsiteX7" fmla="*/ 12980 w 393980"/>
                                        <a:gd name="connsiteY7" fmla="*/ 838200 h 982488"/>
                                        <a:gd name="connsiteX8" fmla="*/ 121838 w 393980"/>
                                        <a:gd name="connsiteY8" fmla="*/ 968828 h 982488"/>
                                        <a:gd name="connsiteX9" fmla="*/ 132723 w 393980"/>
                                        <a:gd name="connsiteY9" fmla="*/ 979714 h 982488"/>
                                        <a:gd name="connsiteX10" fmla="*/ 143609 w 393980"/>
                                        <a:gd name="connsiteY10" fmla="*/ 979714 h 982488"/>
                                        <a:gd name="connsiteX0" fmla="*/ 393980 w 393980"/>
                                        <a:gd name="connsiteY0" fmla="*/ 0 h 982488"/>
                                        <a:gd name="connsiteX1" fmla="*/ 274237 w 393980"/>
                                        <a:gd name="connsiteY1" fmla="*/ 108857 h 982488"/>
                                        <a:gd name="connsiteX2" fmla="*/ 110952 w 393980"/>
                                        <a:gd name="connsiteY2" fmla="*/ 152400 h 982488"/>
                                        <a:gd name="connsiteX3" fmla="*/ 56523 w 393980"/>
                                        <a:gd name="connsiteY3" fmla="*/ 304800 h 982488"/>
                                        <a:gd name="connsiteX4" fmla="*/ 23866 w 393980"/>
                                        <a:gd name="connsiteY4" fmla="*/ 413657 h 982488"/>
                                        <a:gd name="connsiteX5" fmla="*/ 2095 w 393980"/>
                                        <a:gd name="connsiteY5" fmla="*/ 489857 h 982488"/>
                                        <a:gd name="connsiteX6" fmla="*/ 2095 w 393980"/>
                                        <a:gd name="connsiteY6" fmla="*/ 664028 h 982488"/>
                                        <a:gd name="connsiteX7" fmla="*/ 12980 w 393980"/>
                                        <a:gd name="connsiteY7" fmla="*/ 838200 h 982488"/>
                                        <a:gd name="connsiteX8" fmla="*/ 121838 w 393980"/>
                                        <a:gd name="connsiteY8" fmla="*/ 968828 h 982488"/>
                                        <a:gd name="connsiteX9" fmla="*/ 132723 w 393980"/>
                                        <a:gd name="connsiteY9" fmla="*/ 979714 h 982488"/>
                                        <a:gd name="connsiteX10" fmla="*/ 143609 w 393980"/>
                                        <a:gd name="connsiteY10" fmla="*/ 979714 h 982488"/>
                                        <a:gd name="connsiteX0" fmla="*/ 393980 w 393980"/>
                                        <a:gd name="connsiteY0" fmla="*/ 0 h 982488"/>
                                        <a:gd name="connsiteX1" fmla="*/ 274237 w 393980"/>
                                        <a:gd name="connsiteY1" fmla="*/ 108857 h 982488"/>
                                        <a:gd name="connsiteX2" fmla="*/ 241581 w 393980"/>
                                        <a:gd name="connsiteY2" fmla="*/ 217714 h 982488"/>
                                        <a:gd name="connsiteX3" fmla="*/ 56523 w 393980"/>
                                        <a:gd name="connsiteY3" fmla="*/ 304800 h 982488"/>
                                        <a:gd name="connsiteX4" fmla="*/ 23866 w 393980"/>
                                        <a:gd name="connsiteY4" fmla="*/ 413657 h 982488"/>
                                        <a:gd name="connsiteX5" fmla="*/ 2095 w 393980"/>
                                        <a:gd name="connsiteY5" fmla="*/ 489857 h 982488"/>
                                        <a:gd name="connsiteX6" fmla="*/ 2095 w 393980"/>
                                        <a:gd name="connsiteY6" fmla="*/ 664028 h 982488"/>
                                        <a:gd name="connsiteX7" fmla="*/ 12980 w 393980"/>
                                        <a:gd name="connsiteY7" fmla="*/ 838200 h 982488"/>
                                        <a:gd name="connsiteX8" fmla="*/ 121838 w 393980"/>
                                        <a:gd name="connsiteY8" fmla="*/ 968828 h 982488"/>
                                        <a:gd name="connsiteX9" fmla="*/ 132723 w 393980"/>
                                        <a:gd name="connsiteY9" fmla="*/ 979714 h 982488"/>
                                        <a:gd name="connsiteX10" fmla="*/ 143609 w 393980"/>
                                        <a:gd name="connsiteY10" fmla="*/ 979714 h 982488"/>
                                        <a:gd name="connsiteX0" fmla="*/ 393980 w 393980"/>
                                        <a:gd name="connsiteY0" fmla="*/ 0 h 982488"/>
                                        <a:gd name="connsiteX1" fmla="*/ 274237 w 393980"/>
                                        <a:gd name="connsiteY1" fmla="*/ 108857 h 982488"/>
                                        <a:gd name="connsiteX2" fmla="*/ 241581 w 393980"/>
                                        <a:gd name="connsiteY2" fmla="*/ 217714 h 982488"/>
                                        <a:gd name="connsiteX3" fmla="*/ 230694 w 393980"/>
                                        <a:gd name="connsiteY3" fmla="*/ 370114 h 982488"/>
                                        <a:gd name="connsiteX4" fmla="*/ 23866 w 393980"/>
                                        <a:gd name="connsiteY4" fmla="*/ 413657 h 982488"/>
                                        <a:gd name="connsiteX5" fmla="*/ 2095 w 393980"/>
                                        <a:gd name="connsiteY5" fmla="*/ 489857 h 982488"/>
                                        <a:gd name="connsiteX6" fmla="*/ 2095 w 393980"/>
                                        <a:gd name="connsiteY6" fmla="*/ 664028 h 982488"/>
                                        <a:gd name="connsiteX7" fmla="*/ 12980 w 393980"/>
                                        <a:gd name="connsiteY7" fmla="*/ 838200 h 982488"/>
                                        <a:gd name="connsiteX8" fmla="*/ 121838 w 393980"/>
                                        <a:gd name="connsiteY8" fmla="*/ 968828 h 982488"/>
                                        <a:gd name="connsiteX9" fmla="*/ 132723 w 393980"/>
                                        <a:gd name="connsiteY9" fmla="*/ 979714 h 982488"/>
                                        <a:gd name="connsiteX10" fmla="*/ 143609 w 393980"/>
                                        <a:gd name="connsiteY10" fmla="*/ 979714 h 982488"/>
                                        <a:gd name="connsiteX0" fmla="*/ 409228 w 409228"/>
                                        <a:gd name="connsiteY0" fmla="*/ 0 h 982488"/>
                                        <a:gd name="connsiteX1" fmla="*/ 289485 w 409228"/>
                                        <a:gd name="connsiteY1" fmla="*/ 108857 h 982488"/>
                                        <a:gd name="connsiteX2" fmla="*/ 256829 w 409228"/>
                                        <a:gd name="connsiteY2" fmla="*/ 217714 h 982488"/>
                                        <a:gd name="connsiteX3" fmla="*/ 245942 w 409228"/>
                                        <a:gd name="connsiteY3" fmla="*/ 370114 h 982488"/>
                                        <a:gd name="connsiteX4" fmla="*/ 17343 w 409228"/>
                                        <a:gd name="connsiteY4" fmla="*/ 489857 h 982488"/>
                                        <a:gd name="connsiteX5" fmla="*/ 17343 w 409228"/>
                                        <a:gd name="connsiteY5" fmla="*/ 664028 h 982488"/>
                                        <a:gd name="connsiteX6" fmla="*/ 28228 w 409228"/>
                                        <a:gd name="connsiteY6" fmla="*/ 838200 h 982488"/>
                                        <a:gd name="connsiteX7" fmla="*/ 137086 w 409228"/>
                                        <a:gd name="connsiteY7" fmla="*/ 968828 h 982488"/>
                                        <a:gd name="connsiteX8" fmla="*/ 147971 w 409228"/>
                                        <a:gd name="connsiteY8" fmla="*/ 979714 h 982488"/>
                                        <a:gd name="connsiteX9" fmla="*/ 158857 w 409228"/>
                                        <a:gd name="connsiteY9" fmla="*/ 979714 h 982488"/>
                                        <a:gd name="connsiteX0" fmla="*/ 409687 w 409687"/>
                                        <a:gd name="connsiteY0" fmla="*/ 0 h 982488"/>
                                        <a:gd name="connsiteX1" fmla="*/ 289944 w 409687"/>
                                        <a:gd name="connsiteY1" fmla="*/ 108857 h 982488"/>
                                        <a:gd name="connsiteX2" fmla="*/ 257288 w 409687"/>
                                        <a:gd name="connsiteY2" fmla="*/ 217714 h 982488"/>
                                        <a:gd name="connsiteX3" fmla="*/ 246401 w 409687"/>
                                        <a:gd name="connsiteY3" fmla="*/ 370114 h 982488"/>
                                        <a:gd name="connsiteX4" fmla="*/ 246402 w 409687"/>
                                        <a:gd name="connsiteY4" fmla="*/ 511629 h 982488"/>
                                        <a:gd name="connsiteX5" fmla="*/ 17802 w 409687"/>
                                        <a:gd name="connsiteY5" fmla="*/ 664028 h 982488"/>
                                        <a:gd name="connsiteX6" fmla="*/ 28687 w 409687"/>
                                        <a:gd name="connsiteY6" fmla="*/ 838200 h 982488"/>
                                        <a:gd name="connsiteX7" fmla="*/ 137545 w 409687"/>
                                        <a:gd name="connsiteY7" fmla="*/ 968828 h 982488"/>
                                        <a:gd name="connsiteX8" fmla="*/ 148430 w 409687"/>
                                        <a:gd name="connsiteY8" fmla="*/ 979714 h 982488"/>
                                        <a:gd name="connsiteX9" fmla="*/ 159316 w 409687"/>
                                        <a:gd name="connsiteY9" fmla="*/ 979714 h 982488"/>
                                        <a:gd name="connsiteX0" fmla="*/ 382714 w 382714"/>
                                        <a:gd name="connsiteY0" fmla="*/ 0 h 982488"/>
                                        <a:gd name="connsiteX1" fmla="*/ 262971 w 382714"/>
                                        <a:gd name="connsiteY1" fmla="*/ 108857 h 982488"/>
                                        <a:gd name="connsiteX2" fmla="*/ 230315 w 382714"/>
                                        <a:gd name="connsiteY2" fmla="*/ 217714 h 982488"/>
                                        <a:gd name="connsiteX3" fmla="*/ 219428 w 382714"/>
                                        <a:gd name="connsiteY3" fmla="*/ 370114 h 982488"/>
                                        <a:gd name="connsiteX4" fmla="*/ 219429 w 382714"/>
                                        <a:gd name="connsiteY4" fmla="*/ 511629 h 982488"/>
                                        <a:gd name="connsiteX5" fmla="*/ 208544 w 382714"/>
                                        <a:gd name="connsiteY5" fmla="*/ 642257 h 982488"/>
                                        <a:gd name="connsiteX6" fmla="*/ 1714 w 382714"/>
                                        <a:gd name="connsiteY6" fmla="*/ 838200 h 982488"/>
                                        <a:gd name="connsiteX7" fmla="*/ 110572 w 382714"/>
                                        <a:gd name="connsiteY7" fmla="*/ 968828 h 982488"/>
                                        <a:gd name="connsiteX8" fmla="*/ 121457 w 382714"/>
                                        <a:gd name="connsiteY8" fmla="*/ 979714 h 982488"/>
                                        <a:gd name="connsiteX9" fmla="*/ 132343 w 382714"/>
                                        <a:gd name="connsiteY9" fmla="*/ 979714 h 982488"/>
                                        <a:gd name="connsiteX0" fmla="*/ 283315 w 283315"/>
                                        <a:gd name="connsiteY0" fmla="*/ 0 h 990167"/>
                                        <a:gd name="connsiteX1" fmla="*/ 163572 w 283315"/>
                                        <a:gd name="connsiteY1" fmla="*/ 108857 h 990167"/>
                                        <a:gd name="connsiteX2" fmla="*/ 130916 w 283315"/>
                                        <a:gd name="connsiteY2" fmla="*/ 217714 h 990167"/>
                                        <a:gd name="connsiteX3" fmla="*/ 120029 w 283315"/>
                                        <a:gd name="connsiteY3" fmla="*/ 370114 h 990167"/>
                                        <a:gd name="connsiteX4" fmla="*/ 120030 w 283315"/>
                                        <a:gd name="connsiteY4" fmla="*/ 511629 h 990167"/>
                                        <a:gd name="connsiteX5" fmla="*/ 109145 w 283315"/>
                                        <a:gd name="connsiteY5" fmla="*/ 642257 h 990167"/>
                                        <a:gd name="connsiteX6" fmla="*/ 196229 w 283315"/>
                                        <a:gd name="connsiteY6" fmla="*/ 729343 h 990167"/>
                                        <a:gd name="connsiteX7" fmla="*/ 11173 w 283315"/>
                                        <a:gd name="connsiteY7" fmla="*/ 968828 h 990167"/>
                                        <a:gd name="connsiteX8" fmla="*/ 22058 w 283315"/>
                                        <a:gd name="connsiteY8" fmla="*/ 979714 h 990167"/>
                                        <a:gd name="connsiteX9" fmla="*/ 32944 w 283315"/>
                                        <a:gd name="connsiteY9" fmla="*/ 979714 h 990167"/>
                                        <a:gd name="connsiteX0" fmla="*/ 293981 w 293981"/>
                                        <a:gd name="connsiteY0" fmla="*/ 0 h 1000196"/>
                                        <a:gd name="connsiteX1" fmla="*/ 174238 w 293981"/>
                                        <a:gd name="connsiteY1" fmla="*/ 108857 h 1000196"/>
                                        <a:gd name="connsiteX2" fmla="*/ 141582 w 293981"/>
                                        <a:gd name="connsiteY2" fmla="*/ 217714 h 1000196"/>
                                        <a:gd name="connsiteX3" fmla="*/ 130695 w 293981"/>
                                        <a:gd name="connsiteY3" fmla="*/ 370114 h 1000196"/>
                                        <a:gd name="connsiteX4" fmla="*/ 130696 w 293981"/>
                                        <a:gd name="connsiteY4" fmla="*/ 511629 h 1000196"/>
                                        <a:gd name="connsiteX5" fmla="*/ 119811 w 293981"/>
                                        <a:gd name="connsiteY5" fmla="*/ 642257 h 1000196"/>
                                        <a:gd name="connsiteX6" fmla="*/ 206895 w 293981"/>
                                        <a:gd name="connsiteY6" fmla="*/ 729343 h 1000196"/>
                                        <a:gd name="connsiteX7" fmla="*/ 21839 w 293981"/>
                                        <a:gd name="connsiteY7" fmla="*/ 968828 h 1000196"/>
                                        <a:gd name="connsiteX8" fmla="*/ 32724 w 293981"/>
                                        <a:gd name="connsiteY8" fmla="*/ 979714 h 1000196"/>
                                        <a:gd name="connsiteX9" fmla="*/ 283096 w 293981"/>
                                        <a:gd name="connsiteY9" fmla="*/ 805542 h 1000196"/>
                                        <a:gd name="connsiteX0" fmla="*/ 272267 w 272267"/>
                                        <a:gd name="connsiteY0" fmla="*/ 0 h 968945"/>
                                        <a:gd name="connsiteX1" fmla="*/ 152524 w 272267"/>
                                        <a:gd name="connsiteY1" fmla="*/ 108857 h 968945"/>
                                        <a:gd name="connsiteX2" fmla="*/ 119868 w 272267"/>
                                        <a:gd name="connsiteY2" fmla="*/ 217714 h 968945"/>
                                        <a:gd name="connsiteX3" fmla="*/ 108981 w 272267"/>
                                        <a:gd name="connsiteY3" fmla="*/ 370114 h 968945"/>
                                        <a:gd name="connsiteX4" fmla="*/ 108982 w 272267"/>
                                        <a:gd name="connsiteY4" fmla="*/ 511629 h 968945"/>
                                        <a:gd name="connsiteX5" fmla="*/ 98097 w 272267"/>
                                        <a:gd name="connsiteY5" fmla="*/ 642257 h 968945"/>
                                        <a:gd name="connsiteX6" fmla="*/ 185181 w 272267"/>
                                        <a:gd name="connsiteY6" fmla="*/ 729343 h 968945"/>
                                        <a:gd name="connsiteX7" fmla="*/ 125 w 272267"/>
                                        <a:gd name="connsiteY7" fmla="*/ 968828 h 968945"/>
                                        <a:gd name="connsiteX8" fmla="*/ 217839 w 272267"/>
                                        <a:gd name="connsiteY8" fmla="*/ 762000 h 968945"/>
                                        <a:gd name="connsiteX9" fmla="*/ 261382 w 272267"/>
                                        <a:gd name="connsiteY9" fmla="*/ 805542 h 968945"/>
                                        <a:gd name="connsiteX0" fmla="*/ 272267 w 272267"/>
                                        <a:gd name="connsiteY0" fmla="*/ 0 h 968945"/>
                                        <a:gd name="connsiteX1" fmla="*/ 152524 w 272267"/>
                                        <a:gd name="connsiteY1" fmla="*/ 108857 h 968945"/>
                                        <a:gd name="connsiteX2" fmla="*/ 119868 w 272267"/>
                                        <a:gd name="connsiteY2" fmla="*/ 217714 h 968945"/>
                                        <a:gd name="connsiteX3" fmla="*/ 108981 w 272267"/>
                                        <a:gd name="connsiteY3" fmla="*/ 370114 h 968945"/>
                                        <a:gd name="connsiteX4" fmla="*/ 108982 w 272267"/>
                                        <a:gd name="connsiteY4" fmla="*/ 511629 h 968945"/>
                                        <a:gd name="connsiteX5" fmla="*/ 98097 w 272267"/>
                                        <a:gd name="connsiteY5" fmla="*/ 642257 h 968945"/>
                                        <a:gd name="connsiteX6" fmla="*/ 185181 w 272267"/>
                                        <a:gd name="connsiteY6" fmla="*/ 729343 h 968945"/>
                                        <a:gd name="connsiteX7" fmla="*/ 125 w 272267"/>
                                        <a:gd name="connsiteY7" fmla="*/ 968828 h 968945"/>
                                        <a:gd name="connsiteX8" fmla="*/ 217839 w 272267"/>
                                        <a:gd name="connsiteY8" fmla="*/ 762000 h 968945"/>
                                        <a:gd name="connsiteX9" fmla="*/ 261382 w 272267"/>
                                        <a:gd name="connsiteY9" fmla="*/ 805542 h 968945"/>
                                        <a:gd name="connsiteX0" fmla="*/ 178128 w 178128"/>
                                        <a:gd name="connsiteY0" fmla="*/ 0 h 805550"/>
                                        <a:gd name="connsiteX1" fmla="*/ 58385 w 178128"/>
                                        <a:gd name="connsiteY1" fmla="*/ 108857 h 805550"/>
                                        <a:gd name="connsiteX2" fmla="*/ 25729 w 178128"/>
                                        <a:gd name="connsiteY2" fmla="*/ 217714 h 805550"/>
                                        <a:gd name="connsiteX3" fmla="*/ 14842 w 178128"/>
                                        <a:gd name="connsiteY3" fmla="*/ 370114 h 805550"/>
                                        <a:gd name="connsiteX4" fmla="*/ 14843 w 178128"/>
                                        <a:gd name="connsiteY4" fmla="*/ 511629 h 805550"/>
                                        <a:gd name="connsiteX5" fmla="*/ 3958 w 178128"/>
                                        <a:gd name="connsiteY5" fmla="*/ 642257 h 805550"/>
                                        <a:gd name="connsiteX6" fmla="*/ 91042 w 178128"/>
                                        <a:gd name="connsiteY6" fmla="*/ 729343 h 805550"/>
                                        <a:gd name="connsiteX7" fmla="*/ 123700 w 178128"/>
                                        <a:gd name="connsiteY7" fmla="*/ 762000 h 805550"/>
                                        <a:gd name="connsiteX8" fmla="*/ 167243 w 178128"/>
                                        <a:gd name="connsiteY8" fmla="*/ 805542 h 805550"/>
                                        <a:gd name="connsiteX0" fmla="*/ 178128 w 178128"/>
                                        <a:gd name="connsiteY0" fmla="*/ 0 h 762000"/>
                                        <a:gd name="connsiteX1" fmla="*/ 58385 w 178128"/>
                                        <a:gd name="connsiteY1" fmla="*/ 108857 h 762000"/>
                                        <a:gd name="connsiteX2" fmla="*/ 25729 w 178128"/>
                                        <a:gd name="connsiteY2" fmla="*/ 217714 h 762000"/>
                                        <a:gd name="connsiteX3" fmla="*/ 14842 w 178128"/>
                                        <a:gd name="connsiteY3" fmla="*/ 370114 h 762000"/>
                                        <a:gd name="connsiteX4" fmla="*/ 14843 w 178128"/>
                                        <a:gd name="connsiteY4" fmla="*/ 511629 h 762000"/>
                                        <a:gd name="connsiteX5" fmla="*/ 3958 w 178128"/>
                                        <a:gd name="connsiteY5" fmla="*/ 642257 h 762000"/>
                                        <a:gd name="connsiteX6" fmla="*/ 91042 w 178128"/>
                                        <a:gd name="connsiteY6" fmla="*/ 729343 h 762000"/>
                                        <a:gd name="connsiteX7" fmla="*/ 123700 w 178128"/>
                                        <a:gd name="connsiteY7" fmla="*/ 762000 h 762000"/>
                                        <a:gd name="connsiteX0" fmla="*/ 178128 w 178128"/>
                                        <a:gd name="connsiteY0" fmla="*/ 0 h 729343"/>
                                        <a:gd name="connsiteX1" fmla="*/ 58385 w 178128"/>
                                        <a:gd name="connsiteY1" fmla="*/ 108857 h 729343"/>
                                        <a:gd name="connsiteX2" fmla="*/ 25729 w 178128"/>
                                        <a:gd name="connsiteY2" fmla="*/ 217714 h 729343"/>
                                        <a:gd name="connsiteX3" fmla="*/ 14842 w 178128"/>
                                        <a:gd name="connsiteY3" fmla="*/ 370114 h 729343"/>
                                        <a:gd name="connsiteX4" fmla="*/ 14843 w 178128"/>
                                        <a:gd name="connsiteY4" fmla="*/ 511629 h 729343"/>
                                        <a:gd name="connsiteX5" fmla="*/ 3958 w 178128"/>
                                        <a:gd name="connsiteY5" fmla="*/ 642257 h 729343"/>
                                        <a:gd name="connsiteX6" fmla="*/ 91042 w 178128"/>
                                        <a:gd name="connsiteY6" fmla="*/ 729343 h 729343"/>
                                        <a:gd name="connsiteX0" fmla="*/ 178128 w 178128"/>
                                        <a:gd name="connsiteY0" fmla="*/ 0 h 642257"/>
                                        <a:gd name="connsiteX1" fmla="*/ 58385 w 178128"/>
                                        <a:gd name="connsiteY1" fmla="*/ 108857 h 642257"/>
                                        <a:gd name="connsiteX2" fmla="*/ 25729 w 178128"/>
                                        <a:gd name="connsiteY2" fmla="*/ 217714 h 642257"/>
                                        <a:gd name="connsiteX3" fmla="*/ 14842 w 178128"/>
                                        <a:gd name="connsiteY3" fmla="*/ 370114 h 642257"/>
                                        <a:gd name="connsiteX4" fmla="*/ 14843 w 178128"/>
                                        <a:gd name="connsiteY4" fmla="*/ 511629 h 642257"/>
                                        <a:gd name="connsiteX5" fmla="*/ 3958 w 178128"/>
                                        <a:gd name="connsiteY5" fmla="*/ 642257 h 642257"/>
                                        <a:gd name="connsiteX0" fmla="*/ 168553 w 168553"/>
                                        <a:gd name="connsiteY0" fmla="*/ 0 h 642257"/>
                                        <a:gd name="connsiteX1" fmla="*/ 48810 w 168553"/>
                                        <a:gd name="connsiteY1" fmla="*/ 108857 h 642257"/>
                                        <a:gd name="connsiteX2" fmla="*/ 16154 w 168553"/>
                                        <a:gd name="connsiteY2" fmla="*/ 217714 h 642257"/>
                                        <a:gd name="connsiteX3" fmla="*/ 5267 w 168553"/>
                                        <a:gd name="connsiteY3" fmla="*/ 370114 h 642257"/>
                                        <a:gd name="connsiteX4" fmla="*/ 5268 w 168553"/>
                                        <a:gd name="connsiteY4" fmla="*/ 511629 h 642257"/>
                                        <a:gd name="connsiteX5" fmla="*/ 70583 w 168553"/>
                                        <a:gd name="connsiteY5" fmla="*/ 642257 h 642257"/>
                                        <a:gd name="connsiteX0" fmla="*/ 196068 w 196068"/>
                                        <a:gd name="connsiteY0" fmla="*/ 0 h 642257"/>
                                        <a:gd name="connsiteX1" fmla="*/ 76325 w 196068"/>
                                        <a:gd name="connsiteY1" fmla="*/ 108857 h 642257"/>
                                        <a:gd name="connsiteX2" fmla="*/ 43669 w 196068"/>
                                        <a:gd name="connsiteY2" fmla="*/ 217714 h 642257"/>
                                        <a:gd name="connsiteX3" fmla="*/ 125 w 196068"/>
                                        <a:gd name="connsiteY3" fmla="*/ 359228 h 642257"/>
                                        <a:gd name="connsiteX4" fmla="*/ 32783 w 196068"/>
                                        <a:gd name="connsiteY4" fmla="*/ 511629 h 642257"/>
                                        <a:gd name="connsiteX5" fmla="*/ 98098 w 196068"/>
                                        <a:gd name="connsiteY5" fmla="*/ 642257 h 642257"/>
                                        <a:gd name="connsiteX0" fmla="*/ 221201 w 221201"/>
                                        <a:gd name="connsiteY0" fmla="*/ 0 h 642257"/>
                                        <a:gd name="connsiteX1" fmla="*/ 101458 w 221201"/>
                                        <a:gd name="connsiteY1" fmla="*/ 108857 h 642257"/>
                                        <a:gd name="connsiteX2" fmla="*/ 3487 w 221201"/>
                                        <a:gd name="connsiteY2" fmla="*/ 206828 h 642257"/>
                                        <a:gd name="connsiteX3" fmla="*/ 25258 w 221201"/>
                                        <a:gd name="connsiteY3" fmla="*/ 359228 h 642257"/>
                                        <a:gd name="connsiteX4" fmla="*/ 57916 w 221201"/>
                                        <a:gd name="connsiteY4" fmla="*/ 511629 h 642257"/>
                                        <a:gd name="connsiteX5" fmla="*/ 123231 w 221201"/>
                                        <a:gd name="connsiteY5" fmla="*/ 642257 h 642257"/>
                                        <a:gd name="connsiteX0" fmla="*/ 218714 w 218714"/>
                                        <a:gd name="connsiteY0" fmla="*/ 0 h 642257"/>
                                        <a:gd name="connsiteX1" fmla="*/ 55428 w 218714"/>
                                        <a:gd name="connsiteY1" fmla="*/ 76200 h 642257"/>
                                        <a:gd name="connsiteX2" fmla="*/ 1000 w 218714"/>
                                        <a:gd name="connsiteY2" fmla="*/ 206828 h 642257"/>
                                        <a:gd name="connsiteX3" fmla="*/ 22771 w 218714"/>
                                        <a:gd name="connsiteY3" fmla="*/ 359228 h 642257"/>
                                        <a:gd name="connsiteX4" fmla="*/ 55429 w 218714"/>
                                        <a:gd name="connsiteY4" fmla="*/ 511629 h 642257"/>
                                        <a:gd name="connsiteX5" fmla="*/ 120744 w 218714"/>
                                        <a:gd name="connsiteY5" fmla="*/ 642257 h 642257"/>
                                        <a:gd name="connsiteX0" fmla="*/ 262691 w 262691"/>
                                        <a:gd name="connsiteY0" fmla="*/ 0 h 642257"/>
                                        <a:gd name="connsiteX1" fmla="*/ 99405 w 262691"/>
                                        <a:gd name="connsiteY1" fmla="*/ 76200 h 642257"/>
                                        <a:gd name="connsiteX2" fmla="*/ 44977 w 262691"/>
                                        <a:gd name="connsiteY2" fmla="*/ 206828 h 642257"/>
                                        <a:gd name="connsiteX3" fmla="*/ 1434 w 262691"/>
                                        <a:gd name="connsiteY3" fmla="*/ 359228 h 642257"/>
                                        <a:gd name="connsiteX4" fmla="*/ 99406 w 262691"/>
                                        <a:gd name="connsiteY4" fmla="*/ 511629 h 642257"/>
                                        <a:gd name="connsiteX5" fmla="*/ 164721 w 262691"/>
                                        <a:gd name="connsiteY5" fmla="*/ 642257 h 642257"/>
                                        <a:gd name="connsiteX0" fmla="*/ 263298 w 263298"/>
                                        <a:gd name="connsiteY0" fmla="*/ 0 h 642257"/>
                                        <a:gd name="connsiteX1" fmla="*/ 100012 w 263298"/>
                                        <a:gd name="connsiteY1" fmla="*/ 76200 h 642257"/>
                                        <a:gd name="connsiteX2" fmla="*/ 45584 w 263298"/>
                                        <a:gd name="connsiteY2" fmla="*/ 206828 h 642257"/>
                                        <a:gd name="connsiteX3" fmla="*/ 2041 w 263298"/>
                                        <a:gd name="connsiteY3" fmla="*/ 359228 h 642257"/>
                                        <a:gd name="connsiteX4" fmla="*/ 23813 w 263298"/>
                                        <a:gd name="connsiteY4" fmla="*/ 522514 h 642257"/>
                                        <a:gd name="connsiteX5" fmla="*/ 165328 w 263298"/>
                                        <a:gd name="connsiteY5" fmla="*/ 642257 h 642257"/>
                                        <a:gd name="connsiteX0" fmla="*/ 261775 w 261775"/>
                                        <a:gd name="connsiteY0" fmla="*/ 0 h 642257"/>
                                        <a:gd name="connsiteX1" fmla="*/ 98489 w 261775"/>
                                        <a:gd name="connsiteY1" fmla="*/ 76200 h 642257"/>
                                        <a:gd name="connsiteX2" fmla="*/ 44061 w 261775"/>
                                        <a:gd name="connsiteY2" fmla="*/ 206828 h 642257"/>
                                        <a:gd name="connsiteX3" fmla="*/ 518 w 261775"/>
                                        <a:gd name="connsiteY3" fmla="*/ 359228 h 642257"/>
                                        <a:gd name="connsiteX4" fmla="*/ 22290 w 261775"/>
                                        <a:gd name="connsiteY4" fmla="*/ 522514 h 642257"/>
                                        <a:gd name="connsiteX5" fmla="*/ 54948 w 261775"/>
                                        <a:gd name="connsiteY5" fmla="*/ 642257 h 64225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261775" h="642257">
                                          <a:moveTo>
                                            <a:pt x="261775" y="0"/>
                                          </a:moveTo>
                                          <a:cubicBezTo>
                                            <a:pt x="221861" y="36286"/>
                                            <a:pt x="134775" y="41729"/>
                                            <a:pt x="98489" y="76200"/>
                                          </a:cubicBezTo>
                                          <a:cubicBezTo>
                                            <a:pt x="62203" y="110671"/>
                                            <a:pt x="60390" y="159657"/>
                                            <a:pt x="44061" y="206828"/>
                                          </a:cubicBezTo>
                                          <a:cubicBezTo>
                                            <a:pt x="27732" y="253999"/>
                                            <a:pt x="4147" y="306614"/>
                                            <a:pt x="518" y="359228"/>
                                          </a:cubicBezTo>
                                          <a:cubicBezTo>
                                            <a:pt x="-3111" y="411842"/>
                                            <a:pt x="13218" y="475342"/>
                                            <a:pt x="22290" y="522514"/>
                                          </a:cubicBezTo>
                                          <a:cubicBezTo>
                                            <a:pt x="31362" y="569686"/>
                                            <a:pt x="42248" y="605971"/>
                                            <a:pt x="54948" y="642257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chemeClr val="bg1">
                                          <a:lumMod val="50000"/>
                                        </a:scheme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32" name="Freihandform 7"/>
                                <wps:cNvSpPr/>
                                <wps:spPr>
                                  <a:xfrm>
                                    <a:off x="510450" y="2873694"/>
                                    <a:ext cx="88294" cy="178997"/>
                                  </a:xfrm>
                                  <a:custGeom>
                                    <a:avLst/>
                                    <a:gdLst>
                                      <a:gd name="connsiteX0" fmla="*/ 0 w 88294"/>
                                      <a:gd name="connsiteY0" fmla="*/ 0 h 178997"/>
                                      <a:gd name="connsiteX1" fmla="*/ 76200 w 88294"/>
                                      <a:gd name="connsiteY1" fmla="*/ 163285 h 178997"/>
                                      <a:gd name="connsiteX2" fmla="*/ 87085 w 88294"/>
                                      <a:gd name="connsiteY2" fmla="*/ 163285 h 17899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88294" h="178997">
                                        <a:moveTo>
                                          <a:pt x="0" y="0"/>
                                        </a:moveTo>
                                        <a:cubicBezTo>
                                          <a:pt x="30843" y="68035"/>
                                          <a:pt x="61686" y="136071"/>
                                          <a:pt x="76200" y="163285"/>
                                        </a:cubicBezTo>
                                        <a:cubicBezTo>
                                          <a:pt x="90714" y="190499"/>
                                          <a:pt x="88899" y="176892"/>
                                          <a:pt x="87085" y="16328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" name="Freihandform 8"/>
                                <wps:cNvSpPr/>
                                <wps:spPr>
                                  <a:xfrm>
                                    <a:off x="227420" y="2699523"/>
                                    <a:ext cx="261257" cy="489856"/>
                                  </a:xfrm>
                                  <a:custGeom>
                                    <a:avLst/>
                                    <a:gdLst>
                                      <a:gd name="connsiteX0" fmla="*/ 0 w 239486"/>
                                      <a:gd name="connsiteY0" fmla="*/ 0 h 446314"/>
                                      <a:gd name="connsiteX1" fmla="*/ 108858 w 239486"/>
                                      <a:gd name="connsiteY1" fmla="*/ 250372 h 446314"/>
                                      <a:gd name="connsiteX2" fmla="*/ 239486 w 239486"/>
                                      <a:gd name="connsiteY2" fmla="*/ 446314 h 446314"/>
                                      <a:gd name="connsiteX3" fmla="*/ 239486 w 239486"/>
                                      <a:gd name="connsiteY3" fmla="*/ 446314 h 446314"/>
                                      <a:gd name="connsiteX0" fmla="*/ 0 w 261257"/>
                                      <a:gd name="connsiteY0" fmla="*/ 0 h 489856"/>
                                      <a:gd name="connsiteX1" fmla="*/ 130629 w 261257"/>
                                      <a:gd name="connsiteY1" fmla="*/ 293914 h 489856"/>
                                      <a:gd name="connsiteX2" fmla="*/ 261257 w 261257"/>
                                      <a:gd name="connsiteY2" fmla="*/ 489856 h 489856"/>
                                      <a:gd name="connsiteX3" fmla="*/ 261257 w 261257"/>
                                      <a:gd name="connsiteY3" fmla="*/ 489856 h 48985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261257" h="489856">
                                        <a:moveTo>
                                          <a:pt x="0" y="0"/>
                                        </a:moveTo>
                                        <a:cubicBezTo>
                                          <a:pt x="34472" y="87993"/>
                                          <a:pt x="87086" y="212271"/>
                                          <a:pt x="130629" y="293914"/>
                                        </a:cubicBezTo>
                                        <a:cubicBezTo>
                                          <a:pt x="174172" y="375557"/>
                                          <a:pt x="261257" y="489856"/>
                                          <a:pt x="261257" y="489856"/>
                                        </a:cubicBezTo>
                                        <a:lnTo>
                                          <a:pt x="261257" y="48985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34" o:spid="_x0000_s1026" style="position:absolute;margin-left:-5.1pt;margin-top:14.2pt;width:186.1pt;height:330pt;z-index:251695104" coordsize="29109,40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">
                      <v:group id="Gruppieren 2" o:spid="_x0000_s1027" style="position:absolute;left:4995;width:19980;height:21602" coordorigin="4995" coordsize="26642,269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shape id="Freihandform 13" o:spid="_x0000_s1028" style="position:absolute;left:7044;width:24594;height:26956;visibility:visible;mso-wrap-style:square;v-text-anchor:middle-center" coordsize="2938272,4023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Oxz8UA&#10;AADbAAAADwAAAGRycy9kb3ducmV2LnhtbESPzWrDMBCE74G8g9hAbokcH1rjRgmlJJBDCdRtaI8b&#10;a/1DrJWRFNt9+6pQ6HGYmW+Y7X4ynRjI+daygs06AUFcWt1yreDj/bjKQPiArLGzTAq+ycN+N59t&#10;Mdd25DcailCLCGGfo4ImhD6X0pcNGfRr2xNHr7LOYIjS1VI7HCPcdDJNkgdpsOW40GBPLw2Vt+Ju&#10;FNhzdX+tDxfZT4+Xr+Nn5k6yuiq1XEzPTyACTeE//Nc+aQVpCr9f4g+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Q7HPxQAAANsAAAAPAAAAAAAAAAAAAAAAAJgCAABkcnMv&#10;ZG93bnJldi54bWxQSwUGAAAAAAQABAD1AAAAigMAAAAA&#10;" path="m1292352,v125984,165608,221488,276352,341376,304800c1753616,333248,1897888,197104,2011680,170688v113792,-26416,213360,-46736,304800,-24384c2407920,168656,2499360,249936,2560320,304800v60960,54864,81280,93472,121920,170688c2722880,552704,2769616,662432,2804160,768096v34544,105664,62992,221488,85344,341376c2911856,1229360,2930144,1339088,2938272,1487424v8128,148336,8128,377952,,512064c2930144,2133600,2913888,2192528,2889504,2292096v-24384,99568,-52832,182880,-97536,304800c2747264,2718816,2718816,2869184,2621280,3023616v-97536,154432,-266192,384048,-414528,499872c2058416,3639312,1867408,3667760,1731264,3718560v-136144,50800,-229616,85344,-341376,109728c1278128,3852672,1170432,3858768,1060704,3864864v-109728,6096,-239776,20320,-329184,c642112,3844544,581152,3763264,524256,3742944v-56896,-20320,-89408,-12192,-134112,c345440,3755136,321056,3769360,256032,3816096,191008,3862832,69088,3905504,,4023360e" filled="f" strokecolor="#5a5a5a [2109]" strokeweight="3.5pt">
                          <v:path arrowok="t" o:connecttype="custom" o:connectlocs="1229709,0;2459417,1347827;1229709,2695654;0,1347827;1081735,0;1367477,204216;1683833,114361;1938959,98024;2143060,204216;2245111,318577;2347161,514625;2418597,743347;2459417,996575;2459417,1339658;2418597,1535706;2336956,1739922;2194086,2025825;1847114,2360739;1449117,2491438;1163376,2564956;887839,2589462;612303,2589462;438817,2507775;326562,2507775;214306,2556787;0,2695654" o:connectangles="270,0,90,180,0,0,0,0,0,0,0,0,0,0,0,0,0,0,0,0,0,0,0,0,0,0" textboxrect="0,0,2938272,4023360"/>
                        </v:shape>
                        <v:shape id="Freihandform 14" o:spid="_x0000_s1029" style="position:absolute;left:4995;top:1061;width:14749;height:23685;visibility:visible;mso-wrap-style:square;v-text-anchor:middle-center" coordsize="1762053,3535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d28MQA&#10;AADbAAAADwAAAGRycy9kb3ducmV2LnhtbESPQWvCQBSE7wX/w/IKvZS6UaFIdBOKIq2UHoz1/sw+&#10;k2D27ZLdxvjvu4LgcZiZb5hlPphW9NT5xrKCyTgBQVxa3XCl4He/eZuD8AFZY2uZFFzJQ56NnpaY&#10;anvhHfVFqESEsE9RQR2CS6X0ZU0G/dg64uidbGcwRNlVUnd4iXDTymmSvEuDDceFGh2tairPxZ9R&#10;4FanxNp+fTx874rJ+udze/WvTqmX5+FjASLQEB7he/tLK5jO4PYl/gCZ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3dvDEAAAA2wAAAA8AAAAAAAAAAAAAAAAAmAIAAGRycy9k&#10;b3ducmV2LnhtbFBLBQYAAAAABAAEAPUAAACJAwAAAAA=&#10;" path="m1342048,v152400,121920,296672,231648,365760,365760c1776896,499872,1762672,662432,1756576,804672v-6096,142240,-30480,276352,-85344,414528c1616368,1357376,1528992,1456944,1427392,1633728v-101600,176784,-239776,459232,-365760,646176c935648,2466848,756832,2617216,671488,2755392v-85344,138176,-20320,231648,-121920,353568c447968,3230880,149264,3419856,61888,3486912v-87376,67056,-65024,52832,-36576,24384e" filled="f" strokecolor="#5a5a5a [2109]" strokeweight="3.5pt">
                          <v:path arrowok="t" o:connecttype="custom" o:connectlocs="737446,0;1474891,1184233;737446,2368465;0,1184233;1123334,0;1429486,245059;1470307,539131;1398871,816865;1194770,1094598;888618,1527537;562056,1846114;460005,2083005;51802,2336233;21187,2352570" o:connectangles="270,0,90,180,0,0,0,0,0,0,0,0,0,0" textboxrect="0,0,1762053,3535020"/>
                        </v:shape>
                      </v:group>
                      <v:shape id="Freihandform 3" o:spid="_x0000_s1030" style="position:absolute;left:4505;top:21569;width:24604;height:7217;visibility:visible;mso-wrap-style:square;v-text-anchor:middle" coordsize="2460347,721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ryRL8A&#10;AADbAAAADwAAAGRycy9kb3ducmV2LnhtbESPzQrCMBCE74LvEFbwpqlVRKpRRFD06A/icW3Wtths&#10;ShO1vr0RBI/DzHzDzBaNKcWTaldYVjDoRyCIU6sLzhScjuveBITzyBpLy6TgTQ4W83Zrhom2L97T&#10;8+AzESDsElSQe18lUro0J4Oubyvi4N1sbdAHWWdS1/gKcFPKOIrG0mDBYSHHilY5pffDwyiQwz3u&#10;rm+8NLdot61Ox/Mk3cRKdTvNcgrCU+P/4V97qxXEI/h+CT9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GvJEvwAAANsAAAAPAAAAAAAAAAAAAAAAAJgCAABkcnMvZG93bnJl&#10;di54bWxQSwUGAAAAAAQABAD1AAAAhAMAAAAA&#10;" path="m,634646c38554,609700,136071,538489,185057,514903v48986,-23586,108857,-21771,108857,-21771l293914,493132v27214,,108857,25400,163286,c511629,467732,564243,386090,620486,340733,676729,295376,734786,233689,794657,220989v59871,-12700,123371,29029,185057,43543c1037771,275418,1094014,299003,1143000,286303v48986,-12700,79829,-63500,130629,-97971c1324429,153861,1398814,93989,1447800,79475v48986,-14514,70757,3628,119743,21771c1616529,119389,1663700,204661,1741714,188332,1819728,172003,1935843,21418,2035629,3275v99786,-18143,234043,43543,304800,76200c2411186,112132,2463800,164747,2460171,199218v-3629,34471,-92528,61686,-141514,87086c2269671,311704,2220685,333475,2166257,351618v-54428,18143,-101600,39914,-174171,43542c1919515,398788,1801586,364318,1730829,373389v-70757,9071,-105229,54429,-163286,76200c1509486,471360,1453243,500389,1382486,504017v-70757,3628,-170543,-50800,-239486,-32657c1074057,489503,1021443,582032,968829,612875v-52614,30843,-88901,34472,-141515,43543c774700,665489,707571,672746,653143,667303,598715,661860,560615,636460,500743,623760,440871,611060,368300,574774,293914,591103,219528,607432,54429,721732,54429,721732e" filled="f" strokecolor="#a5a5a5 [2092]" strokeweight="3.5pt">
                        <v:path arrowok="t" o:connecttype="custom" o:connectlocs="0,634646;185057,514903;293914,493132;293914,493132;457200,493132;620486,340733;794657,220989;979714,264532;1143000,286303;1273629,188332;1447800,79475;1567543,101246;1741714,188332;2035629,3275;2340429,79475;2460171,199218;2318657,286304;2166257,351618;1992086,395160;1730829,373389;1567543,449589;1382486,504017;1143000,471360;968829,612875;827314,656418;653143,667303;500743,623760;293914,591103;54429,721732" o:connectangles="0,0,0,0,0,0,0,0,0,0,0,0,0,0,0,0,0,0,0,0,0,0,0,0,0,0,0,0,0"/>
                      </v:shape>
                      <v:group id="Gruppieren 4" o:spid="_x0000_s1031" style="position:absolute;top:28086;width:23634;height:12833" coordorigin=",28086" coordsize="23634,128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<v:shape id="Freihandform 11" o:spid="_x0000_s1032" style="position:absolute;left:2348;top:28086;width:21286;height:11760;visibility:visible;mso-wrap-style:square;v-text-anchor:middle" coordsize="2128520,11760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FzwsAA&#10;AADbAAAADwAAAGRycy9kb3ducmV2LnhtbESPQYvCMBSE74L/ITzBm6Z6ELcaRV0Er+pevD2aZ1vb&#10;vJQkq62/3giCx2FmvmGW69bU4k7Ol5YVTMYJCOLM6pJzBX/n/WgOwgdkjbVlUtCRh/Wq31tiqu2D&#10;j3Q/hVxECPsUFRQhNKmUPivIoB/bhjh6V+sMhihdLrXDR4SbWk6TZCYNlhwXCmxoV1BWnf6NArex&#10;aJ+/7c+5uzTdsdreqlA+lRoO2s0CRKA2fMOf9kErmM7g/SX+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EFzwsAAAADbAAAADwAAAAAAAAAAAAAAAACYAgAAZHJzL2Rvd25y&#10;ZXYueG1sUEsFBgAAAAAEAAQA9QAAAIUDAAAAAA==&#10;" path="m350946,222426v83457,110671,59871,150587,119742,152401c530559,376641,601315,215167,710172,233310v108857,18143,297545,259445,413660,250374c1239947,474613,1305260,258713,1406860,178884,1508460,99055,1619132,19225,1733432,4711v114300,-14514,297543,1816,359228,87087c2154345,177069,2121552,386545,2103545,516339v-18007,129794,-53751,266160,-118930,354226c1919436,958631,1823143,963095,1745129,990309v-97971,-5443,-268514,-81644,-315686,-54430c1393293,955002,1096521,1036116,1091985,1033848v-107043,,-221343,-87082,-359228,-87082c700100,932252,467419,1036117,460615,1033849,404372,1024778,160351,861947,155815,859680,126786,836095,16568,881451,14300,881451,-9286,886894,3415,1042469,3415,1044737v3629,29029,156483,52160,163286,54428c195729,1110050,469233,1151325,471501,1153593v48986,5443,383268,26307,381000,21771c912372,1177178,1227151,1112316,1222615,1110048e" filled="f" strokecolor="#5a5a5a [2109]" strokeweight="3.5pt">
                          <v:path arrowok="t" o:connecttype="custom" o:connectlocs="350946,222426;470688,374827;710172,233310;1123832,483684;1406860,178884;1733432,4711;2092660,91798;2103545,516339;1984615,870565;1745129,990309;1429443,935879;1091985,1033848;732757,946766;460615,1033849;155815,859680;14300,881451;3415,1044737;166701,1099165;471501,1153593;852501,1175364;1222615,1110048" o:connectangles="0,0,0,0,0,0,0,0,0,0,0,0,0,0,0,0,0,0,0,0,0"/>
                        </v:shape>
                        <v:shape id="Freihandform 12" o:spid="_x0000_s1033" style="position:absolute;top:29728;width:21051;height:11191;visibility:visible;mso-wrap-style:square;v-text-anchor:middle" coordsize="2105140,1119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+HEsMA&#10;AADbAAAADwAAAGRycy9kb3ducmV2LnhtbESPT4vCMBTE7wt+h/AEb2uqiNpqlFJYcE+Lf8DrI3m2&#10;xealNlmt++k3Cwseh5n5DbPe9rYRd+p87VjBZJyAINbO1FwqOB0/3pcgfEA22DgmBU/ysN0M3taY&#10;GffgPd0PoRQRwj5DBVUIbSal1xVZ9GPXEkfv4jqLIcqulKbDR4TbRk6TZC4t1hwXKmypqEhfD982&#10;Ur50kc7yIv3R+xvNz595ej7lSo2Gfb4CEagPr/B/e2cUTBfw9yX+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+HEsMAAADbAAAADwAAAAAAAAAAAAAAAACYAgAAZHJzL2Rv&#10;d25yZXYueG1sUEsFBgAAAAAEAAQA9QAAAIgDAAAAAA==&#10;" path="m507358,229236v78015,114300,99788,170545,174173,185059c755916,428809,845806,302070,953671,316323v107865,14253,275266,158091,375052,183491c1428509,525214,1542324,334204,1661244,251008,1780164,167812,1969672,-12061,2042244,639v72572,12700,68945,230413,54430,326570c2082160,423366,2029543,544922,1955157,577579v-74386,32657,-188685,-67128,-304799,-54428c1534244,535851,1374587,650151,1258473,653780,1142359,657409,1058078,543370,953672,544923,890995,546476,702963,670880,632038,663101,594761,659211,394820,445385,392552,445385v-41729,-38100,-139247,2268,-141515,c223823,443571,92287,534739,87751,532471,58723,545171,2934,785112,666,782844v-10885,42938,115207,212575,119743,214087c136738,1028984,440631,1088553,436095,1084017v48986,18143,276679,28122,272143,32658c757224,1122118,1041161,1116675,1045696,1116675v36286,-5443,385535,-49893,380999,-54429e" filled="f" strokecolor="#5a5a5a [2109]" strokeweight="3.5pt">
                          <v:path arrowok="t" o:connecttype="custom" o:connectlocs="507358,229236;681531,414295;953671,316323;1328723,499814;1661244,251008;2042244,639;2096674,327209;1955157,577579;1650358,523151;1258473,653780;953672,544923;632038,663101;392552,445385;251037,445385;87751,532471;666,782844;120409,996931;436095,1084017;708238,1116675;1045696,1116675;1426695,1062246" o:connectangles="0,0,0,0,0,0,0,0,0,0,0,0,0,0,0,0,0,0,0,0,0"/>
                        </v:shape>
                      </v:group>
                      <v:group id="Gruppieren 5" o:spid="_x0000_s1034" style="position:absolute;left:2153;top:19520;width:4523;height:12373" coordorigin="2153,19520" coordsize="4523,123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<v:group id="Gruppieren 6" o:spid="_x0000_s1035" style="position:absolute;left:2153;top:19520;width:4523;height:8346" coordorigin="2153,19520" coordsize="4523,83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  <v:shape id="Freihandform 9" o:spid="_x0000_s1036" style="position:absolute;left:2153;top:19520;width:3386;height:7853;visibility:visible;mso-wrap-style:square;v-text-anchor:middle" coordsize="338661,785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W25sEA&#10;AADbAAAADwAAAGRycy9kb3ducmV2LnhtbERP3U7CMBS+J+EdmkPinXQoEpnrCBKJuyI4eIDjelgX&#10;1tNlrWy+vb0w4fLL959tRtuKG/W+caxgMU9AEFdON1wrOJ/2j68gfEDW2DomBb/kYZNPJxmm2g38&#10;Rbcy1CKGsE9RgQmhS6X0lSGLfu464shdXG8xRNjXUvc4xHDbyqckWUmLDccGgx3tDFXX8scqOL2U&#10;xXA4jkab78+lWe8+inebKPUwG7dvIAKN4S7+dxdawXNcH7/EHy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VtubBAAAA2wAAAA8AAAAAAAAAAAAAAAAAmAIAAGRycy9kb3du&#10;cmV2LnhtbFBLBQYAAAAABAAEAPUAAACGAwAAAAA=&#10;" path="m338661,c324147,39914,136790,130118,83353,208393,29916,286668,28925,373494,18039,469651v-10886,96157,-34473,194129,-1,315686e" filled="f" strokecolor="#7f7f7f [1612]" strokeweight="3.5pt">
                            <v:path arrowok="t" o:connecttype="custom" o:connectlocs="338661,0;83353,208393;18039,469651;18038,785337" o:connectangles="0,0,0,0"/>
                          </v:shape>
                          <v:shape id="Freihandform 10" o:spid="_x0000_s1037" style="position:absolute;left:4058;top:21444;width:2618;height:6422;visibility:visible;mso-wrap-style:square;v-text-anchor:middle" coordsize="261775,6422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6X9sQA&#10;AADbAAAADwAAAGRycy9kb3ducmV2LnhtbESPzWoCQRCE7wHfYWjBW5xVIYTVUYIg5uAlmhCPnZ3e&#10;n2SnZ9npjGuePiMEciyq6itqtRlcqyL1ofFsYDbNQBEX3jZcGXg97e4fQQVBtth6JgNXCrBZj+5W&#10;mFt/4ReKR6lUgnDI0UAt0uVah6Imh2HqO+Lklb53KEn2lbY9XhLctXqeZQ/aYcNpocaOtjUVX8dv&#10;Z2D/GUt2H+/xGg9v0fmFlOcfMWYyHp6WoIQG+Q//tZ+tgcUMbl/SD9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+l/bEAAAA2wAAAA8AAAAAAAAAAAAAAAAAmAIAAGRycy9k&#10;b3ducmV2LnhtbFBLBQYAAAAABAAEAPUAAACJAwAAAAA=&#10;" path="m261775,c221861,36286,134775,41729,98489,76200,62203,110671,60390,159657,44061,206828,27732,253999,4147,306614,518,359228v-3629,52614,12700,116114,21772,163286c31362,569686,42248,605971,54948,642257e" filled="f" strokecolor="#7f7f7f [1612]" strokeweight="3.5pt">
                            <v:path arrowok="t" o:connecttype="custom" o:connectlocs="261775,0;98489,76200;44061,206828;518,359228;22290,522514;54948,642257" o:connectangles="0,0,0,0,0,0"/>
                          </v:shape>
                        </v:group>
                        <v:shape id="Freihandform 7" o:spid="_x0000_s1038" style="position:absolute;left:5104;top:28736;width:883;height:1790;visibility:visible;mso-wrap-style:square;v-text-anchor:middle" coordsize="88294,1789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lxmMQA&#10;AADbAAAADwAAAGRycy9kb3ducmV2LnhtbESP3WrCQBSE7wu+w3IE7+rG2IpEV5FCpRd6kegDHLLH&#10;/Jg9G7MbTd/eLQi9HGbmG2a9HUwj7tS5yrKC2TQCQZxbXXGh4Hz6fl+CcB5ZY2OZFPySg+1m9LbG&#10;RNsHp3TPfCEChF2CCkrv20RKl5dk0E1tSxy8i+0M+iC7QuoOHwFuGhlH0UIarDgslNjSV0n5NeuN&#10;gls/+/hM277eH3R667N5fYzrk1KT8bBbgfA0+P/wq/2jFcxj+PsSf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pcZjEAAAA2wAAAA8AAAAAAAAAAAAAAAAAmAIAAGRycy9k&#10;b3ducmV2LnhtbFBLBQYAAAAABAAEAPUAAACJAwAAAAA=&#10;" path="m,c30843,68035,61686,136071,76200,163285v14514,27214,12699,13607,10885,e" filled="f" strokecolor="#7f7f7f [1612]" strokeweight="3.5pt">
                          <v:path arrowok="t" o:connecttype="custom" o:connectlocs="0,0;76200,163285;87085,163285" o:connectangles="0,0,0"/>
                        </v:shape>
                        <v:shape id="Freihandform 8" o:spid="_x0000_s1039" style="position:absolute;left:2274;top:26995;width:2612;height:4898;visibility:visible;mso-wrap-style:square;v-text-anchor:middle" coordsize="261257,4898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vN+sMA&#10;AADbAAAADwAAAGRycy9kb3ducmV2LnhtbESPzWrDMBCE74W8g9hAb7UcB0pxrYT8EHAvgTopvS7W&#10;1jaxVkZSYufto0Khx2FmvmGK9WR6cSPnO8sKFkkKgri2uuNGwfl0eHkD4QOyxt4yKbiTh/Vq9lRg&#10;ru3In3SrQiMihH2OCtoQhlxKX7dk0Cd2II7ej3UGQ5SukdrhGOGml1mavkqDHceFFgfatVRfqqtR&#10;4K7fPrtXx2ZXZl8f5/3WDNgZpZ7n0+YdRKAp/If/2qVWsFzC75f4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vN+sMAAADbAAAADwAAAAAAAAAAAAAAAACYAgAAZHJzL2Rv&#10;d25yZXYueG1sUEsFBgAAAAAEAAQA9QAAAIgDAAAAAA==&#10;" path="m,c34472,87993,87086,212271,130629,293914v43543,81643,130628,195942,130628,195942l261257,489856e" filled="f" strokecolor="#7f7f7f [1612]" strokeweight="3.5pt">
                          <v:path arrowok="t" o:connecttype="custom" o:connectlocs="0,0;130629,293914;261257,489856;261257,489856" o:connectangles="0,0,0,0"/>
                        </v:shape>
                      </v:group>
                    </v:group>
                  </w:pict>
                </mc:Fallback>
              </mc:AlternateContent>
            </w:r>
            <w:r w:rsidR="009918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F81DB8C" wp14:editId="03D04222">
                      <wp:simplePos x="0" y="0"/>
                      <wp:positionH relativeFrom="column">
                        <wp:posOffset>-868680</wp:posOffset>
                      </wp:positionH>
                      <wp:positionV relativeFrom="paragraph">
                        <wp:posOffset>95885</wp:posOffset>
                      </wp:positionV>
                      <wp:extent cx="1028700" cy="457200"/>
                      <wp:effectExtent l="0" t="635" r="1905" b="0"/>
                      <wp:wrapNone/>
                      <wp:docPr id="16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18D8" w:rsidRPr="000D6E36" w:rsidRDefault="009918D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3" o:spid="_x0000_s1026" type="#_x0000_t202" style="position:absolute;margin-left:-68.4pt;margin-top:7.55pt;width:81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b4KsgIAALs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" filled="f" stroked="f">
                      <v:textbox>
                        <w:txbxContent>
                          <w:p w:rsidR="009918D8" w:rsidRPr="000D6E36" w:rsidRDefault="009918D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75" w:type="dxa"/>
            <w:shd w:val="clear" w:color="auto" w:fill="auto"/>
          </w:tcPr>
          <w:p w:rsidR="00F05E7C" w:rsidRPr="0069713F" w:rsidRDefault="00F05E7C" w:rsidP="0069713F">
            <w:pPr>
              <w:rPr>
                <w:i/>
                <w:color w:val="000000" w:themeColor="text1"/>
              </w:rPr>
            </w:pPr>
          </w:p>
        </w:tc>
        <w:tc>
          <w:tcPr>
            <w:tcW w:w="7758" w:type="dxa"/>
          </w:tcPr>
          <w:p w:rsidR="00F05E7C" w:rsidRPr="0069713F" w:rsidRDefault="00F05E7C" w:rsidP="00632D23">
            <w:pPr>
              <w:rPr>
                <w:i/>
                <w:color w:val="000000" w:themeColor="text1"/>
              </w:rPr>
            </w:pPr>
          </w:p>
        </w:tc>
      </w:tr>
      <w:tr w:rsidR="004131C2" w:rsidTr="00F04F9E">
        <w:trPr>
          <w:trHeight w:val="2383"/>
          <w:jc w:val="center"/>
        </w:trPr>
        <w:tc>
          <w:tcPr>
            <w:tcW w:w="3706" w:type="dxa"/>
            <w:vMerge/>
            <w:shd w:val="clear" w:color="auto" w:fill="auto"/>
          </w:tcPr>
          <w:p w:rsidR="009918D8" w:rsidRDefault="009918D8" w:rsidP="00632D23"/>
        </w:tc>
        <w:tc>
          <w:tcPr>
            <w:tcW w:w="2575" w:type="dxa"/>
            <w:shd w:val="clear" w:color="auto" w:fill="auto"/>
          </w:tcPr>
          <w:p w:rsidR="00F31F50" w:rsidRPr="0069713F" w:rsidRDefault="00F31F50" w:rsidP="0069713F">
            <w:pPr>
              <w:rPr>
                <w:i/>
                <w:color w:val="000000" w:themeColor="text1"/>
              </w:rPr>
            </w:pPr>
          </w:p>
        </w:tc>
        <w:tc>
          <w:tcPr>
            <w:tcW w:w="7758" w:type="dxa"/>
          </w:tcPr>
          <w:p w:rsidR="00B244BF" w:rsidRPr="0069713F" w:rsidRDefault="00B244BF" w:rsidP="00B244BF">
            <w:pPr>
              <w:rPr>
                <w:i/>
                <w:color w:val="000000" w:themeColor="text1"/>
              </w:rPr>
            </w:pPr>
          </w:p>
        </w:tc>
      </w:tr>
      <w:tr w:rsidR="004131C2" w:rsidTr="00F04F9E">
        <w:trPr>
          <w:trHeight w:val="2765"/>
          <w:jc w:val="center"/>
        </w:trPr>
        <w:tc>
          <w:tcPr>
            <w:tcW w:w="3706" w:type="dxa"/>
            <w:vMerge/>
            <w:shd w:val="clear" w:color="auto" w:fill="auto"/>
          </w:tcPr>
          <w:p w:rsidR="009918D8" w:rsidRDefault="009918D8" w:rsidP="00632D23"/>
        </w:tc>
        <w:tc>
          <w:tcPr>
            <w:tcW w:w="2575" w:type="dxa"/>
            <w:shd w:val="clear" w:color="auto" w:fill="auto"/>
          </w:tcPr>
          <w:p w:rsidR="00B244BF" w:rsidRPr="0069713F" w:rsidRDefault="00B244BF" w:rsidP="0069713F">
            <w:pPr>
              <w:rPr>
                <w:i/>
                <w:color w:val="000000" w:themeColor="text1"/>
              </w:rPr>
            </w:pPr>
          </w:p>
        </w:tc>
        <w:tc>
          <w:tcPr>
            <w:tcW w:w="7758" w:type="dxa"/>
          </w:tcPr>
          <w:p w:rsidR="004131C2" w:rsidRPr="0069713F" w:rsidRDefault="004131C2" w:rsidP="00632D23">
            <w:pPr>
              <w:rPr>
                <w:i/>
                <w:color w:val="000000" w:themeColor="text1"/>
              </w:rPr>
            </w:pPr>
          </w:p>
        </w:tc>
      </w:tr>
    </w:tbl>
    <w:p w:rsidR="0069713F" w:rsidRDefault="0069713F" w:rsidP="00632D23">
      <w:bookmarkStart w:id="0" w:name="_GoBack"/>
      <w:bookmarkEnd w:id="0"/>
    </w:p>
    <w:sectPr w:rsidR="0069713F" w:rsidSect="00B52A20">
      <w:headerReference w:type="default" r:id="rId8"/>
      <w:footerReference w:type="default" r:id="rId9"/>
      <w:pgSz w:w="16838" w:h="11906" w:orient="landscape" w:code="9"/>
      <w:pgMar w:top="1418" w:right="1418" w:bottom="851" w:left="1134" w:header="709" w:footer="4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8A8" w:rsidRDefault="005938A8">
      <w:r>
        <w:separator/>
      </w:r>
    </w:p>
  </w:endnote>
  <w:endnote w:type="continuationSeparator" w:id="0">
    <w:p w:rsidR="005938A8" w:rsidRDefault="00593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A20" w:rsidRDefault="00452B7F" w:rsidP="00B52A20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6B32871" wp14:editId="02235EAE">
          <wp:simplePos x="0" y="0"/>
          <wp:positionH relativeFrom="column">
            <wp:posOffset>103505</wp:posOffset>
          </wp:positionH>
          <wp:positionV relativeFrom="paragraph">
            <wp:posOffset>-128905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46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2A20" w:rsidRPr="00452972">
      <w:rPr>
        <w:i/>
        <w:sz w:val="20"/>
        <w:szCs w:val="20"/>
      </w:rPr>
      <w:t>www.ernährungslehre-bw.de</w:t>
    </w:r>
    <w:r w:rsidR="00B52A20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8A8" w:rsidRDefault="005938A8">
      <w:r>
        <w:separator/>
      </w:r>
    </w:p>
  </w:footnote>
  <w:footnote w:type="continuationSeparator" w:id="0">
    <w:p w:rsidR="005938A8" w:rsidRDefault="005938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A5E" w:rsidRDefault="00377A5E" w:rsidP="000D6E36">
    <w:pPr>
      <w:pStyle w:val="Kopfzeile"/>
      <w:pBdr>
        <w:bottom w:val="single" w:sz="12" w:space="1" w:color="auto"/>
      </w:pBdr>
      <w:tabs>
        <w:tab w:val="clear" w:pos="4536"/>
        <w:tab w:val="clear" w:pos="9072"/>
        <w:tab w:val="center" w:pos="7020"/>
        <w:tab w:val="right" w:pos="12420"/>
      </w:tabs>
      <w:rPr>
        <w:sz w:val="20"/>
        <w:szCs w:val="20"/>
      </w:rPr>
    </w:pPr>
    <w:r>
      <w:rPr>
        <w:sz w:val="20"/>
        <w:szCs w:val="20"/>
      </w:rPr>
      <w:t xml:space="preserve">Klasse: </w:t>
    </w:r>
    <w:r>
      <w:rPr>
        <w:sz w:val="20"/>
        <w:szCs w:val="20"/>
      </w:rPr>
      <w:tab/>
      <w:t>Thema:</w:t>
    </w:r>
    <w:r w:rsidR="000D6E36">
      <w:rPr>
        <w:sz w:val="20"/>
        <w:szCs w:val="20"/>
      </w:rPr>
      <w:t xml:space="preserve"> </w:t>
    </w:r>
    <w:r w:rsidR="00C70864">
      <w:rPr>
        <w:sz w:val="20"/>
        <w:szCs w:val="20"/>
      </w:rPr>
      <w:t>Proteinverdauung</w:t>
    </w:r>
    <w:r>
      <w:rPr>
        <w:sz w:val="20"/>
        <w:szCs w:val="20"/>
      </w:rPr>
      <w:tab/>
      <w:t>Datum:</w:t>
    </w:r>
    <w:r>
      <w:rPr>
        <w:sz w:val="20"/>
        <w:szCs w:val="20"/>
      </w:rPr>
      <w:tab/>
    </w:r>
  </w:p>
  <w:p w:rsidR="00377A5E" w:rsidRPr="00377A5E" w:rsidRDefault="00377A5E" w:rsidP="00377A5E">
    <w:pPr>
      <w:pStyle w:val="Kopfzeile"/>
      <w:tabs>
        <w:tab w:val="clear" w:pos="9072"/>
        <w:tab w:val="right" w:pos="8100"/>
      </w:tabs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2232"/>
    <w:multiLevelType w:val="hybridMultilevel"/>
    <w:tmpl w:val="065EA8BA"/>
    <w:lvl w:ilvl="0" w:tplc="F79CDEDA">
      <w:numFmt w:val="bullet"/>
      <w:lvlText w:val=""/>
      <w:lvlJc w:val="left"/>
      <w:pPr>
        <w:ind w:left="319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">
    <w:nsid w:val="061507D9"/>
    <w:multiLevelType w:val="hybridMultilevel"/>
    <w:tmpl w:val="A162BEA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6F50A1"/>
    <w:multiLevelType w:val="hybridMultilevel"/>
    <w:tmpl w:val="FC04B6C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BF60A6"/>
    <w:multiLevelType w:val="hybridMultilevel"/>
    <w:tmpl w:val="25E077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EB5030"/>
    <w:multiLevelType w:val="hybridMultilevel"/>
    <w:tmpl w:val="EB1EA6A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51785C"/>
    <w:multiLevelType w:val="hybridMultilevel"/>
    <w:tmpl w:val="6B38A74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783CB7"/>
    <w:multiLevelType w:val="hybridMultilevel"/>
    <w:tmpl w:val="D45688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041AD3"/>
    <w:multiLevelType w:val="hybridMultilevel"/>
    <w:tmpl w:val="70DE96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3A0E84"/>
    <w:multiLevelType w:val="hybridMultilevel"/>
    <w:tmpl w:val="20E6850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871A7D"/>
    <w:multiLevelType w:val="hybridMultilevel"/>
    <w:tmpl w:val="C76C36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D337EA"/>
    <w:multiLevelType w:val="hybridMultilevel"/>
    <w:tmpl w:val="87EA9B5E"/>
    <w:lvl w:ilvl="0" w:tplc="C928A26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767522"/>
    <w:multiLevelType w:val="hybridMultilevel"/>
    <w:tmpl w:val="D548EA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3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760"/>
    <w:rsid w:val="00010F09"/>
    <w:rsid w:val="00073B30"/>
    <w:rsid w:val="000D6E36"/>
    <w:rsid w:val="000E5B99"/>
    <w:rsid w:val="00140ABA"/>
    <w:rsid w:val="00153A4D"/>
    <w:rsid w:val="001B3365"/>
    <w:rsid w:val="00215613"/>
    <w:rsid w:val="0030112B"/>
    <w:rsid w:val="00377A5E"/>
    <w:rsid w:val="003A7A09"/>
    <w:rsid w:val="003B1FBB"/>
    <w:rsid w:val="003D2A2C"/>
    <w:rsid w:val="004131C2"/>
    <w:rsid w:val="00423948"/>
    <w:rsid w:val="00452B7F"/>
    <w:rsid w:val="00551AF4"/>
    <w:rsid w:val="005856C6"/>
    <w:rsid w:val="005938A8"/>
    <w:rsid w:val="005E1AA1"/>
    <w:rsid w:val="00614F62"/>
    <w:rsid w:val="00632D23"/>
    <w:rsid w:val="006345AA"/>
    <w:rsid w:val="0068296E"/>
    <w:rsid w:val="0069713F"/>
    <w:rsid w:val="007D6760"/>
    <w:rsid w:val="0090743A"/>
    <w:rsid w:val="00957249"/>
    <w:rsid w:val="00957343"/>
    <w:rsid w:val="009918D8"/>
    <w:rsid w:val="00B244BF"/>
    <w:rsid w:val="00B52A20"/>
    <w:rsid w:val="00BB7337"/>
    <w:rsid w:val="00BF1C64"/>
    <w:rsid w:val="00C70864"/>
    <w:rsid w:val="00D62004"/>
    <w:rsid w:val="00DF3C0D"/>
    <w:rsid w:val="00E13517"/>
    <w:rsid w:val="00EF5794"/>
    <w:rsid w:val="00F04F9E"/>
    <w:rsid w:val="00F05E7C"/>
    <w:rsid w:val="00F3151C"/>
    <w:rsid w:val="00F31F50"/>
    <w:rsid w:val="00F9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77A5E"/>
    <w:pPr>
      <w:spacing w:line="288" w:lineRule="auto"/>
    </w:pPr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77A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377A5E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632D23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05E7C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05E7C"/>
    <w:pPr>
      <w:spacing w:before="100" w:beforeAutospacing="1" w:after="100" w:afterAutospacing="1" w:line="240" w:lineRule="auto"/>
    </w:pPr>
    <w:rPr>
      <w:rFonts w:ascii="Times New Roman" w:eastAsiaTheme="minorEastAsia" w:hAnsi="Times New Roman"/>
    </w:rPr>
  </w:style>
  <w:style w:type="paragraph" w:styleId="Sprechblasentext">
    <w:name w:val="Balloon Text"/>
    <w:basedOn w:val="Standard"/>
    <w:link w:val="SprechblasentextZchn"/>
    <w:rsid w:val="00F05E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05E7C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B52A20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77A5E"/>
    <w:pPr>
      <w:spacing w:line="288" w:lineRule="auto"/>
    </w:pPr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77A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377A5E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632D23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05E7C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05E7C"/>
    <w:pPr>
      <w:spacing w:before="100" w:beforeAutospacing="1" w:after="100" w:afterAutospacing="1" w:line="240" w:lineRule="auto"/>
    </w:pPr>
    <w:rPr>
      <w:rFonts w:ascii="Times New Roman" w:eastAsiaTheme="minorEastAsia" w:hAnsi="Times New Roman"/>
    </w:rPr>
  </w:style>
  <w:style w:type="paragraph" w:styleId="Sprechblasentext">
    <w:name w:val="Balloon Text"/>
    <w:basedOn w:val="Standard"/>
    <w:link w:val="SprechblasentextZchn"/>
    <w:rsid w:val="00F05E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05E7C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B52A20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ntje\Anwendungsdaten\Microsoft\Templates\Arbeitsblatt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Arbeitsblatt1.dot</Template>
  <TotalTime>0</TotalTime>
  <Pages>1</Pages>
  <Words>13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Übersicht Kohlenhydratverdauung</vt:lpstr>
      <vt:lpstr>Übersicht Kohlenhydratverdauung</vt:lpstr>
    </vt:vector>
  </TitlesOfParts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Übersicht Kohlenhydratverdauung</dc:title>
  <dc:creator>Antje</dc:creator>
  <cp:lastModifiedBy>Anika_Neu</cp:lastModifiedBy>
  <cp:revision>18</cp:revision>
  <cp:lastPrinted>2018-04-11T09:47:00Z</cp:lastPrinted>
  <dcterms:created xsi:type="dcterms:W3CDTF">2018-04-03T19:59:00Z</dcterms:created>
  <dcterms:modified xsi:type="dcterms:W3CDTF">2018-05-03T08:36:00Z</dcterms:modified>
</cp:coreProperties>
</file>