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045" w:rsidRDefault="00163293" w:rsidP="00E82045">
      <w:pPr>
        <w:pStyle w:val="Titel"/>
      </w:pPr>
      <w:r>
        <w:t>Knete Beispielaufgaben</w:t>
      </w:r>
    </w:p>
    <w:p w:rsidR="00E82045" w:rsidRDefault="00E82045" w:rsidP="00E82045">
      <w:r>
        <w:t>Inhaltsverzeichnis</w:t>
      </w:r>
    </w:p>
    <w:p w:rsidR="00497B2A" w:rsidRDefault="00E82045">
      <w:pPr>
        <w:pStyle w:val="Verzeichnis1"/>
        <w:rPr>
          <w:rFonts w:eastAsiaTheme="minorEastAsia" w:cstheme="minorBidi"/>
          <w:b w:val="0"/>
          <w:noProof/>
          <w:color w:val="auto"/>
          <w:sz w:val="22"/>
          <w:szCs w:val="22"/>
        </w:rPr>
      </w:pPr>
      <w:r>
        <w:rPr>
          <w:rFonts w:eastAsiaTheme="minorHAnsi" w:cs="Arial"/>
          <w:szCs w:val="22"/>
        </w:rPr>
        <w:fldChar w:fldCharType="begin"/>
      </w:r>
      <w:r>
        <w:instrText xml:space="preserve"> TOC \o "1-4" \h \z </w:instrText>
      </w:r>
      <w:r>
        <w:rPr>
          <w:rFonts w:eastAsiaTheme="minorHAnsi" w:cs="Arial"/>
          <w:szCs w:val="22"/>
        </w:rPr>
        <w:fldChar w:fldCharType="separate"/>
      </w:r>
      <w:hyperlink w:anchor="_Toc518663787" w:history="1">
        <w:r w:rsidR="00497B2A" w:rsidRPr="003E0822">
          <w:rPr>
            <w:rStyle w:val="Hyperlink"/>
            <w:noProof/>
          </w:rPr>
          <w:t>Das Knetdreieck (leicht)</w:t>
        </w:r>
        <w:r w:rsidR="00497B2A">
          <w:rPr>
            <w:noProof/>
            <w:webHidden/>
          </w:rPr>
          <w:tab/>
        </w:r>
        <w:r w:rsidR="00497B2A">
          <w:rPr>
            <w:noProof/>
            <w:webHidden/>
          </w:rPr>
          <w:fldChar w:fldCharType="begin"/>
        </w:r>
        <w:r w:rsidR="00497B2A">
          <w:rPr>
            <w:noProof/>
            <w:webHidden/>
          </w:rPr>
          <w:instrText xml:space="preserve"> PAGEREF _Toc518663787 \h </w:instrText>
        </w:r>
        <w:r w:rsidR="00497B2A">
          <w:rPr>
            <w:noProof/>
            <w:webHidden/>
          </w:rPr>
        </w:r>
        <w:r w:rsidR="00497B2A">
          <w:rPr>
            <w:noProof/>
            <w:webHidden/>
          </w:rPr>
          <w:fldChar w:fldCharType="separate"/>
        </w:r>
        <w:r w:rsidR="00497B2A">
          <w:rPr>
            <w:noProof/>
            <w:webHidden/>
          </w:rPr>
          <w:t>2</w:t>
        </w:r>
        <w:r w:rsidR="00497B2A">
          <w:rPr>
            <w:noProof/>
            <w:webHidden/>
          </w:rPr>
          <w:fldChar w:fldCharType="end"/>
        </w:r>
      </w:hyperlink>
    </w:p>
    <w:p w:rsidR="00497B2A" w:rsidRDefault="00BA536B">
      <w:pPr>
        <w:pStyle w:val="Verzeichnis1"/>
        <w:rPr>
          <w:rFonts w:eastAsiaTheme="minorEastAsia" w:cstheme="minorBidi"/>
          <w:b w:val="0"/>
          <w:noProof/>
          <w:color w:val="auto"/>
          <w:sz w:val="22"/>
          <w:szCs w:val="22"/>
        </w:rPr>
      </w:pPr>
      <w:hyperlink w:anchor="_Toc518663788" w:history="1">
        <w:r w:rsidR="00497B2A" w:rsidRPr="003E0822">
          <w:rPr>
            <w:rStyle w:val="Hyperlink"/>
            <w:noProof/>
          </w:rPr>
          <w:t>Das Knetmännchen (mittelschwer)</w:t>
        </w:r>
        <w:r w:rsidR="00497B2A">
          <w:rPr>
            <w:noProof/>
            <w:webHidden/>
          </w:rPr>
          <w:tab/>
        </w:r>
        <w:r w:rsidR="00497B2A">
          <w:rPr>
            <w:noProof/>
            <w:webHidden/>
          </w:rPr>
          <w:fldChar w:fldCharType="begin"/>
        </w:r>
        <w:r w:rsidR="00497B2A">
          <w:rPr>
            <w:noProof/>
            <w:webHidden/>
          </w:rPr>
          <w:instrText xml:space="preserve"> PAGEREF _Toc518663788 \h </w:instrText>
        </w:r>
        <w:r w:rsidR="00497B2A">
          <w:rPr>
            <w:noProof/>
            <w:webHidden/>
          </w:rPr>
        </w:r>
        <w:r w:rsidR="00497B2A">
          <w:rPr>
            <w:noProof/>
            <w:webHidden/>
          </w:rPr>
          <w:fldChar w:fldCharType="separate"/>
        </w:r>
        <w:r w:rsidR="00497B2A">
          <w:rPr>
            <w:noProof/>
            <w:webHidden/>
          </w:rPr>
          <w:t>3</w:t>
        </w:r>
        <w:r w:rsidR="00497B2A">
          <w:rPr>
            <w:noProof/>
            <w:webHidden/>
          </w:rPr>
          <w:fldChar w:fldCharType="end"/>
        </w:r>
      </w:hyperlink>
    </w:p>
    <w:p w:rsidR="00497B2A" w:rsidRDefault="00BA536B">
      <w:pPr>
        <w:pStyle w:val="Verzeichnis1"/>
        <w:rPr>
          <w:rFonts w:eastAsiaTheme="minorEastAsia" w:cstheme="minorBidi"/>
          <w:b w:val="0"/>
          <w:noProof/>
          <w:color w:val="auto"/>
          <w:sz w:val="22"/>
          <w:szCs w:val="22"/>
        </w:rPr>
      </w:pPr>
      <w:hyperlink w:anchor="_Toc518663789" w:history="1">
        <w:r w:rsidR="00497B2A" w:rsidRPr="003E0822">
          <w:rPr>
            <w:rStyle w:val="Hyperlink"/>
            <w:noProof/>
          </w:rPr>
          <w:t>Die Knetmännchen (Analogie zur Chemie, schwer)</w:t>
        </w:r>
        <w:r w:rsidR="00497B2A">
          <w:rPr>
            <w:noProof/>
            <w:webHidden/>
          </w:rPr>
          <w:tab/>
        </w:r>
        <w:r w:rsidR="00497B2A">
          <w:rPr>
            <w:noProof/>
            <w:webHidden/>
          </w:rPr>
          <w:fldChar w:fldCharType="begin"/>
        </w:r>
        <w:r w:rsidR="00497B2A">
          <w:rPr>
            <w:noProof/>
            <w:webHidden/>
          </w:rPr>
          <w:instrText xml:space="preserve"> PAGEREF _Toc518663789 \h </w:instrText>
        </w:r>
        <w:r w:rsidR="00497B2A">
          <w:rPr>
            <w:noProof/>
            <w:webHidden/>
          </w:rPr>
        </w:r>
        <w:r w:rsidR="00497B2A">
          <w:rPr>
            <w:noProof/>
            <w:webHidden/>
          </w:rPr>
          <w:fldChar w:fldCharType="separate"/>
        </w:r>
        <w:r w:rsidR="00497B2A">
          <w:rPr>
            <w:noProof/>
            <w:webHidden/>
          </w:rPr>
          <w:t>5</w:t>
        </w:r>
        <w:r w:rsidR="00497B2A">
          <w:rPr>
            <w:noProof/>
            <w:webHidden/>
          </w:rPr>
          <w:fldChar w:fldCharType="end"/>
        </w:r>
      </w:hyperlink>
    </w:p>
    <w:p w:rsidR="00E82045" w:rsidRDefault="00E82045" w:rsidP="00E82045">
      <w:pPr>
        <w:pStyle w:val="Textkrper"/>
      </w:pPr>
      <w:r>
        <w:fldChar w:fldCharType="end"/>
      </w:r>
      <w:r>
        <w:br w:type="page"/>
      </w:r>
    </w:p>
    <w:p w:rsidR="00F131AC" w:rsidRDefault="00F131AC" w:rsidP="0044650F">
      <w:pPr>
        <w:sectPr w:rsidR="00F131AC" w:rsidSect="00B127D0">
          <w:headerReference w:type="default" r:id="rId9"/>
          <w:footerReference w:type="default" r:id="rId10"/>
          <w:headerReference w:type="first" r:id="rId11"/>
          <w:pgSz w:w="11906" w:h="16838" w:code="9"/>
          <w:pgMar w:top="1418" w:right="851" w:bottom="1134" w:left="1134" w:header="709" w:footer="284" w:gutter="0"/>
          <w:cols w:space="708"/>
          <w:titlePg/>
          <w:docGrid w:linePitch="360"/>
        </w:sectPr>
      </w:pPr>
    </w:p>
    <w:p w:rsidR="00163293" w:rsidRDefault="00163293" w:rsidP="00163293">
      <w:pPr>
        <w:pStyle w:val="00berschrift1"/>
      </w:pPr>
      <w:bookmarkStart w:id="0" w:name="_Toc518663787"/>
      <w:r>
        <w:lastRenderedPageBreak/>
        <w:t>Das Knetdreieck (leicht)</w:t>
      </w:r>
      <w:bookmarkEnd w:id="0"/>
    </w:p>
    <w:p w:rsidR="00163293" w:rsidRPr="00163293" w:rsidRDefault="00163293" w:rsidP="00163293">
      <w:pPr>
        <w:pStyle w:val="00Textkrp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34143</wp:posOffset>
                </wp:positionH>
                <wp:positionV relativeFrom="paragraph">
                  <wp:posOffset>40640</wp:posOffset>
                </wp:positionV>
                <wp:extent cx="2569159" cy="563880"/>
                <wp:effectExtent l="0" t="0" r="212725" b="7620"/>
                <wp:wrapNone/>
                <wp:docPr id="15" name="Gruppieren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9159" cy="563880"/>
                          <a:chOff x="0" y="0"/>
                          <a:chExt cx="2569159" cy="563880"/>
                        </a:xfrm>
                      </wpg:grpSpPr>
                      <wps:wsp>
                        <wps:cNvPr id="5" name="Zylinder 2"/>
                        <wps:cNvSpPr/>
                        <wps:spPr>
                          <a:xfrm>
                            <a:off x="0" y="65837"/>
                            <a:ext cx="76200" cy="381000"/>
                          </a:xfrm>
                          <a:prstGeom prst="can">
                            <a:avLst/>
                          </a:prstGeom>
                          <a:solidFill>
                            <a:srgbClr val="FFFF00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Zylinder 7"/>
                        <wps:cNvSpPr/>
                        <wps:spPr>
                          <a:xfrm>
                            <a:off x="855878" y="73152"/>
                            <a:ext cx="76200" cy="381000"/>
                          </a:xfrm>
                          <a:prstGeom prst="can">
                            <a:avLst/>
                          </a:prstGeom>
                          <a:solidFill>
                            <a:srgbClr val="FF0000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Zylinder 8"/>
                        <wps:cNvSpPr/>
                        <wps:spPr>
                          <a:xfrm>
                            <a:off x="1024128" y="73152"/>
                            <a:ext cx="76200" cy="381000"/>
                          </a:xfrm>
                          <a:prstGeom prst="can">
                            <a:avLst/>
                          </a:prstGeom>
                          <a:solidFill>
                            <a:srgbClr val="FF0000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Plus 11"/>
                        <wps:cNvSpPr/>
                        <wps:spPr>
                          <a:xfrm>
                            <a:off x="424282" y="153619"/>
                            <a:ext cx="205740" cy="228600"/>
                          </a:xfrm>
                          <a:prstGeom prst="mathPlus">
                            <a:avLst>
                              <a:gd name="adj1" fmla="val 1298"/>
                            </a:avLst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erade Verbindung mit Pfeil 14"/>
                        <wps:cNvCnPr/>
                        <wps:spPr>
                          <a:xfrm flipV="1">
                            <a:off x="1360627" y="241401"/>
                            <a:ext cx="624840" cy="762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g:grpSp>
                        <wpg:cNvPr id="9" name="Gruppieren 9"/>
                        <wpg:cNvGrpSpPr/>
                        <wpg:grpSpPr>
                          <a:xfrm>
                            <a:off x="2348179" y="0"/>
                            <a:ext cx="220980" cy="563880"/>
                            <a:chOff x="0" y="0"/>
                            <a:chExt cx="220980" cy="563880"/>
                          </a:xfrm>
                        </wpg:grpSpPr>
                        <wps:wsp>
                          <wps:cNvPr id="10" name="Zylinder 10"/>
                          <wps:cNvSpPr/>
                          <wps:spPr>
                            <a:xfrm>
                              <a:off x="144780" y="0"/>
                              <a:ext cx="76200" cy="381000"/>
                            </a:xfrm>
                            <a:prstGeom prst="can">
                              <a:avLst/>
                            </a:prstGeom>
                            <a:solidFill>
                              <a:srgbClr val="FF0000"/>
                            </a:solidFill>
                            <a:ln w="25400" cap="flat" cmpd="sng" algn="ctr">
                              <a:solidFill>
                                <a:srgbClr val="4F81BD">
                                  <a:shade val="50000"/>
                                </a:srgbClr>
                              </a:solidFill>
                              <a:prstDash val="solid"/>
                            </a:ln>
                            <a:effectLst/>
                            <a:scene3d>
                              <a:camera prst="orthographicFront">
                                <a:rot lat="0" lon="0" rev="3600000"/>
                              </a:camera>
                              <a:lightRig rig="threePt" dir="t"/>
                            </a:scene3d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Zylinder 12"/>
                          <wps:cNvSpPr/>
                          <wps:spPr>
                            <a:xfrm>
                              <a:off x="144780" y="182880"/>
                              <a:ext cx="76200" cy="381000"/>
                            </a:xfrm>
                            <a:prstGeom prst="can">
                              <a:avLst/>
                            </a:prstGeom>
                            <a:solidFill>
                              <a:srgbClr val="FF0000"/>
                            </a:solidFill>
                            <a:ln w="25400" cap="flat" cmpd="sng" algn="ctr">
                              <a:solidFill>
                                <a:srgbClr val="4F81BD">
                                  <a:shade val="50000"/>
                                </a:srgbClr>
                              </a:solidFill>
                              <a:prstDash val="solid"/>
                            </a:ln>
                            <a:effectLst/>
                            <a:scene3d>
                              <a:camera prst="orthographicFront">
                                <a:rot lat="0" lon="0" rev="7200000"/>
                              </a:camera>
                              <a:lightRig rig="threePt" dir="t"/>
                            </a:scene3d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Zylinder 13"/>
                          <wps:cNvSpPr/>
                          <wps:spPr>
                            <a:xfrm>
                              <a:off x="0" y="68580"/>
                              <a:ext cx="76200" cy="381000"/>
                            </a:xfrm>
                            <a:prstGeom prst="can">
                              <a:avLst/>
                            </a:prstGeom>
                            <a:solidFill>
                              <a:srgbClr val="FFFF00"/>
                            </a:solidFill>
                            <a:ln w="25400" cap="flat" cmpd="sng" algn="ctr">
                              <a:solidFill>
                                <a:srgbClr val="4F81BD">
                                  <a:shade val="5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15" o:spid="_x0000_s1026" style="position:absolute;margin-left:2.7pt;margin-top:3.2pt;width:202.3pt;height:44.4pt;z-index:251664384" coordsize="25691,5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">
                <v:shapetype id="_x0000_t22" coordsize="21600,21600" o:spt="22" adj="5400" path="m10800,qx0@1l0@2qy10800,21600,21600@2l21600@1qy10800,xem0@1qy10800@0,21600@1nfe">
                  <v:formulas>
                    <v:f eqn="val #0"/>
                    <v:f eqn="prod #0 1 2"/>
                    <v:f eqn="sum height 0 @1"/>
                  </v:formulas>
                  <v:path o:extrusionok="f" gradientshapeok="t" o:connecttype="custom" o:connectlocs="10800,@0;10800,0;0,10800;10800,21600;21600,10800" o:connectangles="270,270,180,90,0" textboxrect="0,@0,21600,@2"/>
                  <v:handles>
                    <v:h position="center,#0" yrange="0,10800"/>
                  </v:handles>
                  <o:complex v:ext="view"/>
                </v:shapetype>
                <v:shape id="Zylinder 2" o:spid="_x0000_s1027" type="#_x0000_t22" style="position:absolute;top:658;width:762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uVbMQA&#10;AADaAAAADwAAAGRycy9kb3ducmV2LnhtbESPQWsCMRSE74L/IbyCt5ptUatboxS14sVD1YO9vW5e&#10;d1c3LyFJdfvvG6HgcZiZb5jpvDWNuJAPtWUFT/0MBHFhdc2lgsP+/XEMIkRkjY1lUvBLAeazbmeK&#10;ubZX/qDLLpYiQTjkqKCK0eVShqIig6FvHXHyvq03GJP0pdQerwluGvmcZSNpsOa0UKGjRUXFefdj&#10;FKydHWz96tOZ5Vbvzy98PH1NBkr1Htq3VxCR2ngP/7c3WsEQblfSDZ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LlWzEAAAA2gAAAA8AAAAAAAAAAAAAAAAAmAIAAGRycy9k&#10;b3ducmV2LnhtbFBLBQYAAAAABAAEAPUAAACJAwAAAAA=&#10;" adj="1080" fillcolor="yellow" strokecolor="#385d8a" strokeweight="2pt"/>
                <v:shape id="Zylinder 7" o:spid="_x0000_s1028" type="#_x0000_t22" style="position:absolute;left:8558;top:731;width:762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zexsEA&#10;AADaAAAADwAAAGRycy9kb3ducmV2LnhtbESP0YrCMBRE3xf8h3AXfFuT1UWlNooKwrIvYvUDLs21&#10;LW1uahO1/v1GEHwcZuYMk65624gbdb5yrOF7pEAQ585UXGg4HXdfcxA+IBtsHJOGB3lYLQcfKSbG&#10;3flAtywUIkLYJ6ihDKFNpPR5SRb9yLXE0Tu7zmKIsiuk6fAe4baRY6Wm0mLFcaHElrYl5XV2tRqu&#10;f/5yOP/4eqf22WS6WaPKG9R6+NmvFyAC9eEdfrV/jYYZPK/EGyC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1M3sbBAAAA2gAAAA8AAAAAAAAAAAAAAAAAmAIAAGRycy9kb3du&#10;cmV2LnhtbFBLBQYAAAAABAAEAPUAAACGAwAAAAA=&#10;" adj="1080" fillcolor="red" strokecolor="#385d8a" strokeweight="2pt"/>
                <v:shape id="Zylinder 8" o:spid="_x0000_s1029" type="#_x0000_t22" style="position:absolute;left:10241;top:731;width:762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NKtLsA&#10;AADaAAAADwAAAGRycy9kb3ducmV2LnhtbERPSwrCMBDdC94hjOBOEz+IVKOoIIgbsXqAoRnbYjOp&#10;TdR6e7MQXD7ef7lubSVe1PjSsYbRUIEgzpwpOddwvewHcxA+IBusHJOGD3lYr7qdJSbGvflMrzTk&#10;IoawT1BDEUKdSOmzgiz6oauJI3dzjcUQYZNL0+A7httKjpWaSYslx4YCa9oVlN3Tp9XwPPrH+Tb1&#10;9706pZPZdoMqq1Drfq/dLEAEasNf/HMfjIa4NV6JN0Cuvg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TSrS7AAAA2gAAAA8AAAAAAAAAAAAAAAAAmAIAAGRycy9kb3ducmV2Lnht&#10;bFBLBQYAAAAABAAEAPUAAACAAwAAAAA=&#10;" adj="1080" fillcolor="red" strokecolor="#385d8a" strokeweight="2pt"/>
                <v:shape id="Plus 11" o:spid="_x0000_s1030" style="position:absolute;left:4242;top:1536;width:2058;height:2286;visibility:visible;mso-wrap-style:square;v-text-anchor:middle" coordsize="205740,228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5FE8EA&#10;AADbAAAADwAAAGRycy9kb3ducmV2LnhtbERP32vCMBB+F/Y/hBvsTVOHOKlGmcKgMMGpm8+35taW&#10;NZeSpLX+90YQfLuP7+ctVr2pRUfOV5YVjEcJCOLc6ooLBd/Hj+EMhA/IGmvLpOBCHlbLp8ECU23P&#10;vKfuEAoRQ9inqKAMoUml9HlJBv3INsSR+7POYIjQFVI7PMdwU8vXJJlKgxXHhhIb2pSU/x9ao8Bs&#10;aZe0p5+me/u8fK1/cZJnu4lSL8/9+xxEoD48xHd3puP8Mdx+iQfI5R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/eRRPBAAAA2wAAAA8AAAAAAAAAAAAAAAAAmAIAAGRycy9kb3du&#10;cmV2LnhtbFBLBQYAAAAABAAEAPUAAACGAwAAAAA=&#10;" path="m27271,112965r74264,l101535,30301r2670,l104205,112965r74264,l178469,115635r-74264,l104205,198299r-2670,l101535,115635r-74264,l27271,112965xe" fillcolor="#4f81bd" strokecolor="windowText" strokeweight="2pt">
                  <v:path arrowok="t" o:connecttype="custom" o:connectlocs="27271,112965;101535,112965;101535,30301;104205,30301;104205,112965;178469,112965;178469,115635;104205,115635;104205,198299;101535,198299;101535,115635;27271,115635;27271,112965" o:connectangles="0,0,0,0,0,0,0,0,0,0,0,0,0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14" o:spid="_x0000_s1031" type="#_x0000_t32" style="position:absolute;left:13606;top:2414;width:6248;height:7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l5EMEAAADbAAAADwAAAGRycy9kb3ducmV2LnhtbERPS4vCMBC+L/gfwgh7W1NFZKlGEV/s&#10;nmSrosehGdtiMylNbLv/3giCt/n4njNbdKYUDdWusKxgOIhAEKdWF5wpOB62X98gnEfWWFomBf/k&#10;YDHvfcww1rblP2oSn4kQwi5GBbn3VSylS3My6Aa2Ig7c1dYGfYB1JnWNbQg3pRxF0UQaLDg05FjR&#10;Kqf0ltyNgnZ02J/3v6dLmZx3S1mtj80q2Sj12e+WUxCeOv8Wv9w/Oswfw/OXcICc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QuXkQwQAAANsAAAAPAAAAAAAAAAAAAAAA&#10;AKECAABkcnMvZG93bnJldi54bWxQSwUGAAAAAAQABAD5AAAAjwMAAAAA&#10;" strokecolor="windowText" strokeweight="1.5pt">
                  <v:stroke endarrow="open"/>
                </v:shape>
                <v:group id="Gruppieren 9" o:spid="_x0000_s1032" style="position:absolute;left:23481;width:2210;height:5638" coordsize="2209,56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Zylinder 10" o:spid="_x0000_s1033" type="#_x0000_t22" style="position:absolute;left:1447;width:762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WpXMIA&#10;AADbAAAADwAAAGRycy9kb3ducmV2LnhtbESPQYvCMBCF74L/IYywN01cRaQaRRcE2cti9QcMzdgW&#10;m0ltonb//c5hwdsM781736y3vW/Uk7pYB7YwnRhQxEVwNZcWLufDeAkqJmSHTWCy8EsRtpvhYI2Z&#10;Cy8+0TNPpZIQjhlaqFJqM61jUZHHOAktsWjX0HlMsnaldh2+JNw3+tOYhfZYszRU2NJXRcUtf3gL&#10;j+94P13n8XYwP/lssd+hKRq09mPU71agEvXpbf6/PjrBF3r5RQb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5alcwgAAANsAAAAPAAAAAAAAAAAAAAAAAJgCAABkcnMvZG93&#10;bnJldi54bWxQSwUGAAAAAAQABAD1AAAAhwMAAAAA&#10;" adj="1080" fillcolor="red" strokecolor="#385d8a" strokeweight="2pt"/>
                  <v:shape id="Zylinder 12" o:spid="_x0000_s1034" type="#_x0000_t22" style="position:absolute;left:1447;top:1828;width:762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uSsL8A&#10;AADbAAAADwAAAGRycy9kb3ducmV2LnhtbERPzYrCMBC+C/sOYRa8abIqIt1GUUEQL2L1AYZmbEub&#10;SW2i1rc3wsLe5uP7nXTV20Y8qPOVYw0/YwWCOHem4kLD5bwbLUD4gGywcUwaXuRhtfwapJgY9+QT&#10;PbJQiBjCPkENZQhtIqXPS7Lox64ljtzVdRZDhF0hTYfPGG4bOVFqLi1WHBtKbGlbUl5nd6vhfvC3&#10;03Xm6506ZtP5Zo0qb1Dr4Xe//gURqA//4j/33sT5E/j8Eg+Qy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e5KwvwAAANsAAAAPAAAAAAAAAAAAAAAAAJgCAABkcnMvZG93bnJl&#10;di54bWxQSwUGAAAAAAQABAD1AAAAhAMAAAAA&#10;" adj="1080" fillcolor="red" strokecolor="#385d8a" strokeweight="2pt"/>
                  <v:shape id="Zylinder 13" o:spid="_x0000_s1035" type="#_x0000_t22" style="position:absolute;top:685;width:762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d6lcIA&#10;AADbAAAADwAAAGRycy9kb3ducmV2LnhtbERPTU8CMRC9k/AfmjHhBl2BoK4UQgANFw6CB72N23F3&#10;YTtt2gLrv7ckJNzm5X3OdN6aRpzJh9qygsdBBoK4sLrmUsHn/q3/DCJEZI2NZVLwRwHms25nirm2&#10;F/6g8y6WIoVwyFFBFaPLpQxFRQbDwDrixP1abzAm6EupPV5SuGnkMMsm0mDNqaFCR8uKiuPuZBS8&#10;Ozve+vW3M6ut3h+f+Ovw8zJWqvfQLl5BRGrjXXxzb3SaP4LrL+kAO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V3qVwgAAANsAAAAPAAAAAAAAAAAAAAAAAJgCAABkcnMvZG93&#10;bnJldi54bWxQSwUGAAAAAAQABAD1AAAAhwMAAAAA&#10;" adj="1080" fillcolor="yellow" strokecolor="#385d8a" strokeweight="2pt"/>
                </v:group>
              </v:group>
            </w:pict>
          </mc:Fallback>
        </mc:AlternateContent>
      </w:r>
    </w:p>
    <w:p w:rsidR="00163293" w:rsidRDefault="00163293" w:rsidP="00163293">
      <w:pPr>
        <w:pStyle w:val="00Textkrper"/>
      </w:pPr>
    </w:p>
    <w:p w:rsidR="00163293" w:rsidRDefault="00163293" w:rsidP="00163293">
      <w:pPr>
        <w:pStyle w:val="00Textkrper"/>
      </w:pPr>
    </w:p>
    <w:p w:rsidR="00163293" w:rsidRDefault="00163293" w:rsidP="00163293">
      <w:pPr>
        <w:pStyle w:val="00Textkrper"/>
      </w:pPr>
      <w:r w:rsidRPr="00163293">
        <w:t>Ein Spielzeug</w:t>
      </w:r>
      <w:r w:rsidR="001C77FC">
        <w:t>hersteller verkauft verschieden</w:t>
      </w:r>
      <w:r w:rsidRPr="00163293">
        <w:t>farbige Knetstangen in Packungen. In einer P</w:t>
      </w:r>
      <w:r w:rsidRPr="00163293">
        <w:t>a</w:t>
      </w:r>
      <w:r w:rsidR="001C77FC">
        <w:t>ckung gibt es jeweils vier</w:t>
      </w:r>
      <w:r w:rsidRPr="00163293">
        <w:t xml:space="preserve"> gleichfarbige Stangen à 20</w:t>
      </w:r>
      <w:r w:rsidR="001C77FC">
        <w:t xml:space="preserve"> </w:t>
      </w:r>
      <w:r w:rsidRPr="00163293">
        <w:t>g. Daraus soll das oben abgebildete Dreieck hergestellt werden.</w:t>
      </w:r>
    </w:p>
    <w:p w:rsidR="00163293" w:rsidRDefault="00163293" w:rsidP="00163293">
      <w:pPr>
        <w:pStyle w:val="00Textkrper"/>
      </w:pPr>
    </w:p>
    <w:p w:rsidR="00163293" w:rsidRDefault="00163293" w:rsidP="00163293">
      <w:pPr>
        <w:pStyle w:val="00NummerierungBuchstaben"/>
      </w:pPr>
      <w:r w:rsidRPr="00163293">
        <w:t>Geben Sie an, wie viele Stangen welcher Farbe notwendig sind, um die darge</w:t>
      </w:r>
      <w:r>
        <w:t>stellte Figur</w:t>
      </w:r>
      <w:r w:rsidRPr="00163293">
        <w:t xml:space="preserve"> herzustellen.</w:t>
      </w:r>
    </w:p>
    <w:p w:rsidR="00163293" w:rsidRDefault="00163293" w:rsidP="00163293">
      <w:pPr>
        <w:pStyle w:val="00NummerierungBuchstaben"/>
        <w:numPr>
          <w:ilvl w:val="0"/>
          <w:numId w:val="0"/>
        </w:numPr>
        <w:ind w:left="426" w:hanging="426"/>
      </w:pPr>
    </w:p>
    <w:p w:rsidR="00163293" w:rsidRDefault="00163293" w:rsidP="00163293">
      <w:pPr>
        <w:pStyle w:val="00Loesungen"/>
      </w:pPr>
      <w:r w:rsidRPr="00163293">
        <w:t>Lösung: 1 gelbe Stange, 2 rote Stangen.</w:t>
      </w:r>
    </w:p>
    <w:p w:rsidR="00163293" w:rsidRDefault="00163293" w:rsidP="00163293">
      <w:pPr>
        <w:pStyle w:val="00Loesungen"/>
      </w:pPr>
    </w:p>
    <w:p w:rsidR="00163293" w:rsidRDefault="00163293" w:rsidP="00163293">
      <w:pPr>
        <w:pStyle w:val="00NummerierungBuchstaben"/>
      </w:pPr>
      <w:r w:rsidRPr="00163293">
        <w:t>Geben Sie die Gleichung in Worten an.</w:t>
      </w:r>
    </w:p>
    <w:p w:rsidR="00163293" w:rsidRDefault="00163293" w:rsidP="00163293">
      <w:pPr>
        <w:pStyle w:val="00NummerierungBuchstaben"/>
        <w:numPr>
          <w:ilvl w:val="0"/>
          <w:numId w:val="0"/>
        </w:numPr>
        <w:ind w:left="426" w:hanging="426"/>
      </w:pPr>
    </w:p>
    <w:p w:rsidR="00163293" w:rsidRDefault="00163293" w:rsidP="00163293">
      <w:pPr>
        <w:pStyle w:val="00Loesungen"/>
      </w:pPr>
      <w:r w:rsidRPr="00163293">
        <w:t xml:space="preserve">Lösung: 1 </w:t>
      </w:r>
      <w:r>
        <w:t>gelbe Stange + 2 rote Stangen →</w:t>
      </w:r>
      <w:r w:rsidR="001C77FC">
        <w:t xml:space="preserve"> 1 Dreieck</w:t>
      </w:r>
    </w:p>
    <w:p w:rsidR="00163293" w:rsidRDefault="00163293" w:rsidP="00163293">
      <w:pPr>
        <w:pStyle w:val="00Loesungen"/>
      </w:pPr>
    </w:p>
    <w:p w:rsidR="00163293" w:rsidRDefault="00163293" w:rsidP="00163293">
      <w:pPr>
        <w:pStyle w:val="00NummerierungBuchstaben"/>
      </w:pPr>
      <w:r w:rsidRPr="00163293">
        <w:t>Geben Sie an, wie viele Packungen mit welcher Farbe notwendig sind, um das darg</w:t>
      </w:r>
      <w:r w:rsidRPr="00163293">
        <w:t>e</w:t>
      </w:r>
      <w:r w:rsidRPr="00163293">
        <w:t>stellte Dreieck herzustellen.</w:t>
      </w:r>
    </w:p>
    <w:p w:rsidR="00163293" w:rsidRDefault="00163293" w:rsidP="00163293">
      <w:pPr>
        <w:pStyle w:val="00NummerierungBuchstaben"/>
        <w:numPr>
          <w:ilvl w:val="0"/>
          <w:numId w:val="0"/>
        </w:numPr>
        <w:ind w:left="426" w:hanging="426"/>
      </w:pPr>
    </w:p>
    <w:p w:rsidR="00163293" w:rsidRDefault="00163293" w:rsidP="00163293">
      <w:pPr>
        <w:pStyle w:val="00Loesungen"/>
      </w:pPr>
      <w:r>
        <w:t>Lösung: 0,25 Packung gelb + 0,5 Packung rot</w:t>
      </w:r>
    </w:p>
    <w:p w:rsidR="00163293" w:rsidRDefault="00163293" w:rsidP="00163293">
      <w:pPr>
        <w:pStyle w:val="00Loesungen"/>
      </w:pPr>
    </w:p>
    <w:p w:rsidR="00163293" w:rsidRDefault="00163293" w:rsidP="00163293">
      <w:pPr>
        <w:pStyle w:val="00NummerierungBuchstaben"/>
      </w:pPr>
      <w:r>
        <w:t>Berechnen Sie die Masse einer Packung.</w:t>
      </w:r>
    </w:p>
    <w:p w:rsidR="00163293" w:rsidRDefault="00163293" w:rsidP="00163293">
      <w:pPr>
        <w:pStyle w:val="00NummerierungBuchstaben"/>
        <w:numPr>
          <w:ilvl w:val="0"/>
          <w:numId w:val="0"/>
        </w:numPr>
        <w:ind w:left="426" w:hanging="426"/>
      </w:pPr>
    </w:p>
    <w:p w:rsidR="00163293" w:rsidRDefault="00163293" w:rsidP="00163293">
      <w:pPr>
        <w:pStyle w:val="00Loesungen"/>
      </w:pPr>
      <w:r>
        <w:t>Lösung: 4 gleiche Stangen  à 20</w:t>
      </w:r>
      <w:r w:rsidR="001C77FC">
        <w:t xml:space="preserve"> </w:t>
      </w:r>
      <w:r>
        <w:t>g = 4 ∙20</w:t>
      </w:r>
      <w:r w:rsidR="001C77FC">
        <w:t xml:space="preserve"> </w:t>
      </w:r>
      <w:r>
        <w:t>g = 80</w:t>
      </w:r>
      <w:r w:rsidR="001C77FC">
        <w:t xml:space="preserve"> </w:t>
      </w:r>
      <w:r>
        <w:t>g.</w:t>
      </w:r>
    </w:p>
    <w:p w:rsidR="00163293" w:rsidRDefault="00163293" w:rsidP="00163293">
      <w:pPr>
        <w:pStyle w:val="00Loesungen"/>
      </w:pPr>
    </w:p>
    <w:p w:rsidR="00163293" w:rsidRDefault="00163293" w:rsidP="00163293">
      <w:pPr>
        <w:pStyle w:val="00NummerierungBuchstaben"/>
      </w:pPr>
      <w:r>
        <w:t>Berechnen Sie die Masse des Dreiecks</w:t>
      </w:r>
    </w:p>
    <w:p w:rsidR="00163293" w:rsidRDefault="00163293" w:rsidP="00163293">
      <w:pPr>
        <w:pStyle w:val="00NummerierungBuchstaben"/>
        <w:numPr>
          <w:ilvl w:val="0"/>
          <w:numId w:val="0"/>
        </w:numPr>
        <w:ind w:left="426" w:hanging="426"/>
      </w:pPr>
    </w:p>
    <w:p w:rsidR="00163293" w:rsidRDefault="00163293" w:rsidP="00163293">
      <w:pPr>
        <w:pStyle w:val="00Loesungen"/>
      </w:pPr>
      <w:r>
        <w:t>Lösung: 0,25 Packung gelb + 0,5</w:t>
      </w:r>
      <w:r w:rsidR="001C77FC">
        <w:t xml:space="preserve"> </w:t>
      </w:r>
      <w:r>
        <w:t>Packung rot = 20</w:t>
      </w:r>
      <w:r w:rsidR="001C77FC">
        <w:t xml:space="preserve"> </w:t>
      </w:r>
      <w:r>
        <w:t>g + (20</w:t>
      </w:r>
      <w:r w:rsidR="001C77FC">
        <w:t xml:space="preserve"> </w:t>
      </w:r>
      <w:r>
        <w:t>g + 20</w:t>
      </w:r>
      <w:r w:rsidR="001C77FC">
        <w:t xml:space="preserve"> </w:t>
      </w:r>
      <w:r>
        <w:t>g) = 60</w:t>
      </w:r>
      <w:r w:rsidR="001C77FC">
        <w:t xml:space="preserve"> </w:t>
      </w:r>
      <w:r>
        <w:t>g</w:t>
      </w:r>
    </w:p>
    <w:p w:rsidR="00163293" w:rsidRDefault="00163293" w:rsidP="00163293">
      <w:pPr>
        <w:pStyle w:val="00Loesungen"/>
      </w:pPr>
    </w:p>
    <w:p w:rsidR="00163293" w:rsidRDefault="00163293" w:rsidP="00163293">
      <w:pPr>
        <w:pStyle w:val="00NummerierungBuchstaben"/>
      </w:pPr>
      <w:r>
        <w:t>Berechnen Sie die Masse der jeweiligen Farbe, die zur Herstellung eines Dreiecks ben</w:t>
      </w:r>
      <w:r>
        <w:t>ö</w:t>
      </w:r>
      <w:r>
        <w:t>tigt wird.</w:t>
      </w:r>
    </w:p>
    <w:p w:rsidR="00163293" w:rsidRDefault="00163293" w:rsidP="00163293">
      <w:pPr>
        <w:pStyle w:val="00NummerierungBuchstaben"/>
        <w:numPr>
          <w:ilvl w:val="0"/>
          <w:numId w:val="0"/>
        </w:numPr>
        <w:ind w:left="426" w:hanging="426"/>
      </w:pPr>
    </w:p>
    <w:p w:rsidR="00163293" w:rsidRDefault="00163293" w:rsidP="00163293">
      <w:pPr>
        <w:pStyle w:val="00Loesungen"/>
      </w:pPr>
      <w:r>
        <w:t>Lösung: 1</w:t>
      </w:r>
      <w:r w:rsidR="00B11327">
        <w:t xml:space="preserve"> </w:t>
      </w:r>
      <w:r>
        <w:t>∙</w:t>
      </w:r>
      <w:r w:rsidR="00B11327">
        <w:t xml:space="preserve"> </w:t>
      </w:r>
      <w:r>
        <w:t>20</w:t>
      </w:r>
      <w:r w:rsidR="001C77FC">
        <w:t xml:space="preserve"> </w:t>
      </w:r>
      <w:r>
        <w:t>g</w:t>
      </w:r>
      <w:r w:rsidR="001C77FC">
        <w:t xml:space="preserve"> </w:t>
      </w:r>
      <w:r>
        <w:t>(gelb) + 2</w:t>
      </w:r>
      <w:r w:rsidR="00B11327">
        <w:t xml:space="preserve"> </w:t>
      </w:r>
      <w:r>
        <w:t>∙</w:t>
      </w:r>
      <w:r w:rsidR="00B11327">
        <w:t xml:space="preserve"> </w:t>
      </w:r>
      <w:r>
        <w:t>20</w:t>
      </w:r>
      <w:r w:rsidR="001C77FC">
        <w:t xml:space="preserve"> </w:t>
      </w:r>
      <w:r>
        <w:t>g</w:t>
      </w:r>
      <w:r w:rsidR="001C77FC">
        <w:t xml:space="preserve"> </w:t>
      </w:r>
      <w:r>
        <w:t>(rot) = 60</w:t>
      </w:r>
      <w:r w:rsidR="001C77FC">
        <w:t xml:space="preserve"> </w:t>
      </w:r>
      <w:r>
        <w:t>g</w:t>
      </w:r>
    </w:p>
    <w:p w:rsidR="00163293" w:rsidRDefault="00163293" w:rsidP="00163293">
      <w:pPr>
        <w:pStyle w:val="00Loesungen"/>
      </w:pPr>
    </w:p>
    <w:p w:rsidR="00163293" w:rsidRDefault="00163293" w:rsidP="00163293">
      <w:pPr>
        <w:pStyle w:val="00NummerierungBuchstaben"/>
      </w:pPr>
      <w:r>
        <w:t>Berechnen Sie die Masse der jeweiligen Farbe, die zur Herstellung von 1250 Dreiecken benötigt wird</w:t>
      </w:r>
      <w:r w:rsidR="001C77FC">
        <w:t>.</w:t>
      </w:r>
    </w:p>
    <w:p w:rsidR="00163293" w:rsidRDefault="00163293" w:rsidP="00163293">
      <w:pPr>
        <w:pStyle w:val="00NummerierungBuchstaben"/>
        <w:numPr>
          <w:ilvl w:val="0"/>
          <w:numId w:val="0"/>
        </w:numPr>
        <w:ind w:left="426" w:hanging="426"/>
      </w:pPr>
    </w:p>
    <w:p w:rsidR="00163293" w:rsidRPr="00163293" w:rsidRDefault="00163293" w:rsidP="00163293">
      <w:pPr>
        <w:pStyle w:val="00Loesungen"/>
      </w:pPr>
      <w:r>
        <w:t>Lösung: 1250</w:t>
      </w:r>
      <w:r w:rsidR="001C77FC">
        <w:t xml:space="preserve"> </w:t>
      </w:r>
      <w:r>
        <w:t>∙</w:t>
      </w:r>
      <w:r w:rsidR="001C77FC">
        <w:t xml:space="preserve"> </w:t>
      </w:r>
      <w:r>
        <w:t>20</w:t>
      </w:r>
      <w:r w:rsidR="001C77FC">
        <w:t xml:space="preserve"> </w:t>
      </w:r>
      <w:r>
        <w:t>g = 25</w:t>
      </w:r>
      <w:r w:rsidR="00B11327">
        <w:t xml:space="preserve"> </w:t>
      </w:r>
      <w:r>
        <w:t>000</w:t>
      </w:r>
      <w:r w:rsidR="001C77FC">
        <w:t xml:space="preserve"> </w:t>
      </w:r>
      <w:r>
        <w:t>g (gelb) + 1250</w:t>
      </w:r>
      <w:r w:rsidR="001C77FC">
        <w:t xml:space="preserve"> </w:t>
      </w:r>
      <w:r>
        <w:t>∙</w:t>
      </w:r>
      <w:r w:rsidR="001C77FC">
        <w:t xml:space="preserve"> </w:t>
      </w:r>
      <w:r>
        <w:t>2</w:t>
      </w:r>
      <w:r w:rsidR="001C77FC">
        <w:t xml:space="preserve"> </w:t>
      </w:r>
      <w:r>
        <w:t>∙</w:t>
      </w:r>
      <w:r w:rsidR="001C77FC">
        <w:t xml:space="preserve"> </w:t>
      </w:r>
      <w:r>
        <w:t>20</w:t>
      </w:r>
      <w:r w:rsidR="001C77FC">
        <w:t xml:space="preserve"> </w:t>
      </w:r>
      <w:r>
        <w:t>g = 50</w:t>
      </w:r>
      <w:r w:rsidR="00B11327">
        <w:t xml:space="preserve"> </w:t>
      </w:r>
      <w:r>
        <w:t>000</w:t>
      </w:r>
      <w:r w:rsidR="001C77FC">
        <w:t xml:space="preserve"> </w:t>
      </w:r>
      <w:r>
        <w:t>g (rot) = 75 000</w:t>
      </w:r>
      <w:r w:rsidR="001C77FC">
        <w:t xml:space="preserve"> </w:t>
      </w:r>
      <w:r>
        <w:t>g (total)</w:t>
      </w:r>
    </w:p>
    <w:p w:rsidR="00163293" w:rsidRDefault="00163293">
      <w:pPr>
        <w:spacing w:line="276" w:lineRule="auto"/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</w:pPr>
      <w:r>
        <w:br w:type="page"/>
      </w:r>
    </w:p>
    <w:p w:rsidR="00287154" w:rsidRDefault="00287154" w:rsidP="00163293">
      <w:pPr>
        <w:pStyle w:val="00berschrift1"/>
      </w:pPr>
      <w:bookmarkStart w:id="1" w:name="_Toc518663788"/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5CEDD97" wp14:editId="2C17BAEE">
                <wp:simplePos x="0" y="0"/>
                <wp:positionH relativeFrom="column">
                  <wp:posOffset>46355</wp:posOffset>
                </wp:positionH>
                <wp:positionV relativeFrom="paragraph">
                  <wp:posOffset>412115</wp:posOffset>
                </wp:positionV>
                <wp:extent cx="5626735" cy="754380"/>
                <wp:effectExtent l="0" t="0" r="126365" b="64770"/>
                <wp:wrapTopAndBottom/>
                <wp:docPr id="57" name="Gruppieren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26735" cy="754380"/>
                          <a:chOff x="0" y="0"/>
                          <a:chExt cx="5627303" cy="754380"/>
                        </a:xfrm>
                      </wpg:grpSpPr>
                      <wps:wsp>
                        <wps:cNvPr id="58" name="Zylinder 58"/>
                        <wps:cNvSpPr/>
                        <wps:spPr>
                          <a:xfrm>
                            <a:off x="327704" y="195566"/>
                            <a:ext cx="76200" cy="381000"/>
                          </a:xfrm>
                          <a:prstGeom prst="can">
                            <a:avLst/>
                          </a:prstGeom>
                          <a:solidFill>
                            <a:srgbClr val="FFFF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Zylinder 59"/>
                        <wps:cNvSpPr/>
                        <wps:spPr>
                          <a:xfrm>
                            <a:off x="475699" y="195566"/>
                            <a:ext cx="76200" cy="381000"/>
                          </a:xfrm>
                          <a:prstGeom prst="can">
                            <a:avLst/>
                          </a:prstGeom>
                          <a:solidFill>
                            <a:srgbClr val="FFFF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Zylinder 60"/>
                        <wps:cNvSpPr/>
                        <wps:spPr>
                          <a:xfrm>
                            <a:off x="924971" y="195566"/>
                            <a:ext cx="76200" cy="381000"/>
                          </a:xfrm>
                          <a:prstGeom prst="can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Zylinder 61"/>
                        <wps:cNvSpPr/>
                        <wps:spPr>
                          <a:xfrm>
                            <a:off x="1062395" y="195566"/>
                            <a:ext cx="76200" cy="381000"/>
                          </a:xfrm>
                          <a:prstGeom prst="can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Zylinder 62"/>
                        <wps:cNvSpPr/>
                        <wps:spPr>
                          <a:xfrm>
                            <a:off x="1199819" y="195566"/>
                            <a:ext cx="76200" cy="381000"/>
                          </a:xfrm>
                          <a:prstGeom prst="can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Zylinder 63"/>
                        <wps:cNvSpPr/>
                        <wps:spPr>
                          <a:xfrm>
                            <a:off x="1337243" y="195566"/>
                            <a:ext cx="76200" cy="381000"/>
                          </a:xfrm>
                          <a:prstGeom prst="can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Zylinder 64"/>
                        <wps:cNvSpPr/>
                        <wps:spPr>
                          <a:xfrm>
                            <a:off x="1849942" y="211422"/>
                            <a:ext cx="76200" cy="381000"/>
                          </a:xfrm>
                          <a:prstGeom prst="can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Zylinder 65"/>
                        <wps:cNvSpPr/>
                        <wps:spPr>
                          <a:xfrm>
                            <a:off x="1987366" y="211422"/>
                            <a:ext cx="76200" cy="381000"/>
                          </a:xfrm>
                          <a:prstGeom prst="can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Zylinder 66"/>
                        <wps:cNvSpPr/>
                        <wps:spPr>
                          <a:xfrm>
                            <a:off x="2124790" y="211422"/>
                            <a:ext cx="76200" cy="381000"/>
                          </a:xfrm>
                          <a:prstGeom prst="can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Zylinder 67"/>
                        <wps:cNvSpPr/>
                        <wps:spPr>
                          <a:xfrm>
                            <a:off x="2262215" y="211422"/>
                            <a:ext cx="76200" cy="381000"/>
                          </a:xfrm>
                          <a:prstGeom prst="can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Zylinder 68"/>
                        <wps:cNvSpPr/>
                        <wps:spPr>
                          <a:xfrm>
                            <a:off x="2542349" y="211422"/>
                            <a:ext cx="76200" cy="381000"/>
                          </a:xfrm>
                          <a:prstGeom prst="can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Zylinder 69"/>
                        <wps:cNvSpPr/>
                        <wps:spPr>
                          <a:xfrm>
                            <a:off x="2679773" y="211422"/>
                            <a:ext cx="76200" cy="381000"/>
                          </a:xfrm>
                          <a:prstGeom prst="can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Zylinder 70"/>
                        <wps:cNvSpPr/>
                        <wps:spPr>
                          <a:xfrm>
                            <a:off x="2817197" y="211422"/>
                            <a:ext cx="76200" cy="381000"/>
                          </a:xfrm>
                          <a:prstGeom prst="can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Zylinder 71"/>
                        <wps:cNvSpPr/>
                        <wps:spPr>
                          <a:xfrm>
                            <a:off x="2954622" y="211422"/>
                            <a:ext cx="76200" cy="381000"/>
                          </a:xfrm>
                          <a:prstGeom prst="can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Plus 72"/>
                        <wps:cNvSpPr/>
                        <wps:spPr>
                          <a:xfrm>
                            <a:off x="634265" y="285420"/>
                            <a:ext cx="205740" cy="228600"/>
                          </a:xfrm>
                          <a:prstGeom prst="mathPlus">
                            <a:avLst>
                              <a:gd name="adj1" fmla="val 1298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Plus 73"/>
                        <wps:cNvSpPr/>
                        <wps:spPr>
                          <a:xfrm>
                            <a:off x="1548665" y="285420"/>
                            <a:ext cx="205740" cy="228600"/>
                          </a:xfrm>
                          <a:prstGeom prst="mathPlus">
                            <a:avLst>
                              <a:gd name="adj1" fmla="val 1298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Gerade Verbindung mit Pfeil 74"/>
                        <wps:cNvCnPr/>
                        <wps:spPr>
                          <a:xfrm flipV="1">
                            <a:off x="3245327" y="406988"/>
                            <a:ext cx="624840" cy="762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75" name="Gruppieren 75"/>
                        <wpg:cNvGrpSpPr/>
                        <wpg:grpSpPr>
                          <a:xfrm>
                            <a:off x="4080443" y="0"/>
                            <a:ext cx="1546860" cy="754380"/>
                            <a:chOff x="0" y="0"/>
                            <a:chExt cx="1546860" cy="754380"/>
                          </a:xfrm>
                        </wpg:grpSpPr>
                        <wpg:grpSp>
                          <wpg:cNvPr id="76" name="Gruppieren 76"/>
                          <wpg:cNvGrpSpPr/>
                          <wpg:grpSpPr>
                            <a:xfrm>
                              <a:off x="0" y="0"/>
                              <a:ext cx="236220" cy="754380"/>
                              <a:chOff x="0" y="0"/>
                              <a:chExt cx="236220" cy="754380"/>
                            </a:xfrm>
                          </wpg:grpSpPr>
                          <wps:wsp>
                            <wps:cNvPr id="77" name="Ellipse 77"/>
                            <wps:cNvSpPr/>
                            <wps:spPr>
                              <a:xfrm>
                                <a:off x="0" y="0"/>
                                <a:ext cx="236220" cy="2133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8" name="Zylinder 78"/>
                            <wps:cNvSpPr/>
                            <wps:spPr>
                              <a:xfrm>
                                <a:off x="76200" y="220980"/>
                                <a:ext cx="76200" cy="381000"/>
                              </a:xfrm>
                              <a:prstGeom prst="can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9" name="Zylinder 79"/>
                            <wps:cNvSpPr/>
                            <wps:spPr>
                              <a:xfrm>
                                <a:off x="76200" y="167640"/>
                                <a:ext cx="76200" cy="381000"/>
                              </a:xfrm>
                              <a:prstGeom prst="can">
                                <a:avLst/>
                              </a:prstGeom>
                              <a:solidFill>
                                <a:srgbClr val="0000FF"/>
                              </a:solidFill>
                              <a:scene3d>
                                <a:camera prst="orthographicFront">
                                  <a:rot lat="0" lon="0" rev="5400000"/>
                                </a:camera>
                                <a:lightRig rig="threePt" dir="t"/>
                              </a:scene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0" name="Zylinder 80"/>
                            <wps:cNvSpPr/>
                            <wps:spPr>
                              <a:xfrm>
                                <a:off x="152400" y="548640"/>
                                <a:ext cx="76200" cy="205740"/>
                              </a:xfrm>
                              <a:prstGeom prst="can">
                                <a:avLst/>
                              </a:prstGeom>
                              <a:solidFill>
                                <a:srgbClr val="0000FF"/>
                              </a:solidFill>
                              <a:scene3d>
                                <a:camera prst="orthographicFront">
                                  <a:rot lat="0" lon="0" rev="2700000"/>
                                </a:camera>
                                <a:lightRig rig="threePt" dir="t"/>
                              </a:scene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1" name="Zylinder 81"/>
                            <wps:cNvSpPr/>
                            <wps:spPr>
                              <a:xfrm>
                                <a:off x="0" y="548640"/>
                                <a:ext cx="76200" cy="205740"/>
                              </a:xfrm>
                              <a:prstGeom prst="can">
                                <a:avLst/>
                              </a:prstGeom>
                              <a:solidFill>
                                <a:srgbClr val="0000FF"/>
                              </a:solidFill>
                              <a:scene3d>
                                <a:camera prst="orthographicFront">
                                  <a:rot lat="0" lon="0" rev="18900000"/>
                                </a:camera>
                                <a:lightRig rig="threePt" dir="t"/>
                              </a:scene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82" name="Gruppieren 82"/>
                          <wpg:cNvGrpSpPr/>
                          <wpg:grpSpPr>
                            <a:xfrm>
                              <a:off x="434340" y="0"/>
                              <a:ext cx="236220" cy="754380"/>
                              <a:chOff x="0" y="0"/>
                              <a:chExt cx="236220" cy="754380"/>
                            </a:xfrm>
                          </wpg:grpSpPr>
                          <wps:wsp>
                            <wps:cNvPr id="83" name="Ellipse 83"/>
                            <wps:cNvSpPr/>
                            <wps:spPr>
                              <a:xfrm>
                                <a:off x="0" y="0"/>
                                <a:ext cx="236220" cy="2133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4" name="Zylinder 84"/>
                            <wps:cNvSpPr/>
                            <wps:spPr>
                              <a:xfrm>
                                <a:off x="76200" y="220980"/>
                                <a:ext cx="76200" cy="381000"/>
                              </a:xfrm>
                              <a:prstGeom prst="can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5" name="Zylinder 85"/>
                            <wps:cNvSpPr/>
                            <wps:spPr>
                              <a:xfrm>
                                <a:off x="76200" y="167640"/>
                                <a:ext cx="76200" cy="381000"/>
                              </a:xfrm>
                              <a:prstGeom prst="can">
                                <a:avLst/>
                              </a:prstGeom>
                              <a:solidFill>
                                <a:srgbClr val="0000FF"/>
                              </a:solidFill>
                              <a:scene3d>
                                <a:camera prst="orthographicFront">
                                  <a:rot lat="0" lon="0" rev="5400000"/>
                                </a:camera>
                                <a:lightRig rig="threePt" dir="t"/>
                              </a:scene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6" name="Zylinder 86"/>
                            <wps:cNvSpPr/>
                            <wps:spPr>
                              <a:xfrm>
                                <a:off x="152400" y="548640"/>
                                <a:ext cx="76200" cy="205740"/>
                              </a:xfrm>
                              <a:prstGeom prst="can">
                                <a:avLst/>
                              </a:prstGeom>
                              <a:solidFill>
                                <a:srgbClr val="0000FF"/>
                              </a:solidFill>
                              <a:scene3d>
                                <a:camera prst="orthographicFront">
                                  <a:rot lat="0" lon="0" rev="2700000"/>
                                </a:camera>
                                <a:lightRig rig="threePt" dir="t"/>
                              </a:scene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7" name="Zylinder 87"/>
                            <wps:cNvSpPr/>
                            <wps:spPr>
                              <a:xfrm>
                                <a:off x="0" y="548640"/>
                                <a:ext cx="76200" cy="205740"/>
                              </a:xfrm>
                              <a:prstGeom prst="can">
                                <a:avLst/>
                              </a:prstGeom>
                              <a:solidFill>
                                <a:srgbClr val="0000FF"/>
                              </a:solidFill>
                              <a:scene3d>
                                <a:camera prst="orthographicFront">
                                  <a:rot lat="0" lon="0" rev="18900000"/>
                                </a:camera>
                                <a:lightRig rig="threePt" dir="t"/>
                              </a:scene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88" name="Gruppieren 88"/>
                          <wpg:cNvGrpSpPr/>
                          <wpg:grpSpPr>
                            <a:xfrm>
                              <a:off x="876300" y="0"/>
                              <a:ext cx="236220" cy="754380"/>
                              <a:chOff x="0" y="0"/>
                              <a:chExt cx="236220" cy="754380"/>
                            </a:xfrm>
                          </wpg:grpSpPr>
                          <wps:wsp>
                            <wps:cNvPr id="89" name="Ellipse 89"/>
                            <wps:cNvSpPr/>
                            <wps:spPr>
                              <a:xfrm>
                                <a:off x="0" y="0"/>
                                <a:ext cx="236220" cy="2133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0" name="Zylinder 90"/>
                            <wps:cNvSpPr/>
                            <wps:spPr>
                              <a:xfrm>
                                <a:off x="76200" y="220980"/>
                                <a:ext cx="76200" cy="381000"/>
                              </a:xfrm>
                              <a:prstGeom prst="can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1" name="Zylinder 91"/>
                            <wps:cNvSpPr/>
                            <wps:spPr>
                              <a:xfrm>
                                <a:off x="76200" y="167640"/>
                                <a:ext cx="76200" cy="381000"/>
                              </a:xfrm>
                              <a:prstGeom prst="can">
                                <a:avLst/>
                              </a:prstGeom>
                              <a:solidFill>
                                <a:srgbClr val="0000FF"/>
                              </a:solidFill>
                              <a:scene3d>
                                <a:camera prst="orthographicFront">
                                  <a:rot lat="0" lon="0" rev="5400000"/>
                                </a:camera>
                                <a:lightRig rig="threePt" dir="t"/>
                              </a:scene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2" name="Zylinder 92"/>
                            <wps:cNvSpPr/>
                            <wps:spPr>
                              <a:xfrm>
                                <a:off x="152400" y="548640"/>
                                <a:ext cx="76200" cy="205740"/>
                              </a:xfrm>
                              <a:prstGeom prst="can">
                                <a:avLst/>
                              </a:prstGeom>
                              <a:solidFill>
                                <a:srgbClr val="0000FF"/>
                              </a:solidFill>
                              <a:scene3d>
                                <a:camera prst="orthographicFront">
                                  <a:rot lat="0" lon="0" rev="2700000"/>
                                </a:camera>
                                <a:lightRig rig="threePt" dir="t"/>
                              </a:scene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3" name="Zylinder 93"/>
                            <wps:cNvSpPr/>
                            <wps:spPr>
                              <a:xfrm>
                                <a:off x="0" y="548640"/>
                                <a:ext cx="76200" cy="205740"/>
                              </a:xfrm>
                              <a:prstGeom prst="can">
                                <a:avLst/>
                              </a:prstGeom>
                              <a:solidFill>
                                <a:srgbClr val="0000FF"/>
                              </a:solidFill>
                              <a:scene3d>
                                <a:camera prst="orthographicFront">
                                  <a:rot lat="0" lon="0" rev="18900000"/>
                                </a:camera>
                                <a:lightRig rig="threePt" dir="t"/>
                              </a:scene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94" name="Gruppieren 94"/>
                          <wpg:cNvGrpSpPr/>
                          <wpg:grpSpPr>
                            <a:xfrm>
                              <a:off x="1310640" y="0"/>
                              <a:ext cx="236220" cy="754380"/>
                              <a:chOff x="0" y="0"/>
                              <a:chExt cx="236220" cy="754380"/>
                            </a:xfrm>
                          </wpg:grpSpPr>
                          <wps:wsp>
                            <wps:cNvPr id="95" name="Ellipse 95"/>
                            <wps:cNvSpPr/>
                            <wps:spPr>
                              <a:xfrm>
                                <a:off x="0" y="0"/>
                                <a:ext cx="236220" cy="2133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6" name="Zylinder 96"/>
                            <wps:cNvSpPr/>
                            <wps:spPr>
                              <a:xfrm>
                                <a:off x="76200" y="220980"/>
                                <a:ext cx="76200" cy="381000"/>
                              </a:xfrm>
                              <a:prstGeom prst="can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7" name="Zylinder 97"/>
                            <wps:cNvSpPr/>
                            <wps:spPr>
                              <a:xfrm>
                                <a:off x="76200" y="167640"/>
                                <a:ext cx="76200" cy="381000"/>
                              </a:xfrm>
                              <a:prstGeom prst="can">
                                <a:avLst/>
                              </a:prstGeom>
                              <a:solidFill>
                                <a:srgbClr val="0000FF"/>
                              </a:solidFill>
                              <a:scene3d>
                                <a:camera prst="orthographicFront">
                                  <a:rot lat="0" lon="0" rev="5400000"/>
                                </a:camera>
                                <a:lightRig rig="threePt" dir="t"/>
                              </a:scene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8" name="Zylinder 98"/>
                            <wps:cNvSpPr/>
                            <wps:spPr>
                              <a:xfrm>
                                <a:off x="152400" y="548640"/>
                                <a:ext cx="76200" cy="205740"/>
                              </a:xfrm>
                              <a:prstGeom prst="can">
                                <a:avLst/>
                              </a:prstGeom>
                              <a:solidFill>
                                <a:srgbClr val="0000FF"/>
                              </a:solidFill>
                              <a:scene3d>
                                <a:camera prst="orthographicFront">
                                  <a:rot lat="0" lon="0" rev="2700000"/>
                                </a:camera>
                                <a:lightRig rig="threePt" dir="t"/>
                              </a:scene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9" name="Zylinder 99"/>
                            <wps:cNvSpPr/>
                            <wps:spPr>
                              <a:xfrm>
                                <a:off x="0" y="548640"/>
                                <a:ext cx="76200" cy="205740"/>
                              </a:xfrm>
                              <a:prstGeom prst="can">
                                <a:avLst/>
                              </a:prstGeom>
                              <a:solidFill>
                                <a:srgbClr val="0000FF"/>
                              </a:solidFill>
                              <a:scene3d>
                                <a:camera prst="orthographicFront">
                                  <a:rot lat="0" lon="0" rev="18900000"/>
                                </a:camera>
                                <a:lightRig rig="threePt" dir="t"/>
                              </a:scene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00" name="Rechteck 100"/>
                        <wps:cNvSpPr/>
                        <wps:spPr>
                          <a:xfrm>
                            <a:off x="866830" y="147996"/>
                            <a:ext cx="619125" cy="47879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alpha val="16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Rechteck 101"/>
                        <wps:cNvSpPr/>
                        <wps:spPr>
                          <a:xfrm>
                            <a:off x="1786515" y="147996"/>
                            <a:ext cx="619125" cy="47879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alpha val="16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Rechteck 102"/>
                        <wps:cNvSpPr/>
                        <wps:spPr>
                          <a:xfrm>
                            <a:off x="2463065" y="147996"/>
                            <a:ext cx="619125" cy="47879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alpha val="16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Rechteck 103"/>
                        <wps:cNvSpPr/>
                        <wps:spPr>
                          <a:xfrm>
                            <a:off x="0" y="147996"/>
                            <a:ext cx="619125" cy="47879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alpha val="16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57" o:spid="_x0000_s1026" style="position:absolute;margin-left:3.65pt;margin-top:32.45pt;width:443.05pt;height:59.4pt;z-index:251666432" coordsize="56273,75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">
                <v:shape id="Zylinder 58" o:spid="_x0000_s1027" type="#_x0000_t22" style="position:absolute;left:3277;top:1955;width:762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1OLsIA&#10;AADbAAAADwAAAGRycy9kb3ducmV2LnhtbERPXWvCMBR9H/gfwhX2NlMHinRGEcEx3AZbW/T10lyb&#10;YnNTmqzt/PXLw8DHw/leb0fbiJ46XztWMJ8lIIhLp2uuFBT54WkFwgdkjY1jUvBLHrabycMaU+0G&#10;/qY+C5WIIexTVGBCaFMpfWnIop+5ljhyF9dZDBF2ldQdDjHcNvI5SZbSYs2xwWBLe0PlNfuxCt4L&#10;c/685fvT8WPl8sXX7tWPR6vU43TcvYAINIa7+N/9phUs4tj4Jf4Au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zU4uwgAAANsAAAAPAAAAAAAAAAAAAAAAAJgCAABkcnMvZG93&#10;bnJldi54bWxQSwUGAAAAAAQABAD1AAAAhwMAAAAA&#10;" adj="1080" fillcolor="yellow" strokecolor="#243f60 [1604]" strokeweight="2pt"/>
                <v:shape id="Zylinder 59" o:spid="_x0000_s1028" type="#_x0000_t22" style="position:absolute;left:4756;top:1955;width:762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HrtcQA&#10;AADbAAAADwAAAGRycy9kb3ducmV2LnhtbESPQWsCMRSE7wX/Q3iCt5q1oNitUUSwiFpQV9rrY/Pc&#10;LG5elk3U1V/fFAoeh5n5hpnMWluJKzW+dKxg0E9AEOdOl1woOGbL1zEIH5A1Vo5JwZ08zKadlwmm&#10;2t14T9dDKESEsE9RgQmhTqX0uSGLvu9q4uidXGMxRNkUUjd4i3BbybckGUmLJccFgzUtDOXnw8Uq&#10;2BzNz9cjW3yvt2OXDXfzT9+urVK9bjv/ABGoDc/wf3ulFQzf4e9L/AFy+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B67XEAAAA2wAAAA8AAAAAAAAAAAAAAAAAmAIAAGRycy9k&#10;b3ducmV2LnhtbFBLBQYAAAAABAAEAPUAAACJAwAAAAA=&#10;" adj="1080" fillcolor="yellow" strokecolor="#243f60 [1604]" strokeweight="2pt"/>
                <v:shape id="Zylinder 60" o:spid="_x0000_s1029" type="#_x0000_t22" style="position:absolute;left:9249;top:1955;width:762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5Ne8EA&#10;AADbAAAADwAAAGRycy9kb3ducmV2LnhtbERPPWvDMBDdC/kP4gLZajkZTOtaNiEkEAgdmmboeLWu&#10;tol1MpZsq/311VDo+HjfRRVML2YaXWdZwTZJQRDXVnfcKLi9nx6fQDiPrLG3TAq+yUFVrh4KzLVd&#10;+I3mq29EDGGXo4LW+yGX0tUtGXSJHYgj92VHgz7CsZF6xCWGm17u0jSTBjuODS0OdGipvl8noyDs&#10;TqGbwit+OH/c/jzLz/48XZTarMP+BYSn4P/Ff+6zVpDF9fFL/AGy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9eTXvBAAAA2wAAAA8AAAAAAAAAAAAAAAAAmAIAAGRycy9kb3du&#10;cmV2LnhtbFBLBQYAAAAABAAEAPUAAACGAwAAAAA=&#10;" adj="1080" fillcolor="red" strokecolor="#243f60 [1604]" strokeweight="2pt"/>
                <v:shape id="Zylinder 61" o:spid="_x0000_s1030" type="#_x0000_t22" style="position:absolute;left:10623;top:1955;width:762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Lo4MQA&#10;AADbAAAADwAAAGRycy9kb3ducmV2LnhtbESPwWrDMBBE74X+g9hCb7XsHEzjRgmlJGAIOcTpocet&#10;tbVNrZWx5FjN10eFQI7DzLxhVptgenGm0XWWFWRJCoK4trrjRsHnaffyCsJ5ZI29ZVLwRw4268eH&#10;FRbaznykc+UbESHsClTQej8UUrq6JYMusQNx9H7saNBHOTZSjzhHuOnlIk1zabDjuNDiQB8t1b/V&#10;ZBSExS50Uzjgl/Pb7LKU33057ZV6fgrvbyA8BX8P39qlVpBn8P8l/gC5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S6ODEAAAA2wAAAA8AAAAAAAAAAAAAAAAAmAIAAGRycy9k&#10;b3ducmV2LnhtbFBLBQYAAAAABAAEAPUAAACJAwAAAAA=&#10;" adj="1080" fillcolor="red" strokecolor="#243f60 [1604]" strokeweight="2pt"/>
                <v:shape id="Zylinder 62" o:spid="_x0000_s1031" type="#_x0000_t22" style="position:absolute;left:11998;top:1955;width:762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B2l8QA&#10;AADbAAAADwAAAGRycy9kb3ducmV2LnhtbESPwWrDMBBE74X+g9hCb7UcH0zjRgkhJGAIOdTpocet&#10;tbFNrJWx5FjN11eFQo/DzLxhVptgenGj0XWWFSySFARxbXXHjYKP8+HlFYTzyBp7y6Tgmxxs1o8P&#10;Kyy0nfmdbpVvRISwK1BB6/1QSOnqlgy6xA7E0bvY0aCPcmykHnGOcNPLLE1zabDjuNDiQLuW6ms1&#10;GQUhO4RuCif8dH6/uC/lV19OR6Wen8L2DYSn4P/Df+1SK8gz+P0Sf4B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AdpfEAAAA2wAAAA8AAAAAAAAAAAAAAAAAmAIAAGRycy9k&#10;b3ducmV2LnhtbFBLBQYAAAAABAAEAPUAAACJAwAAAAA=&#10;" adj="1080" fillcolor="red" strokecolor="#243f60 [1604]" strokeweight="2pt"/>
                <v:shape id="Zylinder 63" o:spid="_x0000_s1032" type="#_x0000_t22" style="position:absolute;left:13372;top:1955;width:762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zTDMMA&#10;AADbAAAADwAAAGRycy9kb3ducmV2LnhtbESPQYvCMBSE78L+h/AWvNlUBXGrURZREBYP6h48Pptn&#10;W7Z5KU2qWX+9EQSPw8x8w8yXwdTiSq2rLCsYJikI4tzqigsFv8fNYArCeWSNtWVS8E8OlouP3hwz&#10;bW+8p+vBFyJC2GWooPS+yaR0eUkGXWIb4uhdbGvQR9kWUrd4i3BTy1GaTqTBiuNCiQ2tSsr/Dp1R&#10;EEabUHVhhyfn18P7lzzX2+5Hqf5n+J6B8BT8O/xqb7WCyRieX+IP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4zTDMMAAADbAAAADwAAAAAAAAAAAAAAAACYAgAAZHJzL2Rv&#10;d25yZXYueG1sUEsFBgAAAAAEAAQA9QAAAIgDAAAAAA==&#10;" adj="1080" fillcolor="red" strokecolor="#243f60 [1604]" strokeweight="2pt"/>
                <v:shape id="Zylinder 64" o:spid="_x0000_s1033" type="#_x0000_t22" style="position:absolute;left:18499;top:2114;width:762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Vm8cIA&#10;AADbAAAADwAAAGRycy9kb3ducmV2LnhtbESPT4vCMBTE78J+h/AWvGm6oiLVKEtF9Cb+YVlvj+Zt&#10;W7Z5KU2s8dsbQfA4zMxvmMUqmFp01LrKsoKvYQKCOLe64kLB+bQZzEA4j6yxtkwK7uRgtfzoLTDV&#10;9sYH6o6+EBHCLkUFpfdNKqXLSzLohrYhjt6fbQ36KNtC6hZvEW5qOUqSqTRYcVwosaGspPz/eDUK&#10;mH52+0udZeutze/7ySacu9+gVP8zfM9BeAr+HX61d1rBdAzPL/EH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9WbxwgAAANsAAAAPAAAAAAAAAAAAAAAAAJgCAABkcnMvZG93&#10;bnJldi54bWxQSwUGAAAAAAQABAD1AAAAhwMAAAAA&#10;" adj="1080" fillcolor="blue" strokecolor="#243f60 [1604]" strokeweight="2pt"/>
                <v:shape id="Zylinder 65" o:spid="_x0000_s1034" type="#_x0000_t22" style="position:absolute;left:19873;top:2114;width:762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nDasIA&#10;AADbAAAADwAAAGRycy9kb3ducmV2LnhtbESPQYvCMBSE74L/ITzBm6a7oEjXKEsX0ZusFnFvj+bZ&#10;FpuX0sQa/71ZEDwOM/MNs1wH04ieOldbVvAxTUAQF1bXXCrIj5vJAoTzyBoby6TgQQ7Wq+Fgiam2&#10;d/6l/uBLESHsUlRQed+mUrqiIoNualvi6F1sZ9BH2ZVSd3iPcNPIzySZS4M1x4UKW8oqKq6Hm1HA&#10;dNrt/5os+9na4rGfbULen4NS41H4/gLhKfh3+NXeaQXzGfx/iT9Ar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ucNqwgAAANsAAAAPAAAAAAAAAAAAAAAAAJgCAABkcnMvZG93&#10;bnJldi54bWxQSwUGAAAAAAQABAD1AAAAhwMAAAAA&#10;" adj="1080" fillcolor="blue" strokecolor="#243f60 [1604]" strokeweight="2pt"/>
                <v:shape id="Zylinder 66" o:spid="_x0000_s1035" type="#_x0000_t22" style="position:absolute;left:21247;top:2114;width:762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tdHcMA&#10;AADbAAAADwAAAGRycy9kb3ducmV2LnhtbESPwWrDMBBE74X8g9hAb42cQk1xo4TiEOqbaRpCclus&#10;rW1qrYyl2vLfV4VAjsPMvGE2u2A6MdLgWssK1qsEBHFldcu1gtPX4ekVhPPIGjvLpGAmB7vt4mGD&#10;mbYTf9J49LWIEHYZKmi87zMpXdWQQbeyPXH0vu1g0Ec51FIPOEW46eRzkqTSYMtxocGe8oaqn+Ov&#10;UcB0Lsprl+f7D1vN5cshnMZLUOpxGd7fQHgK/h6+tQutIE3h/0v8AXL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2tdHcMAAADbAAAADwAAAAAAAAAAAAAAAACYAgAAZHJzL2Rv&#10;d25yZXYueG1sUEsFBgAAAAAEAAQA9QAAAIgDAAAAAA==&#10;" adj="1080" fillcolor="blue" strokecolor="#243f60 [1604]" strokeweight="2pt"/>
                <v:shape id="Zylinder 67" o:spid="_x0000_s1036" type="#_x0000_t22" style="position:absolute;left:22622;top:2114;width:762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f4hsIA&#10;AADbAAAADwAAAGRycy9kb3ducmV2LnhtbESPQYvCMBSE74L/ITzBm6YKulKNIhVZb7IqordH82yL&#10;zUtpsjX++83Cwh6HmfmGWW2CqUVHrassK5iMExDEudUVFwou5/1oAcJ5ZI21ZVLwJgebdb+3wlTb&#10;F39Rd/KFiBB2KSoovW9SKV1ekkE3tg1x9B62NeijbAupW3xFuKnlNEnm0mDFcaHEhrKS8ufp2yhg&#10;uh6O9zrLdp82fx9n+3DpbkGp4SBslyA8Bf8f/msftIL5B/x+iT9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J/iGwgAAANsAAAAPAAAAAAAAAAAAAAAAAJgCAABkcnMvZG93&#10;bnJldi54bWxQSwUGAAAAAAQABAD1AAAAhwMAAAAA&#10;" adj="1080" fillcolor="blue" strokecolor="#243f60 [1604]" strokeweight="2pt"/>
                <v:shape id="Zylinder 68" o:spid="_x0000_s1037" type="#_x0000_t22" style="position:absolute;left:25423;top:2114;width:762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hs9L8A&#10;AADbAAAADwAAAGRycy9kb3ducmV2LnhtbERPTYvCMBC9L/gfwgje1lRBkWosUinrTVZF9DY0Y1ts&#10;JqXJ1vjvN4eFPT7e9yYLphUD9a6xrGA2TUAQl1Y3XCm4nIvPFQjnkTW2lknBmxxk29HHBlNtX/xN&#10;w8lXIoawS1FB7X2XSunKmgy6qe2II/ewvUEfYV9J3eMrhptWzpNkKQ02HBtq7CivqXyefowCpuvh&#10;eG/zfP9ly/dxUYTLcAtKTcZhtwbhKfh/8Z/7oBUs49j4Jf4Auf0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uGz0vwAAANsAAAAPAAAAAAAAAAAAAAAAAJgCAABkcnMvZG93bnJl&#10;di54bWxQSwUGAAAAAAQABAD1AAAAhAMAAAAA&#10;" adj="1080" fillcolor="blue" strokecolor="#243f60 [1604]" strokeweight="2pt"/>
                <v:shape id="Zylinder 69" o:spid="_x0000_s1038" type="#_x0000_t22" style="position:absolute;left:26797;top:2114;width:762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TJb8IA&#10;AADbAAAADwAAAGRycy9kb3ducmV2LnhtbESPQYvCMBSE74L/ITzBm6YKylqNIhVZb7IqordH82yL&#10;zUtpsjX++83Cwh6HmfmGWW2CqUVHrassK5iMExDEudUVFwou5/3oA4TzyBpry6TgTQ42635vham2&#10;L/6i7uQLESHsUlRQet+kUrq8JINubBvi6D1sa9BH2RZSt/iKcFPLaZLMpcGK40KJDWUl5c/Tt1HA&#10;dD0c73WW7T5t/j7O9uHS3YJSw0HYLkF4Cv4//Nc+aAXzBfx+iT9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9MlvwgAAANsAAAAPAAAAAAAAAAAAAAAAAJgCAABkcnMvZG93&#10;bnJldi54bWxQSwUGAAAAAAQABAD1AAAAhwMAAAAA&#10;" adj="1080" fillcolor="blue" strokecolor="#243f60 [1604]" strokeweight="2pt"/>
                <v:shape id="Zylinder 70" o:spid="_x0000_s1039" type="#_x0000_t22" style="position:absolute;left:28171;top:2114;width:762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f2L8EA&#10;AADbAAAADwAAAGRycy9kb3ducmV2LnhtbERPyWrDMBC9F/IPYgK9NXIDXXCihOIQmpuJa0pzG6yJ&#10;bWKNjKXa8t9Xh0CPj7dv98F0YqTBtZYVPK8SEMSV1S3XCsqv49M7COeRNXaWScFMDva7xcMWU20n&#10;PtNY+FrEEHYpKmi871MpXdWQQbeyPXHkrnYw6CMcaqkHnGK46eQ6SV6lwZZjQ4M9ZQ1Vt+LXKGD6&#10;PuWXLssOn7aa85djKMefoNTjMnxsQHgK/l98d5+0gre4Pn6JP0D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4X9i/BAAAA2wAAAA8AAAAAAAAAAAAAAAAAmAIAAGRycy9kb3du&#10;cmV2LnhtbFBLBQYAAAAABAAEAPUAAACGAwAAAAA=&#10;" adj="1080" fillcolor="blue" strokecolor="#243f60 [1604]" strokeweight="2pt"/>
                <v:shape id="Zylinder 71" o:spid="_x0000_s1040" type="#_x0000_t22" style="position:absolute;left:29546;top:2114;width:762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tTtMQA&#10;AADbAAAADwAAAGRycy9kb3ducmV2LnhtbESPzWrDMBCE74W8g9hAb7XsQn9wooTgYJpbaGpCclus&#10;jW1irYylOsrbV4VCj8PMfMMs18H0YqLRdZYVZEkKgri2uuNGQfVVPr2DcB5ZY2+ZFNzJwXo1e1hi&#10;ru2NP2k6+EZECLscFbTeD7mUrm7JoEvsQBy9ix0N+ijHRuoRbxFuevmcpq/SYMdxocWBipbq6+Hb&#10;KGA67vbnvii2H7a+71/KUE2noNTjPGwWIDwF/x/+a++0grcMfr/E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bU7TEAAAA2wAAAA8AAAAAAAAAAAAAAAAAmAIAAGRycy9k&#10;b3ducmV2LnhtbFBLBQYAAAAABAAEAPUAAACJAwAAAAA=&#10;" adj="1080" fillcolor="blue" strokecolor="#243f60 [1604]" strokeweight="2pt"/>
                <v:shape id="Plus 72" o:spid="_x0000_s1041" style="position:absolute;left:6342;top:2854;width:2058;height:2286;visibility:visible;mso-wrap-style:square;v-text-anchor:middle" coordsize="205740,228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DhWsIA&#10;AADbAAAADwAAAGRycy9kb3ducmV2LnhtbESPwW7CMBBE75X6D9ZW6q04cIAqxSCagtQeCe19Gy9x&#10;lHgd2YYkf18jIfU4mpk3mvV2tJ24kg+NYwXzWQaCuHK64VrB9+nw8goiRGSNnWNSMFGA7ebxYY25&#10;dgMf6VrGWiQIhxwVmBj7XMpQGbIYZq4nTt7ZeYsxSV9L7XFIcNvJRZYtpcWG04LBngpDVVterIKv&#10;Hz+++4+pm5tyP/0ObRFbXyj1/DTu3kBEGuN/+N7+1ApWC7h9ST9Ab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oOFawgAAANsAAAAPAAAAAAAAAAAAAAAAAJgCAABkcnMvZG93&#10;bnJldi54bWxQSwUGAAAAAAQABAD1AAAAhwMAAAAA&#10;" path="m27271,112965r74264,l101535,30301r2670,l104205,112965r74264,l178469,115635r-74264,l104205,198299r-2670,l101535,115635r-74264,l27271,112965xe" fillcolor="#4f81bd [3204]" strokecolor="black [3213]" strokeweight="2pt">
                  <v:path arrowok="t" o:connecttype="custom" o:connectlocs="27271,112965;101535,112965;101535,30301;104205,30301;104205,112965;178469,112965;178469,115635;104205,115635;104205,198299;101535,198299;101535,115635;27271,115635;27271,112965" o:connectangles="0,0,0,0,0,0,0,0,0,0,0,0,0"/>
                </v:shape>
                <v:shape id="Plus 73" o:spid="_x0000_s1042" style="position:absolute;left:15486;top:2854;width:2058;height:2286;visibility:visible;mso-wrap-style:square;v-text-anchor:middle" coordsize="205740,228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xEwcIA&#10;AADbAAAADwAAAGRycy9kb3ducmV2LnhtbESPwWrDMBBE74X+g9hAb42cFNriRAmp00B7rNPcN9bG&#10;MrZWRlJj+++jQqHHYWbeMOvtaDtxJR8axwoW8wwEceV0w7WC7+Ph8RVEiMgaO8ekYKIA28393Rpz&#10;7Qb+omsZa5EgHHJUYGLscylDZchimLueOHkX5y3GJH0ttcchwW0nl1n2LC02nBYM9lQYqtryxyr4&#10;PPnxze+nbmHK9+k8tEVsfaHUw2zcrUBEGuN/+K/9oRW8PMHvl/QD5OY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7ETBwgAAANsAAAAPAAAAAAAAAAAAAAAAAJgCAABkcnMvZG93&#10;bnJldi54bWxQSwUGAAAAAAQABAD1AAAAhwMAAAAA&#10;" path="m27271,112965r74264,l101535,30301r2670,l104205,112965r74264,l178469,115635r-74264,l104205,198299r-2670,l101535,115635r-74264,l27271,112965xe" fillcolor="#4f81bd [3204]" strokecolor="black [3213]" strokeweight="2pt">
                  <v:path arrowok="t" o:connecttype="custom" o:connectlocs="27271,112965;101535,112965;101535,30301;104205,30301;104205,112965;178469,112965;178469,115635;104205,115635;104205,198299;101535,198299;101535,115635;27271,115635;27271,112965" o:connectangles="0,0,0,0,0,0,0,0,0,0,0,0,0"/>
                </v:shape>
                <v:shape id="Gerade Verbindung mit Pfeil 74" o:spid="_x0000_s1043" type="#_x0000_t32" style="position:absolute;left:32453;top:4069;width:6248;height:7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9lDVsMAAADbAAAADwAAAGRycy9kb3ducmV2LnhtbESPzYoCMRCE74LvEFrwIppRFpXRKCIK&#10;e9gV/x6gnbQzg5POkESdffuNIHgsquurrvmyMZV4kPOlZQXDQQKCOLO65FzB+bTtT0H4gKyxskwK&#10;/sjDctFuzTHV9skHehxDLiKEfYoKihDqVEqfFWTQD2xNHL2rdQZDlC6X2uEzwk0lR0kylgZLjg0F&#10;1rQuKLsd7ya+8bPfTlfjze63yU+b3tlNnOWLUt1Os5qBCNSEz/E7/a0VTL7gtSUCQC7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fZQ1bDAAAA2wAAAA8AAAAAAAAAAAAA&#10;AAAAoQIAAGRycy9kb3ducmV2LnhtbFBLBQYAAAAABAAEAPkAAACRAwAAAAA=&#10;" strokecolor="black [3213]" strokeweight="1.5pt">
                  <v:stroke endarrow="open"/>
                </v:shape>
                <v:group id="Gruppieren 75" o:spid="_x0000_s1044" style="position:absolute;left:40804;width:15469;height:7543" coordsize="15468,75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<v:group id="Gruppieren 76" o:spid="_x0000_s1045" style="position:absolute;width:2362;height:7543" coordsize="2362,75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  <v:oval id="Ellipse 77" o:spid="_x0000_s1046" style="position:absolute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qt5MUA&#10;AADbAAAADwAAAGRycy9kb3ducmV2LnhtbESPQWvCQBSE70L/w/IKvYjZVIopMatIoTVKL7WC10f2&#10;mQSzb8PuNsZ/3y0UPA4z8w1TrEfTiYGcby0reE5SEMSV1S3XCo7f77NXED4ga+wsk4IbeVivHiYF&#10;5tpe+YuGQ6hFhLDPUUETQp9L6auGDPrE9sTRO1tnMETpaqkdXiPcdHKepgtpsOW40GBPbw1Vl8OP&#10;UbDb8eYy7E/T7amcDvPy07qP+kWpp8dxswQRaAz38H+71AqyDP6+xB8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qq3kxQAAANsAAAAPAAAAAAAAAAAAAAAAAJgCAABkcnMv&#10;ZG93bnJldi54bWxQSwUGAAAAAAQABAD1AAAAigMAAAAA&#10;" fillcolor="yellow" strokecolor="#243f60 [1604]" strokeweight="2pt"/>
                    <v:shape id="Zylinder 78" o:spid="_x0000_s1047" type="#_x0000_t22" style="position:absolute;left:762;top:2209;width:762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HXoMIA&#10;AADbAAAADwAAAGRycy9kb3ducmV2LnhtbERPPWvDMBDdC/kP4gLdGtke2tSJbEpIwFA6NOnQ8Wpd&#10;bFPrZCw5VvPro6GQ8fG+t2UwvbjQ6DrLCtJVAoK4trrjRsHX6fC0BuE8ssbeMin4IwdlsXjYYq7t&#10;zJ90OfpGxBB2OSpovR9yKV3dkkG3sgNx5M52NOgjHBupR5xjuOllliTP0mDHsaHFgXYt1b/HySgI&#10;2SF0U/jAb+f36fVV/vTV9K7U4zK8bUB4Cv4u/ndXWsFLHBu/xB8gi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8degwgAAANsAAAAPAAAAAAAAAAAAAAAAAJgCAABkcnMvZG93&#10;bnJldi54bWxQSwUGAAAAAAQABAD1AAAAhwMAAAAA&#10;" adj="1080" fillcolor="red" strokecolor="#243f60 [1604]" strokeweight="2pt"/>
                    <v:shape id="Zylinder 79" o:spid="_x0000_s1048" type="#_x0000_t22" style="position:absolute;left:762;top:1676;width:762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1fssMA&#10;AADbAAAADwAAAGRycy9kb3ducmV2LnhtbESPW4vCMBSE3xf2P4Sz4Nua7oK3apSli+ibeEH07dCc&#10;bcs2J6WJNf57Iwg+DjPzDTNbBFOLjlpXWVbw1U9AEOdWV1woOOyXn2MQziNrrC2Tghs5WMzf32aY&#10;anvlLXU7X4gIYZeigtL7JpXS5SUZdH3bEEfvz7YGfZRtIXWL1wg3tfxOkqE0WHFcKLGhrKT8f3cx&#10;CpiO6825zrLflc1vm8EyHLpTUKr3EX6mIDwF/wo/22utYDSBx5f4A+T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y1fssMAAADbAAAADwAAAAAAAAAAAAAAAACYAgAAZHJzL2Rv&#10;d25yZXYueG1sUEsFBgAAAAAEAAQA9QAAAIgDAAAAAA==&#10;" adj="1080" fillcolor="blue" strokecolor="#243f60 [1604]" strokeweight="2pt"/>
                    <v:shape id="Zylinder 80" o:spid="_x0000_s1049" type="#_x0000_t22" style="position:absolute;left:1524;top:5486;width:762;height:20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YDV8MA&#10;AADbAAAADwAAAGRycy9kb3ducmV2LnhtbERPy2rCQBTdF/oPwy24ayZK0DQ6ihQEi3ShLXR7ydw8&#10;bOZOzEwe7dd3FgWXh/Pe7CbTiIE6V1tWMI9iEMS51TWXCj4/Ds8pCOeRNTaWScEPOdhtHx82mGk7&#10;8pmGiy9FCGGXoYLK+zaT0uUVGXSRbYkDV9jOoA+wK6XucAzhppGLOF5KgzWHhgpbeq0o/770RsFt&#10;Ne9fbvvk/est+b0Wp8Ugx8Og1Oxp2q9BeJr8XfzvPmoFaVgfvoQfIL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yYDV8MAAADbAAAADwAAAAAAAAAAAAAAAACYAgAAZHJzL2Rv&#10;d25yZXYueG1sUEsFBgAAAAAEAAQA9QAAAIgDAAAAAA==&#10;" adj="2000" fillcolor="blue" strokecolor="#243f60 [1604]" strokeweight="2pt"/>
                    <v:shape id="Zylinder 81" o:spid="_x0000_s1050" type="#_x0000_t22" style="position:absolute;top:5486;width:762;height:20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qmzMUA&#10;AADbAAAADwAAAGRycy9kb3ducmV2LnhtbESPQWvCQBSE70L/w/IK3nQTEU1TV5GCUCke1EKvj+wz&#10;SZt9G7NrkvrrXUHwOMzMN8xi1ZtKtNS40rKCeByBIM6sLjlX8H3cjBIQziNrrCyTgn9ysFq+DBaY&#10;atvxntqDz0WAsEtRQeF9nUrpsoIMurGtiYN3so1BH2STS91gF+CmkpMomkmDJYeFAmv6KCj7O1yM&#10;gvM8vryd19Pdz3Z6/T19TVrZbVqlhq/9+h2Ep94/w4/2p1aQxHD/En6A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aqbMxQAAANsAAAAPAAAAAAAAAAAAAAAAAJgCAABkcnMv&#10;ZG93bnJldi54bWxQSwUGAAAAAAQABAD1AAAAigMAAAAA&#10;" adj="2000" fillcolor="blue" strokecolor="#243f60 [1604]" strokeweight="2pt"/>
                  </v:group>
                  <v:group id="Gruppieren 82" o:spid="_x0000_s1051" style="position:absolute;left:4343;width:2362;height:7543" coordsize="2362,75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  <v:oval id="Ellipse 83" o:spid="_x0000_s1052" style="position:absolute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TbwMQA&#10;AADbAAAADwAAAGRycy9kb3ducmV2LnhtbESPQWvCQBSE7wX/w/IEL2I22iISs4oItbH0UhW8PrLP&#10;JJh9G3a3Mf333UKhx2FmvmHy7WBa0ZPzjWUF8yQFQVxa3XCl4HJ+na1A+ICssbVMCr7Jw3Yzesox&#10;0/bBn9SfQiUihH2GCuoQukxKX9Zk0Ce2I47ezTqDIUpXSe3wEeGmlYs0XUqDDceFGjva11TeT19G&#10;wfHIu3v/fp2+XYtpvyg+rDtUL0pNxsNuDSLQEP7Df+1CK1g9w++X+AP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E28DEAAAA2wAAAA8AAAAAAAAAAAAAAAAAmAIAAGRycy9k&#10;b3ducmV2LnhtbFBLBQYAAAAABAAEAPUAAACJAwAAAAA=&#10;" fillcolor="yellow" strokecolor="#243f60 [1604]" strokeweight="2pt"/>
                    <v:shape id="Zylinder 84" o:spid="_x0000_s1053" type="#_x0000_t22" style="position:absolute;left:762;top:2209;width:762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mtgsQA&#10;AADbAAAADwAAAGRycy9kb3ducmV2LnhtbESPQWvCQBSE70L/w/IK3sxGkWJTVymiECg9NPbQ42v2&#10;NQnNvg3ZTbL117sFweMwM98w230wrRipd41lBcskBUFcWt1wpeDzfFpsQDiPrLG1TAr+yMF+9zDb&#10;YqbtxB80Fr4SEcIuQwW1910mpStrMugS2xFH78f2Bn2UfSV1j1OEm1au0vRJGmw4LtTY0aGm8rcY&#10;jIKwOoVmCO/45fxxeXmW320+vCk1fwyvLyA8BX8P39q5VrBZw/+X+APk7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prYLEAAAA2wAAAA8AAAAAAAAAAAAAAAAAmAIAAGRycy9k&#10;b3ducmV2LnhtbFBLBQYAAAAABAAEAPUAAACJAwAAAAA=&#10;" adj="1080" fillcolor="red" strokecolor="#243f60 [1604]" strokeweight="2pt"/>
                    <v:shape id="Zylinder 85" o:spid="_x0000_s1054" type="#_x0000_t22" style="position:absolute;left:762;top:1676;width:762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UlkMIA&#10;AADbAAAADwAAAGRycy9kb3ducmV2LnhtbESPQYvCMBSE74L/ITzBm6a74CJdoyxdRG+yWsS9PZpn&#10;W2xeShNr/PdGEDwOM/MNs1gF04ieOldbVvAxTUAQF1bXXCrID+vJHITzyBoby6TgTg5Wy+Fggam2&#10;N/6jfu9LESHsUlRQed+mUrqiIoNualvi6J1tZ9BH2ZVSd3iLcNPIzyT5kgZrjgsVtpRVVFz2V6OA&#10;6bjd/TdZ9ruxxX03W4e8PwWlxqPw8w3CU/Dv8Ku91QrmM3h+iT9A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tSWQwgAAANsAAAAPAAAAAAAAAAAAAAAAAJgCAABkcnMvZG93&#10;bnJldi54bWxQSwUGAAAAAAQABAD1AAAAhwMAAAAA&#10;" adj="1080" fillcolor="blue" strokecolor="#243f60 [1604]" strokeweight="2pt"/>
                    <v:shape id="Zylinder 86" o:spid="_x0000_s1055" type="#_x0000_t22" style="position:absolute;left:1524;top:5486;width:762;height:20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M+uMQA&#10;AADbAAAADwAAAGRycy9kb3ducmV2LnhtbESPQYvCMBSE78L+h/AEb5oqom41iiwILuJBd2Gvj+bZ&#10;VpuX2sS26683guBxmJlvmMWqNYWoqXK5ZQXDQQSCOLE651TB78+mPwPhPLLGwjIp+CcHq+VHZ4Gx&#10;tg0fqD76VAQIuxgVZN6XsZQuycigG9iSOHgnWxn0QVap1BU2AW4KOYqiiTSYc1jIsKSvjJLL8WYU&#10;XKfD2+d1Pd7/fY/v59NuVMtmUyvV67brOQhPrX+HX+2tVjCbwPNL+AF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DPrjEAAAA2wAAAA8AAAAAAAAAAAAAAAAAmAIAAGRycy9k&#10;b3ducmV2LnhtbFBLBQYAAAAABAAEAPUAAACJAwAAAAA=&#10;" adj="2000" fillcolor="blue" strokecolor="#243f60 [1604]" strokeweight="2pt"/>
                    <v:shape id="Zylinder 87" o:spid="_x0000_s1056" type="#_x0000_t22" style="position:absolute;top:5486;width:762;height:20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+bI8QA&#10;AADbAAAADwAAAGRycy9kb3ducmV2LnhtbESPQYvCMBSE78L+h/AEb5oqom41iiwILuJBd2Gvj+bZ&#10;VpuX2sS26683guBxmJlvmMWqNYWoqXK5ZQXDQQSCOLE651TB78+mPwPhPLLGwjIp+CcHq+VHZ4Gx&#10;tg0fqD76VAQIuxgVZN6XsZQuycigG9iSOHgnWxn0QVap1BU2AW4KOYqiiTSYc1jIsKSvjJLL8WYU&#10;XKfD2+d1Pd7/fY/v59NuVMtmUyvV67brOQhPrX+HX+2tVjCbwvNL+AF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PmyPEAAAA2wAAAA8AAAAAAAAAAAAAAAAAmAIAAGRycy9k&#10;b3ducmV2LnhtbFBLBQYAAAAABAAEAPUAAACJAwAAAAA=&#10;" adj="2000" fillcolor="blue" strokecolor="#243f60 [1604]" strokeweight="2pt"/>
                  </v:group>
                  <v:group id="Gruppieren 88" o:spid="_x0000_s1057" style="position:absolute;left:8763;width:2362;height:7543" coordsize="2362,75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  <v:oval id="Ellipse 89" o:spid="_x0000_s1058" style="position:absolute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zsKsUA&#10;AADbAAAADwAAAGRycy9kb3ducmV2LnhtbESPQWvCQBSE70L/w/IKvYjZVIqkMatIoTVKL7WC10f2&#10;mQSzb8PuNsZ/3y0UPA4z8w1TrEfTiYGcby0reE5SEMSV1S3XCo7f77MMhA/IGjvLpOBGHtarh0mB&#10;ubZX/qLhEGoRIexzVNCE0OdS+qohgz6xPXH0ztYZDFG6WmqH1wg3nZyn6UIabDkuNNjTW0PV5fBj&#10;FOx2vLkM+9N0eyqnw7z8tO6jflHq6XHcLEEEGsM9/N8utYLsFf6+xB8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rOwqxQAAANsAAAAPAAAAAAAAAAAAAAAAAJgCAABkcnMv&#10;ZG93bnJldi54bWxQSwUGAAAAAAQABAD1AAAAigMAAAAA&#10;" fillcolor="yellow" strokecolor="#243f60 [1604]" strokeweight="2pt"/>
                    <v:shape id="Zylinder 90" o:spid="_x0000_s1059" type="#_x0000_t22" style="position:absolute;left:762;top:2209;width:762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s9XL8A&#10;AADbAAAADwAAAGRycy9kb3ducmV2LnhtbERPTYvCMBC9L/gfwgjetqkeRKtRRBQE8bDqwePYjG2x&#10;mZQm1eiv3xwEj4/3PV8GU4sHta6yrGCYpCCIc6srLhScT9vfCQjnkTXWlknBixwsF72fOWbaPvmP&#10;HkdfiBjCLkMFpfdNJqXLSzLoEtsQR+5mW4M+wraQusVnDDe1HKXpWBqsODaU2NC6pPx+7IyCMNqG&#10;qgsHvDi/Gb6n8lrvur1Sg35YzUB4Cv4r/rh3WsE0ro9f4g+Qi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iz1cvwAAANsAAAAPAAAAAAAAAAAAAAAAAJgCAABkcnMvZG93bnJl&#10;di54bWxQSwUGAAAAAAQABAD1AAAAhAMAAAAA&#10;" adj="1080" fillcolor="red" strokecolor="#243f60 [1604]" strokeweight="2pt"/>
                    <v:shape id="Zylinder 91" o:spid="_x0000_s1060" type="#_x0000_t22" style="position:absolute;left:762;top:1676;width:762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e1TsQA&#10;AADbAAAADwAAAGRycy9kb3ducmV2LnhtbESPQWvCQBSE7wX/w/KE3ppNCi1tdBWJhHqT2iB6e2Sf&#10;STD7NmS3cf333UKhx2FmvmGW62B6MdHoOssKsiQFQVxb3XGjoPoqn95AOI+ssbdMCu7kYL2aPSwx&#10;1/bGnzQdfCMihF2OClrvh1xKV7dk0CV2II7exY4GfZRjI/WItwg3vXxO01dpsOO40OJARUv19fBt&#10;FDAdd/tzXxTbD1vf9y9lqKZTUOpxHjYLEJ6C/w//tXdawXsGv1/iD5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XtU7EAAAA2wAAAA8AAAAAAAAAAAAAAAAAmAIAAGRycy9k&#10;b3ducmV2LnhtbFBLBQYAAAAABAAEAPUAAACJAwAAAAA=&#10;" adj="1080" fillcolor="blue" strokecolor="#243f60 [1604]" strokeweight="2pt"/>
                    <v:shape id="Zylinder 92" o:spid="_x0000_s1061" type="#_x0000_t22" style="position:absolute;left:1524;top:5486;width:762;height:20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GuZsUA&#10;AADbAAAADwAAAGRycy9kb3ducmV2LnhtbESPQWvCQBSE70L/w/IK3szGIFpTV5GCUCke1EKvj+wz&#10;SZt9G7NrkvrrXUHwOMzMN8xi1ZtKtNS40rKCcRSDIM6sLjlX8H3cjN5AOI+ssbJMCv7JwWr5Mlhg&#10;qm3He2oPPhcBwi5FBYX3dSqlywoy6CJbEwfvZBuDPsgml7rBLsBNJZM4nkqDJYeFAmv6KCj7O1yM&#10;gvNsfJmf15Pdz3Zy/T19Ja3sNq1Sw9d+/Q7CU++f4Uf7UyuYJ3D/En6A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Ya5mxQAAANsAAAAPAAAAAAAAAAAAAAAAAJgCAABkcnMv&#10;ZG93bnJldi54bWxQSwUGAAAAAAQABAD1AAAAigMAAAAA&#10;" adj="2000" fillcolor="blue" strokecolor="#243f60 [1604]" strokeweight="2pt"/>
                    <v:shape id="Zylinder 93" o:spid="_x0000_s1062" type="#_x0000_t22" style="position:absolute;top:5486;width:762;height:20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0L/cYA&#10;AADbAAAADwAAAGRycy9kb3ducmV2LnhtbESPT2vCQBTE70K/w/IKvekmVvyTugYpCIr0oC14fWSf&#10;Sdrs25hdk7Sf3i0IHoeZ+Q2zTHtTiZYaV1pWEI8iEMSZ1SXnCr4+N8M5COeRNVaWScEvOUhXT4Ml&#10;Jtp2fKD26HMRIOwSVFB4XydSuqwgg25ka+LgnW1j0AfZ5FI32AW4qeQ4iqbSYMlhocCa3gvKfo5X&#10;o+Ayi6+Ly3rycdpN/r7P+3Eru02r1Mtzv34D4an3j/C9vdUKFq/w/yX8ALm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i0L/cYAAADbAAAADwAAAAAAAAAAAAAAAACYAgAAZHJz&#10;L2Rvd25yZXYueG1sUEsFBgAAAAAEAAQA9QAAAIsDAAAAAA==&#10;" adj="2000" fillcolor="blue" strokecolor="#243f60 [1604]" strokeweight="2pt"/>
                  </v:group>
                  <v:group id="Gruppieren 94" o:spid="_x0000_s1063" style="position:absolute;left:13106;width:2362;height:7543" coordsize="2362,75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  <v:oval id="Ellipse 95" o:spid="_x0000_s1064" style="position:absolute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hw8sUA&#10;AADbAAAADwAAAGRycy9kb3ducmV2LnhtbESPQWvCQBSE74X+h+UJvYS6qdhSo6tIoZqIl9qC10f2&#10;mQSzb8PuNsZ/7wqFHoeZ+YZZrAbTip6cbywreBmnIIhLqxuuFPx8fz6/g/ABWWNrmRRcycNq+fiw&#10;wEzbC39RfwiViBD2GSqoQ+gyKX1Zk0E/th1x9E7WGQxRukpqh5cIN62cpOmbNNhwXKixo4+ayvPh&#10;1ygoCl6f+90x2R7zpJ/ke+s21VSpp9GwnoMINIT/8F871wpmr3D/En+A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OHDyxQAAANsAAAAPAAAAAAAAAAAAAAAAAJgCAABkcnMv&#10;ZG93bnJldi54bWxQSwUGAAAAAAQABAD1AAAAigMAAAAA&#10;" fillcolor="yellow" strokecolor="#243f60 [1604]" strokeweight="2pt"/>
                    <v:shape id="Zylinder 96" o:spid="_x0000_s1065" type="#_x0000_t22" style="position:absolute;left:762;top:2209;width:762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4As8MA&#10;AADbAAAADwAAAGRycy9kb3ducmV2LnhtbESPQYvCMBSE74L/ITzBm6Z6kLXbVBZREMTDqgePz+Zt&#10;W7Z5KU2q0V9vFhY8DjPzDZOtgmnEjTpXW1YwmyYgiAuray4VnE/byQcI55E1NpZJwYMcrPLhIMNU&#10;2zt/0+3oSxEh7FJUUHnfplK6oiKDbmpb4uj92M6gj7Irpe7wHuGmkfMkWUiDNceFCltaV1T8Hnuj&#10;IMy3oe7DAS/Ob2bPpbw2u36v1HgUvj5BeAr+Hf5v77SC5QL+vsQfIP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i4As8MAAADbAAAADwAAAAAAAAAAAAAAAACYAgAAZHJzL2Rv&#10;d25yZXYueG1sUEsFBgAAAAAEAAQA9QAAAIgDAAAAAA==&#10;" adj="1080" fillcolor="red" strokecolor="#243f60 [1604]" strokeweight="2pt"/>
                    <v:shape id="Zylinder 97" o:spid="_x0000_s1066" type="#_x0000_t22" style="position:absolute;left:762;top:1676;width:762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KIocMA&#10;AADbAAAADwAAAGRycy9kb3ducmV2LnhtbESPW4vCMBSE3xf2P4Sz4Nua7oK3apSli+ibeEH07dCc&#10;bcs2J6WJNf57Iwg+DjPzDTNbBFOLjlpXWVbw1U9AEOdWV1woOOyXn2MQziNrrC2Tghs5WMzf32aY&#10;anvlLXU7X4gIYZeigtL7JpXS5SUZdH3bEEfvz7YGfZRtIXWL1wg3tfxOkqE0WHFcKLGhrKT8f3cx&#10;CpiO6825zrLflc1vm8EyHLpTUKr3EX6mIDwF/wo/22utYDKCx5f4A+T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fKIocMAAADbAAAADwAAAAAAAAAAAAAAAACYAgAAZHJzL2Rv&#10;d25yZXYueG1sUEsFBgAAAAAEAAQA9QAAAIgDAAAAAA==&#10;" adj="1080" fillcolor="blue" strokecolor="#243f60 [1604]" strokeweight="2pt"/>
                    <v:shape id="Zylinder 98" o:spid="_x0000_s1067" type="#_x0000_t22" style="position:absolute;left:1524;top:5486;width:762;height:20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mZjMEA&#10;AADbAAAADwAAAGRycy9kb3ducmV2LnhtbERPTYvCMBC9C/6HMMLeNFVkV6tRRBBWFg+rgtehGdtq&#10;M6lNbKu/3hwEj4/3PV+2phA1VS63rGA4iEAQJ1bnnCo4Hjb9CQjnkTUWlknBgxwsF93OHGNtG/6n&#10;eu9TEULYxagg876MpXRJRgbdwJbEgTvbyqAPsEqlrrAJ4aaQoyj6lgZzDg0ZlrTOKLnu70bB7Wd4&#10;n95W491pO35ezn+jWjabWqmvXruagfDU+o/47f7VCqZhbPgSfoB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yJmYzBAAAA2wAAAA8AAAAAAAAAAAAAAAAAmAIAAGRycy9kb3du&#10;cmV2LnhtbFBLBQYAAAAABAAEAPUAAACGAwAAAAA=&#10;" adj="2000" fillcolor="blue" strokecolor="#243f60 [1604]" strokeweight="2pt"/>
                    <v:shape id="Zylinder 99" o:spid="_x0000_s1068" type="#_x0000_t22" style="position:absolute;top:5486;width:762;height:20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U8F8UA&#10;AADbAAAADwAAAGRycy9kb3ducmV2LnhtbESPQWvCQBSE70L/w/IK3sxGEW1SV5GCUCke1EKvj+wz&#10;SZt9G7NrkvrrXUHwOMzMN8xi1ZtKtNS40rKCcRSDIM6sLjlX8H3cjN5AOI+ssbJMCv7JwWr5Mlhg&#10;qm3He2oPPhcBwi5FBYX3dSqlywoy6CJbEwfvZBuDPsgml7rBLsBNJSdxPJMGSw4LBdb0UVD2d7gY&#10;Bef5+JKc19Pdz3Z6/T19TVrZbVqlhq/9+h2Ep94/w4/2p1aQJHD/En6A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xTwXxQAAANsAAAAPAAAAAAAAAAAAAAAAAJgCAABkcnMv&#10;ZG93bnJldi54bWxQSwUGAAAAAAQABAD1AAAAigMAAAAA&#10;" adj="2000" fillcolor="blue" strokecolor="#243f60 [1604]" strokeweight="2pt"/>
                  </v:group>
                </v:group>
                <v:rect id="Rechteck 100" o:spid="_x0000_s1069" style="position:absolute;left:8668;top:1479;width:6191;height:47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sdRsMA&#10;AADcAAAADwAAAGRycy9kb3ducmV2LnhtbESPQWvCQBCF7wX/wzIFb3XTgqKpq4ggeCnFqNDjkB2z&#10;wexsyG40/nvnUPA2w3vz3jfL9eAbdaMu1oENfE4yUMRlsDVXBk7H3cccVEzIFpvAZOBBEdar0dsS&#10;cxvufKBbkSolIRxzNOBSanOtY+nIY5yElli0S+g8Jlm7StsO7xLuG/2VZTPtsWZpcNjS1lF5LXpv&#10;4OLb/V8zdVu69r+L80+Bvd7MjBm/D5tvUImG9DL/X++t4GeCL8/IBHr1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isdRsMAAADcAAAADwAAAAAAAAAAAAAAAACYAgAAZHJzL2Rv&#10;d25yZXYueG1sUEsFBgAAAAAEAAQA9QAAAIgDAAAAAA==&#10;" fillcolor="#4f81bd [3204]" strokecolor="#243f60 [1604]" strokeweight="2pt">
                  <v:fill opacity="10537f"/>
                </v:rect>
                <v:rect id="Rechteck 101" o:spid="_x0000_s1070" style="position:absolute;left:17865;top:1479;width:6191;height:47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e43b8A&#10;AADcAAAADwAAAGRycy9kb3ducmV2LnhtbERPTYvCMBC9L/gfwgje1lRB0WoUEQQvslgVPA7N2BSb&#10;SWlSrf9+Iwje5vE+Z7nubCUe1PjSsYLRMAFBnDtdcqHgfNr9zkD4gKyxckwKXuRhver9LDHV7slH&#10;emShEDGEfYoKTAh1KqXPDVn0Q1cTR+7mGoshwqaQusFnDLeVHCfJVFosOTYYrGlrKL9nrVVws/X+&#10;Wk3Mlu7t3/xyyLCVm6lSg363WYAI1IWv+OPe6zg/GcH7mXiBXP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5Z7jdvwAAANwAAAAPAAAAAAAAAAAAAAAAAJgCAABkcnMvZG93bnJl&#10;di54bWxQSwUGAAAAAAQABAD1AAAAhAMAAAAA&#10;" fillcolor="#4f81bd [3204]" strokecolor="#243f60 [1604]" strokeweight="2pt">
                  <v:fill opacity="10537f"/>
                </v:rect>
                <v:rect id="Rechteck 102" o:spid="_x0000_s1071" style="position:absolute;left:24630;top:1479;width:6191;height:47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Umqr8A&#10;AADcAAAADwAAAGRycy9kb3ducmV2LnhtbERPTYvCMBC9L/gfwgje1lRhRatRRBC8LGJV8Dg0Y1Ns&#10;JqVJtf57Iwje5vE+Z7HqbCXu1PjSsYLRMAFBnDtdcqHgdNz+TkH4gKyxckwKnuRhtez9LDDV7sEH&#10;umehEDGEfYoKTAh1KqXPDVn0Q1cTR+7qGoshwqaQusFHDLeVHCfJRFosOTYYrGljKL9lrVVwtfXu&#10;Uv2ZDd3a/ez8n2Er1xOlBv1uPQcRqAtf8ce903F+Mob3M/ECuX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tSaqvwAAANwAAAAPAAAAAAAAAAAAAAAAAJgCAABkcnMvZG93bnJl&#10;di54bWxQSwUGAAAAAAQABAD1AAAAhAMAAAAA&#10;" fillcolor="#4f81bd [3204]" strokecolor="#243f60 [1604]" strokeweight="2pt">
                  <v:fill opacity="10537f"/>
                </v:rect>
                <v:rect id="Rechteck 103" o:spid="_x0000_s1072" style="position:absolute;top:1479;width:6191;height:47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mDMcAA&#10;AADcAAAADwAAAGRycy9kb3ducmV2LnhtbERPTYvCMBC9C/sfwgh7s6krylqNIoLgZRHrCh6HZmyK&#10;zaQ0qXb//UYQvM3jfc5y3dta3Kn1lWMF4yQFQVw4XXGp4Pe0G32D8AFZY+2YFPyRh/XqY7DETLsH&#10;H+meh1LEEPYZKjAhNJmUvjBk0SeuIY7c1bUWQ4RtKXWLjxhua/mVpjNpseLYYLChraHilndWwdU2&#10;+0s9NVu6dYf5+SfHTm5mSn0O+80CRKA+vMUv917H+ekEns/EC+Tq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vmDMcAAAADcAAAADwAAAAAAAAAAAAAAAACYAgAAZHJzL2Rvd25y&#10;ZXYueG1sUEsFBgAAAAAEAAQA9QAAAIUDAAAAAA==&#10;" fillcolor="#4f81bd [3204]" strokecolor="#243f60 [1604]" strokeweight="2pt">
                  <v:fill opacity="10537f"/>
                </v:rect>
                <w10:wrap type="topAndBottom"/>
              </v:group>
            </w:pict>
          </mc:Fallback>
        </mc:AlternateContent>
      </w:r>
      <w:r w:rsidR="00163293">
        <w:t>Das Knetmännchen (mittelschwer)</w:t>
      </w:r>
      <w:bookmarkEnd w:id="1"/>
    </w:p>
    <w:p w:rsidR="00287154" w:rsidRDefault="00287154" w:rsidP="00287154">
      <w:pPr>
        <w:pStyle w:val="00Textkrper"/>
      </w:pPr>
    </w:p>
    <w:p w:rsidR="00287154" w:rsidRDefault="00287154" w:rsidP="00287154">
      <w:pPr>
        <w:pStyle w:val="00Textkrper"/>
      </w:pPr>
      <w:r w:rsidRPr="00287154">
        <w:t xml:space="preserve">Ein Spielzeughersteller </w:t>
      </w:r>
      <w:r w:rsidR="001C77FC">
        <w:t>verkauft verschieden</w:t>
      </w:r>
      <w:r w:rsidRPr="00287154">
        <w:t>farbige Knetstangen (Atome oder Moleküle) in Packungen (Stoffmengen). In</w:t>
      </w:r>
      <w:r w:rsidR="001C77FC">
        <w:t xml:space="preserve"> einer Packung gibt es jeweils vier</w:t>
      </w:r>
      <w:r w:rsidRPr="00287154">
        <w:t xml:space="preserve"> gleichfarbige Stangen à 20</w:t>
      </w:r>
      <w:r>
        <w:t> </w:t>
      </w:r>
      <w:r w:rsidRPr="00287154">
        <w:t>g (Atommasse oder Molekülmasse).</w:t>
      </w:r>
    </w:p>
    <w:p w:rsidR="00287154" w:rsidRDefault="00287154" w:rsidP="00287154">
      <w:pPr>
        <w:pStyle w:val="00Textkrper"/>
      </w:pPr>
    </w:p>
    <w:p w:rsidR="00287154" w:rsidRDefault="00287154" w:rsidP="00287154">
      <w:pPr>
        <w:pStyle w:val="00NummerierungBuchstaben"/>
        <w:numPr>
          <w:ilvl w:val="0"/>
          <w:numId w:val="33"/>
        </w:numPr>
        <w:ind w:left="426" w:hanging="426"/>
      </w:pPr>
      <w:r>
        <w:t xml:space="preserve">Geben Sie an, wie viele Stangen welcher Farbe notwendig sind, um die dargestellten Figuren herzustellen. </w:t>
      </w:r>
    </w:p>
    <w:p w:rsidR="00287154" w:rsidRDefault="00287154" w:rsidP="00287154">
      <w:pPr>
        <w:pStyle w:val="00NummerierungBuchstaben"/>
        <w:numPr>
          <w:ilvl w:val="0"/>
          <w:numId w:val="0"/>
        </w:numPr>
        <w:ind w:left="426" w:hanging="426"/>
      </w:pPr>
    </w:p>
    <w:p w:rsidR="00287154" w:rsidRDefault="00287154" w:rsidP="00287154">
      <w:pPr>
        <w:pStyle w:val="00Loesungen"/>
      </w:pPr>
      <w:r>
        <w:t>Lösung: 2 gelbe Stangen, 4 rote Stangen, 8 blaue Stangen</w:t>
      </w:r>
    </w:p>
    <w:p w:rsidR="00287154" w:rsidRDefault="00287154" w:rsidP="00287154">
      <w:pPr>
        <w:pStyle w:val="00Textkrper"/>
      </w:pPr>
    </w:p>
    <w:p w:rsidR="00287154" w:rsidRDefault="00287154" w:rsidP="00287154">
      <w:pPr>
        <w:pStyle w:val="00NummerierungBuchstaben"/>
      </w:pPr>
      <w:r>
        <w:t>Geben Sie die Gleichung in Worten an.</w:t>
      </w:r>
    </w:p>
    <w:p w:rsidR="00287154" w:rsidRDefault="00287154" w:rsidP="00287154">
      <w:pPr>
        <w:pStyle w:val="00Textkrper"/>
      </w:pPr>
    </w:p>
    <w:p w:rsidR="00287154" w:rsidRDefault="00287154" w:rsidP="00287154">
      <w:pPr>
        <w:pStyle w:val="00Loesungen"/>
      </w:pPr>
      <w:r>
        <w:t>Lösung: 2 gelbe Stangen + 4 rote Stangen + 8 blaue Stangen →  4 Knetmännchen</w:t>
      </w:r>
    </w:p>
    <w:p w:rsidR="00287154" w:rsidRDefault="00287154" w:rsidP="00287154">
      <w:pPr>
        <w:pStyle w:val="00Textkrper"/>
      </w:pPr>
    </w:p>
    <w:p w:rsidR="00287154" w:rsidRDefault="00287154" w:rsidP="00287154">
      <w:pPr>
        <w:pStyle w:val="00NummerierungBuchstaben"/>
      </w:pPr>
      <w:r>
        <w:t>Geben Sie an, wie viele Packungen von welcher Farbe notwendig sind, um die darg</w:t>
      </w:r>
      <w:r>
        <w:t>e</w:t>
      </w:r>
      <w:r>
        <w:t>stellten Knetmännchen herzustellen.</w:t>
      </w:r>
    </w:p>
    <w:p w:rsidR="00287154" w:rsidRDefault="00287154" w:rsidP="00287154">
      <w:pPr>
        <w:pStyle w:val="00Textkrper"/>
      </w:pPr>
    </w:p>
    <w:p w:rsidR="00287154" w:rsidRDefault="00287154" w:rsidP="00287154">
      <w:pPr>
        <w:pStyle w:val="00Loesungen"/>
      </w:pPr>
      <w:r>
        <w:t>Lösung: 0,5 Packung gelb + 1 Packung rot  + 2 Packungen blau</w:t>
      </w:r>
    </w:p>
    <w:p w:rsidR="00287154" w:rsidRDefault="00287154" w:rsidP="00287154">
      <w:pPr>
        <w:pStyle w:val="00Textkrper"/>
      </w:pPr>
    </w:p>
    <w:p w:rsidR="00287154" w:rsidRDefault="00287154" w:rsidP="00287154">
      <w:pPr>
        <w:pStyle w:val="00NummerierungBuchstaben"/>
      </w:pPr>
      <w:r>
        <w:t>Berechnen Sie die Masse einer Packung.</w:t>
      </w:r>
    </w:p>
    <w:p w:rsidR="00287154" w:rsidRDefault="00287154" w:rsidP="00287154">
      <w:pPr>
        <w:pStyle w:val="00Textkrper"/>
      </w:pPr>
    </w:p>
    <w:p w:rsidR="00287154" w:rsidRDefault="00287154" w:rsidP="00287154">
      <w:pPr>
        <w:pStyle w:val="00Loesungen"/>
      </w:pPr>
      <w:r>
        <w:t>Lösung: 4 gleiche Stangen  à 20 g = 4 ∙ 20 g = 80 g.</w:t>
      </w:r>
    </w:p>
    <w:p w:rsidR="00287154" w:rsidRDefault="00287154" w:rsidP="00287154">
      <w:pPr>
        <w:pStyle w:val="00Textkrper"/>
      </w:pPr>
    </w:p>
    <w:p w:rsidR="00287154" w:rsidRDefault="001C77FC" w:rsidP="00287154">
      <w:pPr>
        <w:pStyle w:val="00NummerierungBuchstaben"/>
      </w:pPr>
      <w:r>
        <w:t>Berechnen Sie die Masse der vier</w:t>
      </w:r>
      <w:r w:rsidR="00287154">
        <w:t xml:space="preserve"> Knetmännchen mit Hilfe der Packungen</w:t>
      </w:r>
      <w:r>
        <w:t>.</w:t>
      </w:r>
    </w:p>
    <w:p w:rsidR="00287154" w:rsidRDefault="00287154" w:rsidP="00287154">
      <w:pPr>
        <w:pStyle w:val="00Textkrper"/>
      </w:pPr>
    </w:p>
    <w:p w:rsidR="00287154" w:rsidRDefault="00287154" w:rsidP="00287154">
      <w:pPr>
        <w:pStyle w:val="00Loesungen"/>
        <w:ind w:left="851" w:hanging="851"/>
        <w:jc w:val="left"/>
      </w:pPr>
      <w:r>
        <w:t xml:space="preserve">Lösung: 0,5 Packung gelb + 1 Packung rot  + 2 Packungen blau </w:t>
      </w:r>
      <w:r>
        <w:br/>
        <w:t xml:space="preserve">= 0,5 ∙ 80 g + 1 ∙ 80 g + 2 ∙ 80 g </w:t>
      </w:r>
      <w:r>
        <w:br/>
        <w:t>= 280 g</w:t>
      </w:r>
    </w:p>
    <w:p w:rsidR="00287154" w:rsidRDefault="00287154" w:rsidP="00287154">
      <w:pPr>
        <w:pStyle w:val="00Textkrper"/>
      </w:pPr>
    </w:p>
    <w:p w:rsidR="00287154" w:rsidRDefault="00287154" w:rsidP="00287154">
      <w:pPr>
        <w:pStyle w:val="00NummerierungBuchstaben"/>
      </w:pPr>
      <w:r>
        <w:t>Berechnen Sie die Masse eines Knetmännchens.</w:t>
      </w:r>
    </w:p>
    <w:p w:rsidR="00287154" w:rsidRDefault="00287154" w:rsidP="00287154">
      <w:pPr>
        <w:pStyle w:val="00Textkrper"/>
      </w:pPr>
    </w:p>
    <w:p w:rsidR="00287154" w:rsidRDefault="00287154" w:rsidP="00287154">
      <w:pPr>
        <w:pStyle w:val="00Loesungen"/>
      </w:pPr>
      <w:r>
        <w:t>Lösung: 280 g/4 = 70 g</w:t>
      </w:r>
    </w:p>
    <w:p w:rsidR="00287154" w:rsidRDefault="00287154" w:rsidP="00287154">
      <w:pPr>
        <w:pStyle w:val="00Textkrper"/>
      </w:pPr>
    </w:p>
    <w:p w:rsidR="001C77FC" w:rsidRDefault="00287154" w:rsidP="00287154">
      <w:pPr>
        <w:pStyle w:val="00NummerierungBuchstaben"/>
      </w:pPr>
      <w:r>
        <w:t>Berechnen Sie mit Hilfe der Packungen die Masse der jeweiligen Farbe, die zur Herste</w:t>
      </w:r>
      <w:r>
        <w:t>l</w:t>
      </w:r>
      <w:r>
        <w:t xml:space="preserve">lung eines Knetmännchens benötigt wird. </w:t>
      </w:r>
    </w:p>
    <w:p w:rsidR="001C77FC" w:rsidRDefault="001C77FC" w:rsidP="001C77FC">
      <w:pPr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</w:pPr>
      <w:r>
        <w:br w:type="page"/>
      </w:r>
    </w:p>
    <w:p w:rsidR="00287154" w:rsidRDefault="00287154" w:rsidP="00287154">
      <w:pPr>
        <w:pStyle w:val="00Loesungen"/>
        <w:ind w:left="851" w:hanging="851"/>
        <w:jc w:val="left"/>
      </w:pPr>
      <w:r>
        <w:lastRenderedPageBreak/>
        <w:t>Lösung: 0,25 ∙ (0,5 Packung gelb) + 0,25 ∙ (1 Packung rot) + 0,25 ∙ (2 Packungen blau)</w:t>
      </w:r>
      <w:r>
        <w:br/>
        <w:t>= 0,25 ∙ 0,5 ∙ 80 g (gelb) + 0,25 ∙ 1 ∙ 80 g (rot) + 0,25 ∙ 2 ∙ 80 g (blau)</w:t>
      </w:r>
      <w:r>
        <w:br/>
        <w:t xml:space="preserve">= 10 g (gelb) + 20 g (rot) + 40 g (blau) </w:t>
      </w:r>
      <w:r>
        <w:br/>
        <w:t>= 70 g</w:t>
      </w:r>
    </w:p>
    <w:p w:rsidR="00287154" w:rsidRDefault="00287154" w:rsidP="00287154">
      <w:pPr>
        <w:pStyle w:val="00Textkrper"/>
        <w:jc w:val="left"/>
      </w:pPr>
    </w:p>
    <w:p w:rsidR="00287154" w:rsidRDefault="00287154" w:rsidP="00287154">
      <w:pPr>
        <w:pStyle w:val="00NummerierungBuchstaben"/>
      </w:pPr>
      <w:r>
        <w:t>Berechnen Sie die Masse der jeweiligen Farbe, die zur Herstellung von 1250 Knetmän</w:t>
      </w:r>
      <w:r>
        <w:t>n</w:t>
      </w:r>
      <w:r>
        <w:t>chen benötigt wird.</w:t>
      </w:r>
    </w:p>
    <w:p w:rsidR="00287154" w:rsidRDefault="00287154" w:rsidP="00287154">
      <w:pPr>
        <w:pStyle w:val="00Textkrper"/>
      </w:pPr>
    </w:p>
    <w:p w:rsidR="00DF1B76" w:rsidRDefault="00287154" w:rsidP="00287154">
      <w:pPr>
        <w:pStyle w:val="00Loesungen"/>
        <w:ind w:left="851" w:hanging="851"/>
        <w:jc w:val="left"/>
      </w:pPr>
      <w:r>
        <w:t xml:space="preserve">Lösung: 1250 ∙ 10 g + 1250 ∙ 20 </w:t>
      </w:r>
      <w:r w:rsidR="00DF1B76">
        <w:t xml:space="preserve">g + </w:t>
      </w:r>
      <w:r>
        <w:t xml:space="preserve">1250 ∙ 40 g </w:t>
      </w:r>
      <w:r>
        <w:br/>
        <w:t>= 12500 g (gelb) + 25000 g (rot) + 50000 g (blau)</w:t>
      </w:r>
    </w:p>
    <w:p w:rsidR="00DF1B76" w:rsidRDefault="00DF1B76">
      <w:pPr>
        <w:spacing w:line="276" w:lineRule="auto"/>
        <w:rPr>
          <w:rFonts w:asciiTheme="minorHAnsi" w:eastAsia="Times New Roman" w:hAnsiTheme="minorHAnsi" w:cs="Times New Roman"/>
          <w:color w:val="0070C0"/>
          <w:szCs w:val="20"/>
          <w:lang w:eastAsia="de-DE"/>
        </w:rPr>
      </w:pPr>
      <w:r>
        <w:br w:type="page"/>
      </w:r>
    </w:p>
    <w:p w:rsidR="00DF1B76" w:rsidRDefault="00DF1B76" w:rsidP="00DF1B76">
      <w:pPr>
        <w:pStyle w:val="00berschrift1"/>
      </w:pPr>
      <w:bookmarkStart w:id="2" w:name="_Toc518663789"/>
      <w:r>
        <w:lastRenderedPageBreak/>
        <w:t>Die Knetmännchen (Analogie zur Chemie, schwer)</w:t>
      </w:r>
      <w:bookmarkEnd w:id="2"/>
    </w:p>
    <w:p w:rsidR="00DF1B76" w:rsidRDefault="00DF1B76" w:rsidP="00DF1B76">
      <w:pPr>
        <w:pStyle w:val="00TextkrperFett"/>
      </w:pPr>
      <w:r>
        <w:t>Begriffsdefinitionen</w:t>
      </w:r>
    </w:p>
    <w:p w:rsidR="00DF1B76" w:rsidRDefault="00DF1B76" w:rsidP="00DF1B76">
      <w:pPr>
        <w:pStyle w:val="00Textkrper"/>
      </w:pPr>
      <w:r>
        <w:t xml:space="preserve">Knetstangen = Atome oder Moleküle (1 Knetstange entspricht einem Atom oder einem </w:t>
      </w:r>
      <w:r w:rsidR="006B40D4">
        <w:br/>
      </w:r>
      <w:r>
        <w:t>Molekül)</w:t>
      </w:r>
    </w:p>
    <w:p w:rsidR="00DF1B76" w:rsidRDefault="00DF1B76" w:rsidP="00DF1B76">
      <w:pPr>
        <w:pStyle w:val="00Textkrper"/>
      </w:pPr>
      <w:r>
        <w:t xml:space="preserve">Packungen = Stoffmengeneinheit (1 Packung entspricht der Stoffmenge 1 </w:t>
      </w:r>
      <w:proofErr w:type="spellStart"/>
      <w:r>
        <w:t>mol</w:t>
      </w:r>
      <w:proofErr w:type="spellEnd"/>
      <w:r>
        <w:t>)</w:t>
      </w:r>
    </w:p>
    <w:p w:rsidR="00DF1B76" w:rsidRDefault="00DF1B76" w:rsidP="00DF1B76">
      <w:pPr>
        <w:pStyle w:val="00Textkrper"/>
      </w:pPr>
    </w:p>
    <w:p w:rsidR="00DF1B76" w:rsidRDefault="00DF1B76" w:rsidP="00DF1B76">
      <w:pPr>
        <w:pStyle w:val="00TextkrperFett"/>
      </w:pPr>
      <w:r>
        <w:t>Reaktionsgleichung</w:t>
      </w:r>
    </w:p>
    <w:p w:rsidR="00DF1B76" w:rsidRDefault="00DF1B76" w:rsidP="00DF1B76">
      <w:pPr>
        <w:pStyle w:val="00Textkrper"/>
      </w:pPr>
      <w:r>
        <w:t>Anzahl der Knetstangen, die zu einem Knetmännchen geformt werden.</w:t>
      </w:r>
    </w:p>
    <w:p w:rsidR="00DF1B76" w:rsidRDefault="00DF1B76" w:rsidP="00DF1B76">
      <w:pPr>
        <w:pStyle w:val="00Textkrper"/>
      </w:pPr>
      <w:r>
        <w:t>Anzahl der Packungen an Knetstangen, die zu einem Knetmännchen geformt werden.</w:t>
      </w:r>
    </w:p>
    <w:p w:rsidR="00B90784" w:rsidRDefault="00B90784" w:rsidP="00B90784">
      <w:pPr>
        <w:pStyle w:val="00Textkrper"/>
      </w:pPr>
    </w:p>
    <w:tbl>
      <w:tblPr>
        <w:tblStyle w:val="Tabellenraster"/>
        <w:tblW w:w="5000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86"/>
      </w:tblGrid>
      <w:tr w:rsidR="00984F58" w:rsidTr="00BA536B">
        <w:tc>
          <w:tcPr>
            <w:tcW w:w="5000" w:type="pct"/>
            <w:shd w:val="clear" w:color="auto" w:fill="D9D9D9" w:themeFill="background1" w:themeFillShade="D9"/>
          </w:tcPr>
          <w:p w:rsidR="00984F58" w:rsidRPr="00984F58" w:rsidRDefault="00984F58" w:rsidP="005F2A3A">
            <w:pPr>
              <w:spacing w:line="318" w:lineRule="exact"/>
              <w:jc w:val="both"/>
              <w:rPr>
                <w:rFonts w:eastAsia="Times New Roman" w:cs="Times New Roman"/>
                <w:b/>
                <w:sz w:val="24"/>
                <w:szCs w:val="20"/>
                <w:lang w:eastAsia="de-DE"/>
              </w:rPr>
            </w:pPr>
            <w:r w:rsidRPr="00984F58">
              <w:rPr>
                <w:rFonts w:eastAsia="Times New Roman" w:cs="Times New Roman"/>
                <w:b/>
                <w:sz w:val="24"/>
                <w:szCs w:val="20"/>
                <w:lang w:eastAsia="de-DE"/>
              </w:rPr>
              <w:t>Reaktionsgleichung</w:t>
            </w:r>
          </w:p>
          <w:p w:rsidR="00984F58" w:rsidRPr="00984F58" w:rsidRDefault="00984F58" w:rsidP="005F2A3A">
            <w:pPr>
              <w:spacing w:line="318" w:lineRule="exact"/>
              <w:jc w:val="both"/>
              <w:rPr>
                <w:rFonts w:eastAsia="Times New Roman" w:cs="Times New Roman"/>
                <w:b/>
                <w:sz w:val="24"/>
                <w:szCs w:val="20"/>
                <w:lang w:eastAsia="de-DE"/>
              </w:rPr>
            </w:pPr>
            <w:r w:rsidRPr="00984F58">
              <w:rPr>
                <w:rFonts w:eastAsia="Times New Roman" w:cs="Times New Roman"/>
                <w:b/>
                <w:noProof/>
                <w:szCs w:val="20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40FC3CF5" wp14:editId="27BB4A43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49212</wp:posOffset>
                      </wp:positionV>
                      <wp:extent cx="5708650" cy="754380"/>
                      <wp:effectExtent l="0" t="0" r="120650" b="64770"/>
                      <wp:wrapNone/>
                      <wp:docPr id="205" name="Gruppieren 20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708650" cy="754380"/>
                                <a:chOff x="0" y="0"/>
                                <a:chExt cx="5709209" cy="754380"/>
                              </a:xfrm>
                            </wpg:grpSpPr>
                            <wps:wsp>
                              <wps:cNvPr id="206" name="Rechteck 206"/>
                              <wps:cNvSpPr/>
                              <wps:spPr>
                                <a:xfrm>
                                  <a:off x="2472538" y="175565"/>
                                  <a:ext cx="619125" cy="4787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81BD">
                                    <a:alpha val="16000"/>
                                  </a:srgbClr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7" name="Rechteck 207"/>
                              <wps:cNvSpPr/>
                              <wps:spPr>
                                <a:xfrm>
                                  <a:off x="1784909" y="182880"/>
                                  <a:ext cx="619125" cy="4787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81BD">
                                    <a:alpha val="16000"/>
                                  </a:srgbClr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8" name="Rechteck 208"/>
                              <wps:cNvSpPr/>
                              <wps:spPr>
                                <a:xfrm>
                                  <a:off x="877824" y="168250"/>
                                  <a:ext cx="619125" cy="4787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81BD">
                                    <a:alpha val="16000"/>
                                  </a:srgbClr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9" name="Rechteck 209"/>
                              <wps:cNvSpPr/>
                              <wps:spPr>
                                <a:xfrm>
                                  <a:off x="0" y="175565"/>
                                  <a:ext cx="619125" cy="4787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81BD">
                                    <a:alpha val="16000"/>
                                  </a:srgbClr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210" name="Gruppieren 210"/>
                              <wpg:cNvGrpSpPr/>
                              <wpg:grpSpPr>
                                <a:xfrm>
                                  <a:off x="4162349" y="0"/>
                                  <a:ext cx="1546860" cy="754380"/>
                                  <a:chOff x="0" y="0"/>
                                  <a:chExt cx="1546860" cy="754380"/>
                                </a:xfrm>
                              </wpg:grpSpPr>
                              <wpg:grpSp>
                                <wpg:cNvPr id="211" name="Gruppieren 211"/>
                                <wpg:cNvGrpSpPr/>
                                <wpg:grpSpPr>
                                  <a:xfrm>
                                    <a:off x="0" y="0"/>
                                    <a:ext cx="236220" cy="754380"/>
                                    <a:chOff x="0" y="0"/>
                                    <a:chExt cx="236220" cy="754380"/>
                                  </a:xfrm>
                                </wpg:grpSpPr>
                                <wps:wsp>
                                  <wps:cNvPr id="212" name="Ellipse 212"/>
                                  <wps:cNvSpPr/>
                                  <wps:spPr>
                                    <a:xfrm>
                                      <a:off x="0" y="0"/>
                                      <a:ext cx="236220" cy="2133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00"/>
                                    </a:solidFill>
                                    <a:ln w="25400" cap="flat" cmpd="sng" algn="ctr">
                                      <a:solidFill>
                                        <a:srgbClr val="4F81BD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13" name="Zylinder 213"/>
                                  <wps:cNvSpPr/>
                                  <wps:spPr>
                                    <a:xfrm>
                                      <a:off x="76200" y="220980"/>
                                      <a:ext cx="76200" cy="381000"/>
                                    </a:xfrm>
                                    <a:prstGeom prst="can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  <a:ln w="25400" cap="flat" cmpd="sng" algn="ctr">
                                      <a:solidFill>
                                        <a:srgbClr val="4F81BD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14" name="Zylinder 214"/>
                                  <wps:cNvSpPr/>
                                  <wps:spPr>
                                    <a:xfrm>
                                      <a:off x="76200" y="167640"/>
                                      <a:ext cx="76200" cy="381000"/>
                                    </a:xfrm>
                                    <a:prstGeom prst="can">
                                      <a:avLst/>
                                    </a:prstGeom>
                                    <a:solidFill>
                                      <a:srgbClr val="0000FF"/>
                                    </a:solidFill>
                                    <a:ln w="25400" cap="flat" cmpd="sng" algn="ctr">
                                      <a:solidFill>
                                        <a:srgbClr val="4F81BD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  <a:scene3d>
                                      <a:camera prst="orthographicFront">
                                        <a:rot lat="0" lon="0" rev="5400000"/>
                                      </a:camera>
                                      <a:lightRig rig="threePt" dir="t"/>
                                    </a:scene3d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15" name="Zylinder 215"/>
                                  <wps:cNvSpPr/>
                                  <wps:spPr>
                                    <a:xfrm>
                                      <a:off x="152400" y="548640"/>
                                      <a:ext cx="76200" cy="205740"/>
                                    </a:xfrm>
                                    <a:prstGeom prst="can">
                                      <a:avLst/>
                                    </a:prstGeom>
                                    <a:solidFill>
                                      <a:srgbClr val="0000FF"/>
                                    </a:solidFill>
                                    <a:ln w="25400" cap="flat" cmpd="sng" algn="ctr">
                                      <a:solidFill>
                                        <a:srgbClr val="4F81BD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  <a:scene3d>
                                      <a:camera prst="orthographicFront">
                                        <a:rot lat="0" lon="0" rev="2700000"/>
                                      </a:camera>
                                      <a:lightRig rig="threePt" dir="t"/>
                                    </a:scene3d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16" name="Zylinder 216"/>
                                  <wps:cNvSpPr/>
                                  <wps:spPr>
                                    <a:xfrm>
                                      <a:off x="0" y="548640"/>
                                      <a:ext cx="76200" cy="205740"/>
                                    </a:xfrm>
                                    <a:prstGeom prst="can">
                                      <a:avLst/>
                                    </a:prstGeom>
                                    <a:solidFill>
                                      <a:srgbClr val="0000FF"/>
                                    </a:solidFill>
                                    <a:ln w="25400" cap="flat" cmpd="sng" algn="ctr">
                                      <a:solidFill>
                                        <a:srgbClr val="4F81BD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  <a:scene3d>
                                      <a:camera prst="orthographicFront">
                                        <a:rot lat="0" lon="0" rev="18900000"/>
                                      </a:camera>
                                      <a:lightRig rig="threePt" dir="t"/>
                                    </a:scene3d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217" name="Gruppieren 217"/>
                                <wpg:cNvGrpSpPr/>
                                <wpg:grpSpPr>
                                  <a:xfrm>
                                    <a:off x="434340" y="0"/>
                                    <a:ext cx="236220" cy="754380"/>
                                    <a:chOff x="0" y="0"/>
                                    <a:chExt cx="236220" cy="754380"/>
                                  </a:xfrm>
                                </wpg:grpSpPr>
                                <wps:wsp>
                                  <wps:cNvPr id="218" name="Ellipse 218"/>
                                  <wps:cNvSpPr/>
                                  <wps:spPr>
                                    <a:xfrm>
                                      <a:off x="0" y="0"/>
                                      <a:ext cx="236220" cy="2133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00"/>
                                    </a:solidFill>
                                    <a:ln w="25400" cap="flat" cmpd="sng" algn="ctr">
                                      <a:solidFill>
                                        <a:srgbClr val="4F81BD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19" name="Zylinder 219"/>
                                  <wps:cNvSpPr/>
                                  <wps:spPr>
                                    <a:xfrm>
                                      <a:off x="76200" y="220980"/>
                                      <a:ext cx="76200" cy="381000"/>
                                    </a:xfrm>
                                    <a:prstGeom prst="can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  <a:ln w="25400" cap="flat" cmpd="sng" algn="ctr">
                                      <a:solidFill>
                                        <a:srgbClr val="4F81BD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20" name="Zylinder 220"/>
                                  <wps:cNvSpPr/>
                                  <wps:spPr>
                                    <a:xfrm>
                                      <a:off x="76200" y="167640"/>
                                      <a:ext cx="76200" cy="381000"/>
                                    </a:xfrm>
                                    <a:prstGeom prst="can">
                                      <a:avLst/>
                                    </a:prstGeom>
                                    <a:solidFill>
                                      <a:srgbClr val="0000FF"/>
                                    </a:solidFill>
                                    <a:ln w="25400" cap="flat" cmpd="sng" algn="ctr">
                                      <a:solidFill>
                                        <a:srgbClr val="4F81BD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  <a:scene3d>
                                      <a:camera prst="orthographicFront">
                                        <a:rot lat="0" lon="0" rev="5400000"/>
                                      </a:camera>
                                      <a:lightRig rig="threePt" dir="t"/>
                                    </a:scene3d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21" name="Zylinder 221"/>
                                  <wps:cNvSpPr/>
                                  <wps:spPr>
                                    <a:xfrm>
                                      <a:off x="152400" y="548640"/>
                                      <a:ext cx="76200" cy="205740"/>
                                    </a:xfrm>
                                    <a:prstGeom prst="can">
                                      <a:avLst/>
                                    </a:prstGeom>
                                    <a:solidFill>
                                      <a:srgbClr val="0000FF"/>
                                    </a:solidFill>
                                    <a:ln w="25400" cap="flat" cmpd="sng" algn="ctr">
                                      <a:solidFill>
                                        <a:srgbClr val="4F81BD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  <a:scene3d>
                                      <a:camera prst="orthographicFront">
                                        <a:rot lat="0" lon="0" rev="2700000"/>
                                      </a:camera>
                                      <a:lightRig rig="threePt" dir="t"/>
                                    </a:scene3d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22" name="Zylinder 222"/>
                                  <wps:cNvSpPr/>
                                  <wps:spPr>
                                    <a:xfrm>
                                      <a:off x="0" y="548640"/>
                                      <a:ext cx="76200" cy="205740"/>
                                    </a:xfrm>
                                    <a:prstGeom prst="can">
                                      <a:avLst/>
                                    </a:prstGeom>
                                    <a:solidFill>
                                      <a:srgbClr val="0000FF"/>
                                    </a:solidFill>
                                    <a:ln w="25400" cap="flat" cmpd="sng" algn="ctr">
                                      <a:solidFill>
                                        <a:srgbClr val="4F81BD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  <a:scene3d>
                                      <a:camera prst="orthographicFront">
                                        <a:rot lat="0" lon="0" rev="18900000"/>
                                      </a:camera>
                                      <a:lightRig rig="threePt" dir="t"/>
                                    </a:scene3d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223" name="Gruppieren 223"/>
                                <wpg:cNvGrpSpPr/>
                                <wpg:grpSpPr>
                                  <a:xfrm>
                                    <a:off x="876300" y="0"/>
                                    <a:ext cx="236220" cy="754380"/>
                                    <a:chOff x="0" y="0"/>
                                    <a:chExt cx="236220" cy="754380"/>
                                  </a:xfrm>
                                </wpg:grpSpPr>
                                <wps:wsp>
                                  <wps:cNvPr id="224" name="Ellipse 224"/>
                                  <wps:cNvSpPr/>
                                  <wps:spPr>
                                    <a:xfrm>
                                      <a:off x="0" y="0"/>
                                      <a:ext cx="236220" cy="2133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00"/>
                                    </a:solidFill>
                                    <a:ln w="25400" cap="flat" cmpd="sng" algn="ctr">
                                      <a:solidFill>
                                        <a:srgbClr val="4F81BD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25" name="Zylinder 225"/>
                                  <wps:cNvSpPr/>
                                  <wps:spPr>
                                    <a:xfrm>
                                      <a:off x="76200" y="220980"/>
                                      <a:ext cx="76200" cy="381000"/>
                                    </a:xfrm>
                                    <a:prstGeom prst="can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  <a:ln w="25400" cap="flat" cmpd="sng" algn="ctr">
                                      <a:solidFill>
                                        <a:srgbClr val="4F81BD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26" name="Zylinder 226"/>
                                  <wps:cNvSpPr/>
                                  <wps:spPr>
                                    <a:xfrm>
                                      <a:off x="76200" y="167640"/>
                                      <a:ext cx="76200" cy="381000"/>
                                    </a:xfrm>
                                    <a:prstGeom prst="can">
                                      <a:avLst/>
                                    </a:prstGeom>
                                    <a:solidFill>
                                      <a:srgbClr val="0000FF"/>
                                    </a:solidFill>
                                    <a:ln w="25400" cap="flat" cmpd="sng" algn="ctr">
                                      <a:solidFill>
                                        <a:srgbClr val="4F81BD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  <a:scene3d>
                                      <a:camera prst="orthographicFront">
                                        <a:rot lat="0" lon="0" rev="5400000"/>
                                      </a:camera>
                                      <a:lightRig rig="threePt" dir="t"/>
                                    </a:scene3d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27" name="Zylinder 227"/>
                                  <wps:cNvSpPr/>
                                  <wps:spPr>
                                    <a:xfrm>
                                      <a:off x="152400" y="548640"/>
                                      <a:ext cx="76200" cy="205740"/>
                                    </a:xfrm>
                                    <a:prstGeom prst="can">
                                      <a:avLst/>
                                    </a:prstGeom>
                                    <a:solidFill>
                                      <a:srgbClr val="0000FF"/>
                                    </a:solidFill>
                                    <a:ln w="25400" cap="flat" cmpd="sng" algn="ctr">
                                      <a:solidFill>
                                        <a:srgbClr val="4F81BD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  <a:scene3d>
                                      <a:camera prst="orthographicFront">
                                        <a:rot lat="0" lon="0" rev="2700000"/>
                                      </a:camera>
                                      <a:lightRig rig="threePt" dir="t"/>
                                    </a:scene3d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28" name="Zylinder 228"/>
                                  <wps:cNvSpPr/>
                                  <wps:spPr>
                                    <a:xfrm>
                                      <a:off x="0" y="548640"/>
                                      <a:ext cx="76200" cy="205740"/>
                                    </a:xfrm>
                                    <a:prstGeom prst="can">
                                      <a:avLst/>
                                    </a:prstGeom>
                                    <a:solidFill>
                                      <a:srgbClr val="0000FF"/>
                                    </a:solidFill>
                                    <a:ln w="25400" cap="flat" cmpd="sng" algn="ctr">
                                      <a:solidFill>
                                        <a:srgbClr val="4F81BD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  <a:scene3d>
                                      <a:camera prst="orthographicFront">
                                        <a:rot lat="0" lon="0" rev="18900000"/>
                                      </a:camera>
                                      <a:lightRig rig="threePt" dir="t"/>
                                    </a:scene3d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229" name="Gruppieren 229"/>
                                <wpg:cNvGrpSpPr/>
                                <wpg:grpSpPr>
                                  <a:xfrm>
                                    <a:off x="1310640" y="0"/>
                                    <a:ext cx="236220" cy="754380"/>
                                    <a:chOff x="0" y="0"/>
                                    <a:chExt cx="236220" cy="754380"/>
                                  </a:xfrm>
                                </wpg:grpSpPr>
                                <wps:wsp>
                                  <wps:cNvPr id="230" name="Ellipse 230"/>
                                  <wps:cNvSpPr/>
                                  <wps:spPr>
                                    <a:xfrm>
                                      <a:off x="0" y="0"/>
                                      <a:ext cx="236220" cy="2133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00"/>
                                    </a:solidFill>
                                    <a:ln w="25400" cap="flat" cmpd="sng" algn="ctr">
                                      <a:solidFill>
                                        <a:srgbClr val="4F81BD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31" name="Zylinder 231"/>
                                  <wps:cNvSpPr/>
                                  <wps:spPr>
                                    <a:xfrm>
                                      <a:off x="76200" y="220980"/>
                                      <a:ext cx="76200" cy="381000"/>
                                    </a:xfrm>
                                    <a:prstGeom prst="can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  <a:ln w="25400" cap="flat" cmpd="sng" algn="ctr">
                                      <a:solidFill>
                                        <a:srgbClr val="4F81BD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32" name="Zylinder 232"/>
                                  <wps:cNvSpPr/>
                                  <wps:spPr>
                                    <a:xfrm>
                                      <a:off x="76200" y="167640"/>
                                      <a:ext cx="76200" cy="381000"/>
                                    </a:xfrm>
                                    <a:prstGeom prst="can">
                                      <a:avLst/>
                                    </a:prstGeom>
                                    <a:solidFill>
                                      <a:srgbClr val="0000FF"/>
                                    </a:solidFill>
                                    <a:ln w="25400" cap="flat" cmpd="sng" algn="ctr">
                                      <a:solidFill>
                                        <a:srgbClr val="4F81BD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  <a:scene3d>
                                      <a:camera prst="orthographicFront">
                                        <a:rot lat="0" lon="0" rev="5400000"/>
                                      </a:camera>
                                      <a:lightRig rig="threePt" dir="t"/>
                                    </a:scene3d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33" name="Zylinder 233"/>
                                  <wps:cNvSpPr/>
                                  <wps:spPr>
                                    <a:xfrm>
                                      <a:off x="152400" y="548640"/>
                                      <a:ext cx="76200" cy="205740"/>
                                    </a:xfrm>
                                    <a:prstGeom prst="can">
                                      <a:avLst/>
                                    </a:prstGeom>
                                    <a:solidFill>
                                      <a:srgbClr val="0000FF"/>
                                    </a:solidFill>
                                    <a:ln w="25400" cap="flat" cmpd="sng" algn="ctr">
                                      <a:solidFill>
                                        <a:srgbClr val="4F81BD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  <a:scene3d>
                                      <a:camera prst="orthographicFront">
                                        <a:rot lat="0" lon="0" rev="2700000"/>
                                      </a:camera>
                                      <a:lightRig rig="threePt" dir="t"/>
                                    </a:scene3d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34" name="Zylinder 234"/>
                                  <wps:cNvSpPr/>
                                  <wps:spPr>
                                    <a:xfrm>
                                      <a:off x="0" y="548640"/>
                                      <a:ext cx="76200" cy="205740"/>
                                    </a:xfrm>
                                    <a:prstGeom prst="can">
                                      <a:avLst/>
                                    </a:prstGeom>
                                    <a:solidFill>
                                      <a:srgbClr val="0000FF"/>
                                    </a:solidFill>
                                    <a:ln w="25400" cap="flat" cmpd="sng" algn="ctr">
                                      <a:solidFill>
                                        <a:srgbClr val="4F81BD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  <a:scene3d>
                                      <a:camera prst="orthographicFront">
                                        <a:rot lat="0" lon="0" rev="18900000"/>
                                      </a:camera>
                                      <a:lightRig rig="threePt" dir="t"/>
                                    </a:scene3d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235" name="Zylinder 235"/>
                              <wps:cNvSpPr/>
                              <wps:spPr>
                                <a:xfrm>
                                  <a:off x="336500" y="219456"/>
                                  <a:ext cx="76200" cy="381000"/>
                                </a:xfrm>
                                <a:prstGeom prst="can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6" name="Zylinder 236"/>
                              <wps:cNvSpPr/>
                              <wps:spPr>
                                <a:xfrm>
                                  <a:off x="490119" y="219456"/>
                                  <a:ext cx="76200" cy="381000"/>
                                </a:xfrm>
                                <a:prstGeom prst="can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7" name="Zylinder 237"/>
                              <wps:cNvSpPr/>
                              <wps:spPr>
                                <a:xfrm>
                                  <a:off x="1207008" y="212141"/>
                                  <a:ext cx="76200" cy="381000"/>
                                </a:xfrm>
                                <a:prstGeom prst="can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8" name="Zylinder 238"/>
                              <wps:cNvSpPr/>
                              <wps:spPr>
                                <a:xfrm>
                                  <a:off x="1345997" y="212141"/>
                                  <a:ext cx="76200" cy="381000"/>
                                </a:xfrm>
                                <a:prstGeom prst="can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9" name="Zylinder 239"/>
                              <wps:cNvSpPr/>
                              <wps:spPr>
                                <a:xfrm>
                                  <a:off x="929031" y="212141"/>
                                  <a:ext cx="76200" cy="381000"/>
                                </a:xfrm>
                                <a:prstGeom prst="can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0" name="Zylinder 240"/>
                              <wps:cNvSpPr/>
                              <wps:spPr>
                                <a:xfrm>
                                  <a:off x="1068020" y="212141"/>
                                  <a:ext cx="76200" cy="381000"/>
                                </a:xfrm>
                                <a:prstGeom prst="can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1" name="Plus 241"/>
                              <wps:cNvSpPr/>
                              <wps:spPr>
                                <a:xfrm>
                                  <a:off x="651053" y="314554"/>
                                  <a:ext cx="205740" cy="228600"/>
                                </a:xfrm>
                                <a:prstGeom prst="mathPlus">
                                  <a:avLst>
                                    <a:gd name="adj1" fmla="val 1298"/>
                                  </a:avLst>
                                </a:prstGeom>
                                <a:solidFill>
                                  <a:srgbClr val="4F81BD"/>
                                </a:solidFill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2" name="Plus 242"/>
                              <wps:cNvSpPr/>
                              <wps:spPr>
                                <a:xfrm>
                                  <a:off x="1550823" y="299923"/>
                                  <a:ext cx="205740" cy="228600"/>
                                </a:xfrm>
                                <a:prstGeom prst="mathPlus">
                                  <a:avLst>
                                    <a:gd name="adj1" fmla="val 1298"/>
                                  </a:avLst>
                                </a:prstGeom>
                                <a:solidFill>
                                  <a:srgbClr val="4F81BD"/>
                                </a:solidFill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3" name="Zylinder 243"/>
                              <wps:cNvSpPr/>
                              <wps:spPr>
                                <a:xfrm>
                                  <a:off x="2823668" y="226771"/>
                                  <a:ext cx="76200" cy="381000"/>
                                </a:xfrm>
                                <a:prstGeom prst="can">
                                  <a:avLst/>
                                </a:prstGeom>
                                <a:solidFill>
                                  <a:srgbClr val="0000FF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4" name="Zylinder 244"/>
                              <wps:cNvSpPr/>
                              <wps:spPr>
                                <a:xfrm>
                                  <a:off x="2955341" y="226771"/>
                                  <a:ext cx="76200" cy="381000"/>
                                </a:xfrm>
                                <a:prstGeom prst="can">
                                  <a:avLst/>
                                </a:prstGeom>
                                <a:solidFill>
                                  <a:srgbClr val="0000FF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5" name="Zylinder 245"/>
                              <wps:cNvSpPr/>
                              <wps:spPr>
                                <a:xfrm>
                                  <a:off x="1850746" y="226771"/>
                                  <a:ext cx="76200" cy="381000"/>
                                </a:xfrm>
                                <a:prstGeom prst="can">
                                  <a:avLst/>
                                </a:prstGeom>
                                <a:solidFill>
                                  <a:srgbClr val="0000FF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6" name="Zylinder 246"/>
                              <wps:cNvSpPr/>
                              <wps:spPr>
                                <a:xfrm>
                                  <a:off x="1989735" y="226771"/>
                                  <a:ext cx="76200" cy="381000"/>
                                </a:xfrm>
                                <a:prstGeom prst="can">
                                  <a:avLst/>
                                </a:prstGeom>
                                <a:solidFill>
                                  <a:srgbClr val="0000FF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7" name="Zylinder 247"/>
                              <wps:cNvSpPr/>
                              <wps:spPr>
                                <a:xfrm>
                                  <a:off x="2136039" y="226771"/>
                                  <a:ext cx="76200" cy="381000"/>
                                </a:xfrm>
                                <a:prstGeom prst="can">
                                  <a:avLst/>
                                </a:prstGeom>
                                <a:solidFill>
                                  <a:srgbClr val="0000FF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8" name="Zylinder 248"/>
                              <wps:cNvSpPr/>
                              <wps:spPr>
                                <a:xfrm>
                                  <a:off x="2267712" y="226771"/>
                                  <a:ext cx="76200" cy="381000"/>
                                </a:xfrm>
                                <a:prstGeom prst="can">
                                  <a:avLst/>
                                </a:prstGeom>
                                <a:solidFill>
                                  <a:srgbClr val="0000FF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9" name="Zylinder 249"/>
                              <wps:cNvSpPr/>
                              <wps:spPr>
                                <a:xfrm>
                                  <a:off x="2545690" y="226771"/>
                                  <a:ext cx="76200" cy="381000"/>
                                </a:xfrm>
                                <a:prstGeom prst="can">
                                  <a:avLst/>
                                </a:prstGeom>
                                <a:solidFill>
                                  <a:srgbClr val="0000FF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0" name="Zylinder 250"/>
                              <wps:cNvSpPr/>
                              <wps:spPr>
                                <a:xfrm>
                                  <a:off x="2684679" y="226771"/>
                                  <a:ext cx="76200" cy="381000"/>
                                </a:xfrm>
                                <a:prstGeom prst="can">
                                  <a:avLst/>
                                </a:prstGeom>
                                <a:solidFill>
                                  <a:srgbClr val="0000FF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1" name="Gerade Verbindung mit Pfeil 251"/>
                              <wps:cNvCnPr/>
                              <wps:spPr>
                                <a:xfrm flipV="1">
                                  <a:off x="3218688" y="365760"/>
                                  <a:ext cx="624840" cy="762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tailEnd type="arrow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205" o:spid="_x0000_s1026" style="position:absolute;margin-left:.85pt;margin-top:3.85pt;width:449.5pt;height:59.4pt;z-index:251668480" coordsize="57092,75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">
                      <v:rect id="Rechteck 206" o:spid="_x0000_s1027" style="position:absolute;left:24725;top:1755;width:6191;height:47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CYuMQA&#10;AADcAAAADwAAAGRycy9kb3ducmV2LnhtbESPUWvCMBSF3wf+h3AHvs2kRWRUYymTDmGMMfUHXJpr&#10;WmxuSpNp3a9fBoM9Hs453+Fsysn14kpj6DxryBYKBHHjTcdWw+lYPz2DCBHZYO+ZNNwpQLmdPWyw&#10;MP7Gn3Q9RCsShEOBGtoYh0LK0LTkMCz8QJy8sx8dxiRHK82ItwR3vcyVWkmHHaeFFgd6aam5HL6c&#10;htelM/a95urN7Yz6kJfsaL8zreePU7UGEWmK/+G/9t5oyNUKfs+kI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AmLjEAAAA3AAAAA8AAAAAAAAAAAAAAAAAmAIAAGRycy9k&#10;b3ducmV2LnhtbFBLBQYAAAAABAAEAPUAAACJAwAAAAA=&#10;" fillcolor="#4f81bd" strokecolor="#385d8a" strokeweight="2pt">
                        <v:fill opacity="10537f"/>
                      </v:rect>
                      <v:rect id="Rechteck 207" o:spid="_x0000_s1028" style="position:absolute;left:17849;top:1828;width:6191;height:47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w9I8MA&#10;AADcAAAADwAAAGRycy9kb3ducmV2LnhtbESP0WoCMRRE3wv9h3ALvtVkRVrZGkUURSiluPoBl81t&#10;dnFzs2yirn69KQg+DjNzhpnOe9eIM3Wh9qwhGyoQxKU3NVsNh/36fQIiRGSDjWfScKUA89nryxRz&#10;4y+8o3MRrUgQDjlqqGJscylDWZHDMPQtcfL+fOcwJtlZaTq8JLhr5EipD+mw5rRQYUvLispjcXIa&#10;NmNn7M+aF99uZdSvPGZ7e8u0Hrz1iy8Qkfr4DD/aW6NhpD7h/0w6AnJ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cw9I8MAAADcAAAADwAAAAAAAAAAAAAAAACYAgAAZHJzL2Rv&#10;d25yZXYueG1sUEsFBgAAAAAEAAQA9QAAAIgDAAAAAA==&#10;" fillcolor="#4f81bd" strokecolor="#385d8a" strokeweight="2pt">
                        <v:fill opacity="10537f"/>
                      </v:rect>
                      <v:rect id="Rechteck 208" o:spid="_x0000_s1029" style="position:absolute;left:8778;top:1682;width:6191;height:47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OpUb8A&#10;AADcAAAADwAAAGRycy9kb3ducmV2LnhtbERPzYrCMBC+C/sOYYS9aVJZRLpGERdlQUSsPsDQzKbF&#10;ZlKaqF2f3hwEjx/f/3zZu0bcqAu1Zw3ZWIEgLr2p2Wo4nzajGYgQkQ02nknDPwVYLj4Gc8yNv/OR&#10;bkW0IoVwyFFDFWObSxnKihyGsW+JE/fnO4cxwc5K0+E9hbtGTpSaSoc1p4YKW1pXVF6Kq9Ow/XLG&#10;7je82rkfow7ykp3sI9P6c9ivvkFE6uNb/HL/Gg0TldamM+kIyM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8U6lRvwAAANwAAAAPAAAAAAAAAAAAAAAAAJgCAABkcnMvZG93bnJl&#10;di54bWxQSwUGAAAAAAQABAD1AAAAhAMAAAAA&#10;" fillcolor="#4f81bd" strokecolor="#385d8a" strokeweight="2pt">
                        <v:fill opacity="10537f"/>
                      </v:rect>
                      <v:rect id="Rechteck 209" o:spid="_x0000_s1030" style="position:absolute;top:1755;width:6191;height:47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8MysMA&#10;AADcAAAADwAAAGRycy9kb3ducmV2LnhtbESP0WoCMRRE3wv9h3ALvtVkRUrdGkUURSiluPoBl81t&#10;dnFzs2yirn69KQg+DjNzhpnOe9eIM3Wh9qwhGyoQxKU3NVsNh/36/RNEiMgGG8+k4UoB5rPXlynm&#10;xl94R+ciWpEgHHLUUMXY5lKGsiKHYehb4uT9+c5hTLKz0nR4SXDXyJFSH9JhzWmhwpaWFZXH4uQ0&#10;bMbO2J81L77dyqhfecz29pZpPXjrF18gIvXxGX60t0bDSE3g/0w6AnJ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x8MysMAAADcAAAADwAAAAAAAAAAAAAAAACYAgAAZHJzL2Rv&#10;d25yZXYueG1sUEsFBgAAAAAEAAQA9QAAAIgDAAAAAA==&#10;" fillcolor="#4f81bd" strokecolor="#385d8a" strokeweight="2pt">
                        <v:fill opacity="10537f"/>
                      </v:rect>
                      <v:group id="Gruppieren 210" o:spid="_x0000_s1031" style="position:absolute;left:41623;width:15469;height:7543" coordsize="15468,75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Tht/cEAAADcAAAADwAA&#10;AAAAAAAAAAAAAACqAgAAZHJzL2Rvd25yZXYueG1sUEsFBgAAAAAEAAQA+gAAAJgDAAAAAA==&#10;">
                        <v:group id="Gruppieren 211" o:spid="_x0000_s1032" style="position:absolute;width:2362;height:7543" coordsize="2362,75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nTIZsQAAADcAAAA&#10;DwAAAAAAAAAAAAAAAACqAgAAZHJzL2Rvd25yZXYueG1sUEsFBgAAAAAEAAQA+gAAAJsDAAAAAA==&#10;">
                          <v:oval id="Ellipse 212" o:spid="_x0000_s1033" style="position:absolute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TcDMUA&#10;AADcAAAADwAAAGRycy9kb3ducmV2LnhtbESP0WrCQBRE3wv+w3KFvtWNEYpGV9GAIKUipv2Ay+41&#10;CWbvhuyqiV/fLRT6OMzMGWa16W0j7tT52rGC6SQBQaydqblU8P21f5uD8AHZYOOYFAzkYbMevaww&#10;M+7BZ7oXoRQRwj5DBVUIbSal1xVZ9BPXEkfv4jqLIcqulKbDR4TbRqZJ8i4t1hwXKmwpr0hfi5tV&#10;MNPlcRjyz+fpw8x3h+Mp6Ge+UOp13G+XIAL14T/81z4YBek0hd8z8Qj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NNwMxQAAANwAAAAPAAAAAAAAAAAAAAAAAJgCAABkcnMv&#10;ZG93bnJldi54bWxQSwUGAAAAAAQABAD1AAAAigMAAAAA&#10;" fillcolor="yellow" strokecolor="#385d8a" strokeweight="2pt"/>
                          <v:shape id="Zylinder 213" o:spid="_x0000_s1034" type="#_x0000_t22" style="position:absolute;left:762;top:2209;width:762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G+NMMA&#10;AADcAAAADwAAAGRycy9kb3ducmV2LnhtbESP3YrCMBSE7wXfIZyFvbOJP8jSbRQVhMUbse4DHJpj&#10;W2xOapNq9+03guDlMDPfMNl6sI24U+drxxqmiQJBXDhTc6nh97yffIHwAdlg45g0/JGH9Wo8yjA1&#10;7sEnuuehFBHCPkUNVQhtKqUvKrLoE9cSR+/iOoshyq6UpsNHhNtGzpRaSos1x4UKW9pVVFzz3mro&#10;D/52uiz8da+O+Xy53aAqGtT682PYfIMINIR3+NX+MRpm0zk8z8Qj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ZG+NMMAAADcAAAADwAAAAAAAAAAAAAAAACYAgAAZHJzL2Rv&#10;d25yZXYueG1sUEsFBgAAAAAEAAQA9QAAAIgDAAAAAA==&#10;" adj="1080" fillcolor="red" strokecolor="#385d8a" strokeweight="2pt"/>
                          <v:shape id="Zylinder 214" o:spid="_x0000_s1035" type="#_x0000_t22" style="position:absolute;left:762;top:1676;width:762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xrQMMA&#10;AADcAAAADwAAAGRycy9kb3ducmV2LnhtbESP3YrCMBSE7xd8h3AE79bUIqLVKCK76oWCfw9waI5t&#10;aXNSmljr2xthYS+HmfmGWaw6U4mWGldYVjAaRiCIU6sLzhTcrr/fUxDOI2usLJOCFzlYLXtfC0y0&#10;ffKZ2ovPRICwS1BB7n2dSOnSnAy6oa2Jg3e3jUEfZJNJ3eAzwE0l4yiaSIMFh4Uca9rklJaXh1Fw&#10;0FtXdrPdnifH+By327L0px+lBv1uPQfhqfP/4b/2XiuIR2P4nAlHQC7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jxrQMMAAADcAAAADwAAAAAAAAAAAAAAAACYAgAAZHJzL2Rv&#10;d25yZXYueG1sUEsFBgAAAAAEAAQA9QAAAIgDAAAAAA==&#10;" adj="1080" fillcolor="blue" strokecolor="#385d8a" strokeweight="2pt"/>
                          <v:shape id="Zylinder 215" o:spid="_x0000_s1036" type="#_x0000_t22" style="position:absolute;left:1524;top:5486;width:762;height:20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wpYcUA&#10;AADcAAAADwAAAGRycy9kb3ducmV2LnhtbESPS4vCQBCE78L+h6GFvYhODCgh6xhkIeDBiw/02mQ6&#10;DzbTEzKjifvrHWFhj0VVfUVtstG04kG9aywrWC4iEMSF1Q1XCi7nfJ6AcB5ZY2uZFDzJQbb9mGww&#10;1XbgIz1OvhIBwi5FBbX3XSqlK2oy6Ba2Iw5eaXuDPsi+krrHIcBNK+MoWkuDDYeFGjv6rqn4Od2N&#10;gtkhcUM8ll38m1zzs3/eymp/U+pzOu6+QHga/X/4r73XCuLlCt5nwhGQ2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vClhxQAAANwAAAAPAAAAAAAAAAAAAAAAAJgCAABkcnMv&#10;ZG93bnJldi54bWxQSwUGAAAAAAQABAD1AAAAigMAAAAA&#10;" adj="2000" fillcolor="blue" strokecolor="#385d8a" strokeweight="2pt"/>
                          <v:shape id="Zylinder 216" o:spid="_x0000_s1037" type="#_x0000_t22" style="position:absolute;top:5486;width:762;height:20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63FsQA&#10;AADcAAAADwAAAGRycy9kb3ducmV2LnhtbESPS4vCQBCE7wv+h6EFL8s6MQcJWSdBBMGDFx/otcl0&#10;HpjpCZnRRH+9Iyzssaiqr6hVPppWPKh3jWUFi3kEgriwuuFKwfm0/UlAOI+ssbVMCp7kIM8mXytM&#10;tR34QI+jr0SAsEtRQe19l0rpipoMurntiINX2t6gD7KvpO5xCHDTyjiKltJgw2Ghxo42NRW3490o&#10;+N4nbojHsotfyWV78s9rWe2uSs2m4/oXhKfR/4f/2jutIF4s4XMmHAGZ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utxbEAAAA3AAAAA8AAAAAAAAAAAAAAAAAmAIAAGRycy9k&#10;b3ducmV2LnhtbFBLBQYAAAAABAAEAPUAAACJAwAAAAA=&#10;" adj="2000" fillcolor="blue" strokecolor="#385d8a" strokeweight="2pt"/>
                        </v:group>
                        <v:group id="Gruppieren 217" o:spid="_x0000_s1038" style="position:absolute;left:4343;width:2362;height:7543" coordsize="2362,75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H1icQAAADc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lH8Dc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tH1icQAAADcAAAA&#10;DwAAAAAAAAAAAAAAAACqAgAAZHJzL2Rvd25yZXYueG1sUEsFBgAAAAAEAAQA+gAAAJsDAAAAAA==&#10;">
                          <v:oval id="Ellipse 218" o:spid="_x0000_s1039" style="position:absolute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zr5sEA&#10;AADcAAAADwAAAGRycy9kb3ducmV2LnhtbERPzYrCMBC+C/sOYRb2pqkuiFuNslsQRBSx6wMMydgW&#10;m0lporY+vTkIHj++/8Wqs7W4UesrxwrGowQEsXam4kLB6X89nIHwAdlg7ZgU9ORhtfwYLDA17s5H&#10;uuWhEDGEfYoKyhCaVEqvS7LoR64hjtzZtRZDhG0hTYv3GG5rOUmSqbRYcWwosaGsJH3Jr1bBty72&#10;fZ/tHoetmf1t9oegH9mPUl+f3e8cRKAuvMUv98YomIzj2ngmHg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c6+bBAAAA3AAAAA8AAAAAAAAAAAAAAAAAmAIAAGRycy9kb3du&#10;cmV2LnhtbFBLBQYAAAAABAAEAPUAAACGAwAAAAA=&#10;" fillcolor="yellow" strokecolor="#385d8a" strokeweight="2pt"/>
                          <v:shape id="Zylinder 219" o:spid="_x0000_s1040" type="#_x0000_t22" style="position:absolute;left:762;top:2209;width:762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mJ3sMA&#10;AADcAAAADwAAAGRycy9kb3ducmV2LnhtbESP0YrCMBRE3wX/IVxh3zSpK6LVKN0FYfFFrH7Apbm2&#10;xeam20Tt/v1GEHwcZuYMs972thF36nztWEMyUSCIC2dqLjWcT7vxAoQPyAYbx6ThjzxsN8PBGlPj&#10;Hnykex5KESHsU9RQhdCmUvqiIot+4lri6F1cZzFE2ZXSdPiIcNvIqVJzabHmuFBhS98VFdf8ZjXc&#10;9v73eJn5604d8s/5V4aqaFDrj1GfrUAE6sM7/Gr/GA3TZAnPM/EIyM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HmJ3sMAAADcAAAADwAAAAAAAAAAAAAAAACYAgAAZHJzL2Rv&#10;d25yZXYueG1sUEsFBgAAAAAEAAQA9QAAAIgDAAAAAA==&#10;" adj="1080" fillcolor="red" strokecolor="#385d8a" strokeweight="2pt"/>
                          <v:shape id="Zylinder 220" o:spid="_x0000_s1041" type="#_x0000_t22" style="position:absolute;left:762;top:1676;width:762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un/sEA&#10;AADcAAAADwAAAGRycy9kb3ducmV2LnhtbERPzWrCQBC+C32HZQq9NZvuIbSpq0hR60FBYx9gyI5J&#10;SHY2ZLdJ+vbuoeDx4/tfrmfbiZEG3zjW8JakIIhLZxquNPxcd6/vIHxANtg5Jg1/5GG9elosMTdu&#10;4guNRahEDGGfo4Y6hD6X0pc1WfSJ64kjd3ODxRDhUEkz4BTDbSdVmmbSYsOxocaevmoq2+LXajia&#10;vW/nj+8DZyd1UeO+bcN5q/XL87z5BBFoDg/xv/tgNCgV58cz8QjI1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rp/7BAAAA3AAAAA8AAAAAAAAAAAAAAAAAmAIAAGRycy9kb3du&#10;cmV2LnhtbFBLBQYAAAAABAAEAPUAAACGAwAAAAA=&#10;" adj="1080" fillcolor="blue" strokecolor="#385d8a" strokeweight="2pt"/>
                          <v:shape id="Zylinder 221" o:spid="_x0000_s1042" type="#_x0000_t22" style="position:absolute;left:1524;top:5486;width:762;height:20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vl38MA&#10;AADcAAAADwAAAGRycy9kb3ducmV2LnhtbESPT4vCMBTE7wt+h/AEL4um5iClGkUEwYOX1WW9PprX&#10;P9i8lCbaup/eCILHYWZ+w6w2g23EnTpfO9YwnyUgiHNnai41/J730xSED8gGG8ek4UEeNuvR1woz&#10;43r+ofsplCJC2GeooQqhzaT0eUUW/cy1xNErXGcxRNmV0nTYR7htpEqShbRYc1yosKVdRfn1dLMa&#10;vo+p79VQtOo//dufw+NSlIeL1pPxsF2CCDSET/jdPhgNSs3hdSYeAb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uvl38MAAADcAAAADwAAAAAAAAAAAAAAAACYAgAAZHJzL2Rv&#10;d25yZXYueG1sUEsFBgAAAAAEAAQA9QAAAIgDAAAAAA==&#10;" adj="2000" fillcolor="blue" strokecolor="#385d8a" strokeweight="2pt"/>
                          <v:shape id="Zylinder 222" o:spid="_x0000_s1043" type="#_x0000_t22" style="position:absolute;top:5486;width:762;height:20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l7qMMA&#10;AADcAAAADwAAAGRycy9kb3ducmV2LnhtbESPT4vCMBTE74LfITxhL6KpOSylGkUEwYMXddleH83r&#10;H2xeShNt9dNvFhb2OMzMb5jNbrSteFLvG8caVssEBHHhTMOVhq/bcZGC8AHZYOuYNLzIw247nWww&#10;M27gCz2voRIRwj5DDXUIXSalL2qy6JeuI45e6XqLIcq+kqbHIcJtK1WSfEqLDceFGjs61FTcrw+r&#10;YX5O/aDGslPv9Pt4C6+8rE651h+zcb8GEWgM/+G/9sloUErB75l4BO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jl7qMMAAADcAAAADwAAAAAAAAAAAAAAAACYAgAAZHJzL2Rv&#10;d25yZXYueG1sUEsFBgAAAAAEAAQA9QAAAIgDAAAAAA==&#10;" adj="2000" fillcolor="blue" strokecolor="#385d8a" strokeweight="2pt"/>
                        </v:group>
                        <v:group id="Gruppieren 223" o:spid="_x0000_s1044" style="position:absolute;left:8763;width:2362;height:7543" coordsize="2362,75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4Y5N8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Uky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4Y5N8QAAADcAAAA&#10;DwAAAAAAAAAAAAAAAACqAgAAZHJzL2Rvd25yZXYueG1sUEsFBgAAAAAEAAQA+gAAAJsDAAAAAA==&#10;">
                          <v:oval id="Ellipse 224" o:spid="_x0000_s1045" style="position:absolute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0rXsUA&#10;AADcAAAADwAAAGRycy9kb3ducmV2LnhtbESP0WrCQBRE3wv+w3KFvtWNaREb3YgGClIqUusHXHZv&#10;k9Ds3ZBdTeLXdwtCH4eZOcOsN4NtxJU6XztWMJ8lIIi1MzWXCs5fb09LED4gG2wck4KRPGzyycMa&#10;M+N6/qTrKZQiQthnqKAKoc2k9Loii37mWuLofbvOYoiyK6XpsI9w28g0SRbSYs1xocKWior0z+li&#10;FTzr8jCOxcft+G6Wu/3hGPSteFXqcTpsVyACDeE/fG/vjYI0fYG/M/EIy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/StexQAAANwAAAAPAAAAAAAAAAAAAAAAAJgCAABkcnMv&#10;ZG93bnJldi54bWxQSwUGAAAAAAQABAD1AAAAigMAAAAA&#10;" fillcolor="yellow" strokecolor="#385d8a" strokeweight="2pt"/>
                          <v:shape id="Zylinder 225" o:spid="_x0000_s1046" type="#_x0000_t22" style="position:absolute;left:762;top:2209;width:762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hJZsIA&#10;AADcAAAADwAAAGRycy9kb3ducmV2LnhtbESP0YrCMBRE34X9h3CFfdPErpalaxQVhMUXsfoBl+ba&#10;FpubbhO1+/dGEHwcZuYMM1/2thE36nztWMNkrEAQF87UXGo4HbejbxA+IBtsHJOGf/KwXHwM5pgZ&#10;d+cD3fJQighhn6GGKoQ2k9IXFVn0Y9cSR+/sOoshyq6UpsN7hNtGJkql0mLNcaHCljYVFZf8ajVc&#10;d/7vcJ76y1bt8690vUJVNKj157Bf/YAI1Id3+NX+NRqSZAbPM/EI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WElmwgAAANwAAAAPAAAAAAAAAAAAAAAAAJgCAABkcnMvZG93&#10;bnJldi54bWxQSwUGAAAAAAQABAD1AAAAhwMAAAAA&#10;" adj="1080" fillcolor="red" strokecolor="#385d8a" strokeweight="2pt"/>
                          <v:shape id="Zylinder 226" o:spid="_x0000_s1047" type="#_x0000_t22" style="position:absolute;left:762;top:1676;width:762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6aEcQA&#10;AADcAAAADwAAAGRycy9kb3ducmV2LnhtbESP3YrCMBSE74V9h3AW9k7TzUXRahSRXdcLBf8e4NAc&#10;29LmpDTZ2n37jSB4OczMN8xiNdhG9NT5yrGGz0kCgjh3puJCw/XyPZ6C8AHZYOOYNPyRh9XybbTA&#10;zLg7n6g/h0JECPsMNZQhtJmUPi/Jop+4ljh6N9dZDFF2hTQd3iPcNlIlSSotVhwXSmxpU1Jen3+t&#10;hr3Z+nqY/ew4PaiT6rd1HY5fWn+8D+s5iEBDeIWf7Z3RoFQKjzPxCM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OmhHEAAAA3AAAAA8AAAAAAAAAAAAAAAAAmAIAAGRycy9k&#10;b3ducmV2LnhtbFBLBQYAAAAABAAEAPUAAACJAwAAAAA=&#10;" adj="1080" fillcolor="blue" strokecolor="#385d8a" strokeweight="2pt"/>
                          <v:shape id="Zylinder 227" o:spid="_x0000_s1048" type="#_x0000_t22" style="position:absolute;left:1524;top:5486;width:762;height:20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7YMMQA&#10;AADcAAAADwAAAGRycy9kb3ducmV2LnhtbESPT4vCMBTE7wt+h/AEL4um5rBbqlFEEDx4WV30+mhe&#10;/2DzUppoq59+syB4HGbmN8xyPdhG3KnztWMN81kCgjh3puZSw+9pN01B+IBssHFMGh7kYb0afSwx&#10;M67nH7ofQykihH2GGqoQ2kxKn1dk0c9cSxy9wnUWQ5RdKU2HfYTbRqok+ZIWa44LFba0rSi/Hm9W&#10;w+ch9b0ailY90/PuFB6XotxftJ6Mh80CRKAhvMOv9t5oUOob/s/EI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O2DDEAAAA3AAAAA8AAAAAAAAAAAAAAAAAmAIAAGRycy9k&#10;b3ducmV2LnhtbFBLBQYAAAAABAAEAPUAAACJAwAAAAA=&#10;" adj="2000" fillcolor="blue" strokecolor="#385d8a" strokeweight="2pt"/>
                          <v:shape id="Zylinder 228" o:spid="_x0000_s1049" type="#_x0000_t22" style="position:absolute;top:5486;width:762;height:20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FMQsIA&#10;AADcAAAADwAAAGRycy9kb3ducmV2LnhtbERPu2rDMBTdC/kHcQNdSiJHQzGOlVAKAQ9dmpR6vVjX&#10;D2JdGUuxnX59NAQ6Hs47Py62FxONvnOsYbdNQBBXznTcaPi5nDYpCB+QDfaOScOdPBwPq5ccM+Nm&#10;/qbpHBoRQ9hnqKENYcik9FVLFv3WDcSRq91oMUQ4NtKMOMdw20uVJO/SYsexocWBPluqrueb1fD2&#10;lfpZLfWg/tLf0yXcy7opSq1f18vHHkSgJfyLn+7CaFAqro1n4hGQh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0UxCwgAAANwAAAAPAAAAAAAAAAAAAAAAAJgCAABkcnMvZG93&#10;bnJldi54bWxQSwUGAAAAAAQABAD1AAAAhwMAAAAA&#10;" adj="2000" fillcolor="blue" strokecolor="#385d8a" strokeweight="2pt"/>
                        </v:group>
                        <v:group id="Gruppieren 229" o:spid="_x0000_s1050" style="position:absolute;left:13106;width:2362;height:7543" coordsize="2362,75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4O3cUAAADc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IkmcH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puDt3FAAAA3AAA&#10;AA8AAAAAAAAAAAAAAAAAqgIAAGRycy9kb3ducmV2LnhtbFBLBQYAAAAABAAEAPoAAACcAwAAAAA=&#10;">
                          <v:oval id="Ellipse 230" o:spid="_x0000_s1051" style="position:absolute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+7gMIA&#10;AADcAAAADwAAAGRycy9kb3ducmV2LnhtbERPyWrDMBC9F/IPYgK9NXITKI4TJbSGQgg1IcsHDNLU&#10;NrVGxlK95OujQ6HHx9u3+9E2oqfO144VvC4SEMTamZpLBbfr50sKwgdkg41jUjCRh/1u9rTFzLiB&#10;z9RfQiliCPsMFVQhtJmUXldk0S9cSxy5b9dZDBF2pTQdDjHcNnKZJG/SYs2xocKW8or0z+XXKljp&#10;spim/Ot+Opr041Ccgr7na6We5+P7BkSgMfyL/9wHo2C5ivPjmXgE5O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H7uAwgAAANwAAAAPAAAAAAAAAAAAAAAAAJgCAABkcnMvZG93&#10;bnJldi54bWxQSwUGAAAAAAQABAD1AAAAhwMAAAAA&#10;" fillcolor="yellow" strokecolor="#385d8a" strokeweight="2pt"/>
                          <v:shape id="Zylinder 231" o:spid="_x0000_s1052" type="#_x0000_t22" style="position:absolute;left:762;top:2209;width:762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rZuMMA&#10;AADcAAAADwAAAGRycy9kb3ducmV2LnhtbESP3YrCMBSE7wXfIZyFvbOJP8jSbRQVhMUbse4DHJpj&#10;W2xOapNq9+03guDlMDPfMNl6sI24U+drxxqmiQJBXDhTc6nh97yffIHwAdlg45g0/JGH9Wo8yjA1&#10;7sEnuuehFBHCPkUNVQhtKqUvKrLoE9cSR+/iOoshyq6UpsNHhNtGzpRaSos1x4UKW9pVVFzz3mro&#10;D/52uiz8da+O+Xy53aAqGtT682PYfIMINIR3+NX+MRpm8yk8z8Qj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brZuMMAAADcAAAADwAAAAAAAAAAAAAAAACYAgAAZHJzL2Rv&#10;d25yZXYueG1sUEsFBgAAAAAEAAQA9QAAAIgDAAAAAA==&#10;" adj="1080" fillcolor="red" strokecolor="#385d8a" strokeweight="2pt"/>
                          <v:shape id="Zylinder 232" o:spid="_x0000_s1053" type="#_x0000_t22" style="position:absolute;left:762;top:1676;width:762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wKz8QA&#10;AADcAAAADwAAAGRycy9kb3ducmV2LnhtbESP0WrCQBRE3wv9h+UWfKubbkFsdA1SNPpQQa0fcMle&#10;k5Ds3ZDdxvTvuwXBx2FmzjDLbLStGKj3tWMNb9MEBHHhTM2lhsv39nUOwgdkg61j0vBLHrLV89MS&#10;U+NufKLhHEoRIexT1FCF0KVS+qIii37qOuLoXV1vMUTZl9L0eItw20qVJDNpsea4UGFHnxUVzfnH&#10;avgyuW/Gj92eZwd1UkPeNOG40XryMq4XIAKN4RG+t/dGg3pX8H8mHgG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sCs/EAAAA3AAAAA8AAAAAAAAAAAAAAAAAmAIAAGRycy9k&#10;b3ducmV2LnhtbFBLBQYAAAAABAAEAPUAAACJAwAAAAA=&#10;" adj="1080" fillcolor="blue" strokecolor="#385d8a" strokeweight="2pt"/>
                          <v:shape id="Zylinder 233" o:spid="_x0000_s1054" type="#_x0000_t22" style="position:absolute;left:1524;top:5486;width:762;height:20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xI7sUA&#10;AADcAAAADwAAAGRycy9kb3ducmV2LnhtbESPT2vCQBTE7wW/w/KEXkqzaQIlRFcRQfDQS01pro/s&#10;yx/Mvg3ZrYl+ercgeBxm5jfMejubXlxodJ1lBR9RDIK4srrjRsFPcXjPQDiPrLG3TAqu5GC7Wbys&#10;Mdd24m+6nHwjAoRdjgpa74dcSle1ZNBFdiAOXm1Hgz7IsZF6xCnATS+TOP6UBjsOCy0OtG+pOp/+&#10;jIK3r8xNyVwPyS37PRT+WtbNsVTqdTnvViA8zf4ZfrSPWkGSpvB/JhwBub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rEjuxQAAANwAAAAPAAAAAAAAAAAAAAAAAJgCAABkcnMv&#10;ZG93bnJldi54bWxQSwUGAAAAAAQABAD1AAAAigMAAAAA&#10;" adj="2000" fillcolor="blue" strokecolor="#385d8a" strokeweight="2pt"/>
                          <v:shape id="Zylinder 234" o:spid="_x0000_s1055" type="#_x0000_t22" style="position:absolute;top:5486;width:762;height:20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XQmsUA&#10;AADcAAAADwAAAGRycy9kb3ducmV2LnhtbESPS4vCQBCE74L/YWhhL6KTjSIh6ygiCB68+MBcm0zn&#10;wWZ6QmbWxP31zsKCx6KqvqLW28E04kGdqy0r+JxHIIhzq2suFdyuh1kCwnlkjY1lUvAkB9vNeLTG&#10;VNuez/S4+FIECLsUFVTet6mULq/IoJvbljh4he0M+iC7UuoO+wA3jYyjaCUN1hwWKmxpX1H+ffkx&#10;CqanxPXxULTxb3I/XP0zK8pjptTHZNh9gfA0+Hf4v33UCuLFEv7OhCMgN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RdCaxQAAANwAAAAPAAAAAAAAAAAAAAAAAJgCAABkcnMv&#10;ZG93bnJldi54bWxQSwUGAAAAAAQABAD1AAAAigMAAAAA&#10;" adj="2000" fillcolor="blue" strokecolor="#385d8a" strokeweight="2pt"/>
                        </v:group>
                      </v:group>
                      <v:shape id="Zylinder 235" o:spid="_x0000_s1056" type="#_x0000_t22" style="position:absolute;left:3365;top:2194;width:762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bZWcYA&#10;AADcAAAADwAAAGRycy9kb3ducmV2LnhtbESPS2/CMBCE70j9D9ZW6g0cHoUSMKiiD3HhUOBQbku8&#10;JCnx2rJdSP99XQmpx9HMfKOZL1vTiAv5UFtW0O9lIIgLq2suFex3b90nECEia2wsk4IfCrBc3HXm&#10;mGt75Q+6bGMpEoRDjgqqGF0uZSgqMhh61hEn72S9wZikL6X2eE1w08hBlo2lwZrTQoWOVhUV5+23&#10;UfDu7GjjXw/OvGz07jzhz6/jdKTUw337PAMRqY3/4Vt7rRUMho/wdyYdAbn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rbZWcYAAADcAAAADwAAAAAAAAAAAAAAAACYAgAAZHJz&#10;L2Rvd25yZXYueG1sUEsFBgAAAAAEAAQA9QAAAIsDAAAAAA==&#10;" adj="1080" fillcolor="yellow" strokecolor="#385d8a" strokeweight="2pt"/>
                      <v:shape id="Zylinder 236" o:spid="_x0000_s1057" type="#_x0000_t22" style="position:absolute;left:4901;top:2194;width:762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RHLsUA&#10;AADcAAAADwAAAGRycy9kb3ducmV2LnhtbESPQWsCMRSE7wX/Q3iF3jRbFaurUUptixcPVQ/29rp5&#10;7q5uXkKS6vbfG0HocZiZb5jZojWNOJMPtWUFz70MBHFhdc2lgt32ozsGESKyxsYyKfijAIt552GG&#10;ubYX/qLzJpYiQTjkqKCK0eVShqIig6FnHXHyDtYbjEn6UmqPlwQ3jexn2UgarDktVOjoraLitPk1&#10;Cj6dHa79+7czy7Xenl54f/yZDJV6emxfpyAitfE/fG+vtIL+YAS3M+kIy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ZEcuxQAAANwAAAAPAAAAAAAAAAAAAAAAAJgCAABkcnMv&#10;ZG93bnJldi54bWxQSwUGAAAAAAQABAD1AAAAigMAAAAA&#10;" adj="1080" fillcolor="yellow" strokecolor="#385d8a" strokeweight="2pt"/>
                      <v:shape id="Zylinder 237" o:spid="_x0000_s1058" type="#_x0000_t22" style="position:absolute;left:12070;top:2121;width:762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/kV8QA&#10;AADcAAAADwAAAGRycy9kb3ducmV2LnhtbESPzWrDMBCE74W+g9hAb42UpKTFtRKSgKH0Euz0ARZr&#10;/UOslWsptvv2VaGQ4zAz3zDpfradGGnwrWMNq6UCQVw603Kt4euSPb+B8AHZYOeYNPyQh/3u8SHF&#10;xLiJcxqLUIsIYZ+ghiaEPpHSlw1Z9EvXE0evcoPFEOVQSzPgFOG2k2ulttJiy3GhwZ5ODZXX4mY1&#10;3D79d169+GumzsVmezygKjvU+mkxH95BBJrDPfzf/jAa1ptX+DsTj4D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f5FfEAAAA3AAAAA8AAAAAAAAAAAAAAAAAmAIAAGRycy9k&#10;b3ducmV2LnhtbFBLBQYAAAAABAAEAPUAAACJAwAAAAA=&#10;" adj="1080" fillcolor="red" strokecolor="#385d8a" strokeweight="2pt"/>
                      <v:shape id="Zylinder 238" o:spid="_x0000_s1059" type="#_x0000_t22" style="position:absolute;left:13459;top:2121;width:762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BwJb0A&#10;AADcAAAADwAAAGRycy9kb3ducmV2LnhtbERPSwrCMBDdC94hjOBOEz+IVKOoIIgbsXqAoRnbYjOp&#10;TdR6e7MQXD7ef7lubSVe1PjSsYbRUIEgzpwpOddwvewHcxA+IBusHJOGD3lYr7qdJSbGvflMrzTk&#10;IoawT1BDEUKdSOmzgiz6oauJI3dzjcUQYZNL0+A7httKjpWaSYslx4YCa9oVlN3Tp9XwPPrH+Tb1&#10;9706pZPZdoMqq1Drfq/dLEAEasNf/HMfjIbxJK6NZ+IRkKs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aIBwJb0AAADcAAAADwAAAAAAAAAAAAAAAACYAgAAZHJzL2Rvd25yZXYu&#10;eG1sUEsFBgAAAAAEAAQA9QAAAIIDAAAAAA==&#10;" adj="1080" fillcolor="red" strokecolor="#385d8a" strokeweight="2pt"/>
                      <v:shape id="Zylinder 239" o:spid="_x0000_s1060" type="#_x0000_t22" style="position:absolute;left:9290;top:2121;width:762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zVvsQA&#10;AADcAAAADwAAAGRycy9kb3ducmV2LnhtbESPzWrDMBCE74W+g9hAb42UpITWtRKSgKH0Euz0ARZr&#10;/UOslWsptvv2VaGQ4zAz3zDpfradGGnwrWMNq6UCQVw603Kt4euSPb+C8AHZYOeYNPyQh/3u8SHF&#10;xLiJcxqLUIsIYZ+ghiaEPpHSlw1Z9EvXE0evcoPFEOVQSzPgFOG2k2ulttJiy3GhwZ5ODZXX4mY1&#10;3D79d169+GumzsVmezygKjvU+mkxH95BBJrDPfzf/jAa1ps3+DsTj4D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M1b7EAAAA3AAAAA8AAAAAAAAAAAAAAAAAmAIAAGRycy9k&#10;b3ducmV2LnhtbFBLBQYAAAAABAAEAPUAAACJAwAAAAA=&#10;" adj="1080" fillcolor="red" strokecolor="#385d8a" strokeweight="2pt"/>
                      <v:shape id="Zylinder 240" o:spid="_x0000_s1061" type="#_x0000_t22" style="position:absolute;left:10680;top:2121;width:762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APXr0A&#10;AADcAAAADwAAAGRycy9kb3ducmV2LnhtbERPSwrCMBDdC94hjOBOEz+IVKOoIIgbsXqAoRnbYjOp&#10;TdR6e7MQXD7ef7lubSVe1PjSsYbRUIEgzpwpOddwvewHcxA+IBusHJOGD3lYr7qdJSbGvflMrzTk&#10;IoawT1BDEUKdSOmzgiz6oauJI3dzjcUQYZNL0+A7httKjpWaSYslx4YCa9oVlN3Tp9XwPPrH+Tb1&#10;9706pZPZdoMqq1Drfq/dLEAEasNf/HMfjIbxNM6PZ+IRkKs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zvAPXr0AAADcAAAADwAAAAAAAAAAAAAAAACYAgAAZHJzL2Rvd25yZXYu&#10;eG1sUEsFBgAAAAAEAAQA9QAAAIIDAAAAAA==&#10;" adj="1080" fillcolor="red" strokecolor="#385d8a" strokeweight="2pt"/>
                      <v:shape id="Plus 241" o:spid="_x0000_s1062" style="position:absolute;left:6510;top:3145;width:2057;height:2286;visibility:visible;mso-wrap-style:square;v-text-anchor:middle" coordsize="205740,228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mqPsUA&#10;AADcAAAADwAAAGRycy9kb3ducmV2LnhtbESPS2vDMBCE74H+B7GB3ho5xiTBjRLSQMDQQB59nLfW&#10;1ja1VsaSH/n3VaGQ4zAz3zDr7Whq0VPrKssK5rMIBHFudcWFgve3w9MKhPPIGmvLpOBGDrabh8ka&#10;U20HvlB/9YUIEHYpKii9b1IpXV6SQTezDXHwvm1r0AfZFlK3OAS4qWUcRQtpsOKwUGJD+5Lyn2tn&#10;FJgjnaLu86Ppl6+388sXJnl2SpR6nI67ZxCeRn8P/7czrSBO5vB3JhwBu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ao+xQAAANwAAAAPAAAAAAAAAAAAAAAAAJgCAABkcnMv&#10;ZG93bnJldi54bWxQSwUGAAAAAAQABAD1AAAAigMAAAAA&#10;" path="m27271,112965r74264,l101535,30301r2670,l104205,112965r74264,l178469,115635r-74264,l104205,198299r-2670,l101535,115635r-74264,l27271,112965xe" fillcolor="#4f81bd" strokecolor="windowText" strokeweight="2pt">
                        <v:path arrowok="t" o:connecttype="custom" o:connectlocs="27271,112965;101535,112965;101535,30301;104205,30301;104205,112965;178469,112965;178469,115635;104205,115635;104205,198299;101535,198299;101535,115635;27271,115635;27271,112965" o:connectangles="0,0,0,0,0,0,0,0,0,0,0,0,0"/>
                      </v:shape>
                      <v:shape id="Plus 242" o:spid="_x0000_s1063" style="position:absolute;left:15508;top:2999;width:2057;height:2286;visibility:visible;mso-wrap-style:square;v-text-anchor:middle" coordsize="205740,228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s0ScUA&#10;AADcAAAADwAAAGRycy9kb3ducmV2LnhtbESPQWvCQBSE74X+h+UJvdWNIdgS3YRWEIQK1rT1/Mw+&#10;k9Ds25BdY/z3rlDocZiZb5hlPppWDNS7xrKC2TQCQVxa3XCl4Ptr/fwKwnlkja1lUnAlB3n2+LDE&#10;VNsL72kofCUChF2KCmrvu1RKV9Zk0E1tRxy8k+0N+iD7SuoeLwFuWhlH0VwabDgs1NjRqqbytzgb&#10;BWZLu+h8+OmGl4/r5/sRk3KzS5R6moxvCxCeRv8f/mtvtII4ieF+JhwB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azRJxQAAANwAAAAPAAAAAAAAAAAAAAAAAJgCAABkcnMv&#10;ZG93bnJldi54bWxQSwUGAAAAAAQABAD1AAAAigMAAAAA&#10;" path="m27271,112965r74264,l101535,30301r2670,l104205,112965r74264,l178469,115635r-74264,l104205,198299r-2670,l101535,115635r-74264,l27271,112965xe" fillcolor="#4f81bd" strokecolor="windowText" strokeweight="2pt">
                        <v:path arrowok="t" o:connecttype="custom" o:connectlocs="27271,112965;101535,112965;101535,30301;104205,30301;104205,112965;178469,112965;178469,115635;104205,115635;104205,198299;101535,198299;101535,115635;27271,115635;27271,112965" o:connectangles="0,0,0,0,0,0,0,0,0,0,0,0,0"/>
                      </v:shape>
                      <v:shape id="Zylinder 243" o:spid="_x0000_s1064" type="#_x0000_t22" style="position:absolute;left:28236;top:2267;width:762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bcKcUA&#10;AADcAAAADwAAAGRycy9kb3ducmV2LnhtbESPzWrDMBCE74G8g9hCb41cNYTWjRJCaX4OLdRuH2Cx&#10;traxtTKW4jhvHwUCOQ4z8w2zXI+2FQP1vnas4XmWgCAunKm51PD3u316BeEDssHWMWk4k4f1ajpZ&#10;YmrciTMa8lCKCGGfooYqhC6V0hcVWfQz1xFH79/1FkOUfSlNj6cIt61USbKQFmuOCxV29FFR0eRH&#10;q+HL7Hwzvu0PvPhWmRp2TRN+PrV+fBg37yACjeEevrUPRoOav8D1TDwCcnU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ZtwpxQAAANwAAAAPAAAAAAAAAAAAAAAAAJgCAABkcnMv&#10;ZG93bnJldi54bWxQSwUGAAAAAAQABAD1AAAAigMAAAAA&#10;" adj="1080" fillcolor="blue" strokecolor="#385d8a" strokeweight="2pt"/>
                      <v:shape id="Zylinder 244" o:spid="_x0000_s1065" type="#_x0000_t22" style="position:absolute;left:29553;top:2267;width:762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9EXcMA&#10;AADcAAAADwAAAGRycy9kb3ducmV2LnhtbESP0YrCMBRE34X9h3AX9k1Ti4hWo4io64OCdfcDLs21&#10;LW1uShNr9+83guDjMDNnmOW6N7XoqHWlZQXjUQSCOLO65FzB789+OAPhPLLG2jIp+CMH69XHYImJ&#10;tg9Oqbv6XAQIuwQVFN43iZQuK8igG9mGOHg32xr0Qba51C0+AtzUMo6iqTRYclgosKFtQVl1vRsF&#10;J31wVT//PvL0HKdxd6gqf9kp9fXZbxYgPPX+HX61j1pBPJnA80w4AnL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Y9EXcMAAADcAAAADwAAAAAAAAAAAAAAAACYAgAAZHJzL2Rv&#10;d25yZXYueG1sUEsFBgAAAAAEAAQA9QAAAIgDAAAAAA==&#10;" adj="1080" fillcolor="blue" strokecolor="#385d8a" strokeweight="2pt"/>
                      <v:shape id="Zylinder 245" o:spid="_x0000_s1066" type="#_x0000_t22" style="position:absolute;left:18507;top:2267;width:762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PhxsUA&#10;AADcAAAADwAAAGRycy9kb3ducmV2LnhtbESPzWrDMBCE74G8g9hCb41c0YTWjRJCaX4OLdRuH2Cx&#10;traxtTKW4jhvHwUCOQ4z8w2zXI+2FQP1vnas4XmWgCAunKm51PD3u316BeEDssHWMWk4k4f1ajpZ&#10;YmrciTMa8lCKCGGfooYqhC6V0hcVWfQz1xFH79/1FkOUfSlNj6cIt61USbKQFmuOCxV29FFR0eRH&#10;q+HL7Hwzvu0PvPhWmRp2TRN+PrV+fBg37yACjeEevrUPRoN6mcP1TDwCcnU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w+HGxQAAANwAAAAPAAAAAAAAAAAAAAAAAJgCAABkcnMv&#10;ZG93bnJldi54bWxQSwUGAAAAAAQABAD1AAAAigMAAAAA&#10;" adj="1080" fillcolor="blue" strokecolor="#385d8a" strokeweight="2pt"/>
                      <v:shape id="Zylinder 246" o:spid="_x0000_s1067" type="#_x0000_t22" style="position:absolute;left:19897;top:2267;width:762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F/scMA&#10;AADcAAAADwAAAGRycy9kb3ducmV2LnhtbESP3YrCMBSE7xd8h3CEvVtTi5S1GkVEXS9c8O8BDs2x&#10;LW1OShNrfXsjLOzlMDPfMPNlb2rRUetKywrGowgEcWZ1ybmC62X79Q3CeWSNtWVS8CQHy8XgY46p&#10;tg8+UXf2uQgQdikqKLxvUildVpBBN7INcfButjXog2xzqVt8BLipZRxFiTRYclgosKF1QVl1vhsF&#10;B71zVT/92XPyG5/ibldV/rhR6nPYr2YgPPX+P/zX3msF8SSB95lwBO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hF/scMAAADcAAAADwAAAAAAAAAAAAAAAACYAgAAZHJzL2Rv&#10;d25yZXYueG1sUEsFBgAAAAAEAAQA9QAAAIgDAAAAAA==&#10;" adj="1080" fillcolor="blue" strokecolor="#385d8a" strokeweight="2pt"/>
                      <v:shape id="Zylinder 247" o:spid="_x0000_s1068" type="#_x0000_t22" style="position:absolute;left:21360;top:2267;width:762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3aKsUA&#10;AADcAAAADwAAAGRycy9kb3ducmV2LnhtbESP0WrCQBRE3wX/YbkF3+qmQdI2dRUpNeahhWr7AZfs&#10;bRKSvRuyaxL/3hUKPg4zc4ZZbyfTioF6V1tW8LSMQBAXVtdcKvj92T++gHAeWWNrmRRcyMF2M5+t&#10;MdV25CMNJ1+KAGGXooLK+y6V0hUVGXRL2xEH78/2Bn2QfSl1j2OAm1bGUZRIgzWHhQo7eq+oaE5n&#10;o+BTZ66ZXg85J1/xMR6ypvHfH0otHqbdGwhPk7+H/9u5VhCvnuF2JhwBubk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XdoqxQAAANwAAAAPAAAAAAAAAAAAAAAAAJgCAABkcnMv&#10;ZG93bnJldi54bWxQSwUGAAAAAAQABAD1AAAAigMAAAAA&#10;" adj="1080" fillcolor="blue" strokecolor="#385d8a" strokeweight="2pt"/>
                      <v:shape id="Zylinder 248" o:spid="_x0000_s1069" type="#_x0000_t22" style="position:absolute;left:22677;top:2267;width:762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JOWL8A&#10;AADcAAAADwAAAGRycy9kb3ducmV2LnhtbERPy4rCMBTdD/gP4QruxtQiMlajiPhaOODrAy7NtS1t&#10;bkoTa/17sxBcHs57vuxMJVpqXGFZwWgYgSBOrS44U3C7bn//QDiPrLGyTApe5GC56P3MMdH2yWdq&#10;Lz4TIYRdggpy7+tESpfmZNANbU0cuLttDPoAm0zqBp8h3FQyjqKJNFhwaMixpnVOaXl5GAVHvXNl&#10;N90fePIfn+N2V5b+tFFq0O9WMxCeOv8Vf9wHrSAeh7XhTDgCcvE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wwk5YvwAAANwAAAAPAAAAAAAAAAAAAAAAAJgCAABkcnMvZG93bnJl&#10;di54bWxQSwUGAAAAAAQABAD1AAAAhAMAAAAA&#10;" adj="1080" fillcolor="blue" strokecolor="#385d8a" strokeweight="2pt"/>
                      <v:shape id="Zylinder 249" o:spid="_x0000_s1070" type="#_x0000_t22" style="position:absolute;left:25456;top:2267;width:762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7rw8MA&#10;AADcAAAADwAAAGRycy9kb3ducmV2LnhtbESP3YrCMBSE7xd8h3AE79bUIqLVKCK76oWCfw9waI5t&#10;aXNSmljr2xthYS+HmfmGWaw6U4mWGldYVjAaRiCIU6sLzhTcrr/fUxDOI2usLJOCFzlYLXtfC0y0&#10;ffKZ2ovPRICwS1BB7n2dSOnSnAy6oa2Jg3e3jUEfZJNJ3eAzwE0l4yiaSIMFh4Uca9rklJaXh1Fw&#10;0FtXdrPdnifH+By327L0px+lBv1uPQfhqfP/4b/2XiuIxzP4nAlHQC7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47rw8MAAADcAAAADwAAAAAAAAAAAAAAAACYAgAAZHJzL2Rv&#10;d25yZXYueG1sUEsFBgAAAAAEAAQA9QAAAIgDAAAAAA==&#10;" adj="1080" fillcolor="blue" strokecolor="#385d8a" strokeweight="2pt"/>
                      <v:shape id="Zylinder 250" o:spid="_x0000_s1071" type="#_x0000_t22" style="position:absolute;left:26846;top:2267;width:762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3Ug78A&#10;AADcAAAADwAAAGRycy9kb3ducmV2LnhtbERPy4rCMBTdD/gP4QruxtSCMlajiPhaOODrAy7NtS1t&#10;bkoTa/17sxBcHs57vuxMJVpqXGFZwWgYgSBOrS44U3C7bn//QDiPrLGyTApe5GC56P3MMdH2yWdq&#10;Lz4TIYRdggpy7+tESpfmZNANbU0cuLttDPoAm0zqBp8h3FQyjqKJNFhwaMixpnVOaXl5GAVHvXNl&#10;N90fePIfn+N2V5b+tFFq0O9WMxCeOv8Vf9wHrSAeh/nhTDgCcvE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LbdSDvwAAANwAAAAPAAAAAAAAAAAAAAAAAJgCAABkcnMvZG93bnJl&#10;di54bWxQSwUGAAAAAAQABAD1AAAAhAMAAAAA&#10;" adj="1080" fillcolor="blue" strokecolor="#385d8a" strokeweight="2pt"/>
                      <v:shape id="Gerade Verbindung mit Pfeil 251" o:spid="_x0000_s1072" type="#_x0000_t32" style="position:absolute;left:32186;top:3657;width:6249;height:7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8J2SMUAAADcAAAADwAAAGRycy9kb3ducmV2LnhtbESPQWvCQBSE7wX/w/IEb3VjwFJiVhG1&#10;Yk/SaInHR/aZBLNvQ3abpP++Wyj0OMzMN0y6GU0jeupcbVnBYh6BIC6srrlUcL28Pb+CcB5ZY2OZ&#10;FHyTg8168pRiou3AH9RnvhQBwi5BBZX3bSKlKyoy6Oa2JQ7e3XYGfZBdKXWHQ4CbRsZR9CIN1hwW&#10;KmxpV1HxyL6MgiG+nPPz++etyfLjVrb7a7/LDkrNpuN2BcLT6P/Df+2TVhAvF/B7JhwBuf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8J2SMUAAADcAAAADwAAAAAAAAAA&#10;AAAAAAChAgAAZHJzL2Rvd25yZXYueG1sUEsFBgAAAAAEAAQA+QAAAJMDAAAAAA==&#10;" strokecolor="windowText" strokeweight="1.5pt">
                        <v:stroke endarrow="open"/>
                      </v:shape>
                    </v:group>
                  </w:pict>
                </mc:Fallback>
              </mc:AlternateContent>
            </w:r>
          </w:p>
          <w:p w:rsidR="00984F58" w:rsidRPr="00984F58" w:rsidRDefault="00984F58" w:rsidP="005F2A3A">
            <w:pPr>
              <w:spacing w:line="318" w:lineRule="exact"/>
              <w:jc w:val="both"/>
              <w:rPr>
                <w:rFonts w:eastAsia="Times New Roman" w:cs="Times New Roman"/>
                <w:b/>
                <w:sz w:val="24"/>
                <w:szCs w:val="20"/>
                <w:lang w:eastAsia="de-DE"/>
              </w:rPr>
            </w:pPr>
          </w:p>
          <w:p w:rsidR="00984F58" w:rsidRPr="00984F58" w:rsidRDefault="00984F58" w:rsidP="005F2A3A">
            <w:pPr>
              <w:spacing w:line="318" w:lineRule="exact"/>
              <w:jc w:val="both"/>
              <w:rPr>
                <w:rFonts w:eastAsia="Times New Roman" w:cs="Times New Roman"/>
                <w:b/>
                <w:sz w:val="24"/>
                <w:szCs w:val="20"/>
                <w:lang w:eastAsia="de-DE"/>
              </w:rPr>
            </w:pPr>
          </w:p>
          <w:p w:rsidR="00984F58" w:rsidRPr="00984F58" w:rsidRDefault="00984F58" w:rsidP="005F2A3A">
            <w:pPr>
              <w:spacing w:line="318" w:lineRule="exact"/>
              <w:jc w:val="both"/>
              <w:rPr>
                <w:rFonts w:eastAsia="Times New Roman" w:cs="Times New Roman"/>
                <w:b/>
                <w:sz w:val="24"/>
                <w:szCs w:val="20"/>
                <w:lang w:eastAsia="de-DE"/>
              </w:rPr>
            </w:pPr>
          </w:p>
          <w:p w:rsidR="00984F58" w:rsidRPr="00984F58" w:rsidRDefault="00984F58" w:rsidP="00BA536B">
            <w:pPr>
              <w:tabs>
                <w:tab w:val="left" w:pos="1148"/>
                <w:tab w:val="left" w:pos="1792"/>
                <w:tab w:val="left" w:pos="2576"/>
                <w:tab w:val="left" w:pos="3276"/>
                <w:tab w:val="left" w:pos="7713"/>
              </w:tabs>
              <w:spacing w:line="318" w:lineRule="exact"/>
              <w:ind w:firstLine="176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 w:rsidRPr="00984F58">
              <w:rPr>
                <w:rFonts w:eastAsia="Times New Roman" w:cs="Times New Roman"/>
                <w:sz w:val="24"/>
                <w:szCs w:val="20"/>
                <w:lang w:eastAsia="de-DE"/>
              </w:rPr>
              <w:t>2</w:t>
            </w:r>
            <w:r w:rsidRPr="00984F58">
              <w:rPr>
                <w:rFonts w:eastAsia="Times New Roman" w:cs="Times New Roman"/>
                <w:sz w:val="24"/>
                <w:szCs w:val="20"/>
                <w:lang w:eastAsia="de-DE"/>
              </w:rPr>
              <w:tab/>
              <w:t>+</w:t>
            </w:r>
            <w:r w:rsidRPr="00984F58">
              <w:rPr>
                <w:rFonts w:eastAsia="Times New Roman" w:cs="Times New Roman"/>
                <w:sz w:val="24"/>
                <w:szCs w:val="20"/>
                <w:lang w:eastAsia="de-DE"/>
              </w:rPr>
              <w:tab/>
              <w:t>4</w:t>
            </w:r>
            <w:r w:rsidRPr="00984F58">
              <w:rPr>
                <w:rFonts w:eastAsia="Times New Roman" w:cs="Times New Roman"/>
                <w:sz w:val="24"/>
                <w:szCs w:val="20"/>
                <w:lang w:eastAsia="de-DE"/>
              </w:rPr>
              <w:tab/>
              <w:t>+</w:t>
            </w:r>
            <w:r w:rsidRPr="00984F58">
              <w:rPr>
                <w:rFonts w:eastAsia="Times New Roman" w:cs="Times New Roman"/>
                <w:sz w:val="24"/>
                <w:szCs w:val="20"/>
                <w:lang w:eastAsia="de-DE"/>
              </w:rPr>
              <w:tab/>
              <w:t>8</w:t>
            </w:r>
            <w:r w:rsidRPr="00984F58">
              <w:rPr>
                <w:rFonts w:eastAsia="Times New Roman" w:cs="Times New Roman"/>
                <w:sz w:val="24"/>
                <w:szCs w:val="20"/>
                <w:lang w:eastAsia="de-DE"/>
              </w:rPr>
              <w:tab/>
              <w:t>4</w:t>
            </w:r>
          </w:p>
          <w:p w:rsidR="00984F58" w:rsidRPr="00984F58" w:rsidRDefault="001C77FC" w:rsidP="00BA536B">
            <w:pPr>
              <w:tabs>
                <w:tab w:val="right" w:pos="9106"/>
              </w:tabs>
              <w:spacing w:line="318" w:lineRule="exact"/>
              <w:jc w:val="both"/>
              <w:rPr>
                <w:rFonts w:eastAsia="Times New Roman" w:cs="Times New Roman"/>
                <w:b/>
                <w:sz w:val="24"/>
                <w:szCs w:val="20"/>
                <w:lang w:eastAsia="de-DE"/>
              </w:rPr>
            </w:pPr>
            <w:r>
              <w:rPr>
                <w:rFonts w:eastAsia="Times New Roman" w:cs="Times New Roman"/>
                <w:b/>
                <w:sz w:val="24"/>
                <w:szCs w:val="20"/>
                <w:lang w:eastAsia="de-DE"/>
              </w:rPr>
              <w:t>Stangen</w:t>
            </w:r>
            <w:r w:rsidR="00984F58" w:rsidRPr="00984F58">
              <w:rPr>
                <w:rFonts w:eastAsia="Times New Roman" w:cs="Times New Roman"/>
                <w:b/>
                <w:sz w:val="24"/>
                <w:szCs w:val="20"/>
                <w:lang w:eastAsia="de-DE"/>
              </w:rPr>
              <w:t>/Moleküle Edukte</w:t>
            </w:r>
            <w:r w:rsidR="00984F58" w:rsidRPr="00984F58">
              <w:rPr>
                <w:rFonts w:eastAsia="Times New Roman" w:cs="Times New Roman"/>
                <w:b/>
                <w:sz w:val="24"/>
                <w:szCs w:val="20"/>
                <w:lang w:eastAsia="de-DE"/>
              </w:rPr>
              <w:tab/>
              <w:t>Knetmännchen/Moleküle Pr</w:t>
            </w:r>
            <w:r w:rsidR="00984F58" w:rsidRPr="00984F58">
              <w:rPr>
                <w:rFonts w:eastAsia="Times New Roman" w:cs="Times New Roman"/>
                <w:b/>
                <w:sz w:val="24"/>
                <w:szCs w:val="20"/>
                <w:lang w:eastAsia="de-DE"/>
              </w:rPr>
              <w:t>o</w:t>
            </w:r>
            <w:r w:rsidR="00984F58" w:rsidRPr="00984F58">
              <w:rPr>
                <w:rFonts w:eastAsia="Times New Roman" w:cs="Times New Roman"/>
                <w:b/>
                <w:sz w:val="24"/>
                <w:szCs w:val="20"/>
                <w:lang w:eastAsia="de-DE"/>
              </w:rPr>
              <w:t>dukte</w:t>
            </w:r>
          </w:p>
          <w:p w:rsidR="00984F58" w:rsidRPr="00984F58" w:rsidRDefault="00984F58" w:rsidP="005F2A3A">
            <w:pPr>
              <w:spacing w:line="318" w:lineRule="exact"/>
              <w:jc w:val="both"/>
              <w:rPr>
                <w:rFonts w:eastAsia="Times New Roman" w:cs="Times New Roman"/>
                <w:b/>
                <w:sz w:val="24"/>
                <w:szCs w:val="20"/>
                <w:lang w:eastAsia="de-DE"/>
              </w:rPr>
            </w:pPr>
          </w:p>
          <w:p w:rsidR="00984F58" w:rsidRPr="00984F58" w:rsidRDefault="001C77FC" w:rsidP="005F2A3A">
            <w:pPr>
              <w:spacing w:line="318" w:lineRule="exact"/>
              <w:jc w:val="both"/>
              <w:rPr>
                <w:rFonts w:eastAsia="Times New Roman" w:cs="Times New Roman"/>
                <w:b/>
                <w:sz w:val="24"/>
                <w:szCs w:val="20"/>
                <w:lang w:eastAsia="de-DE"/>
              </w:rPr>
            </w:pPr>
            <w:r>
              <w:rPr>
                <w:rFonts w:eastAsia="Times New Roman" w:cs="Times New Roman"/>
                <w:b/>
                <w:sz w:val="24"/>
                <w:szCs w:val="20"/>
                <w:lang w:eastAsia="de-DE"/>
              </w:rPr>
              <w:t>Stoffmenge (</w:t>
            </w:r>
            <w:r w:rsidR="00984F58" w:rsidRPr="00984F58">
              <w:rPr>
                <w:rFonts w:eastAsia="Times New Roman" w:cs="Times New Roman"/>
                <w:b/>
                <w:sz w:val="24"/>
                <w:szCs w:val="20"/>
                <w:lang w:eastAsia="de-DE"/>
              </w:rPr>
              <w:t xml:space="preserve">in </w:t>
            </w:r>
            <w:proofErr w:type="spellStart"/>
            <w:r w:rsidR="00984F58" w:rsidRPr="00984F58">
              <w:rPr>
                <w:rFonts w:eastAsia="Times New Roman" w:cs="Times New Roman"/>
                <w:b/>
                <w:sz w:val="24"/>
                <w:szCs w:val="20"/>
                <w:lang w:eastAsia="de-DE"/>
              </w:rPr>
              <w:t>mol</w:t>
            </w:r>
            <w:proofErr w:type="spellEnd"/>
            <w:r w:rsidR="00984F58" w:rsidRPr="00984F58">
              <w:rPr>
                <w:rFonts w:eastAsia="Times New Roman" w:cs="Times New Roman"/>
                <w:b/>
                <w:sz w:val="24"/>
                <w:szCs w:val="20"/>
                <w:lang w:eastAsia="de-DE"/>
              </w:rPr>
              <w:t xml:space="preserve">) </w:t>
            </w:r>
          </w:p>
          <w:p w:rsidR="00984F58" w:rsidRPr="00984F58" w:rsidRDefault="00984F58" w:rsidP="00BA536B">
            <w:pPr>
              <w:tabs>
                <w:tab w:val="left" w:pos="1148"/>
                <w:tab w:val="left" w:pos="1792"/>
                <w:tab w:val="left" w:pos="2576"/>
                <w:tab w:val="left" w:pos="3276"/>
                <w:tab w:val="left" w:pos="7713"/>
              </w:tabs>
              <w:spacing w:line="318" w:lineRule="exact"/>
              <w:ind w:firstLine="176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 w:rsidRPr="00984F58">
              <w:rPr>
                <w:rFonts w:eastAsia="Times New Roman" w:cs="Times New Roman"/>
                <w:sz w:val="24"/>
                <w:szCs w:val="20"/>
                <w:lang w:eastAsia="de-DE"/>
              </w:rPr>
              <w:t>0,5</w:t>
            </w:r>
            <w:r w:rsidRPr="00984F58">
              <w:rPr>
                <w:rFonts w:eastAsia="Times New Roman" w:cs="Times New Roman"/>
                <w:sz w:val="24"/>
                <w:szCs w:val="20"/>
                <w:lang w:eastAsia="de-DE"/>
              </w:rPr>
              <w:tab/>
              <w:t>+</w:t>
            </w:r>
            <w:r w:rsidRPr="00984F58">
              <w:rPr>
                <w:rFonts w:eastAsia="Times New Roman" w:cs="Times New Roman"/>
                <w:sz w:val="24"/>
                <w:szCs w:val="20"/>
                <w:lang w:eastAsia="de-DE"/>
              </w:rPr>
              <w:tab/>
              <w:t>1</w:t>
            </w:r>
            <w:r w:rsidRPr="00984F58">
              <w:rPr>
                <w:rFonts w:eastAsia="Times New Roman" w:cs="Times New Roman"/>
                <w:sz w:val="24"/>
                <w:szCs w:val="20"/>
                <w:lang w:eastAsia="de-DE"/>
              </w:rPr>
              <w:tab/>
              <w:t>+</w:t>
            </w:r>
            <w:r w:rsidRPr="00984F58">
              <w:rPr>
                <w:rFonts w:eastAsia="Times New Roman" w:cs="Times New Roman"/>
                <w:sz w:val="24"/>
                <w:szCs w:val="20"/>
                <w:lang w:eastAsia="de-DE"/>
              </w:rPr>
              <w:tab/>
              <w:t>2</w:t>
            </w:r>
            <w:r w:rsidRPr="00984F58">
              <w:rPr>
                <w:rFonts w:eastAsia="Times New Roman" w:cs="Times New Roman"/>
                <w:sz w:val="24"/>
                <w:szCs w:val="20"/>
                <w:lang w:eastAsia="de-DE"/>
              </w:rPr>
              <w:tab/>
              <w:t>4</w:t>
            </w:r>
          </w:p>
          <w:p w:rsidR="00984F58" w:rsidRPr="00984F58" w:rsidRDefault="00984F58" w:rsidP="00BA536B">
            <w:pPr>
              <w:tabs>
                <w:tab w:val="left" w:pos="851"/>
                <w:tab w:val="left" w:pos="1792"/>
                <w:tab w:val="left" w:pos="2576"/>
              </w:tabs>
              <w:spacing w:line="318" w:lineRule="exact"/>
              <w:ind w:left="6839" w:hanging="6839"/>
              <w:rPr>
                <w:rFonts w:eastAsia="Times New Roman" w:cs="Times New Roman"/>
                <w:b/>
                <w:sz w:val="24"/>
                <w:szCs w:val="20"/>
                <w:lang w:eastAsia="de-DE"/>
              </w:rPr>
            </w:pPr>
            <w:r w:rsidRPr="00984F58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71CBC36" wp14:editId="046D5596">
                      <wp:simplePos x="0" y="0"/>
                      <wp:positionH relativeFrom="column">
                        <wp:posOffset>3228023</wp:posOffset>
                      </wp:positionH>
                      <wp:positionV relativeFrom="paragraph">
                        <wp:posOffset>133350</wp:posOffset>
                      </wp:positionV>
                      <wp:extent cx="623702" cy="0"/>
                      <wp:effectExtent l="0" t="76200" r="24130" b="114300"/>
                      <wp:wrapNone/>
                      <wp:docPr id="252" name="Gerade Verbindung mit Pfeil 2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23702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252" o:spid="_x0000_s1026" type="#_x0000_t32" style="position:absolute;margin-left:254.2pt;margin-top:10.5pt;width:49.1pt;height:0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" strokecolor="windowText" strokeweight="1.5pt">
                      <v:stroke endarrow="open"/>
                    </v:shape>
                  </w:pict>
                </mc:Fallback>
              </mc:AlternateContent>
            </w:r>
            <w:r w:rsidRPr="00984F58">
              <w:rPr>
                <w:rFonts w:eastAsia="Times New Roman" w:cs="Times New Roman"/>
                <w:b/>
                <w:sz w:val="24"/>
                <w:szCs w:val="20"/>
                <w:lang w:eastAsia="de-DE"/>
              </w:rPr>
              <w:t>Packungen/Stoffmenge Edukte</w:t>
            </w:r>
            <w:r w:rsidRPr="00984F58">
              <w:rPr>
                <w:rFonts w:eastAsia="Times New Roman" w:cs="Times New Roman"/>
                <w:b/>
                <w:sz w:val="24"/>
                <w:szCs w:val="20"/>
                <w:lang w:eastAsia="de-DE"/>
              </w:rPr>
              <w:tab/>
              <w:t>Knetmännchen/ Stoffmenge Produkte</w:t>
            </w:r>
          </w:p>
          <w:p w:rsidR="00984F58" w:rsidRPr="00984F58" w:rsidRDefault="00984F58" w:rsidP="005F2A3A">
            <w:pPr>
              <w:tabs>
                <w:tab w:val="left" w:pos="1148"/>
                <w:tab w:val="left" w:pos="1792"/>
                <w:tab w:val="left" w:pos="2576"/>
                <w:tab w:val="left" w:pos="6379"/>
              </w:tabs>
              <w:spacing w:line="318" w:lineRule="exact"/>
              <w:ind w:left="6379" w:hanging="6379"/>
              <w:rPr>
                <w:rFonts w:eastAsia="Times New Roman" w:cs="Times New Roman"/>
                <w:b/>
                <w:sz w:val="24"/>
                <w:szCs w:val="20"/>
                <w:lang w:eastAsia="de-DE"/>
              </w:rPr>
            </w:pPr>
          </w:p>
          <w:p w:rsidR="00984F58" w:rsidRPr="00984F58" w:rsidRDefault="00984F58" w:rsidP="005F2A3A">
            <w:pPr>
              <w:tabs>
                <w:tab w:val="left" w:pos="1148"/>
                <w:tab w:val="left" w:pos="1792"/>
                <w:tab w:val="left" w:pos="2576"/>
                <w:tab w:val="left" w:pos="6379"/>
              </w:tabs>
              <w:spacing w:line="318" w:lineRule="exact"/>
              <w:ind w:left="6379" w:hanging="6379"/>
              <w:rPr>
                <w:rFonts w:eastAsia="Times New Roman" w:cs="Times New Roman"/>
                <w:b/>
                <w:sz w:val="24"/>
                <w:szCs w:val="20"/>
                <w:lang w:eastAsia="de-DE"/>
              </w:rPr>
            </w:pPr>
            <w:r w:rsidRPr="00984F58">
              <w:rPr>
                <w:rFonts w:eastAsia="Times New Roman" w:cs="Times New Roman"/>
                <w:b/>
                <w:sz w:val="24"/>
                <w:szCs w:val="20"/>
                <w:lang w:eastAsia="de-DE"/>
              </w:rPr>
              <w:t>Teilchenzahl</w:t>
            </w:r>
          </w:p>
          <w:p w:rsidR="00984F58" w:rsidRPr="00984F58" w:rsidRDefault="00984F58" w:rsidP="005F2A3A">
            <w:pPr>
              <w:tabs>
                <w:tab w:val="left" w:pos="1148"/>
                <w:tab w:val="left" w:pos="1666"/>
                <w:tab w:val="left" w:pos="2576"/>
                <w:tab w:val="left" w:pos="3136"/>
                <w:tab w:val="left" w:pos="7713"/>
              </w:tabs>
              <w:spacing w:line="318" w:lineRule="exact"/>
              <w:ind w:firstLine="196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 w:rsidRPr="00984F58">
              <w:rPr>
                <w:rFonts w:eastAsia="Times New Roman" w:cs="Times New Roman"/>
                <w:sz w:val="24"/>
                <w:szCs w:val="20"/>
                <w:lang w:eastAsia="de-DE"/>
              </w:rPr>
              <w:t>0,5 ∙ 4</w:t>
            </w:r>
            <w:r w:rsidRPr="00984F58">
              <w:rPr>
                <w:rFonts w:eastAsia="Times New Roman" w:cs="Times New Roman"/>
                <w:sz w:val="24"/>
                <w:szCs w:val="20"/>
                <w:lang w:eastAsia="de-DE"/>
              </w:rPr>
              <w:tab/>
              <w:t>+</w:t>
            </w:r>
            <w:r w:rsidRPr="00984F58">
              <w:rPr>
                <w:rFonts w:eastAsia="Times New Roman" w:cs="Times New Roman"/>
                <w:sz w:val="24"/>
                <w:szCs w:val="20"/>
                <w:lang w:eastAsia="de-DE"/>
              </w:rPr>
              <w:tab/>
              <w:t>1 ∙ 4</w:t>
            </w:r>
            <w:r w:rsidRPr="00984F58">
              <w:rPr>
                <w:rFonts w:eastAsia="Times New Roman" w:cs="Times New Roman"/>
                <w:sz w:val="24"/>
                <w:szCs w:val="20"/>
                <w:lang w:eastAsia="de-DE"/>
              </w:rPr>
              <w:tab/>
              <w:t>+</w:t>
            </w:r>
            <w:r w:rsidRPr="00984F58">
              <w:rPr>
                <w:rFonts w:eastAsia="Times New Roman" w:cs="Times New Roman"/>
                <w:sz w:val="24"/>
                <w:szCs w:val="20"/>
                <w:lang w:eastAsia="de-DE"/>
              </w:rPr>
              <w:tab/>
              <w:t>2 ∙ 4</w:t>
            </w:r>
            <w:r w:rsidRPr="00984F58">
              <w:rPr>
                <w:rFonts w:eastAsia="Times New Roman" w:cs="Times New Roman"/>
                <w:sz w:val="24"/>
                <w:szCs w:val="20"/>
                <w:lang w:eastAsia="de-DE"/>
              </w:rPr>
              <w:tab/>
              <w:t>4</w:t>
            </w:r>
          </w:p>
          <w:p w:rsidR="00984F58" w:rsidRPr="00984F58" w:rsidRDefault="00984F58" w:rsidP="005F2A3A">
            <w:pPr>
              <w:tabs>
                <w:tab w:val="left" w:pos="1148"/>
                <w:tab w:val="left" w:pos="1666"/>
                <w:tab w:val="left" w:pos="2576"/>
                <w:tab w:val="left" w:pos="3136"/>
                <w:tab w:val="left" w:pos="7587"/>
              </w:tabs>
              <w:spacing w:line="318" w:lineRule="exact"/>
              <w:ind w:firstLine="196"/>
              <w:jc w:val="both"/>
              <w:rPr>
                <w:rFonts w:eastAsia="Times New Roman" w:cs="Times New Roman"/>
                <w:sz w:val="24"/>
                <w:szCs w:val="20"/>
                <w:vertAlign w:val="subscript"/>
                <w:lang w:eastAsia="de-DE"/>
              </w:rPr>
            </w:pPr>
            <w:r w:rsidRPr="00984F58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1791988" wp14:editId="4DD55F88">
                      <wp:simplePos x="0" y="0"/>
                      <wp:positionH relativeFrom="column">
                        <wp:posOffset>3227705</wp:posOffset>
                      </wp:positionH>
                      <wp:positionV relativeFrom="paragraph">
                        <wp:posOffset>31115</wp:posOffset>
                      </wp:positionV>
                      <wp:extent cx="623570" cy="0"/>
                      <wp:effectExtent l="0" t="76200" r="24130" b="114300"/>
                      <wp:wrapNone/>
                      <wp:docPr id="253" name="Gerade Verbindung mit Pfeil 2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235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253" o:spid="_x0000_s1026" type="#_x0000_t32" style="position:absolute;margin-left:254.15pt;margin-top:2.45pt;width:49.1pt;height:0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" strokecolor="windowText" strokeweight="1.5pt">
                      <v:stroke endarrow="open"/>
                    </v:shape>
                  </w:pict>
                </mc:Fallback>
              </mc:AlternateContent>
            </w:r>
            <w:r w:rsidRPr="00984F58">
              <w:rPr>
                <w:rFonts w:eastAsia="Times New Roman" w:cs="Times New Roman"/>
                <w:sz w:val="24"/>
                <w:szCs w:val="20"/>
                <w:lang w:eastAsia="de-DE"/>
              </w:rPr>
              <w:t>0,5 ∙ N</w:t>
            </w:r>
            <w:r w:rsidRPr="00984F58">
              <w:rPr>
                <w:rFonts w:eastAsia="Times New Roman" w:cs="Times New Roman"/>
                <w:sz w:val="24"/>
                <w:szCs w:val="20"/>
                <w:vertAlign w:val="subscript"/>
                <w:lang w:eastAsia="de-DE"/>
              </w:rPr>
              <w:t>A</w:t>
            </w:r>
            <w:r w:rsidRPr="00984F58">
              <w:rPr>
                <w:rFonts w:eastAsia="Times New Roman" w:cs="Times New Roman"/>
                <w:sz w:val="24"/>
                <w:szCs w:val="20"/>
                <w:lang w:eastAsia="de-DE"/>
              </w:rPr>
              <w:tab/>
              <w:t>+</w:t>
            </w:r>
            <w:r w:rsidRPr="00984F58">
              <w:rPr>
                <w:rFonts w:eastAsia="Times New Roman" w:cs="Times New Roman"/>
                <w:sz w:val="24"/>
                <w:szCs w:val="20"/>
                <w:lang w:eastAsia="de-DE"/>
              </w:rPr>
              <w:tab/>
              <w:t>1 ∙ N</w:t>
            </w:r>
            <w:r w:rsidRPr="00984F58">
              <w:rPr>
                <w:rFonts w:eastAsia="Times New Roman" w:cs="Times New Roman"/>
                <w:sz w:val="24"/>
                <w:szCs w:val="20"/>
                <w:vertAlign w:val="subscript"/>
                <w:lang w:eastAsia="de-DE"/>
              </w:rPr>
              <w:t>A</w:t>
            </w:r>
            <w:r w:rsidRPr="00984F58">
              <w:rPr>
                <w:rFonts w:eastAsia="Times New Roman" w:cs="Times New Roman"/>
                <w:sz w:val="24"/>
                <w:szCs w:val="20"/>
                <w:lang w:eastAsia="de-DE"/>
              </w:rPr>
              <w:tab/>
              <w:t>+</w:t>
            </w:r>
            <w:r w:rsidRPr="00984F58">
              <w:rPr>
                <w:rFonts w:eastAsia="Times New Roman" w:cs="Times New Roman"/>
                <w:sz w:val="24"/>
                <w:szCs w:val="20"/>
                <w:lang w:eastAsia="de-DE"/>
              </w:rPr>
              <w:tab/>
              <w:t>2 ∙ N</w:t>
            </w:r>
            <w:r w:rsidRPr="00984F58">
              <w:rPr>
                <w:rFonts w:eastAsia="Times New Roman" w:cs="Times New Roman"/>
                <w:sz w:val="24"/>
                <w:szCs w:val="20"/>
                <w:vertAlign w:val="subscript"/>
                <w:lang w:eastAsia="de-DE"/>
              </w:rPr>
              <w:t>A</w:t>
            </w:r>
            <w:r w:rsidRPr="00984F58">
              <w:rPr>
                <w:rFonts w:eastAsia="Times New Roman" w:cs="Times New Roman"/>
                <w:sz w:val="24"/>
                <w:szCs w:val="20"/>
                <w:lang w:eastAsia="de-DE"/>
              </w:rPr>
              <w:tab/>
              <w:t>4 ∙ N</w:t>
            </w:r>
            <w:r w:rsidRPr="00984F58">
              <w:rPr>
                <w:rFonts w:eastAsia="Times New Roman" w:cs="Times New Roman"/>
                <w:sz w:val="24"/>
                <w:szCs w:val="20"/>
                <w:vertAlign w:val="subscript"/>
                <w:lang w:eastAsia="de-DE"/>
              </w:rPr>
              <w:t>A</w:t>
            </w:r>
          </w:p>
          <w:p w:rsidR="00984F58" w:rsidRPr="00984F58" w:rsidRDefault="00984F58" w:rsidP="005F2A3A">
            <w:pPr>
              <w:tabs>
                <w:tab w:val="left" w:pos="7251"/>
              </w:tabs>
              <w:spacing w:line="318" w:lineRule="exact"/>
              <w:jc w:val="both"/>
              <w:rPr>
                <w:rFonts w:eastAsia="Times New Roman" w:cs="Times New Roman"/>
                <w:b/>
                <w:sz w:val="24"/>
                <w:szCs w:val="20"/>
                <w:lang w:eastAsia="de-DE"/>
              </w:rPr>
            </w:pPr>
            <w:r w:rsidRPr="00984F58">
              <w:rPr>
                <w:rFonts w:eastAsia="Times New Roman" w:cs="Times New Roman"/>
                <w:b/>
                <w:sz w:val="24"/>
                <w:szCs w:val="20"/>
                <w:lang w:eastAsia="de-DE"/>
              </w:rPr>
              <w:t xml:space="preserve">Anzahl Packungen/Stoffmenge n (in der Einheit </w:t>
            </w:r>
            <w:proofErr w:type="spellStart"/>
            <w:r w:rsidRPr="00984F58">
              <w:rPr>
                <w:rFonts w:eastAsia="Times New Roman" w:cs="Times New Roman"/>
                <w:b/>
                <w:sz w:val="24"/>
                <w:szCs w:val="20"/>
                <w:lang w:eastAsia="de-DE"/>
              </w:rPr>
              <w:t>mol</w:t>
            </w:r>
            <w:proofErr w:type="spellEnd"/>
            <w:r w:rsidRPr="00984F58">
              <w:rPr>
                <w:rFonts w:eastAsia="Times New Roman" w:cs="Times New Roman"/>
                <w:b/>
                <w:sz w:val="24"/>
                <w:szCs w:val="20"/>
                <w:lang w:eastAsia="de-DE"/>
              </w:rPr>
              <w:t>)</w:t>
            </w:r>
            <w:r w:rsidRPr="00984F58">
              <w:rPr>
                <w:rFonts w:eastAsia="Times New Roman" w:cs="Times New Roman"/>
                <w:b/>
                <w:sz w:val="24"/>
                <w:szCs w:val="20"/>
                <w:lang w:eastAsia="de-DE"/>
              </w:rPr>
              <w:tab/>
              <w:t>Teilchenzahl</w:t>
            </w:r>
          </w:p>
          <w:p w:rsidR="00984F58" w:rsidRPr="00984F58" w:rsidRDefault="00984F58" w:rsidP="005F2A3A">
            <w:pPr>
              <w:spacing w:line="318" w:lineRule="exact"/>
              <w:jc w:val="both"/>
              <w:rPr>
                <w:rFonts w:eastAsia="Times New Roman" w:cs="Times New Roman"/>
                <w:b/>
                <w:sz w:val="24"/>
                <w:szCs w:val="20"/>
                <w:lang w:eastAsia="de-DE"/>
              </w:rPr>
            </w:pPr>
            <w:r w:rsidRPr="00984F58">
              <w:rPr>
                <w:rFonts w:eastAsia="Times New Roman" w:cs="Times New Roman"/>
                <w:b/>
                <w:sz w:val="24"/>
                <w:szCs w:val="20"/>
                <w:lang w:eastAsia="de-DE"/>
              </w:rPr>
              <w:t>Packungsgröße (4 Stangen/Packung)/</w:t>
            </w:r>
            <w:proofErr w:type="spellStart"/>
            <w:r w:rsidRPr="00984F58">
              <w:rPr>
                <w:rFonts w:eastAsia="Times New Roman" w:cs="Times New Roman"/>
                <w:b/>
                <w:sz w:val="24"/>
                <w:szCs w:val="20"/>
                <w:lang w:eastAsia="de-DE"/>
              </w:rPr>
              <w:t>Avogadrozahl</w:t>
            </w:r>
            <w:proofErr w:type="spellEnd"/>
            <w:r w:rsidRPr="00984F58">
              <w:rPr>
                <w:rFonts w:eastAsia="Times New Roman" w:cs="Times New Roman"/>
                <w:b/>
                <w:sz w:val="24"/>
                <w:szCs w:val="20"/>
                <w:lang w:eastAsia="de-DE"/>
              </w:rPr>
              <w:t xml:space="preserve"> N</w:t>
            </w:r>
            <w:r w:rsidRPr="00984F58">
              <w:rPr>
                <w:rFonts w:eastAsia="Times New Roman" w:cs="Times New Roman"/>
                <w:b/>
                <w:sz w:val="24"/>
                <w:szCs w:val="20"/>
                <w:vertAlign w:val="subscript"/>
                <w:lang w:eastAsia="de-DE"/>
              </w:rPr>
              <w:t>A</w:t>
            </w:r>
            <w:r w:rsidRPr="00984F58">
              <w:rPr>
                <w:rFonts w:eastAsia="Times New Roman" w:cs="Times New Roman"/>
                <w:b/>
                <w:sz w:val="24"/>
                <w:szCs w:val="20"/>
                <w:lang w:eastAsia="de-DE"/>
              </w:rPr>
              <w:t xml:space="preserve"> </w:t>
            </w:r>
          </w:p>
          <w:p w:rsidR="00984F58" w:rsidRPr="00984F58" w:rsidRDefault="00984F58" w:rsidP="005F2A3A">
            <w:pPr>
              <w:spacing w:line="318" w:lineRule="exact"/>
              <w:jc w:val="both"/>
              <w:rPr>
                <w:rFonts w:eastAsia="Times New Roman" w:cs="Times New Roman"/>
                <w:b/>
                <w:sz w:val="24"/>
                <w:szCs w:val="20"/>
                <w:lang w:eastAsia="de-DE"/>
              </w:rPr>
            </w:pPr>
            <w:r w:rsidRPr="00984F58">
              <w:rPr>
                <w:rFonts w:eastAsia="Times New Roman" w:cs="Times New Roman"/>
                <w:b/>
                <w:sz w:val="24"/>
                <w:szCs w:val="20"/>
                <w:lang w:eastAsia="de-DE"/>
              </w:rPr>
              <w:t>(N</w:t>
            </w:r>
            <w:r w:rsidRPr="00984F58">
              <w:rPr>
                <w:rFonts w:eastAsia="Times New Roman" w:cs="Times New Roman"/>
                <w:b/>
                <w:sz w:val="24"/>
                <w:szCs w:val="20"/>
                <w:vertAlign w:val="subscript"/>
                <w:lang w:eastAsia="de-DE"/>
              </w:rPr>
              <w:t>A</w:t>
            </w:r>
            <w:r w:rsidRPr="00984F58">
              <w:rPr>
                <w:rFonts w:eastAsia="Times New Roman" w:cs="Times New Roman"/>
                <w:b/>
                <w:sz w:val="24"/>
                <w:szCs w:val="20"/>
                <w:lang w:eastAsia="de-DE"/>
              </w:rPr>
              <w:t xml:space="preserve"> = 6,022 ∙ 10</w:t>
            </w:r>
            <w:r w:rsidRPr="00984F58">
              <w:rPr>
                <w:rFonts w:eastAsia="Times New Roman" w:cs="Times New Roman"/>
                <w:b/>
                <w:sz w:val="24"/>
                <w:szCs w:val="20"/>
                <w:vertAlign w:val="superscript"/>
                <w:lang w:eastAsia="de-DE"/>
              </w:rPr>
              <w:t>23</w:t>
            </w:r>
            <w:r w:rsidRPr="00984F58">
              <w:rPr>
                <w:rFonts w:eastAsia="Times New Roman" w:cs="Times New Roman"/>
                <w:b/>
                <w:sz w:val="24"/>
                <w:szCs w:val="20"/>
                <w:lang w:eastAsia="de-DE"/>
              </w:rPr>
              <w:t xml:space="preserve"> Teilchen/</w:t>
            </w:r>
            <w:proofErr w:type="spellStart"/>
            <w:r w:rsidRPr="00984F58">
              <w:rPr>
                <w:rFonts w:eastAsia="Times New Roman" w:cs="Times New Roman"/>
                <w:b/>
                <w:sz w:val="24"/>
                <w:szCs w:val="20"/>
                <w:lang w:eastAsia="de-DE"/>
              </w:rPr>
              <w:t>mol</w:t>
            </w:r>
            <w:proofErr w:type="spellEnd"/>
            <w:r w:rsidRPr="00984F58">
              <w:rPr>
                <w:rFonts w:eastAsia="Times New Roman" w:cs="Times New Roman"/>
                <w:b/>
                <w:sz w:val="24"/>
                <w:szCs w:val="20"/>
                <w:lang w:eastAsia="de-DE"/>
              </w:rPr>
              <w:t>)</w:t>
            </w:r>
          </w:p>
          <w:p w:rsidR="00984F58" w:rsidRPr="00984F58" w:rsidRDefault="00984F58" w:rsidP="005F2A3A">
            <w:pPr>
              <w:spacing w:line="318" w:lineRule="exact"/>
              <w:jc w:val="both"/>
              <w:rPr>
                <w:rFonts w:eastAsia="Times New Roman" w:cs="Times New Roman"/>
                <w:b/>
                <w:sz w:val="24"/>
                <w:szCs w:val="20"/>
                <w:lang w:eastAsia="de-DE"/>
              </w:rPr>
            </w:pPr>
          </w:p>
          <w:p w:rsidR="00984F58" w:rsidRPr="00984F58" w:rsidRDefault="00984F58" w:rsidP="005F2A3A">
            <w:pPr>
              <w:tabs>
                <w:tab w:val="left" w:pos="7209"/>
              </w:tabs>
              <w:spacing w:line="318" w:lineRule="exact"/>
              <w:jc w:val="both"/>
              <w:rPr>
                <w:rFonts w:eastAsia="Times New Roman" w:cs="Times New Roman"/>
                <w:b/>
                <w:sz w:val="24"/>
                <w:szCs w:val="20"/>
                <w:lang w:eastAsia="de-DE"/>
              </w:rPr>
            </w:pPr>
            <w:r w:rsidRPr="00984F58">
              <w:rPr>
                <w:rFonts w:eastAsia="Times New Roman" w:cs="Times New Roman"/>
                <w:b/>
                <w:sz w:val="24"/>
                <w:szCs w:val="20"/>
                <w:lang w:eastAsia="de-DE"/>
              </w:rPr>
              <w:t>Masse Edukte</w:t>
            </w:r>
            <w:r w:rsidRPr="00984F58">
              <w:rPr>
                <w:rFonts w:eastAsia="Times New Roman" w:cs="Times New Roman"/>
                <w:b/>
                <w:sz w:val="24"/>
                <w:szCs w:val="20"/>
                <w:lang w:eastAsia="de-DE"/>
              </w:rPr>
              <w:tab/>
              <w:t>Masse Produkt</w:t>
            </w:r>
          </w:p>
          <w:p w:rsidR="00984F58" w:rsidRPr="00984F58" w:rsidRDefault="00984F58" w:rsidP="005F2A3A">
            <w:pPr>
              <w:tabs>
                <w:tab w:val="left" w:pos="1148"/>
                <w:tab w:val="left" w:pos="1666"/>
                <w:tab w:val="left" w:pos="2576"/>
                <w:tab w:val="left" w:pos="3136"/>
                <w:tab w:val="left" w:pos="7601"/>
              </w:tabs>
              <w:spacing w:line="318" w:lineRule="exact"/>
              <w:ind w:firstLine="196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 w:rsidRPr="00984F58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DBEB841" wp14:editId="68AF52E7">
                      <wp:simplePos x="0" y="0"/>
                      <wp:positionH relativeFrom="column">
                        <wp:posOffset>3227070</wp:posOffset>
                      </wp:positionH>
                      <wp:positionV relativeFrom="paragraph">
                        <wp:posOffset>131445</wp:posOffset>
                      </wp:positionV>
                      <wp:extent cx="623570" cy="0"/>
                      <wp:effectExtent l="0" t="76200" r="24130" b="114300"/>
                      <wp:wrapNone/>
                      <wp:docPr id="254" name="Gerade Verbindung mit Pfeil 2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235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254" o:spid="_x0000_s1026" type="#_x0000_t32" style="position:absolute;margin-left:254.1pt;margin-top:10.35pt;width:49.1pt;height:0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" strokecolor="windowText" strokeweight="1.5pt">
                      <v:stroke endarrow="open"/>
                    </v:shape>
                  </w:pict>
                </mc:Fallback>
              </mc:AlternateContent>
            </w:r>
            <w:r w:rsidRPr="00984F58">
              <w:rPr>
                <w:rFonts w:eastAsia="Times New Roman" w:cs="Times New Roman"/>
                <w:sz w:val="24"/>
                <w:szCs w:val="20"/>
                <w:lang w:eastAsia="de-DE"/>
              </w:rPr>
              <w:t xml:space="preserve">0,5 </w:t>
            </w:r>
            <w:proofErr w:type="spellStart"/>
            <w:r w:rsidRPr="00984F58">
              <w:rPr>
                <w:rFonts w:eastAsia="Times New Roman" w:cs="Times New Roman"/>
                <w:sz w:val="24"/>
                <w:szCs w:val="20"/>
                <w:lang w:eastAsia="de-DE"/>
              </w:rPr>
              <w:t>mol</w:t>
            </w:r>
            <w:proofErr w:type="spellEnd"/>
            <w:r w:rsidRPr="00984F58">
              <w:rPr>
                <w:rFonts w:eastAsia="Times New Roman" w:cs="Times New Roman"/>
                <w:sz w:val="24"/>
                <w:szCs w:val="20"/>
                <w:lang w:eastAsia="de-DE"/>
              </w:rPr>
              <w:tab/>
              <w:t>+</w:t>
            </w:r>
            <w:r w:rsidRPr="00984F58">
              <w:rPr>
                <w:rFonts w:eastAsia="Times New Roman" w:cs="Times New Roman"/>
                <w:sz w:val="24"/>
                <w:szCs w:val="20"/>
                <w:lang w:eastAsia="de-DE"/>
              </w:rPr>
              <w:tab/>
              <w:t xml:space="preserve">1 </w:t>
            </w:r>
            <w:proofErr w:type="spellStart"/>
            <w:r w:rsidRPr="00984F58">
              <w:rPr>
                <w:rFonts w:eastAsia="Times New Roman" w:cs="Times New Roman"/>
                <w:sz w:val="24"/>
                <w:szCs w:val="20"/>
                <w:lang w:eastAsia="de-DE"/>
              </w:rPr>
              <w:t>mol</w:t>
            </w:r>
            <w:proofErr w:type="spellEnd"/>
            <w:r w:rsidRPr="00984F58">
              <w:rPr>
                <w:rFonts w:eastAsia="Times New Roman" w:cs="Times New Roman"/>
                <w:sz w:val="24"/>
                <w:szCs w:val="20"/>
                <w:lang w:eastAsia="de-DE"/>
              </w:rPr>
              <w:tab/>
              <w:t>+</w:t>
            </w:r>
            <w:r w:rsidRPr="00984F58">
              <w:rPr>
                <w:rFonts w:eastAsia="Times New Roman" w:cs="Times New Roman"/>
                <w:sz w:val="24"/>
                <w:szCs w:val="20"/>
                <w:lang w:eastAsia="de-DE"/>
              </w:rPr>
              <w:tab/>
              <w:t xml:space="preserve">2 </w:t>
            </w:r>
            <w:proofErr w:type="spellStart"/>
            <w:r w:rsidRPr="00984F58">
              <w:rPr>
                <w:rFonts w:eastAsia="Times New Roman" w:cs="Times New Roman"/>
                <w:sz w:val="24"/>
                <w:szCs w:val="20"/>
                <w:lang w:eastAsia="de-DE"/>
              </w:rPr>
              <w:t>mol</w:t>
            </w:r>
            <w:proofErr w:type="spellEnd"/>
            <w:r w:rsidRPr="00984F58">
              <w:rPr>
                <w:rFonts w:eastAsia="Times New Roman" w:cs="Times New Roman"/>
                <w:sz w:val="24"/>
                <w:szCs w:val="20"/>
                <w:lang w:eastAsia="de-DE"/>
              </w:rPr>
              <w:tab/>
              <w:t xml:space="preserve">4 </w:t>
            </w:r>
            <w:proofErr w:type="spellStart"/>
            <w:r w:rsidRPr="00984F58">
              <w:rPr>
                <w:rFonts w:eastAsia="Times New Roman" w:cs="Times New Roman"/>
                <w:sz w:val="24"/>
                <w:szCs w:val="20"/>
                <w:lang w:eastAsia="de-DE"/>
              </w:rPr>
              <w:t>mol</w:t>
            </w:r>
            <w:proofErr w:type="spellEnd"/>
          </w:p>
          <w:p w:rsidR="00984F58" w:rsidRPr="00984F58" w:rsidRDefault="00984F58" w:rsidP="005F2A3A">
            <w:pPr>
              <w:tabs>
                <w:tab w:val="left" w:pos="1148"/>
                <w:tab w:val="left" w:pos="1418"/>
                <w:tab w:val="left" w:pos="2576"/>
                <w:tab w:val="left" w:pos="2940"/>
                <w:tab w:val="left" w:pos="7419"/>
              </w:tabs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 w:rsidRPr="00984F58">
              <w:rPr>
                <w:rFonts w:eastAsia="Times New Roman" w:cs="Times New Roman"/>
                <w:sz w:val="24"/>
                <w:szCs w:val="20"/>
                <w:lang w:eastAsia="de-DE"/>
              </w:rPr>
              <w:t>à 80 g/</w:t>
            </w:r>
            <w:proofErr w:type="spellStart"/>
            <w:r w:rsidRPr="00984F58">
              <w:rPr>
                <w:rFonts w:eastAsia="Times New Roman" w:cs="Times New Roman"/>
                <w:sz w:val="24"/>
                <w:szCs w:val="20"/>
                <w:lang w:eastAsia="de-DE"/>
              </w:rPr>
              <w:t>mol</w:t>
            </w:r>
            <w:proofErr w:type="spellEnd"/>
            <w:r w:rsidRPr="00984F58">
              <w:rPr>
                <w:rFonts w:eastAsia="Times New Roman" w:cs="Times New Roman"/>
                <w:sz w:val="24"/>
                <w:szCs w:val="20"/>
                <w:lang w:eastAsia="de-DE"/>
              </w:rPr>
              <w:tab/>
              <w:t>+</w:t>
            </w:r>
            <w:r w:rsidRPr="00984F58">
              <w:rPr>
                <w:rFonts w:eastAsia="Times New Roman" w:cs="Times New Roman"/>
                <w:sz w:val="24"/>
                <w:szCs w:val="20"/>
                <w:lang w:eastAsia="de-DE"/>
              </w:rPr>
              <w:tab/>
              <w:t>à 80 g/</w:t>
            </w:r>
            <w:proofErr w:type="spellStart"/>
            <w:r w:rsidRPr="00984F58">
              <w:rPr>
                <w:rFonts w:eastAsia="Times New Roman" w:cs="Times New Roman"/>
                <w:sz w:val="24"/>
                <w:szCs w:val="20"/>
                <w:lang w:eastAsia="de-DE"/>
              </w:rPr>
              <w:t>mol</w:t>
            </w:r>
            <w:proofErr w:type="spellEnd"/>
            <w:r w:rsidRPr="00984F58">
              <w:rPr>
                <w:rFonts w:eastAsia="Times New Roman" w:cs="Times New Roman"/>
                <w:sz w:val="24"/>
                <w:szCs w:val="20"/>
                <w:lang w:eastAsia="de-DE"/>
              </w:rPr>
              <w:tab/>
              <w:t>+</w:t>
            </w:r>
            <w:r w:rsidRPr="00984F58">
              <w:rPr>
                <w:rFonts w:eastAsia="Times New Roman" w:cs="Times New Roman"/>
                <w:sz w:val="24"/>
                <w:szCs w:val="20"/>
                <w:lang w:eastAsia="de-DE"/>
              </w:rPr>
              <w:tab/>
              <w:t>à 80 g/</w:t>
            </w:r>
            <w:proofErr w:type="spellStart"/>
            <w:r w:rsidRPr="00984F58">
              <w:rPr>
                <w:rFonts w:eastAsia="Times New Roman" w:cs="Times New Roman"/>
                <w:sz w:val="24"/>
                <w:szCs w:val="20"/>
                <w:lang w:eastAsia="de-DE"/>
              </w:rPr>
              <w:t>mol</w:t>
            </w:r>
            <w:bookmarkStart w:id="3" w:name="_GoBack"/>
            <w:bookmarkEnd w:id="3"/>
            <w:proofErr w:type="spellEnd"/>
            <w:r w:rsidRPr="00984F58">
              <w:rPr>
                <w:rFonts w:eastAsia="Times New Roman" w:cs="Times New Roman"/>
                <w:sz w:val="24"/>
                <w:szCs w:val="20"/>
                <w:lang w:eastAsia="de-DE"/>
              </w:rPr>
              <w:tab/>
              <w:t>à 70 g/</w:t>
            </w:r>
            <w:proofErr w:type="spellStart"/>
            <w:r w:rsidRPr="00984F58">
              <w:rPr>
                <w:rFonts w:eastAsia="Times New Roman" w:cs="Times New Roman"/>
                <w:sz w:val="24"/>
                <w:szCs w:val="20"/>
                <w:lang w:eastAsia="de-DE"/>
              </w:rPr>
              <w:t>mol</w:t>
            </w:r>
            <w:proofErr w:type="spellEnd"/>
          </w:p>
          <w:p w:rsidR="00984F58" w:rsidRPr="00984F58" w:rsidRDefault="00984F58" w:rsidP="005F2A3A">
            <w:pPr>
              <w:tabs>
                <w:tab w:val="left" w:pos="1148"/>
                <w:tab w:val="left" w:pos="1418"/>
                <w:tab w:val="left" w:pos="2576"/>
                <w:tab w:val="left" w:pos="2940"/>
                <w:tab w:val="left" w:pos="7655"/>
              </w:tabs>
              <w:spacing w:line="318" w:lineRule="exact"/>
              <w:ind w:left="7230" w:hanging="7230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 w:rsidRPr="00984F58">
              <w:rPr>
                <w:rFonts w:eastAsia="Times New Roman" w:cs="Times New Roman"/>
                <w:sz w:val="24"/>
                <w:szCs w:val="20"/>
                <w:lang w:eastAsia="de-DE"/>
              </w:rPr>
              <w:t>Masse gelb</w:t>
            </w:r>
            <w:r w:rsidRPr="00984F58">
              <w:rPr>
                <w:rFonts w:eastAsia="Times New Roman" w:cs="Times New Roman"/>
                <w:sz w:val="24"/>
                <w:szCs w:val="20"/>
                <w:lang w:eastAsia="de-DE"/>
              </w:rPr>
              <w:tab/>
              <w:t>+</w:t>
            </w:r>
            <w:r w:rsidRPr="00984F58">
              <w:rPr>
                <w:rFonts w:eastAsia="Times New Roman" w:cs="Times New Roman"/>
                <w:sz w:val="24"/>
                <w:szCs w:val="20"/>
                <w:lang w:eastAsia="de-DE"/>
              </w:rPr>
              <w:tab/>
              <w:t>Masse rot</w:t>
            </w:r>
            <w:r w:rsidRPr="00984F58">
              <w:rPr>
                <w:rFonts w:eastAsia="Times New Roman" w:cs="Times New Roman"/>
                <w:sz w:val="24"/>
                <w:szCs w:val="20"/>
                <w:lang w:eastAsia="de-DE"/>
              </w:rPr>
              <w:tab/>
              <w:t>+</w:t>
            </w:r>
            <w:r w:rsidRPr="00984F58">
              <w:rPr>
                <w:rFonts w:eastAsia="Times New Roman" w:cs="Times New Roman"/>
                <w:sz w:val="24"/>
                <w:szCs w:val="20"/>
                <w:lang w:eastAsia="de-DE"/>
              </w:rPr>
              <w:tab/>
              <w:t>Masse blau</w:t>
            </w:r>
            <w:r w:rsidRPr="00984F58">
              <w:rPr>
                <w:rFonts w:eastAsia="Times New Roman" w:cs="Times New Roman"/>
                <w:sz w:val="24"/>
                <w:szCs w:val="20"/>
                <w:lang w:eastAsia="de-DE"/>
              </w:rPr>
              <w:tab/>
              <w:t>Gesamtmasse Knetmännchen</w:t>
            </w:r>
          </w:p>
          <w:p w:rsidR="00984F58" w:rsidRPr="00984F58" w:rsidRDefault="00984F58" w:rsidP="005F2A3A">
            <w:pPr>
              <w:spacing w:line="318" w:lineRule="exact"/>
              <w:jc w:val="both"/>
              <w:rPr>
                <w:rFonts w:eastAsia="Times New Roman" w:cs="Times New Roman"/>
                <w:b/>
                <w:sz w:val="24"/>
                <w:szCs w:val="20"/>
                <w:lang w:eastAsia="de-DE"/>
              </w:rPr>
            </w:pPr>
            <w:r w:rsidRPr="00984F58">
              <w:rPr>
                <w:rFonts w:eastAsia="Times New Roman" w:cs="Times New Roman"/>
                <w:b/>
                <w:sz w:val="24"/>
                <w:szCs w:val="20"/>
                <w:lang w:eastAsia="de-DE"/>
              </w:rPr>
              <w:t xml:space="preserve">Masse = Stoffmenge (in </w:t>
            </w:r>
            <w:proofErr w:type="spellStart"/>
            <w:r w:rsidRPr="00984F58">
              <w:rPr>
                <w:rFonts w:eastAsia="Times New Roman" w:cs="Times New Roman"/>
                <w:b/>
                <w:sz w:val="24"/>
                <w:szCs w:val="20"/>
                <w:lang w:eastAsia="de-DE"/>
              </w:rPr>
              <w:t>mol</w:t>
            </w:r>
            <w:proofErr w:type="spellEnd"/>
            <w:r w:rsidRPr="00984F58">
              <w:rPr>
                <w:rFonts w:eastAsia="Times New Roman" w:cs="Times New Roman"/>
                <w:b/>
                <w:sz w:val="24"/>
                <w:szCs w:val="20"/>
                <w:lang w:eastAsia="de-DE"/>
              </w:rPr>
              <w:t>) ∙ molare Masse (in g/</w:t>
            </w:r>
            <w:proofErr w:type="spellStart"/>
            <w:r w:rsidRPr="00984F58">
              <w:rPr>
                <w:rFonts w:eastAsia="Times New Roman" w:cs="Times New Roman"/>
                <w:b/>
                <w:sz w:val="24"/>
                <w:szCs w:val="20"/>
                <w:lang w:eastAsia="de-DE"/>
              </w:rPr>
              <w:t>mol</w:t>
            </w:r>
            <w:proofErr w:type="spellEnd"/>
            <w:r w:rsidRPr="00984F58">
              <w:rPr>
                <w:rFonts w:eastAsia="Times New Roman" w:cs="Times New Roman"/>
                <w:b/>
                <w:sz w:val="24"/>
                <w:szCs w:val="20"/>
                <w:lang w:eastAsia="de-DE"/>
              </w:rPr>
              <w:t>)</w:t>
            </w:r>
          </w:p>
          <w:p w:rsidR="00984F58" w:rsidRDefault="00984F58" w:rsidP="005F2A3A">
            <w:pPr>
              <w:pStyle w:val="00Textkrper"/>
            </w:pPr>
          </w:p>
        </w:tc>
      </w:tr>
    </w:tbl>
    <w:p w:rsidR="00984F58" w:rsidRDefault="00984F58" w:rsidP="00B90784">
      <w:pPr>
        <w:pStyle w:val="00Textkrper"/>
      </w:pPr>
    </w:p>
    <w:p w:rsidR="00B90784" w:rsidRDefault="00B90784" w:rsidP="00B90784">
      <w:pPr>
        <w:pStyle w:val="00Textkrper"/>
      </w:pPr>
      <w:r>
        <w:t>Edukt: Ausgangsstoff (Stoff der zur Reaktion gebracht werden soll): einfarbiger Knet</w:t>
      </w:r>
    </w:p>
    <w:p w:rsidR="00984F58" w:rsidRDefault="00B90784" w:rsidP="00B90784">
      <w:pPr>
        <w:pStyle w:val="00Textkrper"/>
      </w:pPr>
      <w:r>
        <w:t>Produkt: Endprodukt (neuer Stoff, der aus der Reaktion entstanden ist): Knetmännchen</w:t>
      </w:r>
    </w:p>
    <w:p w:rsidR="00984F58" w:rsidRDefault="00984F58">
      <w:pPr>
        <w:spacing w:line="276" w:lineRule="auto"/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</w:pPr>
      <w:r>
        <w:br w:type="page"/>
      </w:r>
    </w:p>
    <w:p w:rsidR="00984F58" w:rsidRDefault="00984F58" w:rsidP="00984F58">
      <w:pPr>
        <w:pStyle w:val="00Textkrper"/>
      </w:pPr>
      <w:r>
        <w:lastRenderedPageBreak/>
        <w:t>Ein Spielzeug</w:t>
      </w:r>
      <w:r w:rsidR="001C77FC">
        <w:t>hersteller verkauft verschieden</w:t>
      </w:r>
      <w:r>
        <w:t>farbige Knetstangen (Atome oder Moleküle) in Packungen (Stoffmengen). In einer Packun</w:t>
      </w:r>
      <w:r w:rsidR="001C77FC">
        <w:t>g (Stoffmenge) gibt es jeweils vier</w:t>
      </w:r>
      <w:r>
        <w:t xml:space="preserve"> gleichfarbige Stangen (Atome oder Moleküle) à 20</w:t>
      </w:r>
      <w:r w:rsidR="00497B2A">
        <w:t xml:space="preserve"> </w:t>
      </w:r>
      <w:r>
        <w:t xml:space="preserve">g (Atommasse oder Molekülmasse). </w:t>
      </w:r>
    </w:p>
    <w:p w:rsidR="00497B2A" w:rsidRDefault="00497B2A" w:rsidP="00984F58">
      <w:pPr>
        <w:pStyle w:val="00Textkrper"/>
      </w:pPr>
    </w:p>
    <w:p w:rsidR="00984F58" w:rsidRDefault="00984F58" w:rsidP="00497B2A">
      <w:pPr>
        <w:pStyle w:val="00NummerierungBuchstaben"/>
        <w:numPr>
          <w:ilvl w:val="0"/>
          <w:numId w:val="34"/>
        </w:numPr>
        <w:ind w:left="426" w:hanging="426"/>
      </w:pPr>
      <w:r>
        <w:t xml:space="preserve">Geben Sie an, wie viele Stangen welcher Farbe notwendig sind, um die dargestellten Knetmännchen herzustellen. </w:t>
      </w:r>
    </w:p>
    <w:p w:rsidR="00497B2A" w:rsidRDefault="00497B2A" w:rsidP="00984F58">
      <w:pPr>
        <w:pStyle w:val="00Textkrper"/>
      </w:pPr>
    </w:p>
    <w:p w:rsidR="00984F58" w:rsidRDefault="00984F58" w:rsidP="00497B2A">
      <w:pPr>
        <w:pStyle w:val="00Loesungen"/>
        <w:ind w:left="0" w:firstLine="0"/>
      </w:pPr>
      <w:r>
        <w:t>Dies entspricht der Anzahl der einzelnen Atome oder Moleküle der Edukte in der Reaktion</w:t>
      </w:r>
      <w:r>
        <w:t>s</w:t>
      </w:r>
      <w:r>
        <w:t>gleichung.</w:t>
      </w:r>
    </w:p>
    <w:p w:rsidR="00497B2A" w:rsidRDefault="00497B2A" w:rsidP="00984F58">
      <w:pPr>
        <w:pStyle w:val="00Textkrper"/>
      </w:pPr>
    </w:p>
    <w:p w:rsidR="00984F58" w:rsidRDefault="00984F58" w:rsidP="00497B2A">
      <w:pPr>
        <w:pStyle w:val="00NummerierungBuchstaben"/>
      </w:pPr>
      <w:r>
        <w:t>Geben Sie die Gleichung in Zahlen an.</w:t>
      </w:r>
    </w:p>
    <w:p w:rsidR="00497B2A" w:rsidRDefault="00497B2A" w:rsidP="00984F58">
      <w:pPr>
        <w:pStyle w:val="00Textkrper"/>
      </w:pPr>
    </w:p>
    <w:p w:rsidR="00984F58" w:rsidRDefault="00984F58" w:rsidP="00497B2A">
      <w:pPr>
        <w:pStyle w:val="00Loesungen"/>
      </w:pPr>
      <w:r>
        <w:t>Dies entspricht der chemischen Reaktionsgleichung.</w:t>
      </w:r>
    </w:p>
    <w:p w:rsidR="00497B2A" w:rsidRDefault="00497B2A" w:rsidP="00984F58">
      <w:pPr>
        <w:pStyle w:val="00Textkrper"/>
      </w:pPr>
    </w:p>
    <w:p w:rsidR="00984F58" w:rsidRDefault="00984F58" w:rsidP="00497B2A">
      <w:pPr>
        <w:pStyle w:val="00NummerierungBuchstaben"/>
      </w:pPr>
      <w:r>
        <w:t>Geben Sie an, wie viele Packungen mit welcher Farbe notwendig sind, um die dargestel</w:t>
      </w:r>
      <w:r>
        <w:t>l</w:t>
      </w:r>
      <w:r>
        <w:t>ten Knetmännchen herzustellen.</w:t>
      </w:r>
    </w:p>
    <w:p w:rsidR="00497B2A" w:rsidRDefault="00497B2A" w:rsidP="00984F58">
      <w:pPr>
        <w:pStyle w:val="00Textkrper"/>
      </w:pPr>
    </w:p>
    <w:p w:rsidR="00984F58" w:rsidRDefault="00984F58" w:rsidP="00497B2A">
      <w:pPr>
        <w:pStyle w:val="00Loesungen"/>
      </w:pPr>
      <w:r>
        <w:t xml:space="preserve">Die Farbe des Knets entspricht einem bestimmten Stoff in der Chemie. </w:t>
      </w:r>
    </w:p>
    <w:p w:rsidR="00984F58" w:rsidRDefault="00984F58" w:rsidP="00497B2A">
      <w:pPr>
        <w:pStyle w:val="00Loesungen"/>
        <w:ind w:left="0" w:firstLine="0"/>
      </w:pPr>
      <w:r>
        <w:t xml:space="preserve">Die Packungen entsprechen der chemischen Basiseinheit eines Stoffes (Stoffmenge mit dem Formelzeichen </w:t>
      </w:r>
      <w:r w:rsidRPr="00497B2A">
        <w:rPr>
          <w:i/>
        </w:rPr>
        <w:t>n</w:t>
      </w:r>
      <w:r>
        <w:t xml:space="preserve"> und mit der Einheit 1 </w:t>
      </w:r>
      <w:proofErr w:type="spellStart"/>
      <w:r>
        <w:t>mol</w:t>
      </w:r>
      <w:proofErr w:type="spellEnd"/>
      <w:r>
        <w:t xml:space="preserve">). </w:t>
      </w:r>
    </w:p>
    <w:p w:rsidR="00984F58" w:rsidRDefault="00984F58" w:rsidP="00497B2A">
      <w:pPr>
        <w:pStyle w:val="00Loesungen"/>
      </w:pPr>
      <w:r>
        <w:t xml:space="preserve">Basiseinheit der Knete = 1 Packung = 4 Stangen </w:t>
      </w:r>
    </w:p>
    <w:p w:rsidR="00984F58" w:rsidRDefault="00984F58" w:rsidP="00497B2A">
      <w:pPr>
        <w:pStyle w:val="00Loesungen"/>
        <w:ind w:left="0" w:firstLine="0"/>
      </w:pPr>
      <w:r>
        <w:t>Basiseinheit der Chemie = 1</w:t>
      </w:r>
      <w:r w:rsidR="00497B2A">
        <w:t xml:space="preserve"> </w:t>
      </w:r>
      <w:proofErr w:type="spellStart"/>
      <w:r>
        <w:t>mol</w:t>
      </w:r>
      <w:proofErr w:type="spellEnd"/>
      <w:r>
        <w:t xml:space="preserve"> = 6,022∙10</w:t>
      </w:r>
      <w:r w:rsidRPr="00497B2A">
        <w:rPr>
          <w:vertAlign w:val="superscript"/>
        </w:rPr>
        <w:t>23</w:t>
      </w:r>
      <w:r>
        <w:t xml:space="preserve"> Teilchen/</w:t>
      </w:r>
      <w:proofErr w:type="spellStart"/>
      <w:r>
        <w:t>mol</w:t>
      </w:r>
      <w:proofErr w:type="spellEnd"/>
      <w:r>
        <w:t xml:space="preserve"> (1 Teilchen = 1 Atom oder ein 1 Molekül)</w:t>
      </w:r>
    </w:p>
    <w:p w:rsidR="00497B2A" w:rsidRDefault="00497B2A" w:rsidP="00984F58">
      <w:pPr>
        <w:pStyle w:val="00Textkrper"/>
      </w:pPr>
    </w:p>
    <w:p w:rsidR="00984F58" w:rsidRDefault="00984F58" w:rsidP="00497B2A">
      <w:pPr>
        <w:pStyle w:val="00NummerierungBuchstaben"/>
      </w:pPr>
      <w:r>
        <w:t>Berechnen Sie die Masse einer Packung.</w:t>
      </w:r>
    </w:p>
    <w:p w:rsidR="00497B2A" w:rsidRDefault="00497B2A" w:rsidP="00984F58">
      <w:pPr>
        <w:pStyle w:val="00Textkrper"/>
      </w:pPr>
    </w:p>
    <w:p w:rsidR="00984F58" w:rsidRDefault="00984F58" w:rsidP="00497B2A">
      <w:pPr>
        <w:pStyle w:val="00Loesungen"/>
        <w:ind w:left="0" w:firstLine="0"/>
      </w:pPr>
      <w:r>
        <w:t xml:space="preserve">Diese Aufgabe entspricht der Berechnung eines </w:t>
      </w:r>
      <w:proofErr w:type="spellStart"/>
      <w:r>
        <w:t>mols</w:t>
      </w:r>
      <w:proofErr w:type="spellEnd"/>
      <w:r>
        <w:t xml:space="preserve"> der an der Reaktion beteiligten Edukte (= Atome oder Moleküle) in g. </w:t>
      </w:r>
    </w:p>
    <w:p w:rsidR="00984F58" w:rsidRDefault="00984F58" w:rsidP="00497B2A">
      <w:pPr>
        <w:pStyle w:val="00Loesungen"/>
      </w:pPr>
      <w:r>
        <w:t>Masse Knet (Packung) = Masse einer einzelnen Knetstange ∙ Anzahl Stangen in der Packung.</w:t>
      </w:r>
    </w:p>
    <w:p w:rsidR="00984F58" w:rsidRDefault="00984F58" w:rsidP="00497B2A">
      <w:pPr>
        <w:pStyle w:val="00Loesungen"/>
      </w:pPr>
      <w:r>
        <w:t xml:space="preserve">(Masse an </w:t>
      </w:r>
      <w:r w:rsidR="00497B2A">
        <w:t xml:space="preserve">Edukt = </w:t>
      </w:r>
      <w:proofErr w:type="spellStart"/>
      <w:r w:rsidR="00497B2A">
        <w:t>Molmasse</w:t>
      </w:r>
      <w:proofErr w:type="spellEnd"/>
      <w:r w:rsidR="00497B2A">
        <w:t xml:space="preserve"> (Edukt) ∙ </w:t>
      </w:r>
      <w:r>
        <w:t>Stoffmenge(Edukt)).</w:t>
      </w:r>
    </w:p>
    <w:p w:rsidR="00497B2A" w:rsidRDefault="00497B2A" w:rsidP="00984F58">
      <w:pPr>
        <w:pStyle w:val="00Textkrper"/>
      </w:pPr>
    </w:p>
    <w:p w:rsidR="00984F58" w:rsidRDefault="001C77FC" w:rsidP="00497B2A">
      <w:pPr>
        <w:pStyle w:val="00NummerierungBuchstaben"/>
      </w:pPr>
      <w:r>
        <w:t>Berechnen Sie die Masse aller vier</w:t>
      </w:r>
      <w:r w:rsidR="00984F58">
        <w:t xml:space="preserve"> Knetmännchen.</w:t>
      </w:r>
    </w:p>
    <w:p w:rsidR="00497B2A" w:rsidRDefault="00497B2A" w:rsidP="00984F58">
      <w:pPr>
        <w:pStyle w:val="00Textkrper"/>
      </w:pPr>
    </w:p>
    <w:p w:rsidR="00984F58" w:rsidRDefault="00984F58" w:rsidP="00497B2A">
      <w:pPr>
        <w:pStyle w:val="00Loesungen"/>
      </w:pPr>
      <w:r>
        <w:t>Diese Aufgabe entspricht der Berechnung der gesamten Masse des Reaktionsprodukts in g.</w:t>
      </w:r>
    </w:p>
    <w:p w:rsidR="00497B2A" w:rsidRDefault="00497B2A" w:rsidP="00984F58">
      <w:pPr>
        <w:pStyle w:val="00Textkrper"/>
      </w:pPr>
    </w:p>
    <w:p w:rsidR="00984F58" w:rsidRDefault="00984F58" w:rsidP="00497B2A">
      <w:pPr>
        <w:pStyle w:val="00NummerierungBuchstaben"/>
      </w:pPr>
      <w:r>
        <w:t>Berechnen Sie die Masse eines Knetmännchens</w:t>
      </w:r>
      <w:r w:rsidR="001C77FC">
        <w:t>.</w:t>
      </w:r>
    </w:p>
    <w:p w:rsidR="00497B2A" w:rsidRDefault="00497B2A" w:rsidP="00984F58">
      <w:pPr>
        <w:pStyle w:val="00Textkrper"/>
      </w:pPr>
    </w:p>
    <w:p w:rsidR="00984F58" w:rsidRDefault="00984F58" w:rsidP="00497B2A">
      <w:pPr>
        <w:pStyle w:val="00Loesungen"/>
      </w:pPr>
      <w:r>
        <w:t>Diese Aufgabe entspricht der Berechnung der Molekülmasse des Reaktionsprodukts in g.</w:t>
      </w:r>
    </w:p>
    <w:p w:rsidR="00497B2A" w:rsidRDefault="00497B2A" w:rsidP="00984F58">
      <w:pPr>
        <w:pStyle w:val="00Textkrper"/>
      </w:pPr>
    </w:p>
    <w:p w:rsidR="00984F58" w:rsidRDefault="00984F58" w:rsidP="00497B2A">
      <w:pPr>
        <w:pStyle w:val="00NummerierungBuchstaben"/>
      </w:pPr>
      <w:r>
        <w:t>Berechnen Sie die Masse der jeweiligen Farbe, die zur Herstellung eines Knetmännchens benötigt wird.</w:t>
      </w:r>
    </w:p>
    <w:p w:rsidR="00497B2A" w:rsidRDefault="00497B2A" w:rsidP="00984F58">
      <w:pPr>
        <w:pStyle w:val="00Textkrper"/>
      </w:pPr>
    </w:p>
    <w:p w:rsidR="00984F58" w:rsidRDefault="00984F58" w:rsidP="00497B2A">
      <w:pPr>
        <w:pStyle w:val="00Loesungen"/>
      </w:pPr>
      <w:r>
        <w:t>Diese Aufgabe entspricht der Berechnung der Molekülmasse jedes Edukts in g.</w:t>
      </w:r>
    </w:p>
    <w:p w:rsidR="00497B2A" w:rsidRDefault="00497B2A" w:rsidP="00984F58">
      <w:pPr>
        <w:pStyle w:val="00Textkrper"/>
      </w:pPr>
    </w:p>
    <w:p w:rsidR="00984F58" w:rsidRDefault="00984F58" w:rsidP="00497B2A">
      <w:pPr>
        <w:pStyle w:val="00NummerierungBuchstaben"/>
      </w:pPr>
      <w:r>
        <w:lastRenderedPageBreak/>
        <w:t>Berechnen Sie die Masse der jeweiligen Farbe, die zur Herstellung von 1250 Knetmän</w:t>
      </w:r>
      <w:r>
        <w:t>n</w:t>
      </w:r>
      <w:r>
        <w:t xml:space="preserve">chen benötigt wird. </w:t>
      </w:r>
    </w:p>
    <w:p w:rsidR="00497B2A" w:rsidRDefault="00497B2A" w:rsidP="00984F58">
      <w:pPr>
        <w:pStyle w:val="00Textkrper"/>
      </w:pPr>
    </w:p>
    <w:p w:rsidR="00CD6932" w:rsidRPr="006B40D4" w:rsidRDefault="00984F58" w:rsidP="00497B2A">
      <w:pPr>
        <w:pStyle w:val="00Loesungen"/>
      </w:pPr>
      <w:r>
        <w:t>Diese Aufgabe entspricht der Berechnung der Masse der einzelnen Edukte in g.</w:t>
      </w:r>
    </w:p>
    <w:sectPr w:rsidR="00CD6932" w:rsidRPr="006B40D4" w:rsidSect="00C7112B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18" w:right="1702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0DC" w:rsidRDefault="00B510DC" w:rsidP="001E03DE">
      <w:r>
        <w:separator/>
      </w:r>
    </w:p>
  </w:endnote>
  <w:endnote w:type="continuationSeparator" w:id="0">
    <w:p w:rsidR="00B510DC" w:rsidRDefault="00B510DC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890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817"/>
      <w:gridCol w:w="8222"/>
      <w:gridCol w:w="851"/>
    </w:tblGrid>
    <w:tr w:rsidR="00F91F3D" w:rsidRPr="007C19D2" w:rsidTr="00992606">
      <w:tc>
        <w:tcPr>
          <w:tcW w:w="817" w:type="dxa"/>
        </w:tcPr>
        <w:p w:rsidR="00F91F3D" w:rsidRPr="007C19D2" w:rsidRDefault="00F91F3D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222" w:type="dxa"/>
        </w:tcPr>
        <w:p w:rsidR="00F91F3D" w:rsidRPr="007C19D2" w:rsidRDefault="00F91F3D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51" w:type="dxa"/>
        </w:tcPr>
        <w:p w:rsidR="00F91F3D" w:rsidRPr="007C19D2" w:rsidRDefault="00F91F3D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F91F3D" w:rsidRPr="007C19D2" w:rsidTr="00992606">
      <w:tc>
        <w:tcPr>
          <w:tcW w:w="817" w:type="dxa"/>
        </w:tcPr>
        <w:p w:rsidR="00F91F3D" w:rsidRPr="007C19D2" w:rsidRDefault="00F91F3D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Fach:</w:t>
          </w:r>
        </w:p>
      </w:tc>
      <w:tc>
        <w:tcPr>
          <w:tcW w:w="8222" w:type="dxa"/>
        </w:tcPr>
        <w:p w:rsidR="00F91F3D" w:rsidRPr="007C19D2" w:rsidRDefault="00F91F3D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Chemie</w:t>
          </w:r>
        </w:p>
      </w:tc>
      <w:tc>
        <w:tcPr>
          <w:tcW w:w="851" w:type="dxa"/>
        </w:tcPr>
        <w:p w:rsidR="00F91F3D" w:rsidRPr="007C19D2" w:rsidRDefault="00F91F3D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F91F3D" w:rsidRPr="007C19D2" w:rsidTr="00992606">
      <w:tc>
        <w:tcPr>
          <w:tcW w:w="817" w:type="dxa"/>
        </w:tcPr>
        <w:p w:rsidR="00F91F3D" w:rsidRPr="007C19D2" w:rsidRDefault="00F91F3D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20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Thema:</w:t>
          </w:r>
        </w:p>
      </w:tc>
      <w:tc>
        <w:tcPr>
          <w:tcW w:w="8222" w:type="dxa"/>
        </w:tcPr>
        <w:p w:rsidR="00F91F3D" w:rsidRPr="007C19D2" w:rsidRDefault="00833E3A" w:rsidP="00992606">
          <w:pPr>
            <w:tabs>
              <w:tab w:val="left" w:pos="9072"/>
              <w:tab w:val="right" w:pos="9106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>
            <w:rPr>
              <w:rFonts w:eastAsia="Times New Roman" w:cs="Times New Roman"/>
              <w:sz w:val="18"/>
              <w:szCs w:val="20"/>
              <w:lang w:eastAsia="de-DE"/>
            </w:rPr>
            <w:t>AB Molbegriff</w:t>
          </w:r>
        </w:p>
      </w:tc>
      <w:tc>
        <w:tcPr>
          <w:tcW w:w="851" w:type="dxa"/>
        </w:tcPr>
        <w:p w:rsidR="00F91F3D" w:rsidRPr="007C19D2" w:rsidRDefault="00F91F3D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begin"/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instrText>PAGE   \* MERGEFORMAT</w:instrText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separate"/>
          </w:r>
          <w:r w:rsidR="00C7112B">
            <w:rPr>
              <w:rFonts w:eastAsia="Times New Roman" w:cs="Times New Roman"/>
              <w:noProof/>
              <w:sz w:val="20"/>
              <w:szCs w:val="20"/>
              <w:lang w:eastAsia="de-DE"/>
            </w:rPr>
            <w:t>2</w:t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end"/>
          </w:r>
        </w:p>
      </w:tc>
    </w:tr>
  </w:tbl>
  <w:p w:rsidR="00F91F3D" w:rsidRPr="00481651" w:rsidRDefault="00F91F3D" w:rsidP="00F91F3D">
    <w:pPr>
      <w:pStyle w:val="Fuzeile"/>
    </w:pPr>
  </w:p>
  <w:p w:rsidR="00F91F3D" w:rsidRDefault="00F91F3D" w:rsidP="00F91F3D">
    <w:pPr>
      <w:pStyle w:val="Fuzeile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890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817"/>
      <w:gridCol w:w="8222"/>
      <w:gridCol w:w="851"/>
    </w:tblGrid>
    <w:tr w:rsidR="00C7112B" w:rsidRPr="007C19D2" w:rsidTr="00992606">
      <w:tc>
        <w:tcPr>
          <w:tcW w:w="817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222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51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C7112B" w:rsidRPr="007C19D2" w:rsidTr="00992606">
      <w:tc>
        <w:tcPr>
          <w:tcW w:w="817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Fach:</w:t>
          </w:r>
        </w:p>
      </w:tc>
      <w:tc>
        <w:tcPr>
          <w:tcW w:w="8222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Chemie</w:t>
          </w:r>
        </w:p>
      </w:tc>
      <w:tc>
        <w:tcPr>
          <w:tcW w:w="851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C7112B" w:rsidRPr="007C19D2" w:rsidTr="00992606">
      <w:tc>
        <w:tcPr>
          <w:tcW w:w="817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20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Thema:</w:t>
          </w:r>
        </w:p>
      </w:tc>
      <w:tc>
        <w:tcPr>
          <w:tcW w:w="8222" w:type="dxa"/>
        </w:tcPr>
        <w:p w:rsidR="00C7112B" w:rsidRPr="007C19D2" w:rsidRDefault="00163293" w:rsidP="00992606">
          <w:pPr>
            <w:tabs>
              <w:tab w:val="left" w:pos="9072"/>
              <w:tab w:val="right" w:pos="9106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163293">
            <w:rPr>
              <w:rFonts w:eastAsia="Times New Roman" w:cs="Times New Roman"/>
              <w:sz w:val="18"/>
              <w:szCs w:val="20"/>
              <w:lang w:eastAsia="de-DE"/>
            </w:rPr>
            <w:t>Knete Beispielaufgaben</w:t>
          </w:r>
        </w:p>
      </w:tc>
      <w:tc>
        <w:tcPr>
          <w:tcW w:w="851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begin"/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instrText>PAGE   \* MERGEFORMAT</w:instrText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separate"/>
          </w:r>
          <w:r w:rsidR="00BA536B">
            <w:rPr>
              <w:rFonts w:eastAsia="Times New Roman" w:cs="Times New Roman"/>
              <w:noProof/>
              <w:sz w:val="20"/>
              <w:szCs w:val="20"/>
              <w:lang w:eastAsia="de-DE"/>
            </w:rPr>
            <w:t>6</w:t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end"/>
          </w:r>
        </w:p>
      </w:tc>
    </w:tr>
  </w:tbl>
  <w:p w:rsidR="00C7112B" w:rsidRDefault="00C7112B" w:rsidP="00BA536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890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817"/>
      <w:gridCol w:w="8222"/>
      <w:gridCol w:w="851"/>
    </w:tblGrid>
    <w:tr w:rsidR="00C7112B" w:rsidRPr="007C19D2" w:rsidTr="00992606">
      <w:tc>
        <w:tcPr>
          <w:tcW w:w="817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222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51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C7112B" w:rsidRPr="007C19D2" w:rsidTr="00992606">
      <w:tc>
        <w:tcPr>
          <w:tcW w:w="817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Fach:</w:t>
          </w:r>
        </w:p>
      </w:tc>
      <w:tc>
        <w:tcPr>
          <w:tcW w:w="8222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Chemie</w:t>
          </w:r>
        </w:p>
      </w:tc>
      <w:tc>
        <w:tcPr>
          <w:tcW w:w="851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C7112B" w:rsidRPr="007C19D2" w:rsidTr="00992606">
      <w:tc>
        <w:tcPr>
          <w:tcW w:w="817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20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Thema:</w:t>
          </w:r>
        </w:p>
      </w:tc>
      <w:tc>
        <w:tcPr>
          <w:tcW w:w="8222" w:type="dxa"/>
        </w:tcPr>
        <w:p w:rsidR="00C7112B" w:rsidRPr="007C19D2" w:rsidRDefault="00163293" w:rsidP="00992606">
          <w:pPr>
            <w:tabs>
              <w:tab w:val="left" w:pos="9072"/>
              <w:tab w:val="right" w:pos="9106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163293">
            <w:rPr>
              <w:rFonts w:eastAsia="Times New Roman" w:cs="Times New Roman"/>
              <w:sz w:val="18"/>
              <w:szCs w:val="20"/>
              <w:lang w:eastAsia="de-DE"/>
            </w:rPr>
            <w:t>Knete Beispielaufgaben</w:t>
          </w:r>
        </w:p>
      </w:tc>
      <w:tc>
        <w:tcPr>
          <w:tcW w:w="851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begin"/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instrText>PAGE   \* MERGEFORMAT</w:instrText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separate"/>
          </w:r>
          <w:r w:rsidR="00BA536B">
            <w:rPr>
              <w:rFonts w:eastAsia="Times New Roman" w:cs="Times New Roman"/>
              <w:noProof/>
              <w:sz w:val="20"/>
              <w:szCs w:val="20"/>
              <w:lang w:eastAsia="de-DE"/>
            </w:rPr>
            <w:t>2</w:t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end"/>
          </w:r>
        </w:p>
      </w:tc>
    </w:tr>
  </w:tbl>
  <w:p w:rsidR="00C7112B" w:rsidRDefault="00C7112B" w:rsidP="00BA536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0DC" w:rsidRDefault="00B510DC" w:rsidP="001E03DE">
      <w:r>
        <w:separator/>
      </w:r>
    </w:p>
  </w:footnote>
  <w:footnote w:type="continuationSeparator" w:id="0">
    <w:p w:rsidR="00B510DC" w:rsidRDefault="00B510DC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368" w:rsidRDefault="00B510DC">
    <w:pPr>
      <w:pStyle w:val="Kopfzeile"/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79527BDA" wp14:editId="6C66535A">
              <wp:simplePos x="0" y="0"/>
              <wp:positionH relativeFrom="page">
                <wp:posOffset>619125</wp:posOffset>
              </wp:positionH>
              <wp:positionV relativeFrom="page">
                <wp:posOffset>299085</wp:posOffset>
              </wp:positionV>
              <wp:extent cx="6220800" cy="435600"/>
              <wp:effectExtent l="0" t="0" r="8890" b="3175"/>
              <wp:wrapNone/>
              <wp:docPr id="1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20800" cy="435600"/>
                        <a:chOff x="-196349" y="0"/>
                        <a:chExt cx="6220391" cy="436728"/>
                      </a:xfrm>
                    </wpg:grpSpPr>
                    <wps:wsp>
                      <wps:cNvPr id="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10DC" w:rsidRPr="00E20335" w:rsidRDefault="00B510DC" w:rsidP="00B510D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Grafik 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" name="Gerade Verbindung 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1" o:spid="_x0000_s1026" style="position:absolute;margin-left:48.75pt;margin-top:23.55pt;width:489.85pt;height:34.3pt;z-index:25166950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<v:textbox>
                  <w:txbxContent>
                    <w:p w:rsidR="00B510DC" w:rsidRPr="00E20335" w:rsidRDefault="00B510DC" w:rsidP="00B510D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3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tZ4LTCAAAA2gAAAA8AAABkcnMvZG93bnJldi54bWxEj0FrAjEUhO+F/ofwhN5qYoUiq1G0KAil&#10;yq5evD02z83i5mXZpLr++6YgeBxm5htmtuhdI67UhdqzhtFQgSAuvam50nA8bN4nIEJENth4Jg13&#10;CrCYv77MMDP+xjldi1iJBOGQoQYbY5tJGUpLDsPQt8TJO/vOYUyyq6Tp8JbgrpEfSn1KhzWnBYst&#10;fVkqL8Wv01AXP7vJfb0p7SpX+2IdFX6fLlq/DfrlFESkPj7Dj/bWaBjD/5V0A+T8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bWeC0wgAAANoAAAAPAAAAAAAAAAAAAAAAAJ8C&#10;AABkcnMvZG93bnJldi54bWxQSwUGAAAAAAQABAD3AAAAjgMAAAAA&#10;">
                <v:imagedata r:id="rId2" o:title=""/>
                <v:path arrowok="t"/>
              </v:shape>
              <v:line id="Gerade Verbindung 4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AwJ74AAADaAAAADwAAAGRycy9kb3ducmV2LnhtbERPTYvCMBC9L/gfwgje1tRFRKpRVFzx&#10;tKDb1evQjG2xmZQk1vrvN4Lg8fG+58vO1KIl5yvLCkbDBARxbnXFhYLs9/tzCsIHZI21ZVLwIA/L&#10;Re9jjqm2dz5QewyFiCHsU1RQhtCkUvq8JIN+aBviyF2sMxgidIXUDu8x3NTyK0km0mDFsaHEhjYl&#10;5dfjzcQZP+tdtmnZ4OPgztk0H522uz+lBv1uNQMRqAtv8cu91wrG8LwS/SAX/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hcDAn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4C62F6A" wp14:editId="0215C5AF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32" name="Gruppieren 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4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7" name="Grafik 4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8" name="Gerade Verbindung 48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32" o:spid="_x0000_s1030" style="position:absolute;margin-left:48.8pt;margin-top:23.5pt;width:489.75pt;height:34.3pt;z-index:25165926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fpj8MA&#10;AADbAAAADwAAAGRycy9kb3ducmV2LnhtbESP3WrCQBSE74W+w3IKvRHdWNKo0U2wQktu/XmAY/aY&#10;BLNnQ3Zr4tu7hUIvh5n5htnmo2nFnXrXWFawmEcgiEurG64UnE9fsxUI55E1tpZJwYMc5NnLZIup&#10;tgMf6H70lQgQdikqqL3vUildWZNBN7cdcfCutjfog+wrqXscAty08j2KEmmw4bBQY0f7msrb8cco&#10;uBbD9GM9XL79eXmIk09slhf7UOrtddxtQHga/X/4r11oBXECv1/CD5D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nfpj8MAAADbAAAADwAAAAAAAAAAAAAAAACYAgAAZHJzL2Rv&#10;d25yZXYueG1sUEsFBgAAAAAEAAQA9QAAAIgDAAAAAA=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7" o:spid="_x0000_s1032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duezDAAAA2wAAAA8AAABkcnMvZG93bnJldi54bWxEj0FrAjEUhO8F/0N4BW81aZFWVqNoURCK&#10;Fbe9eHtsnpvFzcuyibr+eyMIHoeZ+YaZzDpXizO1ofKs4X2gQBAX3lRcavj/W72NQISIbLD2TBqu&#10;FGA27b1MMDP+wjs657EUCcIhQw02xiaTMhSWHIaBb4iTd/Ctw5hkW0rT4iXBXS0/lPqUDitOCxYb&#10;+rZUHPOT01Dlm9/Rdbkq7GKntvkyKvzZH7Xuv3bzMYhIXXyGH+210TD8gvuX9APk9A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d257MMAAADbAAAADwAAAAAAAAAAAAAAAACf&#10;AgAAZHJzL2Rvd25yZXYueG1sUEsFBgAAAAAEAAQA9wAAAI8DAAAAAA==&#10;">
                <v:imagedata r:id="rId2" o:title=""/>
                <v:path arrowok="t"/>
              </v:shape>
              <v:line id="Gerade Verbindung 48" o:spid="_x0000_s1033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55yMMAAADbAAAADwAAAGRycy9kb3ducmV2LnhtbESPwWrCQBCG7wXfYRnBW90oUiR1FRUr&#10;PRXUtL0O2TEJZmfD7jbGt+8cCj0O//zffLPaDK5VPYXYeDYwm2agiEtvG64MFJe35yWomJAttp7J&#10;wIMibNajpxXm1t/5RP05VUogHHM0UKfU5VrHsiaHceo7YsmuPjhMMoZK24B3gbtWz7PsRTtsWC7U&#10;2NG+pvJ2/nGi8bE7FvueHT5O4btYlrOvw/HTmMl42L6CSjSk/+W/9rs1sBBZ+UUAoN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POecjDAAAA2wAAAA8AAAAAAAAAAAAA&#10;AAAAoQIAAGRycy9kb3ducmV2LnhtbFBLBQYAAAAABAAEAPkAAACRAwAAAAA=&#10;" strokecolor="#a6a6a6" strokeweight=".5pt"/>
              <w10:wrap anchorx="page" anchory="page"/>
            </v:group>
          </w:pict>
        </mc:Fallback>
      </mc:AlternateContent>
    </w:r>
    <w:r>
      <w:tab/>
    </w:r>
  </w:p>
  <w:p w:rsidR="00F131AC" w:rsidRDefault="00F131A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249" w:rsidRDefault="00C7112B">
    <w:pPr>
      <w:pStyle w:val="Kopfzeile"/>
    </w:pPr>
    <w:r w:rsidRPr="00C7112B">
      <w:rPr>
        <w:rFonts w:eastAsiaTheme="minorHAnsi" w:cs="Arial"/>
        <w:noProof/>
        <w:szCs w:val="24"/>
      </w:rPr>
      <mc:AlternateContent>
        <mc:Choice Requires="wpg">
          <w:drawing>
            <wp:anchor distT="0" distB="0" distL="114300" distR="114300" simplePos="0" relativeHeight="251679744" behindDoc="0" locked="0" layoutInCell="1" allowOverlap="1" wp14:anchorId="35FDAA37" wp14:editId="5F77CCB5">
              <wp:simplePos x="0" y="0"/>
              <wp:positionH relativeFrom="page">
                <wp:posOffset>619125</wp:posOffset>
              </wp:positionH>
              <wp:positionV relativeFrom="page">
                <wp:posOffset>299085</wp:posOffset>
              </wp:positionV>
              <wp:extent cx="6220800" cy="435600"/>
              <wp:effectExtent l="0" t="0" r="8890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20800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112B" w:rsidRPr="00E20335" w:rsidRDefault="00C7112B" w:rsidP="00C7112B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34" style="position:absolute;margin-left:48.75pt;margin-top:23.55pt;width:489.85pt;height:34.3pt;z-index:25167974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2" o:spid="_x0000_s1035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C7112B" w:rsidRPr="00E20335" w:rsidRDefault="00C7112B" w:rsidP="00C7112B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6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7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C7112B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77696" behindDoc="0" locked="0" layoutInCell="1" allowOverlap="1" wp14:anchorId="6BDFC3F7" wp14:editId="026DC462">
              <wp:simplePos x="0" y="0"/>
              <wp:positionH relativeFrom="page">
                <wp:posOffset>619125</wp:posOffset>
              </wp:positionH>
              <wp:positionV relativeFrom="page">
                <wp:posOffset>299085</wp:posOffset>
              </wp:positionV>
              <wp:extent cx="6220800" cy="435600"/>
              <wp:effectExtent l="0" t="0" r="8890" b="3175"/>
              <wp:wrapNone/>
              <wp:docPr id="5" name="Gruppieren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20800" cy="435600"/>
                        <a:chOff x="-196349" y="0"/>
                        <a:chExt cx="6220391" cy="436728"/>
                      </a:xfrm>
                    </wpg:grpSpPr>
                    <wps:wsp>
                      <wps:cNvPr id="16" name="Textfeld 6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112B" w:rsidRPr="00E20335" w:rsidRDefault="00C7112B" w:rsidP="00C7112B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7" name="Grafik 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8" name="Gerade Verbindung 8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5" o:spid="_x0000_s1038" style="position:absolute;margin-left:48.75pt;margin-top:23.55pt;width:489.85pt;height:34.3pt;z-index:25167769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39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TGkr8A&#10;AADbAAAADwAAAGRycy9kb3ducmV2LnhtbERPy6rCMBDdX/AfwghuLpoq3qrVKCoobn18wNiMbbGZ&#10;lCba+vdGEO5uDuc5i1VrSvGk2hWWFQwHEQji1OqCMwWX864/BeE8ssbSMil4kYPVsvOzwETbho/0&#10;PPlMhBB2CSrIva8SKV2ak0E3sBVx4G62NugDrDOpa2xCuCnlKIpiabDg0JBjRduc0vvpYRTcDs3v&#10;36y57v1lchzHGywmV/tSqtdt13MQnlr/L/66DzrMj+HzSzhAL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xMaSvwAAANsAAAAPAAAAAAAAAAAAAAAAAJgCAABkcnMvZG93bnJl&#10;di54bWxQSwUGAAAAAAQABAD1AAAAhAMAAAAA&#10;" stroked="f">
                <v:textbox>
                  <w:txbxContent>
                    <w:p w:rsidR="00C7112B" w:rsidRPr="00E20335" w:rsidRDefault="00C7112B" w:rsidP="00C7112B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7" o:spid="_x0000_s1040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JulvHBAAAA2wAAAA8AAABkcnMvZG93bnJldi54bWxET01rAjEQvRf6H8IIvdXEHqysRtGiIJQq&#10;u3rxNmzGzeJmsmxSXf99UxC8zeN9zmzRu0ZcqQu1Zw2joQJBXHpTc6XheNi8T0CEiGyw8Uwa7hRg&#10;MX99mWFm/I1zuhaxEimEQ4YabIxtJmUoLTkMQ98SJ+7sO4cxwa6SpsNbCneN/FBqLB3WnBostvRl&#10;qbwUv05DXfzsJvf1prSrXO2LdVT4fbpo/Tbol1MQkfr4FD/cW5Pmf8L/L+kAOf8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JulvHBAAAA2wAAAA8AAAAAAAAAAAAAAAAAnwIA&#10;AGRycy9kb3ducmV2LnhtbFBLBQYAAAAABAAEAPcAAACNAwAAAAA=&#10;">
                <v:imagedata r:id="rId2" o:title=""/>
                <v:path arrowok="t"/>
              </v:shape>
              <v:line id="Gerade Verbindung 8" o:spid="_x0000_s1041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1W1cIAAADbAAAADwAAAGRycy9kb3ducmV2LnhtbESPQW/CMAyF75P4D5GRdhspHBDqCGgg&#10;QJwmAd12tRqvrWicKgml/Pv5MImbn/y+5+flenCt6inExrOB6SQDRVx623BloLjs3xagYkK22Hom&#10;Aw+KsF6NXpaYW3/nE/XnVCkJ4ZijgTqlLtc6ljU5jBPfEcvu1weHSWSotA14l3DX6lmWzbXDhuVC&#10;jR1tayqv55uTGp+bQ7Ht2eHjFH6KRTn93h2+jHkdDx/voBIN6Wn+p49WOCkrv8gAev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H1W1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11C7"/>
    <w:multiLevelType w:val="hybridMultilevel"/>
    <w:tmpl w:val="540E2BB6"/>
    <w:lvl w:ilvl="0" w:tplc="16CAA616">
      <w:start w:val="1"/>
      <w:numFmt w:val="bullet"/>
      <w:pStyle w:val="00AufzhlungEnde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6D60B0"/>
    <w:multiLevelType w:val="hybridMultilevel"/>
    <w:tmpl w:val="08AC205E"/>
    <w:lvl w:ilvl="0" w:tplc="04F8E6A6">
      <w:start w:val="1"/>
      <w:numFmt w:val="bullet"/>
      <w:pStyle w:val="00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DAF2306"/>
    <w:multiLevelType w:val="hybridMultilevel"/>
    <w:tmpl w:val="D9F8A268"/>
    <w:lvl w:ilvl="0" w:tplc="C6F0879C">
      <w:start w:val="1"/>
      <w:numFmt w:val="decimal"/>
      <w:pStyle w:val="00TabelleNummerierung"/>
      <w:suff w:val="space"/>
      <w:lvlText w:val="%1."/>
      <w:lvlJc w:val="left"/>
      <w:pPr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9277BD"/>
    <w:multiLevelType w:val="hybridMultilevel"/>
    <w:tmpl w:val="469E8A96"/>
    <w:lvl w:ilvl="0" w:tplc="25CA277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18198D"/>
    <w:multiLevelType w:val="hybridMultilevel"/>
    <w:tmpl w:val="16A6666A"/>
    <w:lvl w:ilvl="0" w:tplc="93C8D02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7">
    <w:nsid w:val="472B0004"/>
    <w:multiLevelType w:val="multilevel"/>
    <w:tmpl w:val="CE728204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E6538B4"/>
    <w:multiLevelType w:val="hybridMultilevel"/>
    <w:tmpl w:val="06BEED8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A66DB1"/>
    <w:multiLevelType w:val="hybridMultilevel"/>
    <w:tmpl w:val="F652730C"/>
    <w:lvl w:ilvl="0" w:tplc="D89EC316">
      <w:start w:val="1"/>
      <w:numFmt w:val="bullet"/>
      <w:pStyle w:val="00AufzhlungAnfang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76F17EA"/>
    <w:multiLevelType w:val="hybridMultilevel"/>
    <w:tmpl w:val="902C632E"/>
    <w:lvl w:ilvl="0" w:tplc="6194D9B2">
      <w:start w:val="1"/>
      <w:numFmt w:val="bullet"/>
      <w:pStyle w:val="00TabelleAufzhlung"/>
      <w:suff w:val="space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3">
    <w:nsid w:val="59BA7DC9"/>
    <w:multiLevelType w:val="hybridMultilevel"/>
    <w:tmpl w:val="154676C6"/>
    <w:lvl w:ilvl="0" w:tplc="E85004CE">
      <w:start w:val="1"/>
      <w:numFmt w:val="lowerLetter"/>
      <w:pStyle w:val="00NummerierungBuchstaben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B339F6"/>
    <w:multiLevelType w:val="hybridMultilevel"/>
    <w:tmpl w:val="F0D25DA6"/>
    <w:lvl w:ilvl="0" w:tplc="FD52E1E0">
      <w:start w:val="1"/>
      <w:numFmt w:val="bullet"/>
      <w:pStyle w:val="AufzhlungEnd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4"/>
  </w:num>
  <w:num w:numId="6">
    <w:abstractNumId w:val="4"/>
  </w:num>
  <w:num w:numId="7">
    <w:abstractNumId w:val="1"/>
  </w:num>
  <w:num w:numId="8">
    <w:abstractNumId w:val="4"/>
  </w:num>
  <w:num w:numId="9">
    <w:abstractNumId w:val="4"/>
  </w:num>
  <w:num w:numId="10">
    <w:abstractNumId w:val="1"/>
  </w:num>
  <w:num w:numId="11">
    <w:abstractNumId w:val="14"/>
  </w:num>
  <w:num w:numId="12">
    <w:abstractNumId w:val="12"/>
  </w:num>
  <w:num w:numId="13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5"/>
  </w:num>
  <w:num w:numId="18">
    <w:abstractNumId w:val="15"/>
  </w:num>
  <w:num w:numId="19">
    <w:abstractNumId w:val="15"/>
  </w:num>
  <w:num w:numId="20">
    <w:abstractNumId w:val="8"/>
  </w:num>
  <w:num w:numId="21">
    <w:abstractNumId w:val="2"/>
  </w:num>
  <w:num w:numId="22">
    <w:abstractNumId w:val="17"/>
  </w:num>
  <w:num w:numId="23">
    <w:abstractNumId w:val="6"/>
  </w:num>
  <w:num w:numId="24">
    <w:abstractNumId w:val="16"/>
  </w:num>
  <w:num w:numId="25">
    <w:abstractNumId w:val="10"/>
  </w:num>
  <w:num w:numId="26">
    <w:abstractNumId w:val="0"/>
  </w:num>
  <w:num w:numId="27">
    <w:abstractNumId w:val="5"/>
  </w:num>
  <w:num w:numId="28">
    <w:abstractNumId w:val="11"/>
  </w:num>
  <w:num w:numId="29">
    <w:abstractNumId w:val="3"/>
  </w:num>
  <w:num w:numId="30">
    <w:abstractNumId w:val="9"/>
  </w:num>
  <w:num w:numId="31">
    <w:abstractNumId w:val="13"/>
  </w:num>
  <w:num w:numId="32">
    <w:abstractNumId w:val="13"/>
    <w:lvlOverride w:ilvl="0">
      <w:startOverride w:val="1"/>
    </w:lvlOverride>
  </w:num>
  <w:num w:numId="33">
    <w:abstractNumId w:val="13"/>
    <w:lvlOverride w:ilvl="0">
      <w:startOverride w:val="1"/>
    </w:lvlOverride>
  </w:num>
  <w:num w:numId="34">
    <w:abstractNumId w:val="1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9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0DC"/>
    <w:rsid w:val="000464EA"/>
    <w:rsid w:val="00163293"/>
    <w:rsid w:val="001A2103"/>
    <w:rsid w:val="001C77FC"/>
    <w:rsid w:val="001E03DE"/>
    <w:rsid w:val="002223B8"/>
    <w:rsid w:val="00287154"/>
    <w:rsid w:val="00296589"/>
    <w:rsid w:val="00445B6B"/>
    <w:rsid w:val="0044650F"/>
    <w:rsid w:val="00485368"/>
    <w:rsid w:val="00497B2A"/>
    <w:rsid w:val="004E7C9A"/>
    <w:rsid w:val="00527B7B"/>
    <w:rsid w:val="006511E8"/>
    <w:rsid w:val="0069176E"/>
    <w:rsid w:val="006A309B"/>
    <w:rsid w:val="006A7D13"/>
    <w:rsid w:val="006B28D6"/>
    <w:rsid w:val="006B40D4"/>
    <w:rsid w:val="006F7AAB"/>
    <w:rsid w:val="007B74B0"/>
    <w:rsid w:val="007D3ED2"/>
    <w:rsid w:val="00833E3A"/>
    <w:rsid w:val="00880E6D"/>
    <w:rsid w:val="008A7911"/>
    <w:rsid w:val="009533B3"/>
    <w:rsid w:val="00984F58"/>
    <w:rsid w:val="009935DA"/>
    <w:rsid w:val="009C05F9"/>
    <w:rsid w:val="009F3249"/>
    <w:rsid w:val="009F411F"/>
    <w:rsid w:val="00A70840"/>
    <w:rsid w:val="00AC00E6"/>
    <w:rsid w:val="00B11327"/>
    <w:rsid w:val="00B127D0"/>
    <w:rsid w:val="00B510DC"/>
    <w:rsid w:val="00B90784"/>
    <w:rsid w:val="00BA536B"/>
    <w:rsid w:val="00C22DA6"/>
    <w:rsid w:val="00C329C9"/>
    <w:rsid w:val="00C7112B"/>
    <w:rsid w:val="00CD6932"/>
    <w:rsid w:val="00D427D9"/>
    <w:rsid w:val="00DA114A"/>
    <w:rsid w:val="00DF1B76"/>
    <w:rsid w:val="00E24688"/>
    <w:rsid w:val="00E82045"/>
    <w:rsid w:val="00E84F2E"/>
    <w:rsid w:val="00EA3D6D"/>
    <w:rsid w:val="00F131AC"/>
    <w:rsid w:val="00F44A67"/>
    <w:rsid w:val="00F6458E"/>
    <w:rsid w:val="00F9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84F58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69176E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2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69176E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9176E"/>
    <w:rPr>
      <w:rFonts w:asciiTheme="minorHAnsi" w:eastAsiaTheme="majorEastAsia" w:hAnsiTheme="minorHAnsi" w:cstheme="majorBidi"/>
      <w:b/>
      <w:bCs/>
      <w:color w:val="000000" w:themeColor="text1"/>
      <w:sz w:val="22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9176E"/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A70840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 w:val="22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A70840"/>
    <w:pPr>
      <w:numPr>
        <w:numId w:val="24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A70840"/>
    <w:pPr>
      <w:numPr>
        <w:numId w:val="0"/>
      </w:numPr>
      <w:spacing w:before="0"/>
      <w:ind w:left="720" w:hanging="36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00Textkrper">
    <w:name w:val="00_Textkörper"/>
    <w:basedOn w:val="Textkrperbezug"/>
    <w:qFormat/>
    <w:rsid w:val="006F7AAB"/>
    <w:rPr>
      <w:sz w:val="24"/>
    </w:rPr>
  </w:style>
  <w:style w:type="paragraph" w:customStyle="1" w:styleId="00berschrift1">
    <w:name w:val="00_Überschrift 1"/>
    <w:basedOn w:val="berschrift1"/>
    <w:qFormat/>
    <w:rsid w:val="00E24688"/>
    <w:pPr>
      <w:numPr>
        <w:numId w:val="0"/>
      </w:numPr>
    </w:pPr>
    <w:rPr>
      <w:sz w:val="26"/>
    </w:rPr>
  </w:style>
  <w:style w:type="paragraph" w:customStyle="1" w:styleId="00TextkrperErstzeilenEinzug">
    <w:name w:val="00_Textkörper Erstzeilen Einzug"/>
    <w:basedOn w:val="Textkrper-Erstzeileneinzug"/>
    <w:qFormat/>
    <w:rsid w:val="006B28D6"/>
  </w:style>
  <w:style w:type="paragraph" w:customStyle="1" w:styleId="00berschrift2">
    <w:name w:val="00_Überschrift 2"/>
    <w:basedOn w:val="berschrift2"/>
    <w:qFormat/>
    <w:rsid w:val="0069176E"/>
    <w:pPr>
      <w:ind w:left="0" w:firstLine="0"/>
    </w:pPr>
    <w:rPr>
      <w:sz w:val="24"/>
    </w:rPr>
  </w:style>
  <w:style w:type="paragraph" w:customStyle="1" w:styleId="00AufzhlungAnfang">
    <w:name w:val="00_Aufzählung Anfang"/>
    <w:basedOn w:val="AufzhlungAnfang"/>
    <w:qFormat/>
    <w:rsid w:val="0069176E"/>
    <w:pPr>
      <w:numPr>
        <w:numId w:val="25"/>
      </w:numPr>
      <w:ind w:left="714" w:hanging="357"/>
    </w:pPr>
    <w:rPr>
      <w:sz w:val="24"/>
    </w:rPr>
  </w:style>
  <w:style w:type="paragraph" w:customStyle="1" w:styleId="00AufzhlungFortsetzung">
    <w:name w:val="00_Aufzählung Fortsetzung"/>
    <w:basedOn w:val="AufzhlungFortsetzung"/>
    <w:qFormat/>
    <w:rsid w:val="00A70840"/>
    <w:pPr>
      <w:numPr>
        <w:numId w:val="7"/>
      </w:numPr>
    </w:pPr>
    <w:rPr>
      <w:sz w:val="24"/>
    </w:rPr>
  </w:style>
  <w:style w:type="paragraph" w:customStyle="1" w:styleId="00AufzhlungEnde">
    <w:name w:val="00_Aufzählung Ende"/>
    <w:basedOn w:val="AufzhlungEnde"/>
    <w:qFormat/>
    <w:rsid w:val="0069176E"/>
    <w:pPr>
      <w:numPr>
        <w:numId w:val="26"/>
      </w:numPr>
      <w:ind w:left="714" w:hanging="357"/>
    </w:pPr>
    <w:rPr>
      <w:sz w:val="24"/>
    </w:rPr>
  </w:style>
  <w:style w:type="paragraph" w:customStyle="1" w:styleId="00TextkrperFett">
    <w:name w:val="00_Textkörper Fett"/>
    <w:basedOn w:val="Textkrper"/>
    <w:link w:val="00TextkrperFettZchn"/>
    <w:qFormat/>
    <w:rsid w:val="00E24688"/>
    <w:rPr>
      <w:b/>
    </w:rPr>
  </w:style>
  <w:style w:type="paragraph" w:customStyle="1" w:styleId="00Hyperlink">
    <w:name w:val="00_Hyperlink"/>
    <w:basedOn w:val="Standard"/>
    <w:link w:val="00HyperlinkZchn"/>
    <w:qFormat/>
    <w:rsid w:val="00E24688"/>
    <w:rPr>
      <w:rFonts w:asciiTheme="minorHAnsi" w:hAnsiTheme="minorHAnsi"/>
      <w:color w:val="0000FF"/>
      <w:u w:val="single"/>
    </w:rPr>
  </w:style>
  <w:style w:type="paragraph" w:customStyle="1" w:styleId="00Grn">
    <w:name w:val="00_Grün"/>
    <w:basedOn w:val="00Hyperlink"/>
    <w:qFormat/>
    <w:rsid w:val="006511E8"/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extkrperbezug">
    <w:name w:val="Textkörper bezug"/>
    <w:basedOn w:val="Textkrper"/>
    <w:qFormat/>
    <w:rsid w:val="00A70840"/>
    <w:rPr>
      <w:sz w:val="28"/>
    </w:rPr>
  </w:style>
  <w:style w:type="character" w:customStyle="1" w:styleId="00TextkrperFettZchn">
    <w:name w:val="00_Textkörper Fett Zchn"/>
    <w:basedOn w:val="TextkrperZchn"/>
    <w:link w:val="00TextkrperFett"/>
    <w:rsid w:val="00E24688"/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E2468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6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688"/>
    <w:rPr>
      <w:rFonts w:ascii="Tahoma" w:hAnsi="Tahoma" w:cs="Tahoma"/>
      <w:sz w:val="16"/>
      <w:szCs w:val="16"/>
    </w:rPr>
  </w:style>
  <w:style w:type="character" w:customStyle="1" w:styleId="00HyperlinkZchn">
    <w:name w:val="00_Hyperlink Zchn"/>
    <w:basedOn w:val="Absatz-Standardschriftart"/>
    <w:link w:val="00Hyperlink"/>
    <w:rsid w:val="00485368"/>
    <w:rPr>
      <w:rFonts w:asciiTheme="minorHAnsi" w:hAnsiTheme="minorHAnsi"/>
      <w:color w:val="0000FF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AC00E6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TabelleAufzhlung">
    <w:name w:val="00_Tabelle_Aufzählung"/>
    <w:basedOn w:val="00Textkrper"/>
    <w:qFormat/>
    <w:rsid w:val="006F7AAB"/>
    <w:pPr>
      <w:numPr>
        <w:numId w:val="28"/>
      </w:numPr>
    </w:pPr>
  </w:style>
  <w:style w:type="paragraph" w:customStyle="1" w:styleId="00TabelleNummerierung">
    <w:name w:val="00_Tabelle_Nummerierung"/>
    <w:basedOn w:val="00Textkrper"/>
    <w:qFormat/>
    <w:rsid w:val="006F7AAB"/>
    <w:pPr>
      <w:numPr>
        <w:numId w:val="29"/>
      </w:numPr>
      <w:jc w:val="left"/>
    </w:pPr>
  </w:style>
  <w:style w:type="paragraph" w:customStyle="1" w:styleId="00NummerierungBuchstaben">
    <w:name w:val="00_Nummerierung_Buchstaben"/>
    <w:basedOn w:val="00Textkrper"/>
    <w:qFormat/>
    <w:rsid w:val="00163293"/>
    <w:pPr>
      <w:numPr>
        <w:numId w:val="31"/>
      </w:numPr>
      <w:ind w:left="426" w:hanging="426"/>
    </w:pPr>
  </w:style>
  <w:style w:type="paragraph" w:customStyle="1" w:styleId="00Loesungen">
    <w:name w:val="00_Loesungen"/>
    <w:basedOn w:val="00NummerierungBuchstaben"/>
    <w:qFormat/>
    <w:rsid w:val="00163293"/>
    <w:pPr>
      <w:numPr>
        <w:numId w:val="0"/>
      </w:numPr>
      <w:ind w:left="426" w:hanging="426"/>
    </w:pPr>
    <w:rPr>
      <w:color w:val="0070C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84F58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69176E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2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69176E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9176E"/>
    <w:rPr>
      <w:rFonts w:asciiTheme="minorHAnsi" w:eastAsiaTheme="majorEastAsia" w:hAnsiTheme="minorHAnsi" w:cstheme="majorBidi"/>
      <w:b/>
      <w:bCs/>
      <w:color w:val="000000" w:themeColor="text1"/>
      <w:sz w:val="22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9176E"/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A70840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 w:val="22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A70840"/>
    <w:pPr>
      <w:numPr>
        <w:numId w:val="24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A70840"/>
    <w:pPr>
      <w:numPr>
        <w:numId w:val="0"/>
      </w:numPr>
      <w:spacing w:before="0"/>
      <w:ind w:left="720" w:hanging="36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00Textkrper">
    <w:name w:val="00_Textkörper"/>
    <w:basedOn w:val="Textkrperbezug"/>
    <w:qFormat/>
    <w:rsid w:val="006F7AAB"/>
    <w:rPr>
      <w:sz w:val="24"/>
    </w:rPr>
  </w:style>
  <w:style w:type="paragraph" w:customStyle="1" w:styleId="00berschrift1">
    <w:name w:val="00_Überschrift 1"/>
    <w:basedOn w:val="berschrift1"/>
    <w:qFormat/>
    <w:rsid w:val="00E24688"/>
    <w:pPr>
      <w:numPr>
        <w:numId w:val="0"/>
      </w:numPr>
    </w:pPr>
    <w:rPr>
      <w:sz w:val="26"/>
    </w:rPr>
  </w:style>
  <w:style w:type="paragraph" w:customStyle="1" w:styleId="00TextkrperErstzeilenEinzug">
    <w:name w:val="00_Textkörper Erstzeilen Einzug"/>
    <w:basedOn w:val="Textkrper-Erstzeileneinzug"/>
    <w:qFormat/>
    <w:rsid w:val="006B28D6"/>
  </w:style>
  <w:style w:type="paragraph" w:customStyle="1" w:styleId="00berschrift2">
    <w:name w:val="00_Überschrift 2"/>
    <w:basedOn w:val="berschrift2"/>
    <w:qFormat/>
    <w:rsid w:val="0069176E"/>
    <w:pPr>
      <w:ind w:left="0" w:firstLine="0"/>
    </w:pPr>
    <w:rPr>
      <w:sz w:val="24"/>
    </w:rPr>
  </w:style>
  <w:style w:type="paragraph" w:customStyle="1" w:styleId="00AufzhlungAnfang">
    <w:name w:val="00_Aufzählung Anfang"/>
    <w:basedOn w:val="AufzhlungAnfang"/>
    <w:qFormat/>
    <w:rsid w:val="0069176E"/>
    <w:pPr>
      <w:numPr>
        <w:numId w:val="25"/>
      </w:numPr>
      <w:ind w:left="714" w:hanging="357"/>
    </w:pPr>
    <w:rPr>
      <w:sz w:val="24"/>
    </w:rPr>
  </w:style>
  <w:style w:type="paragraph" w:customStyle="1" w:styleId="00AufzhlungFortsetzung">
    <w:name w:val="00_Aufzählung Fortsetzung"/>
    <w:basedOn w:val="AufzhlungFortsetzung"/>
    <w:qFormat/>
    <w:rsid w:val="00A70840"/>
    <w:pPr>
      <w:numPr>
        <w:numId w:val="7"/>
      </w:numPr>
    </w:pPr>
    <w:rPr>
      <w:sz w:val="24"/>
    </w:rPr>
  </w:style>
  <w:style w:type="paragraph" w:customStyle="1" w:styleId="00AufzhlungEnde">
    <w:name w:val="00_Aufzählung Ende"/>
    <w:basedOn w:val="AufzhlungEnde"/>
    <w:qFormat/>
    <w:rsid w:val="0069176E"/>
    <w:pPr>
      <w:numPr>
        <w:numId w:val="26"/>
      </w:numPr>
      <w:ind w:left="714" w:hanging="357"/>
    </w:pPr>
    <w:rPr>
      <w:sz w:val="24"/>
    </w:rPr>
  </w:style>
  <w:style w:type="paragraph" w:customStyle="1" w:styleId="00TextkrperFett">
    <w:name w:val="00_Textkörper Fett"/>
    <w:basedOn w:val="Textkrper"/>
    <w:link w:val="00TextkrperFettZchn"/>
    <w:qFormat/>
    <w:rsid w:val="00E24688"/>
    <w:rPr>
      <w:b/>
    </w:rPr>
  </w:style>
  <w:style w:type="paragraph" w:customStyle="1" w:styleId="00Hyperlink">
    <w:name w:val="00_Hyperlink"/>
    <w:basedOn w:val="Standard"/>
    <w:link w:val="00HyperlinkZchn"/>
    <w:qFormat/>
    <w:rsid w:val="00E24688"/>
    <w:rPr>
      <w:rFonts w:asciiTheme="minorHAnsi" w:hAnsiTheme="minorHAnsi"/>
      <w:color w:val="0000FF"/>
      <w:u w:val="single"/>
    </w:rPr>
  </w:style>
  <w:style w:type="paragraph" w:customStyle="1" w:styleId="00Grn">
    <w:name w:val="00_Grün"/>
    <w:basedOn w:val="00Hyperlink"/>
    <w:qFormat/>
    <w:rsid w:val="006511E8"/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extkrperbezug">
    <w:name w:val="Textkörper bezug"/>
    <w:basedOn w:val="Textkrper"/>
    <w:qFormat/>
    <w:rsid w:val="00A70840"/>
    <w:rPr>
      <w:sz w:val="28"/>
    </w:rPr>
  </w:style>
  <w:style w:type="character" w:customStyle="1" w:styleId="00TextkrperFettZchn">
    <w:name w:val="00_Textkörper Fett Zchn"/>
    <w:basedOn w:val="TextkrperZchn"/>
    <w:link w:val="00TextkrperFett"/>
    <w:rsid w:val="00E24688"/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E2468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6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688"/>
    <w:rPr>
      <w:rFonts w:ascii="Tahoma" w:hAnsi="Tahoma" w:cs="Tahoma"/>
      <w:sz w:val="16"/>
      <w:szCs w:val="16"/>
    </w:rPr>
  </w:style>
  <w:style w:type="character" w:customStyle="1" w:styleId="00HyperlinkZchn">
    <w:name w:val="00_Hyperlink Zchn"/>
    <w:basedOn w:val="Absatz-Standardschriftart"/>
    <w:link w:val="00Hyperlink"/>
    <w:rsid w:val="00485368"/>
    <w:rPr>
      <w:rFonts w:asciiTheme="minorHAnsi" w:hAnsiTheme="minorHAnsi"/>
      <w:color w:val="0000FF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AC00E6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TabelleAufzhlung">
    <w:name w:val="00_Tabelle_Aufzählung"/>
    <w:basedOn w:val="00Textkrper"/>
    <w:qFormat/>
    <w:rsid w:val="006F7AAB"/>
    <w:pPr>
      <w:numPr>
        <w:numId w:val="28"/>
      </w:numPr>
    </w:pPr>
  </w:style>
  <w:style w:type="paragraph" w:customStyle="1" w:styleId="00TabelleNummerierung">
    <w:name w:val="00_Tabelle_Nummerierung"/>
    <w:basedOn w:val="00Textkrper"/>
    <w:qFormat/>
    <w:rsid w:val="006F7AAB"/>
    <w:pPr>
      <w:numPr>
        <w:numId w:val="29"/>
      </w:numPr>
      <w:jc w:val="left"/>
    </w:pPr>
  </w:style>
  <w:style w:type="paragraph" w:customStyle="1" w:styleId="00NummerierungBuchstaben">
    <w:name w:val="00_Nummerierung_Buchstaben"/>
    <w:basedOn w:val="00Textkrper"/>
    <w:qFormat/>
    <w:rsid w:val="00163293"/>
    <w:pPr>
      <w:numPr>
        <w:numId w:val="31"/>
      </w:numPr>
      <w:ind w:left="426" w:hanging="426"/>
    </w:pPr>
  </w:style>
  <w:style w:type="paragraph" w:customStyle="1" w:styleId="00Loesungen">
    <w:name w:val="00_Loesungen"/>
    <w:basedOn w:val="00NummerierungBuchstaben"/>
    <w:qFormat/>
    <w:rsid w:val="00163293"/>
    <w:pPr>
      <w:numPr>
        <w:numId w:val="0"/>
      </w:numPr>
      <w:ind w:left="426" w:hanging="426"/>
    </w:pPr>
    <w:rPr>
      <w:color w:val="0070C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4-40\Allgemein\Alle%20Referate%20FB4\Referat%2042_43\Handreichungsarbeit\Methodisch-didaktische%20Konzeption%20Eingangsklasse%20Chemie\Archiv%20V1\Korrektur%201\Sortiert\&#220;berarbeitet%20Hiwi\000_Word_Vorlage_Chemi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DC620-DBB6-414A-AF0A-F05F6B59A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000_Word_Vorlage_Chemie.dotx</Template>
  <TotalTime>0</TotalTime>
  <Pages>7</Pages>
  <Words>864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6297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Nacke, Pierre (LS)</dc:creator>
  <cp:lastModifiedBy>Barbian, Markus (LS)</cp:lastModifiedBy>
  <cp:revision>6</cp:revision>
  <dcterms:created xsi:type="dcterms:W3CDTF">2018-07-06T15:57:00Z</dcterms:created>
  <dcterms:modified xsi:type="dcterms:W3CDTF">2018-07-31T14:25:00Z</dcterms:modified>
</cp:coreProperties>
</file>