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6C6" w:rsidRDefault="00632D23" w:rsidP="00632D23">
      <w:pPr>
        <w:jc w:val="center"/>
        <w:rPr>
          <w:b/>
          <w:u w:val="single"/>
        </w:rPr>
      </w:pPr>
      <w:r>
        <w:rPr>
          <w:b/>
          <w:u w:val="single"/>
        </w:rPr>
        <w:t xml:space="preserve">Übersicht </w:t>
      </w:r>
      <w:r w:rsidR="00923FAF">
        <w:rPr>
          <w:b/>
          <w:u w:val="single"/>
        </w:rPr>
        <w:t>Kohlenhydratverdauung</w:t>
      </w:r>
    </w:p>
    <w:p w:rsidR="00632D23" w:rsidRDefault="00632D23" w:rsidP="00632D23">
      <w:pPr>
        <w:jc w:val="center"/>
        <w:rPr>
          <w:b/>
          <w:u w:val="single"/>
        </w:rPr>
      </w:pPr>
    </w:p>
    <w:tbl>
      <w:tblPr>
        <w:tblW w:w="14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5"/>
        <w:gridCol w:w="2338"/>
        <w:gridCol w:w="8761"/>
      </w:tblGrid>
      <w:tr w:rsidR="0069713F" w:rsidTr="00EB5D44">
        <w:trPr>
          <w:trHeight w:val="333"/>
          <w:jc w:val="center"/>
        </w:trPr>
        <w:tc>
          <w:tcPr>
            <w:tcW w:w="3195" w:type="dxa"/>
            <w:shd w:val="clear" w:color="auto" w:fill="auto"/>
          </w:tcPr>
          <w:p w:rsidR="009918D8" w:rsidRDefault="009918D8" w:rsidP="00632D23"/>
        </w:tc>
        <w:tc>
          <w:tcPr>
            <w:tcW w:w="2338" w:type="dxa"/>
            <w:shd w:val="clear" w:color="auto" w:fill="auto"/>
            <w:vAlign w:val="center"/>
          </w:tcPr>
          <w:p w:rsidR="009918D8" w:rsidRDefault="009918D8" w:rsidP="00EF5794">
            <w:pPr>
              <w:jc w:val="center"/>
            </w:pPr>
            <w:r>
              <w:t>Verdauungsorgan</w:t>
            </w:r>
            <w:r w:rsidR="00EF5794">
              <w:t xml:space="preserve"> / Verdauungssekret</w:t>
            </w:r>
          </w:p>
        </w:tc>
        <w:tc>
          <w:tcPr>
            <w:tcW w:w="8761" w:type="dxa"/>
            <w:vAlign w:val="center"/>
          </w:tcPr>
          <w:p w:rsidR="009918D8" w:rsidRDefault="00C022E8" w:rsidP="00EF5794">
            <w:pPr>
              <w:jc w:val="center"/>
            </w:pPr>
            <w:r w:rsidRPr="00C022E8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CD74971" wp14:editId="1A295AA1">
                      <wp:simplePos x="0" y="0"/>
                      <wp:positionH relativeFrom="column">
                        <wp:posOffset>2386330</wp:posOffset>
                      </wp:positionH>
                      <wp:positionV relativeFrom="paragraph">
                        <wp:posOffset>419100</wp:posOffset>
                      </wp:positionV>
                      <wp:extent cx="1299845" cy="299720"/>
                      <wp:effectExtent l="0" t="0" r="0" b="5080"/>
                      <wp:wrapNone/>
                      <wp:docPr id="6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9845" cy="2997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22E8" w:rsidRPr="00C022E8" w:rsidRDefault="00523FAA" w:rsidP="00C022E8">
                                  <w:pP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Speichela</w:t>
                                  </w:r>
                                  <w:r w:rsidR="00C022E8" w:rsidRPr="00C022E8"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mylase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187.9pt;margin-top:33pt;width:102.35pt;height:23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" filled="f" stroked="f">
                      <v:textbox>
                        <w:txbxContent>
                          <w:p w:rsidR="00C022E8" w:rsidRPr="00C022E8" w:rsidRDefault="00523FAA" w:rsidP="00C022E8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color w:val="FF0000"/>
                                <w:sz w:val="22"/>
                                <w:szCs w:val="22"/>
                              </w:rPr>
                              <w:t>Speichela</w:t>
                            </w:r>
                            <w:r w:rsidR="00C022E8" w:rsidRPr="00C022E8"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>mylase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18D8">
              <w:t>Verdauungsvorgang</w:t>
            </w:r>
          </w:p>
        </w:tc>
      </w:tr>
      <w:tr w:rsidR="00B244BF" w:rsidTr="00EB5D44">
        <w:trPr>
          <w:trHeight w:val="2146"/>
          <w:jc w:val="center"/>
        </w:trPr>
        <w:tc>
          <w:tcPr>
            <w:tcW w:w="3195" w:type="dxa"/>
            <w:vMerge w:val="restart"/>
            <w:shd w:val="clear" w:color="auto" w:fill="auto"/>
          </w:tcPr>
          <w:p w:rsidR="009918D8" w:rsidRDefault="0077126D" w:rsidP="00C7086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735F29A1" wp14:editId="24CCFD60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2531745</wp:posOffset>
                      </wp:positionV>
                      <wp:extent cx="300355" cy="1209675"/>
                      <wp:effectExtent l="0" t="0" r="23495" b="28575"/>
                      <wp:wrapNone/>
                      <wp:docPr id="28" name="Gruppieren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355" cy="1209675"/>
                                <a:chOff x="215328" y="2016669"/>
                                <a:chExt cx="452338" cy="1172710"/>
                              </a:xfrm>
                            </wpg:grpSpPr>
                            <wpg:grpSp>
                              <wpg:cNvPr id="29" name="Gruppieren 6"/>
                              <wpg:cNvGrpSpPr/>
                              <wpg:grpSpPr>
                                <a:xfrm>
                                  <a:off x="215328" y="2016669"/>
                                  <a:ext cx="452338" cy="770008"/>
                                  <a:chOff x="215328" y="2016669"/>
                                  <a:chExt cx="452338" cy="770008"/>
                                </a:xfrm>
                              </wpg:grpSpPr>
                              <wps:wsp>
                                <wps:cNvPr id="30" name="Freihandform 9"/>
                                <wps:cNvSpPr/>
                                <wps:spPr>
                                  <a:xfrm>
                                    <a:off x="215328" y="2016669"/>
                                    <a:ext cx="354904" cy="720700"/>
                                  </a:xfrm>
                                  <a:custGeom>
                                    <a:avLst/>
                                    <a:gdLst>
                                      <a:gd name="connsiteX0" fmla="*/ 544286 w 3755571"/>
                                      <a:gd name="connsiteY0" fmla="*/ 0 h 2419048"/>
                                      <a:gd name="connsiteX1" fmla="*/ 315686 w 3755571"/>
                                      <a:gd name="connsiteY1" fmla="*/ 32657 h 2419048"/>
                                      <a:gd name="connsiteX2" fmla="*/ 261257 w 3755571"/>
                                      <a:gd name="connsiteY2" fmla="*/ 54429 h 2419048"/>
                                      <a:gd name="connsiteX3" fmla="*/ 119743 w 3755571"/>
                                      <a:gd name="connsiteY3" fmla="*/ 130629 h 2419048"/>
                                      <a:gd name="connsiteX4" fmla="*/ 32657 w 3755571"/>
                                      <a:gd name="connsiteY4" fmla="*/ 370114 h 2419048"/>
                                      <a:gd name="connsiteX5" fmla="*/ 0 w 3755571"/>
                                      <a:gd name="connsiteY5" fmla="*/ 598714 h 2419048"/>
                                      <a:gd name="connsiteX6" fmla="*/ 32657 w 3755571"/>
                                      <a:gd name="connsiteY6" fmla="*/ 892629 h 2419048"/>
                                      <a:gd name="connsiteX7" fmla="*/ 87086 w 3755571"/>
                                      <a:gd name="connsiteY7" fmla="*/ 1219200 h 2419048"/>
                                      <a:gd name="connsiteX8" fmla="*/ 108857 w 3755571"/>
                                      <a:gd name="connsiteY8" fmla="*/ 1262743 h 2419048"/>
                                      <a:gd name="connsiteX9" fmla="*/ 283028 w 3755571"/>
                                      <a:gd name="connsiteY9" fmla="*/ 1447800 h 2419048"/>
                                      <a:gd name="connsiteX10" fmla="*/ 468086 w 3755571"/>
                                      <a:gd name="connsiteY10" fmla="*/ 1676400 h 2419048"/>
                                      <a:gd name="connsiteX11" fmla="*/ 674914 w 3755571"/>
                                      <a:gd name="connsiteY11" fmla="*/ 1905000 h 2419048"/>
                                      <a:gd name="connsiteX12" fmla="*/ 859971 w 3755571"/>
                                      <a:gd name="connsiteY12" fmla="*/ 2046514 h 2419048"/>
                                      <a:gd name="connsiteX13" fmla="*/ 1371600 w 3755571"/>
                                      <a:gd name="connsiteY13" fmla="*/ 2318657 h 2419048"/>
                                      <a:gd name="connsiteX14" fmla="*/ 1643743 w 3755571"/>
                                      <a:gd name="connsiteY14" fmla="*/ 2329543 h 2419048"/>
                                      <a:gd name="connsiteX15" fmla="*/ 1992086 w 3755571"/>
                                      <a:gd name="connsiteY15" fmla="*/ 2351314 h 2419048"/>
                                      <a:gd name="connsiteX16" fmla="*/ 2264228 w 3755571"/>
                                      <a:gd name="connsiteY16" fmla="*/ 2383971 h 2419048"/>
                                      <a:gd name="connsiteX17" fmla="*/ 2525486 w 3755571"/>
                                      <a:gd name="connsiteY17" fmla="*/ 2383971 h 2419048"/>
                                      <a:gd name="connsiteX18" fmla="*/ 2743200 w 3755571"/>
                                      <a:gd name="connsiteY18" fmla="*/ 2394857 h 2419048"/>
                                      <a:gd name="connsiteX19" fmla="*/ 2939143 w 3755571"/>
                                      <a:gd name="connsiteY19" fmla="*/ 2383971 h 2419048"/>
                                      <a:gd name="connsiteX20" fmla="*/ 3135086 w 3755571"/>
                                      <a:gd name="connsiteY20" fmla="*/ 2383971 h 2419048"/>
                                      <a:gd name="connsiteX21" fmla="*/ 3309257 w 3755571"/>
                                      <a:gd name="connsiteY21" fmla="*/ 2416629 h 2419048"/>
                                      <a:gd name="connsiteX22" fmla="*/ 3450771 w 3755571"/>
                                      <a:gd name="connsiteY22" fmla="*/ 2416629 h 2419048"/>
                                      <a:gd name="connsiteX23" fmla="*/ 3592286 w 3755571"/>
                                      <a:gd name="connsiteY23" fmla="*/ 2416629 h 2419048"/>
                                      <a:gd name="connsiteX24" fmla="*/ 3690257 w 3755571"/>
                                      <a:gd name="connsiteY24" fmla="*/ 2405743 h 2419048"/>
                                      <a:gd name="connsiteX25" fmla="*/ 3755571 w 3755571"/>
                                      <a:gd name="connsiteY25" fmla="*/ 2405743 h 2419048"/>
                                      <a:gd name="connsiteX0" fmla="*/ 315686 w 3755571"/>
                                      <a:gd name="connsiteY0" fmla="*/ 0 h 2386391"/>
                                      <a:gd name="connsiteX1" fmla="*/ 261257 w 3755571"/>
                                      <a:gd name="connsiteY1" fmla="*/ 21772 h 2386391"/>
                                      <a:gd name="connsiteX2" fmla="*/ 119743 w 3755571"/>
                                      <a:gd name="connsiteY2" fmla="*/ 97972 h 2386391"/>
                                      <a:gd name="connsiteX3" fmla="*/ 32657 w 3755571"/>
                                      <a:gd name="connsiteY3" fmla="*/ 337457 h 2386391"/>
                                      <a:gd name="connsiteX4" fmla="*/ 0 w 3755571"/>
                                      <a:gd name="connsiteY4" fmla="*/ 566057 h 2386391"/>
                                      <a:gd name="connsiteX5" fmla="*/ 32657 w 3755571"/>
                                      <a:gd name="connsiteY5" fmla="*/ 859972 h 2386391"/>
                                      <a:gd name="connsiteX6" fmla="*/ 87086 w 3755571"/>
                                      <a:gd name="connsiteY6" fmla="*/ 1186543 h 2386391"/>
                                      <a:gd name="connsiteX7" fmla="*/ 108857 w 3755571"/>
                                      <a:gd name="connsiteY7" fmla="*/ 1230086 h 2386391"/>
                                      <a:gd name="connsiteX8" fmla="*/ 283028 w 3755571"/>
                                      <a:gd name="connsiteY8" fmla="*/ 1415143 h 2386391"/>
                                      <a:gd name="connsiteX9" fmla="*/ 468086 w 3755571"/>
                                      <a:gd name="connsiteY9" fmla="*/ 1643743 h 2386391"/>
                                      <a:gd name="connsiteX10" fmla="*/ 674914 w 3755571"/>
                                      <a:gd name="connsiteY10" fmla="*/ 1872343 h 2386391"/>
                                      <a:gd name="connsiteX11" fmla="*/ 859971 w 3755571"/>
                                      <a:gd name="connsiteY11" fmla="*/ 2013857 h 2386391"/>
                                      <a:gd name="connsiteX12" fmla="*/ 1371600 w 3755571"/>
                                      <a:gd name="connsiteY12" fmla="*/ 2286000 h 2386391"/>
                                      <a:gd name="connsiteX13" fmla="*/ 1643743 w 3755571"/>
                                      <a:gd name="connsiteY13" fmla="*/ 2296886 h 2386391"/>
                                      <a:gd name="connsiteX14" fmla="*/ 1992086 w 3755571"/>
                                      <a:gd name="connsiteY14" fmla="*/ 2318657 h 2386391"/>
                                      <a:gd name="connsiteX15" fmla="*/ 2264228 w 3755571"/>
                                      <a:gd name="connsiteY15" fmla="*/ 2351314 h 2386391"/>
                                      <a:gd name="connsiteX16" fmla="*/ 2525486 w 3755571"/>
                                      <a:gd name="connsiteY16" fmla="*/ 2351314 h 2386391"/>
                                      <a:gd name="connsiteX17" fmla="*/ 2743200 w 3755571"/>
                                      <a:gd name="connsiteY17" fmla="*/ 2362200 h 2386391"/>
                                      <a:gd name="connsiteX18" fmla="*/ 2939143 w 3755571"/>
                                      <a:gd name="connsiteY18" fmla="*/ 2351314 h 2386391"/>
                                      <a:gd name="connsiteX19" fmla="*/ 3135086 w 3755571"/>
                                      <a:gd name="connsiteY19" fmla="*/ 2351314 h 2386391"/>
                                      <a:gd name="connsiteX20" fmla="*/ 3309257 w 3755571"/>
                                      <a:gd name="connsiteY20" fmla="*/ 2383972 h 2386391"/>
                                      <a:gd name="connsiteX21" fmla="*/ 3450771 w 3755571"/>
                                      <a:gd name="connsiteY21" fmla="*/ 2383972 h 2386391"/>
                                      <a:gd name="connsiteX22" fmla="*/ 3592286 w 3755571"/>
                                      <a:gd name="connsiteY22" fmla="*/ 2383972 h 2386391"/>
                                      <a:gd name="connsiteX23" fmla="*/ 3690257 w 3755571"/>
                                      <a:gd name="connsiteY23" fmla="*/ 2373086 h 2386391"/>
                                      <a:gd name="connsiteX24" fmla="*/ 3755571 w 3755571"/>
                                      <a:gd name="connsiteY24" fmla="*/ 2373086 h 2386391"/>
                                      <a:gd name="connsiteX0" fmla="*/ 261257 w 3755571"/>
                                      <a:gd name="connsiteY0" fmla="*/ 0 h 2364619"/>
                                      <a:gd name="connsiteX1" fmla="*/ 119743 w 3755571"/>
                                      <a:gd name="connsiteY1" fmla="*/ 76200 h 2364619"/>
                                      <a:gd name="connsiteX2" fmla="*/ 32657 w 3755571"/>
                                      <a:gd name="connsiteY2" fmla="*/ 315685 h 2364619"/>
                                      <a:gd name="connsiteX3" fmla="*/ 0 w 3755571"/>
                                      <a:gd name="connsiteY3" fmla="*/ 544285 h 2364619"/>
                                      <a:gd name="connsiteX4" fmla="*/ 32657 w 3755571"/>
                                      <a:gd name="connsiteY4" fmla="*/ 838200 h 2364619"/>
                                      <a:gd name="connsiteX5" fmla="*/ 87086 w 3755571"/>
                                      <a:gd name="connsiteY5" fmla="*/ 1164771 h 2364619"/>
                                      <a:gd name="connsiteX6" fmla="*/ 108857 w 3755571"/>
                                      <a:gd name="connsiteY6" fmla="*/ 1208314 h 2364619"/>
                                      <a:gd name="connsiteX7" fmla="*/ 283028 w 3755571"/>
                                      <a:gd name="connsiteY7" fmla="*/ 1393371 h 2364619"/>
                                      <a:gd name="connsiteX8" fmla="*/ 468086 w 3755571"/>
                                      <a:gd name="connsiteY8" fmla="*/ 1621971 h 2364619"/>
                                      <a:gd name="connsiteX9" fmla="*/ 674914 w 3755571"/>
                                      <a:gd name="connsiteY9" fmla="*/ 1850571 h 2364619"/>
                                      <a:gd name="connsiteX10" fmla="*/ 859971 w 3755571"/>
                                      <a:gd name="connsiteY10" fmla="*/ 1992085 h 2364619"/>
                                      <a:gd name="connsiteX11" fmla="*/ 1371600 w 3755571"/>
                                      <a:gd name="connsiteY11" fmla="*/ 2264228 h 2364619"/>
                                      <a:gd name="connsiteX12" fmla="*/ 1643743 w 3755571"/>
                                      <a:gd name="connsiteY12" fmla="*/ 2275114 h 2364619"/>
                                      <a:gd name="connsiteX13" fmla="*/ 1992086 w 3755571"/>
                                      <a:gd name="connsiteY13" fmla="*/ 2296885 h 2364619"/>
                                      <a:gd name="connsiteX14" fmla="*/ 2264228 w 3755571"/>
                                      <a:gd name="connsiteY14" fmla="*/ 2329542 h 2364619"/>
                                      <a:gd name="connsiteX15" fmla="*/ 2525486 w 3755571"/>
                                      <a:gd name="connsiteY15" fmla="*/ 2329542 h 2364619"/>
                                      <a:gd name="connsiteX16" fmla="*/ 2743200 w 3755571"/>
                                      <a:gd name="connsiteY16" fmla="*/ 2340428 h 2364619"/>
                                      <a:gd name="connsiteX17" fmla="*/ 2939143 w 3755571"/>
                                      <a:gd name="connsiteY17" fmla="*/ 2329542 h 2364619"/>
                                      <a:gd name="connsiteX18" fmla="*/ 3135086 w 3755571"/>
                                      <a:gd name="connsiteY18" fmla="*/ 2329542 h 2364619"/>
                                      <a:gd name="connsiteX19" fmla="*/ 3309257 w 3755571"/>
                                      <a:gd name="connsiteY19" fmla="*/ 2362200 h 2364619"/>
                                      <a:gd name="connsiteX20" fmla="*/ 3450771 w 3755571"/>
                                      <a:gd name="connsiteY20" fmla="*/ 2362200 h 2364619"/>
                                      <a:gd name="connsiteX21" fmla="*/ 3592286 w 3755571"/>
                                      <a:gd name="connsiteY21" fmla="*/ 2362200 h 2364619"/>
                                      <a:gd name="connsiteX22" fmla="*/ 3690257 w 3755571"/>
                                      <a:gd name="connsiteY22" fmla="*/ 2351314 h 2364619"/>
                                      <a:gd name="connsiteX23" fmla="*/ 3755571 w 3755571"/>
                                      <a:gd name="connsiteY23" fmla="*/ 2351314 h 2364619"/>
                                      <a:gd name="connsiteX0" fmla="*/ 119743 w 3755571"/>
                                      <a:gd name="connsiteY0" fmla="*/ 0 h 2288419"/>
                                      <a:gd name="connsiteX1" fmla="*/ 32657 w 3755571"/>
                                      <a:gd name="connsiteY1" fmla="*/ 239485 h 2288419"/>
                                      <a:gd name="connsiteX2" fmla="*/ 0 w 3755571"/>
                                      <a:gd name="connsiteY2" fmla="*/ 468085 h 2288419"/>
                                      <a:gd name="connsiteX3" fmla="*/ 32657 w 3755571"/>
                                      <a:gd name="connsiteY3" fmla="*/ 762000 h 2288419"/>
                                      <a:gd name="connsiteX4" fmla="*/ 87086 w 3755571"/>
                                      <a:gd name="connsiteY4" fmla="*/ 1088571 h 2288419"/>
                                      <a:gd name="connsiteX5" fmla="*/ 108857 w 3755571"/>
                                      <a:gd name="connsiteY5" fmla="*/ 1132114 h 2288419"/>
                                      <a:gd name="connsiteX6" fmla="*/ 283028 w 3755571"/>
                                      <a:gd name="connsiteY6" fmla="*/ 1317171 h 2288419"/>
                                      <a:gd name="connsiteX7" fmla="*/ 468086 w 3755571"/>
                                      <a:gd name="connsiteY7" fmla="*/ 1545771 h 2288419"/>
                                      <a:gd name="connsiteX8" fmla="*/ 674914 w 3755571"/>
                                      <a:gd name="connsiteY8" fmla="*/ 1774371 h 2288419"/>
                                      <a:gd name="connsiteX9" fmla="*/ 859971 w 3755571"/>
                                      <a:gd name="connsiteY9" fmla="*/ 1915885 h 2288419"/>
                                      <a:gd name="connsiteX10" fmla="*/ 1371600 w 3755571"/>
                                      <a:gd name="connsiteY10" fmla="*/ 2188028 h 2288419"/>
                                      <a:gd name="connsiteX11" fmla="*/ 1643743 w 3755571"/>
                                      <a:gd name="connsiteY11" fmla="*/ 2198914 h 2288419"/>
                                      <a:gd name="connsiteX12" fmla="*/ 1992086 w 3755571"/>
                                      <a:gd name="connsiteY12" fmla="*/ 2220685 h 2288419"/>
                                      <a:gd name="connsiteX13" fmla="*/ 2264228 w 3755571"/>
                                      <a:gd name="connsiteY13" fmla="*/ 2253342 h 2288419"/>
                                      <a:gd name="connsiteX14" fmla="*/ 2525486 w 3755571"/>
                                      <a:gd name="connsiteY14" fmla="*/ 2253342 h 2288419"/>
                                      <a:gd name="connsiteX15" fmla="*/ 2743200 w 3755571"/>
                                      <a:gd name="connsiteY15" fmla="*/ 2264228 h 2288419"/>
                                      <a:gd name="connsiteX16" fmla="*/ 2939143 w 3755571"/>
                                      <a:gd name="connsiteY16" fmla="*/ 2253342 h 2288419"/>
                                      <a:gd name="connsiteX17" fmla="*/ 3135086 w 3755571"/>
                                      <a:gd name="connsiteY17" fmla="*/ 2253342 h 2288419"/>
                                      <a:gd name="connsiteX18" fmla="*/ 3309257 w 3755571"/>
                                      <a:gd name="connsiteY18" fmla="*/ 2286000 h 2288419"/>
                                      <a:gd name="connsiteX19" fmla="*/ 3450771 w 3755571"/>
                                      <a:gd name="connsiteY19" fmla="*/ 2286000 h 2288419"/>
                                      <a:gd name="connsiteX20" fmla="*/ 3592286 w 3755571"/>
                                      <a:gd name="connsiteY20" fmla="*/ 2286000 h 2288419"/>
                                      <a:gd name="connsiteX21" fmla="*/ 3690257 w 3755571"/>
                                      <a:gd name="connsiteY21" fmla="*/ 2275114 h 2288419"/>
                                      <a:gd name="connsiteX22" fmla="*/ 3755571 w 3755571"/>
                                      <a:gd name="connsiteY22" fmla="*/ 2275114 h 2288419"/>
                                      <a:gd name="connsiteX0" fmla="*/ 119743 w 3755571"/>
                                      <a:gd name="connsiteY0" fmla="*/ 24297 h 2312716"/>
                                      <a:gd name="connsiteX1" fmla="*/ 124679 w 3755571"/>
                                      <a:gd name="connsiteY1" fmla="*/ 11846 h 2312716"/>
                                      <a:gd name="connsiteX2" fmla="*/ 32657 w 3755571"/>
                                      <a:gd name="connsiteY2" fmla="*/ 263782 h 2312716"/>
                                      <a:gd name="connsiteX3" fmla="*/ 0 w 3755571"/>
                                      <a:gd name="connsiteY3" fmla="*/ 492382 h 2312716"/>
                                      <a:gd name="connsiteX4" fmla="*/ 32657 w 3755571"/>
                                      <a:gd name="connsiteY4" fmla="*/ 786297 h 2312716"/>
                                      <a:gd name="connsiteX5" fmla="*/ 87086 w 3755571"/>
                                      <a:gd name="connsiteY5" fmla="*/ 1112868 h 2312716"/>
                                      <a:gd name="connsiteX6" fmla="*/ 108857 w 3755571"/>
                                      <a:gd name="connsiteY6" fmla="*/ 1156411 h 2312716"/>
                                      <a:gd name="connsiteX7" fmla="*/ 283028 w 3755571"/>
                                      <a:gd name="connsiteY7" fmla="*/ 1341468 h 2312716"/>
                                      <a:gd name="connsiteX8" fmla="*/ 468086 w 3755571"/>
                                      <a:gd name="connsiteY8" fmla="*/ 1570068 h 2312716"/>
                                      <a:gd name="connsiteX9" fmla="*/ 674914 w 3755571"/>
                                      <a:gd name="connsiteY9" fmla="*/ 1798668 h 2312716"/>
                                      <a:gd name="connsiteX10" fmla="*/ 859971 w 3755571"/>
                                      <a:gd name="connsiteY10" fmla="*/ 1940182 h 2312716"/>
                                      <a:gd name="connsiteX11" fmla="*/ 1371600 w 3755571"/>
                                      <a:gd name="connsiteY11" fmla="*/ 2212325 h 2312716"/>
                                      <a:gd name="connsiteX12" fmla="*/ 1643743 w 3755571"/>
                                      <a:gd name="connsiteY12" fmla="*/ 2223211 h 2312716"/>
                                      <a:gd name="connsiteX13" fmla="*/ 1992086 w 3755571"/>
                                      <a:gd name="connsiteY13" fmla="*/ 2244982 h 2312716"/>
                                      <a:gd name="connsiteX14" fmla="*/ 2264228 w 3755571"/>
                                      <a:gd name="connsiteY14" fmla="*/ 2277639 h 2312716"/>
                                      <a:gd name="connsiteX15" fmla="*/ 2525486 w 3755571"/>
                                      <a:gd name="connsiteY15" fmla="*/ 2277639 h 2312716"/>
                                      <a:gd name="connsiteX16" fmla="*/ 2743200 w 3755571"/>
                                      <a:gd name="connsiteY16" fmla="*/ 2288525 h 2312716"/>
                                      <a:gd name="connsiteX17" fmla="*/ 2939143 w 3755571"/>
                                      <a:gd name="connsiteY17" fmla="*/ 2277639 h 2312716"/>
                                      <a:gd name="connsiteX18" fmla="*/ 3135086 w 3755571"/>
                                      <a:gd name="connsiteY18" fmla="*/ 2277639 h 2312716"/>
                                      <a:gd name="connsiteX19" fmla="*/ 3309257 w 3755571"/>
                                      <a:gd name="connsiteY19" fmla="*/ 2310297 h 2312716"/>
                                      <a:gd name="connsiteX20" fmla="*/ 3450771 w 3755571"/>
                                      <a:gd name="connsiteY20" fmla="*/ 2310297 h 2312716"/>
                                      <a:gd name="connsiteX21" fmla="*/ 3592286 w 3755571"/>
                                      <a:gd name="connsiteY21" fmla="*/ 2310297 h 2312716"/>
                                      <a:gd name="connsiteX22" fmla="*/ 3690257 w 3755571"/>
                                      <a:gd name="connsiteY22" fmla="*/ 2299411 h 2312716"/>
                                      <a:gd name="connsiteX23" fmla="*/ 3755571 w 3755571"/>
                                      <a:gd name="connsiteY23" fmla="*/ 2299411 h 2312716"/>
                                      <a:gd name="connsiteX0" fmla="*/ 119743 w 3755571"/>
                                      <a:gd name="connsiteY0" fmla="*/ 95371 h 2383790"/>
                                      <a:gd name="connsiteX1" fmla="*/ 168222 w 3755571"/>
                                      <a:gd name="connsiteY1" fmla="*/ 6720 h 2383790"/>
                                      <a:gd name="connsiteX2" fmla="*/ 32657 w 3755571"/>
                                      <a:gd name="connsiteY2" fmla="*/ 334856 h 2383790"/>
                                      <a:gd name="connsiteX3" fmla="*/ 0 w 3755571"/>
                                      <a:gd name="connsiteY3" fmla="*/ 563456 h 2383790"/>
                                      <a:gd name="connsiteX4" fmla="*/ 32657 w 3755571"/>
                                      <a:gd name="connsiteY4" fmla="*/ 857371 h 2383790"/>
                                      <a:gd name="connsiteX5" fmla="*/ 87086 w 3755571"/>
                                      <a:gd name="connsiteY5" fmla="*/ 1183942 h 2383790"/>
                                      <a:gd name="connsiteX6" fmla="*/ 108857 w 3755571"/>
                                      <a:gd name="connsiteY6" fmla="*/ 1227485 h 2383790"/>
                                      <a:gd name="connsiteX7" fmla="*/ 283028 w 3755571"/>
                                      <a:gd name="connsiteY7" fmla="*/ 1412542 h 2383790"/>
                                      <a:gd name="connsiteX8" fmla="*/ 468086 w 3755571"/>
                                      <a:gd name="connsiteY8" fmla="*/ 1641142 h 2383790"/>
                                      <a:gd name="connsiteX9" fmla="*/ 674914 w 3755571"/>
                                      <a:gd name="connsiteY9" fmla="*/ 1869742 h 2383790"/>
                                      <a:gd name="connsiteX10" fmla="*/ 859971 w 3755571"/>
                                      <a:gd name="connsiteY10" fmla="*/ 2011256 h 2383790"/>
                                      <a:gd name="connsiteX11" fmla="*/ 1371600 w 3755571"/>
                                      <a:gd name="connsiteY11" fmla="*/ 2283399 h 2383790"/>
                                      <a:gd name="connsiteX12" fmla="*/ 1643743 w 3755571"/>
                                      <a:gd name="connsiteY12" fmla="*/ 2294285 h 2383790"/>
                                      <a:gd name="connsiteX13" fmla="*/ 1992086 w 3755571"/>
                                      <a:gd name="connsiteY13" fmla="*/ 2316056 h 2383790"/>
                                      <a:gd name="connsiteX14" fmla="*/ 2264228 w 3755571"/>
                                      <a:gd name="connsiteY14" fmla="*/ 2348713 h 2383790"/>
                                      <a:gd name="connsiteX15" fmla="*/ 2525486 w 3755571"/>
                                      <a:gd name="connsiteY15" fmla="*/ 2348713 h 2383790"/>
                                      <a:gd name="connsiteX16" fmla="*/ 2743200 w 3755571"/>
                                      <a:gd name="connsiteY16" fmla="*/ 2359599 h 2383790"/>
                                      <a:gd name="connsiteX17" fmla="*/ 2939143 w 3755571"/>
                                      <a:gd name="connsiteY17" fmla="*/ 2348713 h 2383790"/>
                                      <a:gd name="connsiteX18" fmla="*/ 3135086 w 3755571"/>
                                      <a:gd name="connsiteY18" fmla="*/ 2348713 h 2383790"/>
                                      <a:gd name="connsiteX19" fmla="*/ 3309257 w 3755571"/>
                                      <a:gd name="connsiteY19" fmla="*/ 2381371 h 2383790"/>
                                      <a:gd name="connsiteX20" fmla="*/ 3450771 w 3755571"/>
                                      <a:gd name="connsiteY20" fmla="*/ 2381371 h 2383790"/>
                                      <a:gd name="connsiteX21" fmla="*/ 3592286 w 3755571"/>
                                      <a:gd name="connsiteY21" fmla="*/ 2381371 h 2383790"/>
                                      <a:gd name="connsiteX22" fmla="*/ 3690257 w 3755571"/>
                                      <a:gd name="connsiteY22" fmla="*/ 2370485 h 2383790"/>
                                      <a:gd name="connsiteX23" fmla="*/ 3755571 w 3755571"/>
                                      <a:gd name="connsiteY23" fmla="*/ 2370485 h 2383790"/>
                                      <a:gd name="connsiteX0" fmla="*/ 43543 w 3755571"/>
                                      <a:gd name="connsiteY0" fmla="*/ 84927 h 2384231"/>
                                      <a:gd name="connsiteX1" fmla="*/ 168222 w 3755571"/>
                                      <a:gd name="connsiteY1" fmla="*/ 7161 h 2384231"/>
                                      <a:gd name="connsiteX2" fmla="*/ 32657 w 3755571"/>
                                      <a:gd name="connsiteY2" fmla="*/ 335297 h 2384231"/>
                                      <a:gd name="connsiteX3" fmla="*/ 0 w 3755571"/>
                                      <a:gd name="connsiteY3" fmla="*/ 563897 h 2384231"/>
                                      <a:gd name="connsiteX4" fmla="*/ 32657 w 3755571"/>
                                      <a:gd name="connsiteY4" fmla="*/ 857812 h 2384231"/>
                                      <a:gd name="connsiteX5" fmla="*/ 87086 w 3755571"/>
                                      <a:gd name="connsiteY5" fmla="*/ 1184383 h 2384231"/>
                                      <a:gd name="connsiteX6" fmla="*/ 108857 w 3755571"/>
                                      <a:gd name="connsiteY6" fmla="*/ 1227926 h 2384231"/>
                                      <a:gd name="connsiteX7" fmla="*/ 283028 w 3755571"/>
                                      <a:gd name="connsiteY7" fmla="*/ 1412983 h 2384231"/>
                                      <a:gd name="connsiteX8" fmla="*/ 468086 w 3755571"/>
                                      <a:gd name="connsiteY8" fmla="*/ 1641583 h 2384231"/>
                                      <a:gd name="connsiteX9" fmla="*/ 674914 w 3755571"/>
                                      <a:gd name="connsiteY9" fmla="*/ 1870183 h 2384231"/>
                                      <a:gd name="connsiteX10" fmla="*/ 859971 w 3755571"/>
                                      <a:gd name="connsiteY10" fmla="*/ 2011697 h 2384231"/>
                                      <a:gd name="connsiteX11" fmla="*/ 1371600 w 3755571"/>
                                      <a:gd name="connsiteY11" fmla="*/ 2283840 h 2384231"/>
                                      <a:gd name="connsiteX12" fmla="*/ 1643743 w 3755571"/>
                                      <a:gd name="connsiteY12" fmla="*/ 2294726 h 2384231"/>
                                      <a:gd name="connsiteX13" fmla="*/ 1992086 w 3755571"/>
                                      <a:gd name="connsiteY13" fmla="*/ 2316497 h 2384231"/>
                                      <a:gd name="connsiteX14" fmla="*/ 2264228 w 3755571"/>
                                      <a:gd name="connsiteY14" fmla="*/ 2349154 h 2384231"/>
                                      <a:gd name="connsiteX15" fmla="*/ 2525486 w 3755571"/>
                                      <a:gd name="connsiteY15" fmla="*/ 2349154 h 2384231"/>
                                      <a:gd name="connsiteX16" fmla="*/ 2743200 w 3755571"/>
                                      <a:gd name="connsiteY16" fmla="*/ 2360040 h 2384231"/>
                                      <a:gd name="connsiteX17" fmla="*/ 2939143 w 3755571"/>
                                      <a:gd name="connsiteY17" fmla="*/ 2349154 h 2384231"/>
                                      <a:gd name="connsiteX18" fmla="*/ 3135086 w 3755571"/>
                                      <a:gd name="connsiteY18" fmla="*/ 2349154 h 2384231"/>
                                      <a:gd name="connsiteX19" fmla="*/ 3309257 w 3755571"/>
                                      <a:gd name="connsiteY19" fmla="*/ 2381812 h 2384231"/>
                                      <a:gd name="connsiteX20" fmla="*/ 3450771 w 3755571"/>
                                      <a:gd name="connsiteY20" fmla="*/ 2381812 h 2384231"/>
                                      <a:gd name="connsiteX21" fmla="*/ 3592286 w 3755571"/>
                                      <a:gd name="connsiteY21" fmla="*/ 2381812 h 2384231"/>
                                      <a:gd name="connsiteX22" fmla="*/ 3690257 w 3755571"/>
                                      <a:gd name="connsiteY22" fmla="*/ 2370926 h 2384231"/>
                                      <a:gd name="connsiteX23" fmla="*/ 3755571 w 3755571"/>
                                      <a:gd name="connsiteY23" fmla="*/ 2370926 h 2384231"/>
                                      <a:gd name="connsiteX0" fmla="*/ 168222 w 3755571"/>
                                      <a:gd name="connsiteY0" fmla="*/ 0 h 2377070"/>
                                      <a:gd name="connsiteX1" fmla="*/ 32657 w 3755571"/>
                                      <a:gd name="connsiteY1" fmla="*/ 328136 h 2377070"/>
                                      <a:gd name="connsiteX2" fmla="*/ 0 w 3755571"/>
                                      <a:gd name="connsiteY2" fmla="*/ 556736 h 2377070"/>
                                      <a:gd name="connsiteX3" fmla="*/ 32657 w 3755571"/>
                                      <a:gd name="connsiteY3" fmla="*/ 850651 h 2377070"/>
                                      <a:gd name="connsiteX4" fmla="*/ 87086 w 3755571"/>
                                      <a:gd name="connsiteY4" fmla="*/ 1177222 h 2377070"/>
                                      <a:gd name="connsiteX5" fmla="*/ 108857 w 3755571"/>
                                      <a:gd name="connsiteY5" fmla="*/ 1220765 h 2377070"/>
                                      <a:gd name="connsiteX6" fmla="*/ 283028 w 3755571"/>
                                      <a:gd name="connsiteY6" fmla="*/ 1405822 h 2377070"/>
                                      <a:gd name="connsiteX7" fmla="*/ 468086 w 3755571"/>
                                      <a:gd name="connsiteY7" fmla="*/ 1634422 h 2377070"/>
                                      <a:gd name="connsiteX8" fmla="*/ 674914 w 3755571"/>
                                      <a:gd name="connsiteY8" fmla="*/ 1863022 h 2377070"/>
                                      <a:gd name="connsiteX9" fmla="*/ 859971 w 3755571"/>
                                      <a:gd name="connsiteY9" fmla="*/ 2004536 h 2377070"/>
                                      <a:gd name="connsiteX10" fmla="*/ 1371600 w 3755571"/>
                                      <a:gd name="connsiteY10" fmla="*/ 2276679 h 2377070"/>
                                      <a:gd name="connsiteX11" fmla="*/ 1643743 w 3755571"/>
                                      <a:gd name="connsiteY11" fmla="*/ 2287565 h 2377070"/>
                                      <a:gd name="connsiteX12" fmla="*/ 1992086 w 3755571"/>
                                      <a:gd name="connsiteY12" fmla="*/ 2309336 h 2377070"/>
                                      <a:gd name="connsiteX13" fmla="*/ 2264228 w 3755571"/>
                                      <a:gd name="connsiteY13" fmla="*/ 2341993 h 2377070"/>
                                      <a:gd name="connsiteX14" fmla="*/ 2525486 w 3755571"/>
                                      <a:gd name="connsiteY14" fmla="*/ 2341993 h 2377070"/>
                                      <a:gd name="connsiteX15" fmla="*/ 2743200 w 3755571"/>
                                      <a:gd name="connsiteY15" fmla="*/ 2352879 h 2377070"/>
                                      <a:gd name="connsiteX16" fmla="*/ 2939143 w 3755571"/>
                                      <a:gd name="connsiteY16" fmla="*/ 2341993 h 2377070"/>
                                      <a:gd name="connsiteX17" fmla="*/ 3135086 w 3755571"/>
                                      <a:gd name="connsiteY17" fmla="*/ 2341993 h 2377070"/>
                                      <a:gd name="connsiteX18" fmla="*/ 3309257 w 3755571"/>
                                      <a:gd name="connsiteY18" fmla="*/ 2374651 h 2377070"/>
                                      <a:gd name="connsiteX19" fmla="*/ 3450771 w 3755571"/>
                                      <a:gd name="connsiteY19" fmla="*/ 2374651 h 2377070"/>
                                      <a:gd name="connsiteX20" fmla="*/ 3592286 w 3755571"/>
                                      <a:gd name="connsiteY20" fmla="*/ 2374651 h 2377070"/>
                                      <a:gd name="connsiteX21" fmla="*/ 3690257 w 3755571"/>
                                      <a:gd name="connsiteY21" fmla="*/ 2363765 h 2377070"/>
                                      <a:gd name="connsiteX22" fmla="*/ 3755571 w 3755571"/>
                                      <a:gd name="connsiteY22" fmla="*/ 2363765 h 2377070"/>
                                      <a:gd name="connsiteX0" fmla="*/ 181982 w 3769331"/>
                                      <a:gd name="connsiteY0" fmla="*/ 0 h 2377070"/>
                                      <a:gd name="connsiteX1" fmla="*/ 13760 w 3769331"/>
                                      <a:gd name="connsiteY1" fmla="*/ 164850 h 2377070"/>
                                      <a:gd name="connsiteX2" fmla="*/ 13760 w 3769331"/>
                                      <a:gd name="connsiteY2" fmla="*/ 556736 h 2377070"/>
                                      <a:gd name="connsiteX3" fmla="*/ 46417 w 3769331"/>
                                      <a:gd name="connsiteY3" fmla="*/ 850651 h 2377070"/>
                                      <a:gd name="connsiteX4" fmla="*/ 100846 w 3769331"/>
                                      <a:gd name="connsiteY4" fmla="*/ 1177222 h 2377070"/>
                                      <a:gd name="connsiteX5" fmla="*/ 122617 w 3769331"/>
                                      <a:gd name="connsiteY5" fmla="*/ 1220765 h 2377070"/>
                                      <a:gd name="connsiteX6" fmla="*/ 296788 w 3769331"/>
                                      <a:gd name="connsiteY6" fmla="*/ 1405822 h 2377070"/>
                                      <a:gd name="connsiteX7" fmla="*/ 481846 w 3769331"/>
                                      <a:gd name="connsiteY7" fmla="*/ 1634422 h 2377070"/>
                                      <a:gd name="connsiteX8" fmla="*/ 688674 w 3769331"/>
                                      <a:gd name="connsiteY8" fmla="*/ 1863022 h 2377070"/>
                                      <a:gd name="connsiteX9" fmla="*/ 873731 w 3769331"/>
                                      <a:gd name="connsiteY9" fmla="*/ 2004536 h 2377070"/>
                                      <a:gd name="connsiteX10" fmla="*/ 1385360 w 3769331"/>
                                      <a:gd name="connsiteY10" fmla="*/ 2276679 h 2377070"/>
                                      <a:gd name="connsiteX11" fmla="*/ 1657503 w 3769331"/>
                                      <a:gd name="connsiteY11" fmla="*/ 2287565 h 2377070"/>
                                      <a:gd name="connsiteX12" fmla="*/ 2005846 w 3769331"/>
                                      <a:gd name="connsiteY12" fmla="*/ 2309336 h 2377070"/>
                                      <a:gd name="connsiteX13" fmla="*/ 2277988 w 3769331"/>
                                      <a:gd name="connsiteY13" fmla="*/ 2341993 h 2377070"/>
                                      <a:gd name="connsiteX14" fmla="*/ 2539246 w 3769331"/>
                                      <a:gd name="connsiteY14" fmla="*/ 2341993 h 2377070"/>
                                      <a:gd name="connsiteX15" fmla="*/ 2756960 w 3769331"/>
                                      <a:gd name="connsiteY15" fmla="*/ 2352879 h 2377070"/>
                                      <a:gd name="connsiteX16" fmla="*/ 2952903 w 3769331"/>
                                      <a:gd name="connsiteY16" fmla="*/ 2341993 h 2377070"/>
                                      <a:gd name="connsiteX17" fmla="*/ 3148846 w 3769331"/>
                                      <a:gd name="connsiteY17" fmla="*/ 2341993 h 2377070"/>
                                      <a:gd name="connsiteX18" fmla="*/ 3323017 w 3769331"/>
                                      <a:gd name="connsiteY18" fmla="*/ 2374651 h 2377070"/>
                                      <a:gd name="connsiteX19" fmla="*/ 3464531 w 3769331"/>
                                      <a:gd name="connsiteY19" fmla="*/ 2374651 h 2377070"/>
                                      <a:gd name="connsiteX20" fmla="*/ 3606046 w 3769331"/>
                                      <a:gd name="connsiteY20" fmla="*/ 2374651 h 2377070"/>
                                      <a:gd name="connsiteX21" fmla="*/ 3704017 w 3769331"/>
                                      <a:gd name="connsiteY21" fmla="*/ 2363765 h 2377070"/>
                                      <a:gd name="connsiteX22" fmla="*/ 3769331 w 3769331"/>
                                      <a:gd name="connsiteY22" fmla="*/ 2363765 h 2377070"/>
                                      <a:gd name="connsiteX0" fmla="*/ 234144 w 3821493"/>
                                      <a:gd name="connsiteY0" fmla="*/ 0 h 2377070"/>
                                      <a:gd name="connsiteX1" fmla="*/ 65922 w 3821493"/>
                                      <a:gd name="connsiteY1" fmla="*/ 164850 h 2377070"/>
                                      <a:gd name="connsiteX2" fmla="*/ 608 w 3821493"/>
                                      <a:gd name="connsiteY2" fmla="*/ 426108 h 2377070"/>
                                      <a:gd name="connsiteX3" fmla="*/ 98579 w 3821493"/>
                                      <a:gd name="connsiteY3" fmla="*/ 850651 h 2377070"/>
                                      <a:gd name="connsiteX4" fmla="*/ 153008 w 3821493"/>
                                      <a:gd name="connsiteY4" fmla="*/ 1177222 h 2377070"/>
                                      <a:gd name="connsiteX5" fmla="*/ 174779 w 3821493"/>
                                      <a:gd name="connsiteY5" fmla="*/ 1220765 h 2377070"/>
                                      <a:gd name="connsiteX6" fmla="*/ 348950 w 3821493"/>
                                      <a:gd name="connsiteY6" fmla="*/ 1405822 h 2377070"/>
                                      <a:gd name="connsiteX7" fmla="*/ 534008 w 3821493"/>
                                      <a:gd name="connsiteY7" fmla="*/ 1634422 h 2377070"/>
                                      <a:gd name="connsiteX8" fmla="*/ 740836 w 3821493"/>
                                      <a:gd name="connsiteY8" fmla="*/ 1863022 h 2377070"/>
                                      <a:gd name="connsiteX9" fmla="*/ 925893 w 3821493"/>
                                      <a:gd name="connsiteY9" fmla="*/ 2004536 h 2377070"/>
                                      <a:gd name="connsiteX10" fmla="*/ 1437522 w 3821493"/>
                                      <a:gd name="connsiteY10" fmla="*/ 2276679 h 2377070"/>
                                      <a:gd name="connsiteX11" fmla="*/ 1709665 w 3821493"/>
                                      <a:gd name="connsiteY11" fmla="*/ 2287565 h 2377070"/>
                                      <a:gd name="connsiteX12" fmla="*/ 2058008 w 3821493"/>
                                      <a:gd name="connsiteY12" fmla="*/ 2309336 h 2377070"/>
                                      <a:gd name="connsiteX13" fmla="*/ 2330150 w 3821493"/>
                                      <a:gd name="connsiteY13" fmla="*/ 2341993 h 2377070"/>
                                      <a:gd name="connsiteX14" fmla="*/ 2591408 w 3821493"/>
                                      <a:gd name="connsiteY14" fmla="*/ 2341993 h 2377070"/>
                                      <a:gd name="connsiteX15" fmla="*/ 2809122 w 3821493"/>
                                      <a:gd name="connsiteY15" fmla="*/ 2352879 h 2377070"/>
                                      <a:gd name="connsiteX16" fmla="*/ 3005065 w 3821493"/>
                                      <a:gd name="connsiteY16" fmla="*/ 2341993 h 2377070"/>
                                      <a:gd name="connsiteX17" fmla="*/ 3201008 w 3821493"/>
                                      <a:gd name="connsiteY17" fmla="*/ 2341993 h 2377070"/>
                                      <a:gd name="connsiteX18" fmla="*/ 3375179 w 3821493"/>
                                      <a:gd name="connsiteY18" fmla="*/ 2374651 h 2377070"/>
                                      <a:gd name="connsiteX19" fmla="*/ 3516693 w 3821493"/>
                                      <a:gd name="connsiteY19" fmla="*/ 2374651 h 2377070"/>
                                      <a:gd name="connsiteX20" fmla="*/ 3658208 w 3821493"/>
                                      <a:gd name="connsiteY20" fmla="*/ 2374651 h 2377070"/>
                                      <a:gd name="connsiteX21" fmla="*/ 3756179 w 3821493"/>
                                      <a:gd name="connsiteY21" fmla="*/ 2363765 h 2377070"/>
                                      <a:gd name="connsiteX22" fmla="*/ 3821493 w 3821493"/>
                                      <a:gd name="connsiteY22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188285 w 3834999"/>
                                      <a:gd name="connsiteY5" fmla="*/ 1220765 h 2377070"/>
                                      <a:gd name="connsiteX6" fmla="*/ 362456 w 3834999"/>
                                      <a:gd name="connsiteY6" fmla="*/ 1405822 h 2377070"/>
                                      <a:gd name="connsiteX7" fmla="*/ 547514 w 3834999"/>
                                      <a:gd name="connsiteY7" fmla="*/ 1634422 h 2377070"/>
                                      <a:gd name="connsiteX8" fmla="*/ 754342 w 3834999"/>
                                      <a:gd name="connsiteY8" fmla="*/ 1863022 h 2377070"/>
                                      <a:gd name="connsiteX9" fmla="*/ 939399 w 3834999"/>
                                      <a:gd name="connsiteY9" fmla="*/ 2004536 h 2377070"/>
                                      <a:gd name="connsiteX10" fmla="*/ 1451028 w 3834999"/>
                                      <a:gd name="connsiteY10" fmla="*/ 2276679 h 2377070"/>
                                      <a:gd name="connsiteX11" fmla="*/ 1723171 w 3834999"/>
                                      <a:gd name="connsiteY11" fmla="*/ 2287565 h 2377070"/>
                                      <a:gd name="connsiteX12" fmla="*/ 2071514 w 3834999"/>
                                      <a:gd name="connsiteY12" fmla="*/ 2309336 h 2377070"/>
                                      <a:gd name="connsiteX13" fmla="*/ 2343656 w 3834999"/>
                                      <a:gd name="connsiteY13" fmla="*/ 2341993 h 2377070"/>
                                      <a:gd name="connsiteX14" fmla="*/ 2604914 w 3834999"/>
                                      <a:gd name="connsiteY14" fmla="*/ 2341993 h 2377070"/>
                                      <a:gd name="connsiteX15" fmla="*/ 2822628 w 3834999"/>
                                      <a:gd name="connsiteY15" fmla="*/ 2352879 h 2377070"/>
                                      <a:gd name="connsiteX16" fmla="*/ 3018571 w 3834999"/>
                                      <a:gd name="connsiteY16" fmla="*/ 2341993 h 2377070"/>
                                      <a:gd name="connsiteX17" fmla="*/ 3214514 w 3834999"/>
                                      <a:gd name="connsiteY17" fmla="*/ 2341993 h 2377070"/>
                                      <a:gd name="connsiteX18" fmla="*/ 3388685 w 3834999"/>
                                      <a:gd name="connsiteY18" fmla="*/ 2374651 h 2377070"/>
                                      <a:gd name="connsiteX19" fmla="*/ 3530199 w 3834999"/>
                                      <a:gd name="connsiteY19" fmla="*/ 2374651 h 2377070"/>
                                      <a:gd name="connsiteX20" fmla="*/ 3671714 w 3834999"/>
                                      <a:gd name="connsiteY20" fmla="*/ 2374651 h 2377070"/>
                                      <a:gd name="connsiteX21" fmla="*/ 3769685 w 3834999"/>
                                      <a:gd name="connsiteY21" fmla="*/ 2363765 h 2377070"/>
                                      <a:gd name="connsiteX22" fmla="*/ 3834999 w 3834999"/>
                                      <a:gd name="connsiteY22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362456 w 3834999"/>
                                      <a:gd name="connsiteY5" fmla="*/ 1405822 h 2377070"/>
                                      <a:gd name="connsiteX6" fmla="*/ 547514 w 3834999"/>
                                      <a:gd name="connsiteY6" fmla="*/ 1634422 h 2377070"/>
                                      <a:gd name="connsiteX7" fmla="*/ 754342 w 3834999"/>
                                      <a:gd name="connsiteY7" fmla="*/ 1863022 h 2377070"/>
                                      <a:gd name="connsiteX8" fmla="*/ 939399 w 3834999"/>
                                      <a:gd name="connsiteY8" fmla="*/ 20045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47514 w 3834999"/>
                                      <a:gd name="connsiteY6" fmla="*/ 1634422 h 2377070"/>
                                      <a:gd name="connsiteX7" fmla="*/ 754342 w 3834999"/>
                                      <a:gd name="connsiteY7" fmla="*/ 1863022 h 2377070"/>
                                      <a:gd name="connsiteX8" fmla="*/ 939399 w 3834999"/>
                                      <a:gd name="connsiteY8" fmla="*/ 20045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14857 w 3834999"/>
                                      <a:gd name="connsiteY6" fmla="*/ 1677965 h 2377070"/>
                                      <a:gd name="connsiteX7" fmla="*/ 754342 w 3834999"/>
                                      <a:gd name="connsiteY7" fmla="*/ 1863022 h 2377070"/>
                                      <a:gd name="connsiteX8" fmla="*/ 939399 w 3834999"/>
                                      <a:gd name="connsiteY8" fmla="*/ 20045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14857 w 3834999"/>
                                      <a:gd name="connsiteY6" fmla="*/ 1677965 h 2377070"/>
                                      <a:gd name="connsiteX7" fmla="*/ 754342 w 3834999"/>
                                      <a:gd name="connsiteY7" fmla="*/ 1863022 h 2377070"/>
                                      <a:gd name="connsiteX8" fmla="*/ 1048257 w 3834999"/>
                                      <a:gd name="connsiteY8" fmla="*/ 20807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14857 w 3834999"/>
                                      <a:gd name="connsiteY6" fmla="*/ 1677965 h 2377070"/>
                                      <a:gd name="connsiteX7" fmla="*/ 754342 w 3834999"/>
                                      <a:gd name="connsiteY7" fmla="*/ 1863022 h 2377070"/>
                                      <a:gd name="connsiteX8" fmla="*/ 1048257 w 3834999"/>
                                      <a:gd name="connsiteY8" fmla="*/ 2080736 h 2377070"/>
                                      <a:gd name="connsiteX9" fmla="*/ 1298628 w 3834999"/>
                                      <a:gd name="connsiteY9" fmla="*/ 2211365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525"/>
                                      <a:gd name="connsiteX1" fmla="*/ 79428 w 3834999"/>
                                      <a:gd name="connsiteY1" fmla="*/ 164850 h 2377525"/>
                                      <a:gd name="connsiteX2" fmla="*/ 14114 w 3834999"/>
                                      <a:gd name="connsiteY2" fmla="*/ 426108 h 2377525"/>
                                      <a:gd name="connsiteX3" fmla="*/ 14113 w 3834999"/>
                                      <a:gd name="connsiteY3" fmla="*/ 741794 h 2377525"/>
                                      <a:gd name="connsiteX4" fmla="*/ 166514 w 3834999"/>
                                      <a:gd name="connsiteY4" fmla="*/ 1177222 h 2377525"/>
                                      <a:gd name="connsiteX5" fmla="*/ 297142 w 3834999"/>
                                      <a:gd name="connsiteY5" fmla="*/ 1449364 h 2377525"/>
                                      <a:gd name="connsiteX6" fmla="*/ 514857 w 3834999"/>
                                      <a:gd name="connsiteY6" fmla="*/ 1677965 h 2377525"/>
                                      <a:gd name="connsiteX7" fmla="*/ 754342 w 3834999"/>
                                      <a:gd name="connsiteY7" fmla="*/ 1863022 h 2377525"/>
                                      <a:gd name="connsiteX8" fmla="*/ 1048257 w 3834999"/>
                                      <a:gd name="connsiteY8" fmla="*/ 2080736 h 2377525"/>
                                      <a:gd name="connsiteX9" fmla="*/ 1298628 w 3834999"/>
                                      <a:gd name="connsiteY9" fmla="*/ 2211365 h 2377525"/>
                                      <a:gd name="connsiteX10" fmla="*/ 1723171 w 3834999"/>
                                      <a:gd name="connsiteY10" fmla="*/ 2287565 h 2377525"/>
                                      <a:gd name="connsiteX11" fmla="*/ 2071514 w 3834999"/>
                                      <a:gd name="connsiteY11" fmla="*/ 2309336 h 2377525"/>
                                      <a:gd name="connsiteX12" fmla="*/ 2343656 w 3834999"/>
                                      <a:gd name="connsiteY12" fmla="*/ 2341993 h 2377525"/>
                                      <a:gd name="connsiteX13" fmla="*/ 2604914 w 3834999"/>
                                      <a:gd name="connsiteY13" fmla="*/ 2341993 h 2377525"/>
                                      <a:gd name="connsiteX14" fmla="*/ 2822628 w 3834999"/>
                                      <a:gd name="connsiteY14" fmla="*/ 2352879 h 2377525"/>
                                      <a:gd name="connsiteX15" fmla="*/ 3018571 w 3834999"/>
                                      <a:gd name="connsiteY15" fmla="*/ 2341993 h 2377525"/>
                                      <a:gd name="connsiteX16" fmla="*/ 3214514 w 3834999"/>
                                      <a:gd name="connsiteY16" fmla="*/ 2341993 h 2377525"/>
                                      <a:gd name="connsiteX17" fmla="*/ 3530199 w 3834999"/>
                                      <a:gd name="connsiteY17" fmla="*/ 2374651 h 2377525"/>
                                      <a:gd name="connsiteX18" fmla="*/ 3671714 w 3834999"/>
                                      <a:gd name="connsiteY18" fmla="*/ 2374651 h 2377525"/>
                                      <a:gd name="connsiteX19" fmla="*/ 3769685 w 3834999"/>
                                      <a:gd name="connsiteY19" fmla="*/ 2363765 h 2377525"/>
                                      <a:gd name="connsiteX20" fmla="*/ 3834999 w 3834999"/>
                                      <a:gd name="connsiteY20" fmla="*/ 2363765 h 2377525"/>
                                      <a:gd name="connsiteX0" fmla="*/ 247650 w 3834999"/>
                                      <a:gd name="connsiteY0" fmla="*/ 0 h 2374651"/>
                                      <a:gd name="connsiteX1" fmla="*/ 79428 w 3834999"/>
                                      <a:gd name="connsiteY1" fmla="*/ 164850 h 2374651"/>
                                      <a:gd name="connsiteX2" fmla="*/ 14114 w 3834999"/>
                                      <a:gd name="connsiteY2" fmla="*/ 426108 h 2374651"/>
                                      <a:gd name="connsiteX3" fmla="*/ 14113 w 3834999"/>
                                      <a:gd name="connsiteY3" fmla="*/ 741794 h 2374651"/>
                                      <a:gd name="connsiteX4" fmla="*/ 166514 w 3834999"/>
                                      <a:gd name="connsiteY4" fmla="*/ 1177222 h 2374651"/>
                                      <a:gd name="connsiteX5" fmla="*/ 297142 w 3834999"/>
                                      <a:gd name="connsiteY5" fmla="*/ 1449364 h 2374651"/>
                                      <a:gd name="connsiteX6" fmla="*/ 514857 w 3834999"/>
                                      <a:gd name="connsiteY6" fmla="*/ 1677965 h 2374651"/>
                                      <a:gd name="connsiteX7" fmla="*/ 754342 w 3834999"/>
                                      <a:gd name="connsiteY7" fmla="*/ 1863022 h 2374651"/>
                                      <a:gd name="connsiteX8" fmla="*/ 1048257 w 3834999"/>
                                      <a:gd name="connsiteY8" fmla="*/ 2080736 h 2374651"/>
                                      <a:gd name="connsiteX9" fmla="*/ 1298628 w 3834999"/>
                                      <a:gd name="connsiteY9" fmla="*/ 2211365 h 2374651"/>
                                      <a:gd name="connsiteX10" fmla="*/ 1723171 w 3834999"/>
                                      <a:gd name="connsiteY10" fmla="*/ 2287565 h 2374651"/>
                                      <a:gd name="connsiteX11" fmla="*/ 2071514 w 3834999"/>
                                      <a:gd name="connsiteY11" fmla="*/ 2309336 h 2374651"/>
                                      <a:gd name="connsiteX12" fmla="*/ 2343656 w 3834999"/>
                                      <a:gd name="connsiteY12" fmla="*/ 2341993 h 2374651"/>
                                      <a:gd name="connsiteX13" fmla="*/ 2604914 w 3834999"/>
                                      <a:gd name="connsiteY13" fmla="*/ 2341993 h 2374651"/>
                                      <a:gd name="connsiteX14" fmla="*/ 2822628 w 3834999"/>
                                      <a:gd name="connsiteY14" fmla="*/ 2352879 h 2374651"/>
                                      <a:gd name="connsiteX15" fmla="*/ 3018571 w 3834999"/>
                                      <a:gd name="connsiteY15" fmla="*/ 2341993 h 2374651"/>
                                      <a:gd name="connsiteX16" fmla="*/ 3214514 w 3834999"/>
                                      <a:gd name="connsiteY16" fmla="*/ 2341993 h 2374651"/>
                                      <a:gd name="connsiteX17" fmla="*/ 3530199 w 3834999"/>
                                      <a:gd name="connsiteY17" fmla="*/ 2374651 h 2374651"/>
                                      <a:gd name="connsiteX18" fmla="*/ 3769685 w 3834999"/>
                                      <a:gd name="connsiteY18" fmla="*/ 2363765 h 2374651"/>
                                      <a:gd name="connsiteX19" fmla="*/ 3834999 w 3834999"/>
                                      <a:gd name="connsiteY19" fmla="*/ 2363765 h 2374651"/>
                                      <a:gd name="connsiteX0" fmla="*/ 247650 w 3834999"/>
                                      <a:gd name="connsiteY0" fmla="*/ 0 h 2365193"/>
                                      <a:gd name="connsiteX1" fmla="*/ 79428 w 3834999"/>
                                      <a:gd name="connsiteY1" fmla="*/ 164850 h 2365193"/>
                                      <a:gd name="connsiteX2" fmla="*/ 14114 w 3834999"/>
                                      <a:gd name="connsiteY2" fmla="*/ 426108 h 2365193"/>
                                      <a:gd name="connsiteX3" fmla="*/ 14113 w 3834999"/>
                                      <a:gd name="connsiteY3" fmla="*/ 741794 h 2365193"/>
                                      <a:gd name="connsiteX4" fmla="*/ 166514 w 3834999"/>
                                      <a:gd name="connsiteY4" fmla="*/ 1177222 h 2365193"/>
                                      <a:gd name="connsiteX5" fmla="*/ 297142 w 3834999"/>
                                      <a:gd name="connsiteY5" fmla="*/ 1449364 h 2365193"/>
                                      <a:gd name="connsiteX6" fmla="*/ 514857 w 3834999"/>
                                      <a:gd name="connsiteY6" fmla="*/ 1677965 h 2365193"/>
                                      <a:gd name="connsiteX7" fmla="*/ 754342 w 3834999"/>
                                      <a:gd name="connsiteY7" fmla="*/ 1863022 h 2365193"/>
                                      <a:gd name="connsiteX8" fmla="*/ 1048257 w 3834999"/>
                                      <a:gd name="connsiteY8" fmla="*/ 2080736 h 2365193"/>
                                      <a:gd name="connsiteX9" fmla="*/ 1298628 w 3834999"/>
                                      <a:gd name="connsiteY9" fmla="*/ 2211365 h 2365193"/>
                                      <a:gd name="connsiteX10" fmla="*/ 1723171 w 3834999"/>
                                      <a:gd name="connsiteY10" fmla="*/ 2287565 h 2365193"/>
                                      <a:gd name="connsiteX11" fmla="*/ 2071514 w 3834999"/>
                                      <a:gd name="connsiteY11" fmla="*/ 2309336 h 2365193"/>
                                      <a:gd name="connsiteX12" fmla="*/ 2343656 w 3834999"/>
                                      <a:gd name="connsiteY12" fmla="*/ 2341993 h 2365193"/>
                                      <a:gd name="connsiteX13" fmla="*/ 2604914 w 3834999"/>
                                      <a:gd name="connsiteY13" fmla="*/ 2341993 h 2365193"/>
                                      <a:gd name="connsiteX14" fmla="*/ 2822628 w 3834999"/>
                                      <a:gd name="connsiteY14" fmla="*/ 2352879 h 2365193"/>
                                      <a:gd name="connsiteX15" fmla="*/ 3018571 w 3834999"/>
                                      <a:gd name="connsiteY15" fmla="*/ 2341993 h 2365193"/>
                                      <a:gd name="connsiteX16" fmla="*/ 3214514 w 3834999"/>
                                      <a:gd name="connsiteY16" fmla="*/ 2341993 h 2365193"/>
                                      <a:gd name="connsiteX17" fmla="*/ 3530199 w 3834999"/>
                                      <a:gd name="connsiteY17" fmla="*/ 2341994 h 2365193"/>
                                      <a:gd name="connsiteX18" fmla="*/ 3769685 w 3834999"/>
                                      <a:gd name="connsiteY18" fmla="*/ 2363765 h 2365193"/>
                                      <a:gd name="connsiteX19" fmla="*/ 3834999 w 3834999"/>
                                      <a:gd name="connsiteY19" fmla="*/ 2363765 h 2365193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297142 w 3769685"/>
                                      <a:gd name="connsiteY5" fmla="*/ 1449364 h 2363765"/>
                                      <a:gd name="connsiteX6" fmla="*/ 514857 w 3769685"/>
                                      <a:gd name="connsiteY6" fmla="*/ 1677965 h 2363765"/>
                                      <a:gd name="connsiteX7" fmla="*/ 754342 w 3769685"/>
                                      <a:gd name="connsiteY7" fmla="*/ 1863022 h 2363765"/>
                                      <a:gd name="connsiteX8" fmla="*/ 1048257 w 3769685"/>
                                      <a:gd name="connsiteY8" fmla="*/ 2080736 h 2363765"/>
                                      <a:gd name="connsiteX9" fmla="*/ 1298628 w 3769685"/>
                                      <a:gd name="connsiteY9" fmla="*/ 2211365 h 2363765"/>
                                      <a:gd name="connsiteX10" fmla="*/ 1723171 w 3769685"/>
                                      <a:gd name="connsiteY10" fmla="*/ 2287565 h 2363765"/>
                                      <a:gd name="connsiteX11" fmla="*/ 2071514 w 3769685"/>
                                      <a:gd name="connsiteY11" fmla="*/ 2309336 h 2363765"/>
                                      <a:gd name="connsiteX12" fmla="*/ 2343656 w 3769685"/>
                                      <a:gd name="connsiteY12" fmla="*/ 2341993 h 2363765"/>
                                      <a:gd name="connsiteX13" fmla="*/ 2604914 w 3769685"/>
                                      <a:gd name="connsiteY13" fmla="*/ 2341993 h 2363765"/>
                                      <a:gd name="connsiteX14" fmla="*/ 2822628 w 3769685"/>
                                      <a:gd name="connsiteY14" fmla="*/ 2352879 h 2363765"/>
                                      <a:gd name="connsiteX15" fmla="*/ 3018571 w 3769685"/>
                                      <a:gd name="connsiteY15" fmla="*/ 2341993 h 2363765"/>
                                      <a:gd name="connsiteX16" fmla="*/ 3214514 w 3769685"/>
                                      <a:gd name="connsiteY16" fmla="*/ 2341993 h 2363765"/>
                                      <a:gd name="connsiteX17" fmla="*/ 3530199 w 3769685"/>
                                      <a:gd name="connsiteY17" fmla="*/ 2341994 h 2363765"/>
                                      <a:gd name="connsiteX18" fmla="*/ 3769685 w 3769685"/>
                                      <a:gd name="connsiteY18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754342 w 3769685"/>
                                      <a:gd name="connsiteY6" fmla="*/ 1863022 h 2363765"/>
                                      <a:gd name="connsiteX7" fmla="*/ 1048257 w 3769685"/>
                                      <a:gd name="connsiteY7" fmla="*/ 2080736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04713 w 3769685"/>
                                      <a:gd name="connsiteY6" fmla="*/ 1743279 h 2363765"/>
                                      <a:gd name="connsiteX7" fmla="*/ 1048257 w 3769685"/>
                                      <a:gd name="connsiteY7" fmla="*/ 2080736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04713 w 3769685"/>
                                      <a:gd name="connsiteY6" fmla="*/ 1743279 h 2363765"/>
                                      <a:gd name="connsiteX7" fmla="*/ 1298628 w 3769685"/>
                                      <a:gd name="connsiteY7" fmla="*/ 1808593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298628 w 3769685"/>
                                      <a:gd name="connsiteY7" fmla="*/ 1808593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53057 w 3769685"/>
                                      <a:gd name="connsiteY7" fmla="*/ 1754164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53057 w 3769685"/>
                                      <a:gd name="connsiteY7" fmla="*/ 1754164 h 2363765"/>
                                      <a:gd name="connsiteX8" fmla="*/ 1646971 w 3769685"/>
                                      <a:gd name="connsiteY8" fmla="*/ 1808593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85714 w 3769685"/>
                                      <a:gd name="connsiteY7" fmla="*/ 1688850 h 2363765"/>
                                      <a:gd name="connsiteX8" fmla="*/ 1646971 w 3769685"/>
                                      <a:gd name="connsiteY8" fmla="*/ 1808593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85714 w 3769685"/>
                                      <a:gd name="connsiteY7" fmla="*/ 1688850 h 2363765"/>
                                      <a:gd name="connsiteX8" fmla="*/ 1646971 w 3769685"/>
                                      <a:gd name="connsiteY8" fmla="*/ 1808593 h 2363765"/>
                                      <a:gd name="connsiteX9" fmla="*/ 1984428 w 3769685"/>
                                      <a:gd name="connsiteY9" fmla="*/ 1873908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70622"/>
                                      <a:gd name="connsiteX1" fmla="*/ 79428 w 3769685"/>
                                      <a:gd name="connsiteY1" fmla="*/ 164850 h 2370622"/>
                                      <a:gd name="connsiteX2" fmla="*/ 14114 w 3769685"/>
                                      <a:gd name="connsiteY2" fmla="*/ 426108 h 2370622"/>
                                      <a:gd name="connsiteX3" fmla="*/ 14113 w 3769685"/>
                                      <a:gd name="connsiteY3" fmla="*/ 741794 h 2370622"/>
                                      <a:gd name="connsiteX4" fmla="*/ 166514 w 3769685"/>
                                      <a:gd name="connsiteY4" fmla="*/ 1177222 h 2370622"/>
                                      <a:gd name="connsiteX5" fmla="*/ 514857 w 3769685"/>
                                      <a:gd name="connsiteY5" fmla="*/ 1677965 h 2370622"/>
                                      <a:gd name="connsiteX6" fmla="*/ 1080913 w 3769685"/>
                                      <a:gd name="connsiteY6" fmla="*/ 1667079 h 2370622"/>
                                      <a:gd name="connsiteX7" fmla="*/ 1385714 w 3769685"/>
                                      <a:gd name="connsiteY7" fmla="*/ 1688850 h 2370622"/>
                                      <a:gd name="connsiteX8" fmla="*/ 1646971 w 3769685"/>
                                      <a:gd name="connsiteY8" fmla="*/ 1808593 h 2370622"/>
                                      <a:gd name="connsiteX9" fmla="*/ 1984428 w 3769685"/>
                                      <a:gd name="connsiteY9" fmla="*/ 1873908 h 2370622"/>
                                      <a:gd name="connsiteX10" fmla="*/ 2332771 w 3769685"/>
                                      <a:gd name="connsiteY10" fmla="*/ 1950107 h 2370622"/>
                                      <a:gd name="connsiteX11" fmla="*/ 2343656 w 3769685"/>
                                      <a:gd name="connsiteY11" fmla="*/ 2341993 h 2370622"/>
                                      <a:gd name="connsiteX12" fmla="*/ 2604914 w 3769685"/>
                                      <a:gd name="connsiteY12" fmla="*/ 2341993 h 2370622"/>
                                      <a:gd name="connsiteX13" fmla="*/ 2822628 w 3769685"/>
                                      <a:gd name="connsiteY13" fmla="*/ 2352879 h 2370622"/>
                                      <a:gd name="connsiteX14" fmla="*/ 3018571 w 3769685"/>
                                      <a:gd name="connsiteY14" fmla="*/ 2341993 h 2370622"/>
                                      <a:gd name="connsiteX15" fmla="*/ 3214514 w 3769685"/>
                                      <a:gd name="connsiteY15" fmla="*/ 2341993 h 2370622"/>
                                      <a:gd name="connsiteX16" fmla="*/ 3530199 w 3769685"/>
                                      <a:gd name="connsiteY16" fmla="*/ 2341994 h 2370622"/>
                                      <a:gd name="connsiteX17" fmla="*/ 3769685 w 3769685"/>
                                      <a:gd name="connsiteY17" fmla="*/ 2363765 h 2370622"/>
                                      <a:gd name="connsiteX0" fmla="*/ 247650 w 3769685"/>
                                      <a:gd name="connsiteY0" fmla="*/ 0 h 2374937"/>
                                      <a:gd name="connsiteX1" fmla="*/ 79428 w 3769685"/>
                                      <a:gd name="connsiteY1" fmla="*/ 164850 h 2374937"/>
                                      <a:gd name="connsiteX2" fmla="*/ 14114 w 3769685"/>
                                      <a:gd name="connsiteY2" fmla="*/ 426108 h 2374937"/>
                                      <a:gd name="connsiteX3" fmla="*/ 14113 w 3769685"/>
                                      <a:gd name="connsiteY3" fmla="*/ 741794 h 2374937"/>
                                      <a:gd name="connsiteX4" fmla="*/ 166514 w 3769685"/>
                                      <a:gd name="connsiteY4" fmla="*/ 1177222 h 2374937"/>
                                      <a:gd name="connsiteX5" fmla="*/ 514857 w 3769685"/>
                                      <a:gd name="connsiteY5" fmla="*/ 1677965 h 2374937"/>
                                      <a:gd name="connsiteX6" fmla="*/ 1080913 w 3769685"/>
                                      <a:gd name="connsiteY6" fmla="*/ 1667079 h 2374937"/>
                                      <a:gd name="connsiteX7" fmla="*/ 1385714 w 3769685"/>
                                      <a:gd name="connsiteY7" fmla="*/ 1688850 h 2374937"/>
                                      <a:gd name="connsiteX8" fmla="*/ 1646971 w 3769685"/>
                                      <a:gd name="connsiteY8" fmla="*/ 1808593 h 2374937"/>
                                      <a:gd name="connsiteX9" fmla="*/ 1984428 w 3769685"/>
                                      <a:gd name="connsiteY9" fmla="*/ 1873908 h 2374937"/>
                                      <a:gd name="connsiteX10" fmla="*/ 2332771 w 3769685"/>
                                      <a:gd name="connsiteY10" fmla="*/ 1950107 h 2374937"/>
                                      <a:gd name="connsiteX11" fmla="*/ 2343656 w 3769685"/>
                                      <a:gd name="connsiteY11" fmla="*/ 2341993 h 2374937"/>
                                      <a:gd name="connsiteX12" fmla="*/ 2822628 w 3769685"/>
                                      <a:gd name="connsiteY12" fmla="*/ 2352879 h 2374937"/>
                                      <a:gd name="connsiteX13" fmla="*/ 3018571 w 3769685"/>
                                      <a:gd name="connsiteY13" fmla="*/ 2341993 h 2374937"/>
                                      <a:gd name="connsiteX14" fmla="*/ 3214514 w 3769685"/>
                                      <a:gd name="connsiteY14" fmla="*/ 2341993 h 2374937"/>
                                      <a:gd name="connsiteX15" fmla="*/ 3530199 w 3769685"/>
                                      <a:gd name="connsiteY15" fmla="*/ 2341994 h 2374937"/>
                                      <a:gd name="connsiteX16" fmla="*/ 3769685 w 3769685"/>
                                      <a:gd name="connsiteY16" fmla="*/ 2363765 h 2374937"/>
                                      <a:gd name="connsiteX0" fmla="*/ 247650 w 3769685"/>
                                      <a:gd name="connsiteY0" fmla="*/ 0 h 2374937"/>
                                      <a:gd name="connsiteX1" fmla="*/ 79428 w 3769685"/>
                                      <a:gd name="connsiteY1" fmla="*/ 164850 h 2374937"/>
                                      <a:gd name="connsiteX2" fmla="*/ 14114 w 3769685"/>
                                      <a:gd name="connsiteY2" fmla="*/ 426108 h 2374937"/>
                                      <a:gd name="connsiteX3" fmla="*/ 14113 w 3769685"/>
                                      <a:gd name="connsiteY3" fmla="*/ 741794 h 2374937"/>
                                      <a:gd name="connsiteX4" fmla="*/ 166514 w 3769685"/>
                                      <a:gd name="connsiteY4" fmla="*/ 1177222 h 2374937"/>
                                      <a:gd name="connsiteX5" fmla="*/ 514857 w 3769685"/>
                                      <a:gd name="connsiteY5" fmla="*/ 1677965 h 2374937"/>
                                      <a:gd name="connsiteX6" fmla="*/ 1080913 w 3769685"/>
                                      <a:gd name="connsiteY6" fmla="*/ 1667079 h 2374937"/>
                                      <a:gd name="connsiteX7" fmla="*/ 1385714 w 3769685"/>
                                      <a:gd name="connsiteY7" fmla="*/ 1688850 h 2374937"/>
                                      <a:gd name="connsiteX8" fmla="*/ 1646971 w 3769685"/>
                                      <a:gd name="connsiteY8" fmla="*/ 1808593 h 2374937"/>
                                      <a:gd name="connsiteX9" fmla="*/ 1984428 w 3769685"/>
                                      <a:gd name="connsiteY9" fmla="*/ 1873908 h 2374937"/>
                                      <a:gd name="connsiteX10" fmla="*/ 2332771 w 3769685"/>
                                      <a:gd name="connsiteY10" fmla="*/ 1950107 h 2374937"/>
                                      <a:gd name="connsiteX11" fmla="*/ 2343656 w 3769685"/>
                                      <a:gd name="connsiteY11" fmla="*/ 2341993 h 2374937"/>
                                      <a:gd name="connsiteX12" fmla="*/ 2822628 w 3769685"/>
                                      <a:gd name="connsiteY12" fmla="*/ 2352879 h 2374937"/>
                                      <a:gd name="connsiteX13" fmla="*/ 3214514 w 3769685"/>
                                      <a:gd name="connsiteY13" fmla="*/ 2341993 h 2374937"/>
                                      <a:gd name="connsiteX14" fmla="*/ 3530199 w 3769685"/>
                                      <a:gd name="connsiteY14" fmla="*/ 2341994 h 2374937"/>
                                      <a:gd name="connsiteX15" fmla="*/ 3769685 w 3769685"/>
                                      <a:gd name="connsiteY15" fmla="*/ 2363765 h 2374937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080913 w 3769685"/>
                                      <a:gd name="connsiteY6" fmla="*/ 1667079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84428 w 3769685"/>
                                      <a:gd name="connsiteY9" fmla="*/ 1873908 h 2383688"/>
                                      <a:gd name="connsiteX10" fmla="*/ 2332771 w 3769685"/>
                                      <a:gd name="connsiteY10" fmla="*/ 1950107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080913 w 3769685"/>
                                      <a:gd name="connsiteY6" fmla="*/ 1667079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84428 w 3769685"/>
                                      <a:gd name="connsiteY9" fmla="*/ 1873908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080913 w 3769685"/>
                                      <a:gd name="connsiteY6" fmla="*/ 1667079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95313 w 3769685"/>
                                      <a:gd name="connsiteY9" fmla="*/ 1808594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95313 w 3769685"/>
                                      <a:gd name="connsiteY9" fmla="*/ 1808594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2115056 w 3769685"/>
                                      <a:gd name="connsiteY9" fmla="*/ 1667080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85714 w 3769685"/>
                                      <a:gd name="connsiteY7" fmla="*/ 1688850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419857 w 3769685"/>
                                      <a:gd name="connsiteY10" fmla="*/ 1754165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441629 w 3769685"/>
                                      <a:gd name="connsiteY10" fmla="*/ 1667079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082399 w 3769685"/>
                                      <a:gd name="connsiteY9" fmla="*/ 1579995 h 2383688"/>
                                      <a:gd name="connsiteX10" fmla="*/ 2441629 w 3769685"/>
                                      <a:gd name="connsiteY10" fmla="*/ 1667079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12285 w 3769685"/>
                                      <a:gd name="connsiteY8" fmla="*/ 1677964 h 2383688"/>
                                      <a:gd name="connsiteX9" fmla="*/ 2082399 w 3769685"/>
                                      <a:gd name="connsiteY9" fmla="*/ 1579995 h 2383688"/>
                                      <a:gd name="connsiteX10" fmla="*/ 2441629 w 3769685"/>
                                      <a:gd name="connsiteY10" fmla="*/ 1667079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390650 w 3769685"/>
                                      <a:gd name="connsiteY8" fmla="*/ 1578427 h 2383688"/>
                                      <a:gd name="connsiteX9" fmla="*/ 1712285 w 3769685"/>
                                      <a:gd name="connsiteY9" fmla="*/ 1677964 h 2383688"/>
                                      <a:gd name="connsiteX10" fmla="*/ 2082399 w 3769685"/>
                                      <a:gd name="connsiteY10" fmla="*/ 1579995 h 2383688"/>
                                      <a:gd name="connsiteX11" fmla="*/ 2441629 w 3769685"/>
                                      <a:gd name="connsiteY11" fmla="*/ 1667079 h 2383688"/>
                                      <a:gd name="connsiteX12" fmla="*/ 2583142 w 3769685"/>
                                      <a:gd name="connsiteY12" fmla="*/ 1895679 h 2383688"/>
                                      <a:gd name="connsiteX13" fmla="*/ 2822628 w 3769685"/>
                                      <a:gd name="connsiteY13" fmla="*/ 2352879 h 2383688"/>
                                      <a:gd name="connsiteX14" fmla="*/ 3214514 w 3769685"/>
                                      <a:gd name="connsiteY14" fmla="*/ 2341993 h 2383688"/>
                                      <a:gd name="connsiteX15" fmla="*/ 3530199 w 3769685"/>
                                      <a:gd name="connsiteY15" fmla="*/ 2341994 h 2383688"/>
                                      <a:gd name="connsiteX16" fmla="*/ 3769685 w 3769685"/>
                                      <a:gd name="connsiteY16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13570 w 3769685"/>
                                      <a:gd name="connsiteY6" fmla="*/ 1525565 h 2383688"/>
                                      <a:gd name="connsiteX7" fmla="*/ 1374828 w 3769685"/>
                                      <a:gd name="connsiteY7" fmla="*/ 1645307 h 2383688"/>
                                      <a:gd name="connsiteX8" fmla="*/ 1390650 w 3769685"/>
                                      <a:gd name="connsiteY8" fmla="*/ 1578427 h 2383688"/>
                                      <a:gd name="connsiteX9" fmla="*/ 1712285 w 3769685"/>
                                      <a:gd name="connsiteY9" fmla="*/ 1677964 h 2383688"/>
                                      <a:gd name="connsiteX10" fmla="*/ 2082399 w 3769685"/>
                                      <a:gd name="connsiteY10" fmla="*/ 1579995 h 2383688"/>
                                      <a:gd name="connsiteX11" fmla="*/ 2441629 w 3769685"/>
                                      <a:gd name="connsiteY11" fmla="*/ 1667079 h 2383688"/>
                                      <a:gd name="connsiteX12" fmla="*/ 2583142 w 3769685"/>
                                      <a:gd name="connsiteY12" fmla="*/ 1895679 h 2383688"/>
                                      <a:gd name="connsiteX13" fmla="*/ 2822628 w 3769685"/>
                                      <a:gd name="connsiteY13" fmla="*/ 2352879 h 2383688"/>
                                      <a:gd name="connsiteX14" fmla="*/ 3214514 w 3769685"/>
                                      <a:gd name="connsiteY14" fmla="*/ 2341993 h 2383688"/>
                                      <a:gd name="connsiteX15" fmla="*/ 3530199 w 3769685"/>
                                      <a:gd name="connsiteY15" fmla="*/ 2341994 h 2383688"/>
                                      <a:gd name="connsiteX16" fmla="*/ 3769685 w 3769685"/>
                                      <a:gd name="connsiteY16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612829 w 3769685"/>
                                      <a:gd name="connsiteY5" fmla="*/ 1623536 h 2383688"/>
                                      <a:gd name="connsiteX6" fmla="*/ 1113570 w 3769685"/>
                                      <a:gd name="connsiteY6" fmla="*/ 1525565 h 2383688"/>
                                      <a:gd name="connsiteX7" fmla="*/ 1374828 w 3769685"/>
                                      <a:gd name="connsiteY7" fmla="*/ 1645307 h 2383688"/>
                                      <a:gd name="connsiteX8" fmla="*/ 1390650 w 3769685"/>
                                      <a:gd name="connsiteY8" fmla="*/ 1578427 h 2383688"/>
                                      <a:gd name="connsiteX9" fmla="*/ 1712285 w 3769685"/>
                                      <a:gd name="connsiteY9" fmla="*/ 1677964 h 2383688"/>
                                      <a:gd name="connsiteX10" fmla="*/ 2082399 w 3769685"/>
                                      <a:gd name="connsiteY10" fmla="*/ 1579995 h 2383688"/>
                                      <a:gd name="connsiteX11" fmla="*/ 2441629 w 3769685"/>
                                      <a:gd name="connsiteY11" fmla="*/ 1667079 h 2383688"/>
                                      <a:gd name="connsiteX12" fmla="*/ 2583142 w 3769685"/>
                                      <a:gd name="connsiteY12" fmla="*/ 1895679 h 2383688"/>
                                      <a:gd name="connsiteX13" fmla="*/ 2822628 w 3769685"/>
                                      <a:gd name="connsiteY13" fmla="*/ 2352879 h 2383688"/>
                                      <a:gd name="connsiteX14" fmla="*/ 3214514 w 3769685"/>
                                      <a:gd name="connsiteY14" fmla="*/ 2341993 h 2383688"/>
                                      <a:gd name="connsiteX15" fmla="*/ 3530199 w 3769685"/>
                                      <a:gd name="connsiteY15" fmla="*/ 2341994 h 2383688"/>
                                      <a:gd name="connsiteX16" fmla="*/ 3769685 w 3769685"/>
                                      <a:gd name="connsiteY16" fmla="*/ 2363765 h 2383688"/>
                                      <a:gd name="connsiteX0" fmla="*/ 251574 w 3773609"/>
                                      <a:gd name="connsiteY0" fmla="*/ 0 h 2383688"/>
                                      <a:gd name="connsiteX1" fmla="*/ 83352 w 3773609"/>
                                      <a:gd name="connsiteY1" fmla="*/ 164850 h 2383688"/>
                                      <a:gd name="connsiteX2" fmla="*/ 18038 w 3773609"/>
                                      <a:gd name="connsiteY2" fmla="*/ 426108 h 2383688"/>
                                      <a:gd name="connsiteX3" fmla="*/ 18037 w 3773609"/>
                                      <a:gd name="connsiteY3" fmla="*/ 741794 h 2383688"/>
                                      <a:gd name="connsiteX4" fmla="*/ 224867 w 3773609"/>
                                      <a:gd name="connsiteY4" fmla="*/ 1155450 h 2383688"/>
                                      <a:gd name="connsiteX5" fmla="*/ 616753 w 3773609"/>
                                      <a:gd name="connsiteY5" fmla="*/ 1623536 h 2383688"/>
                                      <a:gd name="connsiteX6" fmla="*/ 1117494 w 3773609"/>
                                      <a:gd name="connsiteY6" fmla="*/ 1525565 h 2383688"/>
                                      <a:gd name="connsiteX7" fmla="*/ 1378752 w 3773609"/>
                                      <a:gd name="connsiteY7" fmla="*/ 1645307 h 2383688"/>
                                      <a:gd name="connsiteX8" fmla="*/ 1394574 w 3773609"/>
                                      <a:gd name="connsiteY8" fmla="*/ 1578427 h 2383688"/>
                                      <a:gd name="connsiteX9" fmla="*/ 1716209 w 3773609"/>
                                      <a:gd name="connsiteY9" fmla="*/ 1677964 h 2383688"/>
                                      <a:gd name="connsiteX10" fmla="*/ 2086323 w 3773609"/>
                                      <a:gd name="connsiteY10" fmla="*/ 1579995 h 2383688"/>
                                      <a:gd name="connsiteX11" fmla="*/ 2445553 w 3773609"/>
                                      <a:gd name="connsiteY11" fmla="*/ 1667079 h 2383688"/>
                                      <a:gd name="connsiteX12" fmla="*/ 2587066 w 3773609"/>
                                      <a:gd name="connsiteY12" fmla="*/ 1895679 h 2383688"/>
                                      <a:gd name="connsiteX13" fmla="*/ 2826552 w 3773609"/>
                                      <a:gd name="connsiteY13" fmla="*/ 2352879 h 2383688"/>
                                      <a:gd name="connsiteX14" fmla="*/ 3218438 w 3773609"/>
                                      <a:gd name="connsiteY14" fmla="*/ 2341993 h 2383688"/>
                                      <a:gd name="connsiteX15" fmla="*/ 3534123 w 3773609"/>
                                      <a:gd name="connsiteY15" fmla="*/ 2341994 h 2383688"/>
                                      <a:gd name="connsiteX16" fmla="*/ 3773609 w 3773609"/>
                                      <a:gd name="connsiteY16" fmla="*/ 2363765 h 2383688"/>
                                      <a:gd name="connsiteX0" fmla="*/ 251574 w 3773609"/>
                                      <a:gd name="connsiteY0" fmla="*/ 0 h 2383688"/>
                                      <a:gd name="connsiteX1" fmla="*/ 83352 w 3773609"/>
                                      <a:gd name="connsiteY1" fmla="*/ 164850 h 2383688"/>
                                      <a:gd name="connsiteX2" fmla="*/ 18038 w 3773609"/>
                                      <a:gd name="connsiteY2" fmla="*/ 426108 h 2383688"/>
                                      <a:gd name="connsiteX3" fmla="*/ 18037 w 3773609"/>
                                      <a:gd name="connsiteY3" fmla="*/ 741794 h 2383688"/>
                                      <a:gd name="connsiteX4" fmla="*/ 224867 w 3773609"/>
                                      <a:gd name="connsiteY4" fmla="*/ 1155450 h 2383688"/>
                                      <a:gd name="connsiteX5" fmla="*/ 616753 w 3773609"/>
                                      <a:gd name="connsiteY5" fmla="*/ 1623536 h 2383688"/>
                                      <a:gd name="connsiteX6" fmla="*/ 1117494 w 3773609"/>
                                      <a:gd name="connsiteY6" fmla="*/ 1525565 h 2383688"/>
                                      <a:gd name="connsiteX7" fmla="*/ 1394574 w 3773609"/>
                                      <a:gd name="connsiteY7" fmla="*/ 1578427 h 2383688"/>
                                      <a:gd name="connsiteX8" fmla="*/ 1716209 w 3773609"/>
                                      <a:gd name="connsiteY8" fmla="*/ 1677964 h 2383688"/>
                                      <a:gd name="connsiteX9" fmla="*/ 2086323 w 3773609"/>
                                      <a:gd name="connsiteY9" fmla="*/ 1579995 h 2383688"/>
                                      <a:gd name="connsiteX10" fmla="*/ 2445553 w 3773609"/>
                                      <a:gd name="connsiteY10" fmla="*/ 1667079 h 2383688"/>
                                      <a:gd name="connsiteX11" fmla="*/ 2587066 w 3773609"/>
                                      <a:gd name="connsiteY11" fmla="*/ 1895679 h 2383688"/>
                                      <a:gd name="connsiteX12" fmla="*/ 2826552 w 3773609"/>
                                      <a:gd name="connsiteY12" fmla="*/ 2352879 h 2383688"/>
                                      <a:gd name="connsiteX13" fmla="*/ 3218438 w 3773609"/>
                                      <a:gd name="connsiteY13" fmla="*/ 2341993 h 2383688"/>
                                      <a:gd name="connsiteX14" fmla="*/ 3534123 w 3773609"/>
                                      <a:gd name="connsiteY14" fmla="*/ 2341994 h 2383688"/>
                                      <a:gd name="connsiteX15" fmla="*/ 3773609 w 3773609"/>
                                      <a:gd name="connsiteY15" fmla="*/ 2363765 h 2383688"/>
                                      <a:gd name="connsiteX0" fmla="*/ 251574 w 3773609"/>
                                      <a:gd name="connsiteY0" fmla="*/ 0 h 2388505"/>
                                      <a:gd name="connsiteX1" fmla="*/ 83352 w 3773609"/>
                                      <a:gd name="connsiteY1" fmla="*/ 164850 h 2388505"/>
                                      <a:gd name="connsiteX2" fmla="*/ 18038 w 3773609"/>
                                      <a:gd name="connsiteY2" fmla="*/ 426108 h 2388505"/>
                                      <a:gd name="connsiteX3" fmla="*/ 18037 w 3773609"/>
                                      <a:gd name="connsiteY3" fmla="*/ 741794 h 2388505"/>
                                      <a:gd name="connsiteX4" fmla="*/ 224867 w 3773609"/>
                                      <a:gd name="connsiteY4" fmla="*/ 1155450 h 2388505"/>
                                      <a:gd name="connsiteX5" fmla="*/ 616753 w 3773609"/>
                                      <a:gd name="connsiteY5" fmla="*/ 1623536 h 2388505"/>
                                      <a:gd name="connsiteX6" fmla="*/ 1117494 w 3773609"/>
                                      <a:gd name="connsiteY6" fmla="*/ 1525565 h 2388505"/>
                                      <a:gd name="connsiteX7" fmla="*/ 1394574 w 3773609"/>
                                      <a:gd name="connsiteY7" fmla="*/ 1578427 h 2388505"/>
                                      <a:gd name="connsiteX8" fmla="*/ 1716209 w 3773609"/>
                                      <a:gd name="connsiteY8" fmla="*/ 1677964 h 2388505"/>
                                      <a:gd name="connsiteX9" fmla="*/ 2086323 w 3773609"/>
                                      <a:gd name="connsiteY9" fmla="*/ 1579995 h 2388505"/>
                                      <a:gd name="connsiteX10" fmla="*/ 2445553 w 3773609"/>
                                      <a:gd name="connsiteY10" fmla="*/ 1667079 h 2388505"/>
                                      <a:gd name="connsiteX11" fmla="*/ 2695923 w 3773609"/>
                                      <a:gd name="connsiteY11" fmla="*/ 1830365 h 2388505"/>
                                      <a:gd name="connsiteX12" fmla="*/ 2826552 w 3773609"/>
                                      <a:gd name="connsiteY12" fmla="*/ 2352879 h 2388505"/>
                                      <a:gd name="connsiteX13" fmla="*/ 3218438 w 3773609"/>
                                      <a:gd name="connsiteY13" fmla="*/ 2341993 h 2388505"/>
                                      <a:gd name="connsiteX14" fmla="*/ 3534123 w 3773609"/>
                                      <a:gd name="connsiteY14" fmla="*/ 2341994 h 2388505"/>
                                      <a:gd name="connsiteX15" fmla="*/ 3773609 w 3773609"/>
                                      <a:gd name="connsiteY15" fmla="*/ 2363765 h 2388505"/>
                                      <a:gd name="connsiteX0" fmla="*/ 251574 w 3773609"/>
                                      <a:gd name="connsiteY0" fmla="*/ 0 h 2367008"/>
                                      <a:gd name="connsiteX1" fmla="*/ 83352 w 3773609"/>
                                      <a:gd name="connsiteY1" fmla="*/ 164850 h 2367008"/>
                                      <a:gd name="connsiteX2" fmla="*/ 18038 w 3773609"/>
                                      <a:gd name="connsiteY2" fmla="*/ 426108 h 2367008"/>
                                      <a:gd name="connsiteX3" fmla="*/ 18037 w 3773609"/>
                                      <a:gd name="connsiteY3" fmla="*/ 741794 h 2367008"/>
                                      <a:gd name="connsiteX4" fmla="*/ 224867 w 3773609"/>
                                      <a:gd name="connsiteY4" fmla="*/ 1155450 h 2367008"/>
                                      <a:gd name="connsiteX5" fmla="*/ 616753 w 3773609"/>
                                      <a:gd name="connsiteY5" fmla="*/ 1623536 h 2367008"/>
                                      <a:gd name="connsiteX6" fmla="*/ 1117494 w 3773609"/>
                                      <a:gd name="connsiteY6" fmla="*/ 1525565 h 2367008"/>
                                      <a:gd name="connsiteX7" fmla="*/ 1394574 w 3773609"/>
                                      <a:gd name="connsiteY7" fmla="*/ 1578427 h 2367008"/>
                                      <a:gd name="connsiteX8" fmla="*/ 1716209 w 3773609"/>
                                      <a:gd name="connsiteY8" fmla="*/ 1677964 h 2367008"/>
                                      <a:gd name="connsiteX9" fmla="*/ 2086323 w 3773609"/>
                                      <a:gd name="connsiteY9" fmla="*/ 1579995 h 2367008"/>
                                      <a:gd name="connsiteX10" fmla="*/ 2445553 w 3773609"/>
                                      <a:gd name="connsiteY10" fmla="*/ 1667079 h 2367008"/>
                                      <a:gd name="connsiteX11" fmla="*/ 2695923 w 3773609"/>
                                      <a:gd name="connsiteY11" fmla="*/ 1830365 h 2367008"/>
                                      <a:gd name="connsiteX12" fmla="*/ 2924524 w 3773609"/>
                                      <a:gd name="connsiteY12" fmla="*/ 1993650 h 2367008"/>
                                      <a:gd name="connsiteX13" fmla="*/ 3218438 w 3773609"/>
                                      <a:gd name="connsiteY13" fmla="*/ 2341993 h 2367008"/>
                                      <a:gd name="connsiteX14" fmla="*/ 3534123 w 3773609"/>
                                      <a:gd name="connsiteY14" fmla="*/ 2341994 h 2367008"/>
                                      <a:gd name="connsiteX15" fmla="*/ 3773609 w 3773609"/>
                                      <a:gd name="connsiteY15" fmla="*/ 2363765 h 2367008"/>
                                      <a:gd name="connsiteX0" fmla="*/ 251574 w 3773609"/>
                                      <a:gd name="connsiteY0" fmla="*/ 0 h 2370232"/>
                                      <a:gd name="connsiteX1" fmla="*/ 83352 w 3773609"/>
                                      <a:gd name="connsiteY1" fmla="*/ 164850 h 2370232"/>
                                      <a:gd name="connsiteX2" fmla="*/ 18038 w 3773609"/>
                                      <a:gd name="connsiteY2" fmla="*/ 426108 h 2370232"/>
                                      <a:gd name="connsiteX3" fmla="*/ 18037 w 3773609"/>
                                      <a:gd name="connsiteY3" fmla="*/ 741794 h 2370232"/>
                                      <a:gd name="connsiteX4" fmla="*/ 224867 w 3773609"/>
                                      <a:gd name="connsiteY4" fmla="*/ 1155450 h 2370232"/>
                                      <a:gd name="connsiteX5" fmla="*/ 616753 w 3773609"/>
                                      <a:gd name="connsiteY5" fmla="*/ 1623536 h 2370232"/>
                                      <a:gd name="connsiteX6" fmla="*/ 1117494 w 3773609"/>
                                      <a:gd name="connsiteY6" fmla="*/ 1525565 h 2370232"/>
                                      <a:gd name="connsiteX7" fmla="*/ 1394574 w 3773609"/>
                                      <a:gd name="connsiteY7" fmla="*/ 1578427 h 2370232"/>
                                      <a:gd name="connsiteX8" fmla="*/ 1716209 w 3773609"/>
                                      <a:gd name="connsiteY8" fmla="*/ 1677964 h 2370232"/>
                                      <a:gd name="connsiteX9" fmla="*/ 2086323 w 3773609"/>
                                      <a:gd name="connsiteY9" fmla="*/ 1579995 h 2370232"/>
                                      <a:gd name="connsiteX10" fmla="*/ 2445553 w 3773609"/>
                                      <a:gd name="connsiteY10" fmla="*/ 1667079 h 2370232"/>
                                      <a:gd name="connsiteX11" fmla="*/ 2695923 w 3773609"/>
                                      <a:gd name="connsiteY11" fmla="*/ 1830365 h 2370232"/>
                                      <a:gd name="connsiteX12" fmla="*/ 2565295 w 3773609"/>
                                      <a:gd name="connsiteY12" fmla="*/ 1950107 h 2370232"/>
                                      <a:gd name="connsiteX13" fmla="*/ 3218438 w 3773609"/>
                                      <a:gd name="connsiteY13" fmla="*/ 2341993 h 2370232"/>
                                      <a:gd name="connsiteX14" fmla="*/ 3534123 w 3773609"/>
                                      <a:gd name="connsiteY14" fmla="*/ 2341994 h 2370232"/>
                                      <a:gd name="connsiteX15" fmla="*/ 3773609 w 3773609"/>
                                      <a:gd name="connsiteY15" fmla="*/ 2363765 h 2370232"/>
                                      <a:gd name="connsiteX0" fmla="*/ 251574 w 3773609"/>
                                      <a:gd name="connsiteY0" fmla="*/ 0 h 2370232"/>
                                      <a:gd name="connsiteX1" fmla="*/ 83352 w 3773609"/>
                                      <a:gd name="connsiteY1" fmla="*/ 164850 h 2370232"/>
                                      <a:gd name="connsiteX2" fmla="*/ 18038 w 3773609"/>
                                      <a:gd name="connsiteY2" fmla="*/ 426108 h 2370232"/>
                                      <a:gd name="connsiteX3" fmla="*/ 18037 w 3773609"/>
                                      <a:gd name="connsiteY3" fmla="*/ 741794 h 2370232"/>
                                      <a:gd name="connsiteX4" fmla="*/ 224867 w 3773609"/>
                                      <a:gd name="connsiteY4" fmla="*/ 1155450 h 2370232"/>
                                      <a:gd name="connsiteX5" fmla="*/ 616753 w 3773609"/>
                                      <a:gd name="connsiteY5" fmla="*/ 1623536 h 2370232"/>
                                      <a:gd name="connsiteX6" fmla="*/ 1117494 w 3773609"/>
                                      <a:gd name="connsiteY6" fmla="*/ 1525565 h 2370232"/>
                                      <a:gd name="connsiteX7" fmla="*/ 1394574 w 3773609"/>
                                      <a:gd name="connsiteY7" fmla="*/ 1578427 h 2370232"/>
                                      <a:gd name="connsiteX8" fmla="*/ 1716209 w 3773609"/>
                                      <a:gd name="connsiteY8" fmla="*/ 1677964 h 2370232"/>
                                      <a:gd name="connsiteX9" fmla="*/ 2086323 w 3773609"/>
                                      <a:gd name="connsiteY9" fmla="*/ 1579995 h 2370232"/>
                                      <a:gd name="connsiteX10" fmla="*/ 2445553 w 3773609"/>
                                      <a:gd name="connsiteY10" fmla="*/ 1667079 h 2370232"/>
                                      <a:gd name="connsiteX11" fmla="*/ 2663266 w 3773609"/>
                                      <a:gd name="connsiteY11" fmla="*/ 1775936 h 2370232"/>
                                      <a:gd name="connsiteX12" fmla="*/ 2565295 w 3773609"/>
                                      <a:gd name="connsiteY12" fmla="*/ 1950107 h 2370232"/>
                                      <a:gd name="connsiteX13" fmla="*/ 3218438 w 3773609"/>
                                      <a:gd name="connsiteY13" fmla="*/ 2341993 h 2370232"/>
                                      <a:gd name="connsiteX14" fmla="*/ 3534123 w 3773609"/>
                                      <a:gd name="connsiteY14" fmla="*/ 2341994 h 2370232"/>
                                      <a:gd name="connsiteX15" fmla="*/ 3773609 w 3773609"/>
                                      <a:gd name="connsiteY15" fmla="*/ 2363765 h 2370232"/>
                                      <a:gd name="connsiteX0" fmla="*/ 251574 w 3773609"/>
                                      <a:gd name="connsiteY0" fmla="*/ 0 h 2389226"/>
                                      <a:gd name="connsiteX1" fmla="*/ 83352 w 3773609"/>
                                      <a:gd name="connsiteY1" fmla="*/ 164850 h 2389226"/>
                                      <a:gd name="connsiteX2" fmla="*/ 18038 w 3773609"/>
                                      <a:gd name="connsiteY2" fmla="*/ 426108 h 2389226"/>
                                      <a:gd name="connsiteX3" fmla="*/ 18037 w 3773609"/>
                                      <a:gd name="connsiteY3" fmla="*/ 741794 h 2389226"/>
                                      <a:gd name="connsiteX4" fmla="*/ 224867 w 3773609"/>
                                      <a:gd name="connsiteY4" fmla="*/ 1155450 h 2389226"/>
                                      <a:gd name="connsiteX5" fmla="*/ 616753 w 3773609"/>
                                      <a:gd name="connsiteY5" fmla="*/ 1623536 h 2389226"/>
                                      <a:gd name="connsiteX6" fmla="*/ 1117494 w 3773609"/>
                                      <a:gd name="connsiteY6" fmla="*/ 1525565 h 2389226"/>
                                      <a:gd name="connsiteX7" fmla="*/ 1394574 w 3773609"/>
                                      <a:gd name="connsiteY7" fmla="*/ 1578427 h 2389226"/>
                                      <a:gd name="connsiteX8" fmla="*/ 1716209 w 3773609"/>
                                      <a:gd name="connsiteY8" fmla="*/ 1677964 h 2389226"/>
                                      <a:gd name="connsiteX9" fmla="*/ 2086323 w 3773609"/>
                                      <a:gd name="connsiteY9" fmla="*/ 1579995 h 2389226"/>
                                      <a:gd name="connsiteX10" fmla="*/ 2445553 w 3773609"/>
                                      <a:gd name="connsiteY10" fmla="*/ 1667079 h 2389226"/>
                                      <a:gd name="connsiteX11" fmla="*/ 2663266 w 3773609"/>
                                      <a:gd name="connsiteY11" fmla="*/ 1775936 h 2389226"/>
                                      <a:gd name="connsiteX12" fmla="*/ 2565295 w 3773609"/>
                                      <a:gd name="connsiteY12" fmla="*/ 1950107 h 2389226"/>
                                      <a:gd name="connsiteX13" fmla="*/ 2293152 w 3773609"/>
                                      <a:gd name="connsiteY13" fmla="*/ 1786822 h 2389226"/>
                                      <a:gd name="connsiteX14" fmla="*/ 3534123 w 3773609"/>
                                      <a:gd name="connsiteY14" fmla="*/ 2341994 h 2389226"/>
                                      <a:gd name="connsiteX15" fmla="*/ 3773609 w 3773609"/>
                                      <a:gd name="connsiteY15" fmla="*/ 2363765 h 2389226"/>
                                      <a:gd name="connsiteX0" fmla="*/ 251574 w 3773609"/>
                                      <a:gd name="connsiteY0" fmla="*/ 0 h 2363765"/>
                                      <a:gd name="connsiteX1" fmla="*/ 83352 w 3773609"/>
                                      <a:gd name="connsiteY1" fmla="*/ 164850 h 2363765"/>
                                      <a:gd name="connsiteX2" fmla="*/ 18038 w 3773609"/>
                                      <a:gd name="connsiteY2" fmla="*/ 426108 h 2363765"/>
                                      <a:gd name="connsiteX3" fmla="*/ 18037 w 3773609"/>
                                      <a:gd name="connsiteY3" fmla="*/ 741794 h 2363765"/>
                                      <a:gd name="connsiteX4" fmla="*/ 224867 w 3773609"/>
                                      <a:gd name="connsiteY4" fmla="*/ 1155450 h 2363765"/>
                                      <a:gd name="connsiteX5" fmla="*/ 616753 w 3773609"/>
                                      <a:gd name="connsiteY5" fmla="*/ 1623536 h 2363765"/>
                                      <a:gd name="connsiteX6" fmla="*/ 1117494 w 3773609"/>
                                      <a:gd name="connsiteY6" fmla="*/ 1525565 h 2363765"/>
                                      <a:gd name="connsiteX7" fmla="*/ 1394574 w 3773609"/>
                                      <a:gd name="connsiteY7" fmla="*/ 1578427 h 2363765"/>
                                      <a:gd name="connsiteX8" fmla="*/ 1716209 w 3773609"/>
                                      <a:gd name="connsiteY8" fmla="*/ 1677964 h 2363765"/>
                                      <a:gd name="connsiteX9" fmla="*/ 2086323 w 3773609"/>
                                      <a:gd name="connsiteY9" fmla="*/ 1579995 h 2363765"/>
                                      <a:gd name="connsiteX10" fmla="*/ 2445553 w 3773609"/>
                                      <a:gd name="connsiteY10" fmla="*/ 1667079 h 2363765"/>
                                      <a:gd name="connsiteX11" fmla="*/ 2663266 w 3773609"/>
                                      <a:gd name="connsiteY11" fmla="*/ 1775936 h 2363765"/>
                                      <a:gd name="connsiteX12" fmla="*/ 2565295 w 3773609"/>
                                      <a:gd name="connsiteY12" fmla="*/ 1950107 h 2363765"/>
                                      <a:gd name="connsiteX13" fmla="*/ 2293152 w 3773609"/>
                                      <a:gd name="connsiteY13" fmla="*/ 1786822 h 2363765"/>
                                      <a:gd name="connsiteX14" fmla="*/ 2010123 w 3773609"/>
                                      <a:gd name="connsiteY14" fmla="*/ 1743279 h 2363765"/>
                                      <a:gd name="connsiteX15" fmla="*/ 3773609 w 3773609"/>
                                      <a:gd name="connsiteY15" fmla="*/ 2363765 h 236376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616753 w 2667361"/>
                                      <a:gd name="connsiteY5" fmla="*/ 1623536 h 1950125"/>
                                      <a:gd name="connsiteX6" fmla="*/ 1117494 w 2667361"/>
                                      <a:gd name="connsiteY6" fmla="*/ 1525565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1117494 w 2667361"/>
                                      <a:gd name="connsiteY6" fmla="*/ 1525565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1106608 w 2667361"/>
                                      <a:gd name="connsiteY6" fmla="*/ 1503793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133317 w 2667361"/>
                                      <a:gd name="connsiteY7" fmla="*/ 1513113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133317 w 2667361"/>
                                      <a:gd name="connsiteY7" fmla="*/ 1513113 h 1950125"/>
                                      <a:gd name="connsiteX8" fmla="*/ 1465838 w 2667361"/>
                                      <a:gd name="connsiteY8" fmla="*/ 1264307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133317 w 2667361"/>
                                      <a:gd name="connsiteY7" fmla="*/ 1513113 h 1950125"/>
                                      <a:gd name="connsiteX8" fmla="*/ 1465838 w 2667361"/>
                                      <a:gd name="connsiteY8" fmla="*/ 1264307 h 1950125"/>
                                      <a:gd name="connsiteX9" fmla="*/ 1737981 w 2667361"/>
                                      <a:gd name="connsiteY9" fmla="*/ 1373166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708030"/>
                                      <a:gd name="connsiteY0" fmla="*/ 0 h 1950125"/>
                                      <a:gd name="connsiteX1" fmla="*/ 83352 w 2708030"/>
                                      <a:gd name="connsiteY1" fmla="*/ 164850 h 1950125"/>
                                      <a:gd name="connsiteX2" fmla="*/ 18038 w 2708030"/>
                                      <a:gd name="connsiteY2" fmla="*/ 426108 h 1950125"/>
                                      <a:gd name="connsiteX3" fmla="*/ 18037 w 2708030"/>
                                      <a:gd name="connsiteY3" fmla="*/ 741794 h 1950125"/>
                                      <a:gd name="connsiteX4" fmla="*/ 224867 w 2708030"/>
                                      <a:gd name="connsiteY4" fmla="*/ 1155450 h 1950125"/>
                                      <a:gd name="connsiteX5" fmla="*/ 486125 w 2708030"/>
                                      <a:gd name="connsiteY5" fmla="*/ 1514679 h 1950125"/>
                                      <a:gd name="connsiteX6" fmla="*/ 758265 w 2708030"/>
                                      <a:gd name="connsiteY6" fmla="*/ 1329622 h 1950125"/>
                                      <a:gd name="connsiteX7" fmla="*/ 1133317 w 2708030"/>
                                      <a:gd name="connsiteY7" fmla="*/ 1513113 h 1950125"/>
                                      <a:gd name="connsiteX8" fmla="*/ 1465838 w 2708030"/>
                                      <a:gd name="connsiteY8" fmla="*/ 1264307 h 1950125"/>
                                      <a:gd name="connsiteX9" fmla="*/ 1737981 w 2708030"/>
                                      <a:gd name="connsiteY9" fmla="*/ 1373166 h 1950125"/>
                                      <a:gd name="connsiteX10" fmla="*/ 1835953 w 2708030"/>
                                      <a:gd name="connsiteY10" fmla="*/ 1579993 h 1950125"/>
                                      <a:gd name="connsiteX11" fmla="*/ 2663266 w 2708030"/>
                                      <a:gd name="connsiteY11" fmla="*/ 1775936 h 1950125"/>
                                      <a:gd name="connsiteX12" fmla="*/ 2565295 w 2708030"/>
                                      <a:gd name="connsiteY12" fmla="*/ 1950107 h 1950125"/>
                                      <a:gd name="connsiteX13" fmla="*/ 2293152 w 2708030"/>
                                      <a:gd name="connsiteY13" fmla="*/ 1786822 h 1950125"/>
                                      <a:gd name="connsiteX14" fmla="*/ 2010123 w 2708030"/>
                                      <a:gd name="connsiteY14" fmla="*/ 1743279 h 1950125"/>
                                      <a:gd name="connsiteX15" fmla="*/ 1770637 w 2708030"/>
                                      <a:gd name="connsiteY15" fmla="*/ 1873908 h 1950125"/>
                                      <a:gd name="connsiteX0" fmla="*/ 251574 w 2708030"/>
                                      <a:gd name="connsiteY0" fmla="*/ 0 h 1950125"/>
                                      <a:gd name="connsiteX1" fmla="*/ 83352 w 2708030"/>
                                      <a:gd name="connsiteY1" fmla="*/ 164850 h 1950125"/>
                                      <a:gd name="connsiteX2" fmla="*/ 18038 w 2708030"/>
                                      <a:gd name="connsiteY2" fmla="*/ 426108 h 1950125"/>
                                      <a:gd name="connsiteX3" fmla="*/ 18037 w 2708030"/>
                                      <a:gd name="connsiteY3" fmla="*/ 741794 h 1950125"/>
                                      <a:gd name="connsiteX4" fmla="*/ 224867 w 2708030"/>
                                      <a:gd name="connsiteY4" fmla="*/ 1155450 h 1950125"/>
                                      <a:gd name="connsiteX5" fmla="*/ 486125 w 2708030"/>
                                      <a:gd name="connsiteY5" fmla="*/ 1427594 h 1950125"/>
                                      <a:gd name="connsiteX6" fmla="*/ 758265 w 2708030"/>
                                      <a:gd name="connsiteY6" fmla="*/ 1329622 h 1950125"/>
                                      <a:gd name="connsiteX7" fmla="*/ 1133317 w 2708030"/>
                                      <a:gd name="connsiteY7" fmla="*/ 1513113 h 1950125"/>
                                      <a:gd name="connsiteX8" fmla="*/ 1465838 w 2708030"/>
                                      <a:gd name="connsiteY8" fmla="*/ 1264307 h 1950125"/>
                                      <a:gd name="connsiteX9" fmla="*/ 1737981 w 2708030"/>
                                      <a:gd name="connsiteY9" fmla="*/ 1373166 h 1950125"/>
                                      <a:gd name="connsiteX10" fmla="*/ 1835953 w 2708030"/>
                                      <a:gd name="connsiteY10" fmla="*/ 1579993 h 1950125"/>
                                      <a:gd name="connsiteX11" fmla="*/ 2663266 w 2708030"/>
                                      <a:gd name="connsiteY11" fmla="*/ 1775936 h 1950125"/>
                                      <a:gd name="connsiteX12" fmla="*/ 2565295 w 2708030"/>
                                      <a:gd name="connsiteY12" fmla="*/ 1950107 h 1950125"/>
                                      <a:gd name="connsiteX13" fmla="*/ 2293152 w 2708030"/>
                                      <a:gd name="connsiteY13" fmla="*/ 1786822 h 1950125"/>
                                      <a:gd name="connsiteX14" fmla="*/ 2010123 w 2708030"/>
                                      <a:gd name="connsiteY14" fmla="*/ 1743279 h 1950125"/>
                                      <a:gd name="connsiteX15" fmla="*/ 1770637 w 2708030"/>
                                      <a:gd name="connsiteY15" fmla="*/ 1873908 h 1950125"/>
                                      <a:gd name="connsiteX0" fmla="*/ 251574 w 2588288"/>
                                      <a:gd name="connsiteY0" fmla="*/ 0 h 1951940"/>
                                      <a:gd name="connsiteX1" fmla="*/ 83352 w 2588288"/>
                                      <a:gd name="connsiteY1" fmla="*/ 164850 h 1951940"/>
                                      <a:gd name="connsiteX2" fmla="*/ 18038 w 2588288"/>
                                      <a:gd name="connsiteY2" fmla="*/ 426108 h 1951940"/>
                                      <a:gd name="connsiteX3" fmla="*/ 18037 w 2588288"/>
                                      <a:gd name="connsiteY3" fmla="*/ 741794 h 1951940"/>
                                      <a:gd name="connsiteX4" fmla="*/ 224867 w 2588288"/>
                                      <a:gd name="connsiteY4" fmla="*/ 1155450 h 1951940"/>
                                      <a:gd name="connsiteX5" fmla="*/ 486125 w 2588288"/>
                                      <a:gd name="connsiteY5" fmla="*/ 1427594 h 1951940"/>
                                      <a:gd name="connsiteX6" fmla="*/ 758265 w 2588288"/>
                                      <a:gd name="connsiteY6" fmla="*/ 1329622 h 1951940"/>
                                      <a:gd name="connsiteX7" fmla="*/ 1133317 w 2588288"/>
                                      <a:gd name="connsiteY7" fmla="*/ 1513113 h 1951940"/>
                                      <a:gd name="connsiteX8" fmla="*/ 1465838 w 2588288"/>
                                      <a:gd name="connsiteY8" fmla="*/ 1264307 h 1951940"/>
                                      <a:gd name="connsiteX9" fmla="*/ 1737981 w 2588288"/>
                                      <a:gd name="connsiteY9" fmla="*/ 1373166 h 1951940"/>
                                      <a:gd name="connsiteX10" fmla="*/ 1835953 w 2588288"/>
                                      <a:gd name="connsiteY10" fmla="*/ 1579993 h 1951940"/>
                                      <a:gd name="connsiteX11" fmla="*/ 1661780 w 2588288"/>
                                      <a:gd name="connsiteY11" fmla="*/ 1667078 h 1951940"/>
                                      <a:gd name="connsiteX12" fmla="*/ 2565295 w 2588288"/>
                                      <a:gd name="connsiteY12" fmla="*/ 1950107 h 1951940"/>
                                      <a:gd name="connsiteX13" fmla="*/ 2293152 w 2588288"/>
                                      <a:gd name="connsiteY13" fmla="*/ 1786822 h 1951940"/>
                                      <a:gd name="connsiteX14" fmla="*/ 2010123 w 2588288"/>
                                      <a:gd name="connsiteY14" fmla="*/ 1743279 h 1951940"/>
                                      <a:gd name="connsiteX15" fmla="*/ 1770637 w 2588288"/>
                                      <a:gd name="connsiteY15" fmla="*/ 1873908 h 1951940"/>
                                      <a:gd name="connsiteX0" fmla="*/ 251574 w 2311227"/>
                                      <a:gd name="connsiteY0" fmla="*/ 0 h 1873908"/>
                                      <a:gd name="connsiteX1" fmla="*/ 83352 w 2311227"/>
                                      <a:gd name="connsiteY1" fmla="*/ 164850 h 1873908"/>
                                      <a:gd name="connsiteX2" fmla="*/ 18038 w 2311227"/>
                                      <a:gd name="connsiteY2" fmla="*/ 426108 h 1873908"/>
                                      <a:gd name="connsiteX3" fmla="*/ 18037 w 2311227"/>
                                      <a:gd name="connsiteY3" fmla="*/ 741794 h 1873908"/>
                                      <a:gd name="connsiteX4" fmla="*/ 224867 w 2311227"/>
                                      <a:gd name="connsiteY4" fmla="*/ 1155450 h 1873908"/>
                                      <a:gd name="connsiteX5" fmla="*/ 486125 w 2311227"/>
                                      <a:gd name="connsiteY5" fmla="*/ 1427594 h 1873908"/>
                                      <a:gd name="connsiteX6" fmla="*/ 758265 w 2311227"/>
                                      <a:gd name="connsiteY6" fmla="*/ 1329622 h 1873908"/>
                                      <a:gd name="connsiteX7" fmla="*/ 1133317 w 2311227"/>
                                      <a:gd name="connsiteY7" fmla="*/ 1513113 h 1873908"/>
                                      <a:gd name="connsiteX8" fmla="*/ 1465838 w 2311227"/>
                                      <a:gd name="connsiteY8" fmla="*/ 1264307 h 1873908"/>
                                      <a:gd name="connsiteX9" fmla="*/ 1737981 w 2311227"/>
                                      <a:gd name="connsiteY9" fmla="*/ 1373166 h 1873908"/>
                                      <a:gd name="connsiteX10" fmla="*/ 1835953 w 2311227"/>
                                      <a:gd name="connsiteY10" fmla="*/ 1579993 h 1873908"/>
                                      <a:gd name="connsiteX11" fmla="*/ 1661780 w 2311227"/>
                                      <a:gd name="connsiteY11" fmla="*/ 1667078 h 1873908"/>
                                      <a:gd name="connsiteX12" fmla="*/ 1454952 w 2311227"/>
                                      <a:gd name="connsiteY12" fmla="*/ 1536450 h 1873908"/>
                                      <a:gd name="connsiteX13" fmla="*/ 2293152 w 2311227"/>
                                      <a:gd name="connsiteY13" fmla="*/ 1786822 h 1873908"/>
                                      <a:gd name="connsiteX14" fmla="*/ 2010123 w 2311227"/>
                                      <a:gd name="connsiteY14" fmla="*/ 1743279 h 1873908"/>
                                      <a:gd name="connsiteX15" fmla="*/ 1770637 w 2311227"/>
                                      <a:gd name="connsiteY15" fmla="*/ 1873908 h 1873908"/>
                                      <a:gd name="connsiteX0" fmla="*/ 251574 w 2030446"/>
                                      <a:gd name="connsiteY0" fmla="*/ 0 h 1873908"/>
                                      <a:gd name="connsiteX1" fmla="*/ 83352 w 2030446"/>
                                      <a:gd name="connsiteY1" fmla="*/ 164850 h 1873908"/>
                                      <a:gd name="connsiteX2" fmla="*/ 18038 w 2030446"/>
                                      <a:gd name="connsiteY2" fmla="*/ 426108 h 1873908"/>
                                      <a:gd name="connsiteX3" fmla="*/ 18037 w 2030446"/>
                                      <a:gd name="connsiteY3" fmla="*/ 741794 h 1873908"/>
                                      <a:gd name="connsiteX4" fmla="*/ 224867 w 2030446"/>
                                      <a:gd name="connsiteY4" fmla="*/ 1155450 h 1873908"/>
                                      <a:gd name="connsiteX5" fmla="*/ 486125 w 2030446"/>
                                      <a:gd name="connsiteY5" fmla="*/ 1427594 h 1873908"/>
                                      <a:gd name="connsiteX6" fmla="*/ 758265 w 2030446"/>
                                      <a:gd name="connsiteY6" fmla="*/ 1329622 h 1873908"/>
                                      <a:gd name="connsiteX7" fmla="*/ 1133317 w 2030446"/>
                                      <a:gd name="connsiteY7" fmla="*/ 1513113 h 1873908"/>
                                      <a:gd name="connsiteX8" fmla="*/ 1465838 w 2030446"/>
                                      <a:gd name="connsiteY8" fmla="*/ 1264307 h 1873908"/>
                                      <a:gd name="connsiteX9" fmla="*/ 1737981 w 2030446"/>
                                      <a:gd name="connsiteY9" fmla="*/ 1373166 h 1873908"/>
                                      <a:gd name="connsiteX10" fmla="*/ 1835953 w 2030446"/>
                                      <a:gd name="connsiteY10" fmla="*/ 1579993 h 1873908"/>
                                      <a:gd name="connsiteX11" fmla="*/ 1661780 w 2030446"/>
                                      <a:gd name="connsiteY11" fmla="*/ 1667078 h 1873908"/>
                                      <a:gd name="connsiteX12" fmla="*/ 1454952 w 2030446"/>
                                      <a:gd name="connsiteY12" fmla="*/ 1536450 h 1873908"/>
                                      <a:gd name="connsiteX13" fmla="*/ 1063067 w 2030446"/>
                                      <a:gd name="connsiteY13" fmla="*/ 1667079 h 1873908"/>
                                      <a:gd name="connsiteX14" fmla="*/ 2010123 w 2030446"/>
                                      <a:gd name="connsiteY14" fmla="*/ 1743279 h 1873908"/>
                                      <a:gd name="connsiteX15" fmla="*/ 1770637 w 2030446"/>
                                      <a:gd name="connsiteY15" fmla="*/ 1873908 h 1873908"/>
                                      <a:gd name="connsiteX0" fmla="*/ 251574 w 1837971"/>
                                      <a:gd name="connsiteY0" fmla="*/ 0 h 1873908"/>
                                      <a:gd name="connsiteX1" fmla="*/ 83352 w 1837971"/>
                                      <a:gd name="connsiteY1" fmla="*/ 164850 h 1873908"/>
                                      <a:gd name="connsiteX2" fmla="*/ 18038 w 1837971"/>
                                      <a:gd name="connsiteY2" fmla="*/ 426108 h 1873908"/>
                                      <a:gd name="connsiteX3" fmla="*/ 18037 w 1837971"/>
                                      <a:gd name="connsiteY3" fmla="*/ 741794 h 1873908"/>
                                      <a:gd name="connsiteX4" fmla="*/ 224867 w 1837971"/>
                                      <a:gd name="connsiteY4" fmla="*/ 1155450 h 1873908"/>
                                      <a:gd name="connsiteX5" fmla="*/ 486125 w 1837971"/>
                                      <a:gd name="connsiteY5" fmla="*/ 1427594 h 1873908"/>
                                      <a:gd name="connsiteX6" fmla="*/ 758265 w 1837971"/>
                                      <a:gd name="connsiteY6" fmla="*/ 1329622 h 1873908"/>
                                      <a:gd name="connsiteX7" fmla="*/ 1133317 w 1837971"/>
                                      <a:gd name="connsiteY7" fmla="*/ 1513113 h 1873908"/>
                                      <a:gd name="connsiteX8" fmla="*/ 1465838 w 1837971"/>
                                      <a:gd name="connsiteY8" fmla="*/ 1264307 h 1873908"/>
                                      <a:gd name="connsiteX9" fmla="*/ 1737981 w 1837971"/>
                                      <a:gd name="connsiteY9" fmla="*/ 1373166 h 1873908"/>
                                      <a:gd name="connsiteX10" fmla="*/ 1835953 w 1837971"/>
                                      <a:gd name="connsiteY10" fmla="*/ 1579993 h 1873908"/>
                                      <a:gd name="connsiteX11" fmla="*/ 1661780 w 1837971"/>
                                      <a:gd name="connsiteY11" fmla="*/ 1667078 h 1873908"/>
                                      <a:gd name="connsiteX12" fmla="*/ 1454952 w 1837971"/>
                                      <a:gd name="connsiteY12" fmla="*/ 1536450 h 1873908"/>
                                      <a:gd name="connsiteX13" fmla="*/ 1063067 w 1837971"/>
                                      <a:gd name="connsiteY13" fmla="*/ 1667079 h 1873908"/>
                                      <a:gd name="connsiteX14" fmla="*/ 758266 w 1837971"/>
                                      <a:gd name="connsiteY14" fmla="*/ 1547337 h 1873908"/>
                                      <a:gd name="connsiteX15" fmla="*/ 1770637 w 1837971"/>
                                      <a:gd name="connsiteY15" fmla="*/ 1873908 h 1873908"/>
                                      <a:gd name="connsiteX0" fmla="*/ 251574 w 1837971"/>
                                      <a:gd name="connsiteY0" fmla="*/ 0 h 1699737"/>
                                      <a:gd name="connsiteX1" fmla="*/ 83352 w 1837971"/>
                                      <a:gd name="connsiteY1" fmla="*/ 164850 h 1699737"/>
                                      <a:gd name="connsiteX2" fmla="*/ 18038 w 1837971"/>
                                      <a:gd name="connsiteY2" fmla="*/ 426108 h 1699737"/>
                                      <a:gd name="connsiteX3" fmla="*/ 18037 w 1837971"/>
                                      <a:gd name="connsiteY3" fmla="*/ 741794 h 1699737"/>
                                      <a:gd name="connsiteX4" fmla="*/ 224867 w 1837971"/>
                                      <a:gd name="connsiteY4" fmla="*/ 1155450 h 1699737"/>
                                      <a:gd name="connsiteX5" fmla="*/ 486125 w 1837971"/>
                                      <a:gd name="connsiteY5" fmla="*/ 1427594 h 1699737"/>
                                      <a:gd name="connsiteX6" fmla="*/ 758265 w 1837971"/>
                                      <a:gd name="connsiteY6" fmla="*/ 1329622 h 1699737"/>
                                      <a:gd name="connsiteX7" fmla="*/ 1133317 w 1837971"/>
                                      <a:gd name="connsiteY7" fmla="*/ 1513113 h 1699737"/>
                                      <a:gd name="connsiteX8" fmla="*/ 1465838 w 1837971"/>
                                      <a:gd name="connsiteY8" fmla="*/ 1264307 h 1699737"/>
                                      <a:gd name="connsiteX9" fmla="*/ 1737981 w 1837971"/>
                                      <a:gd name="connsiteY9" fmla="*/ 1373166 h 1699737"/>
                                      <a:gd name="connsiteX10" fmla="*/ 1835953 w 1837971"/>
                                      <a:gd name="connsiteY10" fmla="*/ 1579993 h 1699737"/>
                                      <a:gd name="connsiteX11" fmla="*/ 1661780 w 1837971"/>
                                      <a:gd name="connsiteY11" fmla="*/ 1667078 h 1699737"/>
                                      <a:gd name="connsiteX12" fmla="*/ 1454952 w 1837971"/>
                                      <a:gd name="connsiteY12" fmla="*/ 1536450 h 1699737"/>
                                      <a:gd name="connsiteX13" fmla="*/ 1063067 w 1837971"/>
                                      <a:gd name="connsiteY13" fmla="*/ 1667079 h 1699737"/>
                                      <a:gd name="connsiteX14" fmla="*/ 758266 w 1837971"/>
                                      <a:gd name="connsiteY14" fmla="*/ 1547337 h 1699737"/>
                                      <a:gd name="connsiteX15" fmla="*/ 736494 w 1837971"/>
                                      <a:gd name="connsiteY15" fmla="*/ 1699737 h 1699737"/>
                                      <a:gd name="connsiteX0" fmla="*/ 251574 w 1837971"/>
                                      <a:gd name="connsiteY0" fmla="*/ 0 h 1710586"/>
                                      <a:gd name="connsiteX1" fmla="*/ 83352 w 1837971"/>
                                      <a:gd name="connsiteY1" fmla="*/ 164850 h 1710586"/>
                                      <a:gd name="connsiteX2" fmla="*/ 18038 w 1837971"/>
                                      <a:gd name="connsiteY2" fmla="*/ 426108 h 1710586"/>
                                      <a:gd name="connsiteX3" fmla="*/ 18037 w 1837971"/>
                                      <a:gd name="connsiteY3" fmla="*/ 741794 h 1710586"/>
                                      <a:gd name="connsiteX4" fmla="*/ 224867 w 1837971"/>
                                      <a:gd name="connsiteY4" fmla="*/ 1155450 h 1710586"/>
                                      <a:gd name="connsiteX5" fmla="*/ 486125 w 1837971"/>
                                      <a:gd name="connsiteY5" fmla="*/ 1427594 h 1710586"/>
                                      <a:gd name="connsiteX6" fmla="*/ 758265 w 1837971"/>
                                      <a:gd name="connsiteY6" fmla="*/ 1329622 h 1710586"/>
                                      <a:gd name="connsiteX7" fmla="*/ 1133317 w 1837971"/>
                                      <a:gd name="connsiteY7" fmla="*/ 1513113 h 1710586"/>
                                      <a:gd name="connsiteX8" fmla="*/ 1465838 w 1837971"/>
                                      <a:gd name="connsiteY8" fmla="*/ 1264307 h 1710586"/>
                                      <a:gd name="connsiteX9" fmla="*/ 1737981 w 1837971"/>
                                      <a:gd name="connsiteY9" fmla="*/ 1373166 h 1710586"/>
                                      <a:gd name="connsiteX10" fmla="*/ 1835953 w 1837971"/>
                                      <a:gd name="connsiteY10" fmla="*/ 1579993 h 1710586"/>
                                      <a:gd name="connsiteX11" fmla="*/ 1661780 w 1837971"/>
                                      <a:gd name="connsiteY11" fmla="*/ 1667078 h 1710586"/>
                                      <a:gd name="connsiteX12" fmla="*/ 1454952 w 1837971"/>
                                      <a:gd name="connsiteY12" fmla="*/ 1536450 h 1710586"/>
                                      <a:gd name="connsiteX13" fmla="*/ 1063067 w 1837971"/>
                                      <a:gd name="connsiteY13" fmla="*/ 1667079 h 1710586"/>
                                      <a:gd name="connsiteX14" fmla="*/ 758266 w 1837971"/>
                                      <a:gd name="connsiteY14" fmla="*/ 1547337 h 1710586"/>
                                      <a:gd name="connsiteX15" fmla="*/ 736494 w 1837971"/>
                                      <a:gd name="connsiteY15" fmla="*/ 1699737 h 1710586"/>
                                      <a:gd name="connsiteX16" fmla="*/ 687003 w 1837971"/>
                                      <a:gd name="connsiteY16" fmla="*/ 1698171 h 1710586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736494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425746 w 1837971"/>
                                      <a:gd name="connsiteY17" fmla="*/ 1676399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18" fmla="*/ 186260 w 1837971"/>
                                      <a:gd name="connsiteY18" fmla="*/ 1447799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18" fmla="*/ 55631 w 1837971"/>
                                      <a:gd name="connsiteY18" fmla="*/ 1458684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18" fmla="*/ 55631 w 1837971"/>
                                      <a:gd name="connsiteY18" fmla="*/ 1458684 h 1705605"/>
                                      <a:gd name="connsiteX19" fmla="*/ 33860 w 1837971"/>
                                      <a:gd name="connsiteY19" fmla="*/ 1447799 h 1705605"/>
                                      <a:gd name="connsiteX0" fmla="*/ 359229 w 1945626"/>
                                      <a:gd name="connsiteY0" fmla="*/ 0 h 1705605"/>
                                      <a:gd name="connsiteX1" fmla="*/ 191007 w 1945626"/>
                                      <a:gd name="connsiteY1" fmla="*/ 164850 h 1705605"/>
                                      <a:gd name="connsiteX2" fmla="*/ 125693 w 1945626"/>
                                      <a:gd name="connsiteY2" fmla="*/ 426108 h 1705605"/>
                                      <a:gd name="connsiteX3" fmla="*/ 125692 w 1945626"/>
                                      <a:gd name="connsiteY3" fmla="*/ 741794 h 1705605"/>
                                      <a:gd name="connsiteX4" fmla="*/ 332522 w 1945626"/>
                                      <a:gd name="connsiteY4" fmla="*/ 1155450 h 1705605"/>
                                      <a:gd name="connsiteX5" fmla="*/ 593780 w 1945626"/>
                                      <a:gd name="connsiteY5" fmla="*/ 1427594 h 1705605"/>
                                      <a:gd name="connsiteX6" fmla="*/ 865920 w 1945626"/>
                                      <a:gd name="connsiteY6" fmla="*/ 1329622 h 1705605"/>
                                      <a:gd name="connsiteX7" fmla="*/ 1240972 w 1945626"/>
                                      <a:gd name="connsiteY7" fmla="*/ 1513113 h 1705605"/>
                                      <a:gd name="connsiteX8" fmla="*/ 1573493 w 1945626"/>
                                      <a:gd name="connsiteY8" fmla="*/ 1264307 h 1705605"/>
                                      <a:gd name="connsiteX9" fmla="*/ 1845636 w 1945626"/>
                                      <a:gd name="connsiteY9" fmla="*/ 1373166 h 1705605"/>
                                      <a:gd name="connsiteX10" fmla="*/ 1943608 w 1945626"/>
                                      <a:gd name="connsiteY10" fmla="*/ 1579993 h 1705605"/>
                                      <a:gd name="connsiteX11" fmla="*/ 1769435 w 1945626"/>
                                      <a:gd name="connsiteY11" fmla="*/ 1667078 h 1705605"/>
                                      <a:gd name="connsiteX12" fmla="*/ 1562607 w 1945626"/>
                                      <a:gd name="connsiteY12" fmla="*/ 1536450 h 1705605"/>
                                      <a:gd name="connsiteX13" fmla="*/ 1170722 w 1945626"/>
                                      <a:gd name="connsiteY13" fmla="*/ 1667079 h 1705605"/>
                                      <a:gd name="connsiteX14" fmla="*/ 865921 w 1945626"/>
                                      <a:gd name="connsiteY14" fmla="*/ 1547337 h 1705605"/>
                                      <a:gd name="connsiteX15" fmla="*/ 757063 w 1945626"/>
                                      <a:gd name="connsiteY15" fmla="*/ 1699737 h 1705605"/>
                                      <a:gd name="connsiteX16" fmla="*/ 544287 w 1945626"/>
                                      <a:gd name="connsiteY16" fmla="*/ 1676400 h 1705605"/>
                                      <a:gd name="connsiteX17" fmla="*/ 304801 w 1945626"/>
                                      <a:gd name="connsiteY17" fmla="*/ 1458684 h 1705605"/>
                                      <a:gd name="connsiteX18" fmla="*/ 163286 w 1945626"/>
                                      <a:gd name="connsiteY18" fmla="*/ 1458684 h 1705605"/>
                                      <a:gd name="connsiteX19" fmla="*/ 0 w 1945626"/>
                                      <a:gd name="connsiteY19" fmla="*/ 1545770 h 1705605"/>
                                      <a:gd name="connsiteX0" fmla="*/ 374986 w 1961383"/>
                                      <a:gd name="connsiteY0" fmla="*/ 0 h 1705605"/>
                                      <a:gd name="connsiteX1" fmla="*/ 206764 w 1961383"/>
                                      <a:gd name="connsiteY1" fmla="*/ 164850 h 1705605"/>
                                      <a:gd name="connsiteX2" fmla="*/ 141450 w 1961383"/>
                                      <a:gd name="connsiteY2" fmla="*/ 426108 h 1705605"/>
                                      <a:gd name="connsiteX3" fmla="*/ 141449 w 1961383"/>
                                      <a:gd name="connsiteY3" fmla="*/ 741794 h 1705605"/>
                                      <a:gd name="connsiteX4" fmla="*/ 348279 w 1961383"/>
                                      <a:gd name="connsiteY4" fmla="*/ 1155450 h 1705605"/>
                                      <a:gd name="connsiteX5" fmla="*/ 609537 w 1961383"/>
                                      <a:gd name="connsiteY5" fmla="*/ 1427594 h 1705605"/>
                                      <a:gd name="connsiteX6" fmla="*/ 881677 w 1961383"/>
                                      <a:gd name="connsiteY6" fmla="*/ 1329622 h 1705605"/>
                                      <a:gd name="connsiteX7" fmla="*/ 1256729 w 1961383"/>
                                      <a:gd name="connsiteY7" fmla="*/ 1513113 h 1705605"/>
                                      <a:gd name="connsiteX8" fmla="*/ 1589250 w 1961383"/>
                                      <a:gd name="connsiteY8" fmla="*/ 1264307 h 1705605"/>
                                      <a:gd name="connsiteX9" fmla="*/ 1861393 w 1961383"/>
                                      <a:gd name="connsiteY9" fmla="*/ 1373166 h 1705605"/>
                                      <a:gd name="connsiteX10" fmla="*/ 1959365 w 1961383"/>
                                      <a:gd name="connsiteY10" fmla="*/ 1579993 h 1705605"/>
                                      <a:gd name="connsiteX11" fmla="*/ 1785192 w 1961383"/>
                                      <a:gd name="connsiteY11" fmla="*/ 1667078 h 1705605"/>
                                      <a:gd name="connsiteX12" fmla="*/ 1578364 w 1961383"/>
                                      <a:gd name="connsiteY12" fmla="*/ 1536450 h 1705605"/>
                                      <a:gd name="connsiteX13" fmla="*/ 1186479 w 1961383"/>
                                      <a:gd name="connsiteY13" fmla="*/ 1667079 h 1705605"/>
                                      <a:gd name="connsiteX14" fmla="*/ 881678 w 1961383"/>
                                      <a:gd name="connsiteY14" fmla="*/ 1547337 h 1705605"/>
                                      <a:gd name="connsiteX15" fmla="*/ 772820 w 1961383"/>
                                      <a:gd name="connsiteY15" fmla="*/ 1699737 h 1705605"/>
                                      <a:gd name="connsiteX16" fmla="*/ 560044 w 1961383"/>
                                      <a:gd name="connsiteY16" fmla="*/ 1676400 h 1705605"/>
                                      <a:gd name="connsiteX17" fmla="*/ 320558 w 1961383"/>
                                      <a:gd name="connsiteY17" fmla="*/ 1458684 h 1705605"/>
                                      <a:gd name="connsiteX18" fmla="*/ 179043 w 1961383"/>
                                      <a:gd name="connsiteY18" fmla="*/ 1458684 h 1705605"/>
                                      <a:gd name="connsiteX19" fmla="*/ 15757 w 1961383"/>
                                      <a:gd name="connsiteY19" fmla="*/ 1545770 h 1705605"/>
                                      <a:gd name="connsiteX20" fmla="*/ 4872 w 1961383"/>
                                      <a:gd name="connsiteY20" fmla="*/ 1534885 h 1705605"/>
                                      <a:gd name="connsiteX0" fmla="*/ 446314 w 2032711"/>
                                      <a:gd name="connsiteY0" fmla="*/ 0 h 1796158"/>
                                      <a:gd name="connsiteX1" fmla="*/ 278092 w 2032711"/>
                                      <a:gd name="connsiteY1" fmla="*/ 164850 h 1796158"/>
                                      <a:gd name="connsiteX2" fmla="*/ 212778 w 2032711"/>
                                      <a:gd name="connsiteY2" fmla="*/ 426108 h 1796158"/>
                                      <a:gd name="connsiteX3" fmla="*/ 212777 w 2032711"/>
                                      <a:gd name="connsiteY3" fmla="*/ 741794 h 1796158"/>
                                      <a:gd name="connsiteX4" fmla="*/ 419607 w 2032711"/>
                                      <a:gd name="connsiteY4" fmla="*/ 1155450 h 1796158"/>
                                      <a:gd name="connsiteX5" fmla="*/ 680865 w 2032711"/>
                                      <a:gd name="connsiteY5" fmla="*/ 1427594 h 1796158"/>
                                      <a:gd name="connsiteX6" fmla="*/ 953005 w 2032711"/>
                                      <a:gd name="connsiteY6" fmla="*/ 1329622 h 1796158"/>
                                      <a:gd name="connsiteX7" fmla="*/ 1328057 w 2032711"/>
                                      <a:gd name="connsiteY7" fmla="*/ 1513113 h 1796158"/>
                                      <a:gd name="connsiteX8" fmla="*/ 1660578 w 2032711"/>
                                      <a:gd name="connsiteY8" fmla="*/ 1264307 h 1796158"/>
                                      <a:gd name="connsiteX9" fmla="*/ 1932721 w 2032711"/>
                                      <a:gd name="connsiteY9" fmla="*/ 1373166 h 1796158"/>
                                      <a:gd name="connsiteX10" fmla="*/ 2030693 w 2032711"/>
                                      <a:gd name="connsiteY10" fmla="*/ 1579993 h 1796158"/>
                                      <a:gd name="connsiteX11" fmla="*/ 1856520 w 2032711"/>
                                      <a:gd name="connsiteY11" fmla="*/ 1667078 h 1796158"/>
                                      <a:gd name="connsiteX12" fmla="*/ 1649692 w 2032711"/>
                                      <a:gd name="connsiteY12" fmla="*/ 1536450 h 1796158"/>
                                      <a:gd name="connsiteX13" fmla="*/ 1257807 w 2032711"/>
                                      <a:gd name="connsiteY13" fmla="*/ 1667079 h 1796158"/>
                                      <a:gd name="connsiteX14" fmla="*/ 953006 w 2032711"/>
                                      <a:gd name="connsiteY14" fmla="*/ 1547337 h 1796158"/>
                                      <a:gd name="connsiteX15" fmla="*/ 844148 w 2032711"/>
                                      <a:gd name="connsiteY15" fmla="*/ 1699737 h 1796158"/>
                                      <a:gd name="connsiteX16" fmla="*/ 631372 w 2032711"/>
                                      <a:gd name="connsiteY16" fmla="*/ 1676400 h 1796158"/>
                                      <a:gd name="connsiteX17" fmla="*/ 391886 w 2032711"/>
                                      <a:gd name="connsiteY17" fmla="*/ 1458684 h 1796158"/>
                                      <a:gd name="connsiteX18" fmla="*/ 250371 w 2032711"/>
                                      <a:gd name="connsiteY18" fmla="*/ 1458684 h 1796158"/>
                                      <a:gd name="connsiteX19" fmla="*/ 87085 w 2032711"/>
                                      <a:gd name="connsiteY19" fmla="*/ 1545770 h 1796158"/>
                                      <a:gd name="connsiteX20" fmla="*/ 0 w 2032711"/>
                                      <a:gd name="connsiteY20" fmla="*/ 1796143 h 1796158"/>
                                      <a:gd name="connsiteX0" fmla="*/ 446314 w 2047182"/>
                                      <a:gd name="connsiteY0" fmla="*/ 0 h 1796158"/>
                                      <a:gd name="connsiteX1" fmla="*/ 278092 w 2047182"/>
                                      <a:gd name="connsiteY1" fmla="*/ 164850 h 1796158"/>
                                      <a:gd name="connsiteX2" fmla="*/ 212778 w 2047182"/>
                                      <a:gd name="connsiteY2" fmla="*/ 426108 h 1796158"/>
                                      <a:gd name="connsiteX3" fmla="*/ 212777 w 2047182"/>
                                      <a:gd name="connsiteY3" fmla="*/ 741794 h 1796158"/>
                                      <a:gd name="connsiteX4" fmla="*/ 419607 w 2047182"/>
                                      <a:gd name="connsiteY4" fmla="*/ 1155450 h 1796158"/>
                                      <a:gd name="connsiteX5" fmla="*/ 680865 w 2047182"/>
                                      <a:gd name="connsiteY5" fmla="*/ 1427594 h 1796158"/>
                                      <a:gd name="connsiteX6" fmla="*/ 953005 w 2047182"/>
                                      <a:gd name="connsiteY6" fmla="*/ 1329622 h 1796158"/>
                                      <a:gd name="connsiteX7" fmla="*/ 1328057 w 2047182"/>
                                      <a:gd name="connsiteY7" fmla="*/ 1513113 h 1796158"/>
                                      <a:gd name="connsiteX8" fmla="*/ 1660578 w 2047182"/>
                                      <a:gd name="connsiteY8" fmla="*/ 1264307 h 1796158"/>
                                      <a:gd name="connsiteX9" fmla="*/ 1998035 w 2047182"/>
                                      <a:gd name="connsiteY9" fmla="*/ 1068366 h 1796158"/>
                                      <a:gd name="connsiteX10" fmla="*/ 2030693 w 2047182"/>
                                      <a:gd name="connsiteY10" fmla="*/ 1579993 h 1796158"/>
                                      <a:gd name="connsiteX11" fmla="*/ 1856520 w 2047182"/>
                                      <a:gd name="connsiteY11" fmla="*/ 1667078 h 1796158"/>
                                      <a:gd name="connsiteX12" fmla="*/ 1649692 w 2047182"/>
                                      <a:gd name="connsiteY12" fmla="*/ 1536450 h 1796158"/>
                                      <a:gd name="connsiteX13" fmla="*/ 1257807 w 2047182"/>
                                      <a:gd name="connsiteY13" fmla="*/ 1667079 h 1796158"/>
                                      <a:gd name="connsiteX14" fmla="*/ 953006 w 2047182"/>
                                      <a:gd name="connsiteY14" fmla="*/ 1547337 h 1796158"/>
                                      <a:gd name="connsiteX15" fmla="*/ 844148 w 2047182"/>
                                      <a:gd name="connsiteY15" fmla="*/ 1699737 h 1796158"/>
                                      <a:gd name="connsiteX16" fmla="*/ 631372 w 2047182"/>
                                      <a:gd name="connsiteY16" fmla="*/ 1676400 h 1796158"/>
                                      <a:gd name="connsiteX17" fmla="*/ 391886 w 2047182"/>
                                      <a:gd name="connsiteY17" fmla="*/ 1458684 h 1796158"/>
                                      <a:gd name="connsiteX18" fmla="*/ 250371 w 2047182"/>
                                      <a:gd name="connsiteY18" fmla="*/ 1458684 h 1796158"/>
                                      <a:gd name="connsiteX19" fmla="*/ 87085 w 2047182"/>
                                      <a:gd name="connsiteY19" fmla="*/ 1545770 h 1796158"/>
                                      <a:gd name="connsiteX20" fmla="*/ 0 w 2047182"/>
                                      <a:gd name="connsiteY20" fmla="*/ 1796143 h 1796158"/>
                                      <a:gd name="connsiteX0" fmla="*/ 446314 w 2063456"/>
                                      <a:gd name="connsiteY0" fmla="*/ 0 h 1796158"/>
                                      <a:gd name="connsiteX1" fmla="*/ 278092 w 2063456"/>
                                      <a:gd name="connsiteY1" fmla="*/ 164850 h 1796158"/>
                                      <a:gd name="connsiteX2" fmla="*/ 212778 w 2063456"/>
                                      <a:gd name="connsiteY2" fmla="*/ 426108 h 1796158"/>
                                      <a:gd name="connsiteX3" fmla="*/ 212777 w 2063456"/>
                                      <a:gd name="connsiteY3" fmla="*/ 741794 h 1796158"/>
                                      <a:gd name="connsiteX4" fmla="*/ 419607 w 2063456"/>
                                      <a:gd name="connsiteY4" fmla="*/ 1155450 h 1796158"/>
                                      <a:gd name="connsiteX5" fmla="*/ 680865 w 2063456"/>
                                      <a:gd name="connsiteY5" fmla="*/ 1427594 h 1796158"/>
                                      <a:gd name="connsiteX6" fmla="*/ 953005 w 2063456"/>
                                      <a:gd name="connsiteY6" fmla="*/ 1329622 h 1796158"/>
                                      <a:gd name="connsiteX7" fmla="*/ 1328057 w 2063456"/>
                                      <a:gd name="connsiteY7" fmla="*/ 1513113 h 1796158"/>
                                      <a:gd name="connsiteX8" fmla="*/ 1660578 w 2063456"/>
                                      <a:gd name="connsiteY8" fmla="*/ 1264307 h 1796158"/>
                                      <a:gd name="connsiteX9" fmla="*/ 1998035 w 2063456"/>
                                      <a:gd name="connsiteY9" fmla="*/ 1068366 h 1796158"/>
                                      <a:gd name="connsiteX10" fmla="*/ 2052465 w 2063456"/>
                                      <a:gd name="connsiteY10" fmla="*/ 1340508 h 1796158"/>
                                      <a:gd name="connsiteX11" fmla="*/ 1856520 w 2063456"/>
                                      <a:gd name="connsiteY11" fmla="*/ 1667078 h 1796158"/>
                                      <a:gd name="connsiteX12" fmla="*/ 1649692 w 2063456"/>
                                      <a:gd name="connsiteY12" fmla="*/ 1536450 h 1796158"/>
                                      <a:gd name="connsiteX13" fmla="*/ 1257807 w 2063456"/>
                                      <a:gd name="connsiteY13" fmla="*/ 1667079 h 1796158"/>
                                      <a:gd name="connsiteX14" fmla="*/ 953006 w 2063456"/>
                                      <a:gd name="connsiteY14" fmla="*/ 1547337 h 1796158"/>
                                      <a:gd name="connsiteX15" fmla="*/ 844148 w 2063456"/>
                                      <a:gd name="connsiteY15" fmla="*/ 1699737 h 1796158"/>
                                      <a:gd name="connsiteX16" fmla="*/ 631372 w 2063456"/>
                                      <a:gd name="connsiteY16" fmla="*/ 1676400 h 1796158"/>
                                      <a:gd name="connsiteX17" fmla="*/ 391886 w 2063456"/>
                                      <a:gd name="connsiteY17" fmla="*/ 1458684 h 1796158"/>
                                      <a:gd name="connsiteX18" fmla="*/ 250371 w 2063456"/>
                                      <a:gd name="connsiteY18" fmla="*/ 1458684 h 1796158"/>
                                      <a:gd name="connsiteX19" fmla="*/ 87085 w 2063456"/>
                                      <a:gd name="connsiteY19" fmla="*/ 1545770 h 1796158"/>
                                      <a:gd name="connsiteX20" fmla="*/ 0 w 2063456"/>
                                      <a:gd name="connsiteY20" fmla="*/ 1796143 h 1796158"/>
                                      <a:gd name="connsiteX0" fmla="*/ 446314 w 2063456"/>
                                      <a:gd name="connsiteY0" fmla="*/ 0 h 1796158"/>
                                      <a:gd name="connsiteX1" fmla="*/ 278092 w 2063456"/>
                                      <a:gd name="connsiteY1" fmla="*/ 164850 h 1796158"/>
                                      <a:gd name="connsiteX2" fmla="*/ 212778 w 2063456"/>
                                      <a:gd name="connsiteY2" fmla="*/ 426108 h 1796158"/>
                                      <a:gd name="connsiteX3" fmla="*/ 212777 w 2063456"/>
                                      <a:gd name="connsiteY3" fmla="*/ 741794 h 1796158"/>
                                      <a:gd name="connsiteX4" fmla="*/ 419607 w 2063456"/>
                                      <a:gd name="connsiteY4" fmla="*/ 1155450 h 1796158"/>
                                      <a:gd name="connsiteX5" fmla="*/ 680865 w 2063456"/>
                                      <a:gd name="connsiteY5" fmla="*/ 1427594 h 1796158"/>
                                      <a:gd name="connsiteX6" fmla="*/ 953005 w 2063456"/>
                                      <a:gd name="connsiteY6" fmla="*/ 1329622 h 1796158"/>
                                      <a:gd name="connsiteX7" fmla="*/ 1328057 w 2063456"/>
                                      <a:gd name="connsiteY7" fmla="*/ 1513113 h 1796158"/>
                                      <a:gd name="connsiteX8" fmla="*/ 1660578 w 2063456"/>
                                      <a:gd name="connsiteY8" fmla="*/ 1264307 h 1796158"/>
                                      <a:gd name="connsiteX9" fmla="*/ 1998035 w 2063456"/>
                                      <a:gd name="connsiteY9" fmla="*/ 1068366 h 1796158"/>
                                      <a:gd name="connsiteX10" fmla="*/ 2052465 w 2063456"/>
                                      <a:gd name="connsiteY10" fmla="*/ 1340508 h 1796158"/>
                                      <a:gd name="connsiteX11" fmla="*/ 1856520 w 2063456"/>
                                      <a:gd name="connsiteY11" fmla="*/ 1667078 h 1796158"/>
                                      <a:gd name="connsiteX12" fmla="*/ 1649692 w 2063456"/>
                                      <a:gd name="connsiteY12" fmla="*/ 1536450 h 1796158"/>
                                      <a:gd name="connsiteX13" fmla="*/ 1257807 w 2063456"/>
                                      <a:gd name="connsiteY13" fmla="*/ 1667079 h 1796158"/>
                                      <a:gd name="connsiteX14" fmla="*/ 1007435 w 2063456"/>
                                      <a:gd name="connsiteY14" fmla="*/ 1634422 h 1796158"/>
                                      <a:gd name="connsiteX15" fmla="*/ 844148 w 2063456"/>
                                      <a:gd name="connsiteY15" fmla="*/ 1699737 h 1796158"/>
                                      <a:gd name="connsiteX16" fmla="*/ 631372 w 2063456"/>
                                      <a:gd name="connsiteY16" fmla="*/ 1676400 h 1796158"/>
                                      <a:gd name="connsiteX17" fmla="*/ 391886 w 2063456"/>
                                      <a:gd name="connsiteY17" fmla="*/ 1458684 h 1796158"/>
                                      <a:gd name="connsiteX18" fmla="*/ 250371 w 2063456"/>
                                      <a:gd name="connsiteY18" fmla="*/ 1458684 h 1796158"/>
                                      <a:gd name="connsiteX19" fmla="*/ 87085 w 2063456"/>
                                      <a:gd name="connsiteY19" fmla="*/ 1545770 h 1796158"/>
                                      <a:gd name="connsiteX20" fmla="*/ 0 w 2063456"/>
                                      <a:gd name="connsiteY20" fmla="*/ 1796143 h 1796158"/>
                                      <a:gd name="connsiteX0" fmla="*/ 446314 w 2063456"/>
                                      <a:gd name="connsiteY0" fmla="*/ 0 h 1796158"/>
                                      <a:gd name="connsiteX1" fmla="*/ 278092 w 2063456"/>
                                      <a:gd name="connsiteY1" fmla="*/ 164850 h 1796158"/>
                                      <a:gd name="connsiteX2" fmla="*/ 212778 w 2063456"/>
                                      <a:gd name="connsiteY2" fmla="*/ 426108 h 1796158"/>
                                      <a:gd name="connsiteX3" fmla="*/ 212777 w 2063456"/>
                                      <a:gd name="connsiteY3" fmla="*/ 741794 h 1796158"/>
                                      <a:gd name="connsiteX4" fmla="*/ 419607 w 2063456"/>
                                      <a:gd name="connsiteY4" fmla="*/ 1155450 h 1796158"/>
                                      <a:gd name="connsiteX5" fmla="*/ 680865 w 2063456"/>
                                      <a:gd name="connsiteY5" fmla="*/ 1427594 h 1796158"/>
                                      <a:gd name="connsiteX6" fmla="*/ 953005 w 2063456"/>
                                      <a:gd name="connsiteY6" fmla="*/ 1329622 h 1796158"/>
                                      <a:gd name="connsiteX7" fmla="*/ 1328057 w 2063456"/>
                                      <a:gd name="connsiteY7" fmla="*/ 1513113 h 1796158"/>
                                      <a:gd name="connsiteX8" fmla="*/ 1660578 w 2063456"/>
                                      <a:gd name="connsiteY8" fmla="*/ 1264307 h 1796158"/>
                                      <a:gd name="connsiteX9" fmla="*/ 1998035 w 2063456"/>
                                      <a:gd name="connsiteY9" fmla="*/ 1068366 h 1796158"/>
                                      <a:gd name="connsiteX10" fmla="*/ 2052465 w 2063456"/>
                                      <a:gd name="connsiteY10" fmla="*/ 1340508 h 1796158"/>
                                      <a:gd name="connsiteX11" fmla="*/ 1856520 w 2063456"/>
                                      <a:gd name="connsiteY11" fmla="*/ 1667078 h 1796158"/>
                                      <a:gd name="connsiteX12" fmla="*/ 1649692 w 2063456"/>
                                      <a:gd name="connsiteY12" fmla="*/ 1536450 h 1796158"/>
                                      <a:gd name="connsiteX13" fmla="*/ 1257807 w 2063456"/>
                                      <a:gd name="connsiteY13" fmla="*/ 1667079 h 1796158"/>
                                      <a:gd name="connsiteX14" fmla="*/ 1007435 w 2063456"/>
                                      <a:gd name="connsiteY14" fmla="*/ 1667079 h 1796158"/>
                                      <a:gd name="connsiteX15" fmla="*/ 844148 w 2063456"/>
                                      <a:gd name="connsiteY15" fmla="*/ 1699737 h 1796158"/>
                                      <a:gd name="connsiteX16" fmla="*/ 631372 w 2063456"/>
                                      <a:gd name="connsiteY16" fmla="*/ 1676400 h 1796158"/>
                                      <a:gd name="connsiteX17" fmla="*/ 391886 w 2063456"/>
                                      <a:gd name="connsiteY17" fmla="*/ 1458684 h 1796158"/>
                                      <a:gd name="connsiteX18" fmla="*/ 250371 w 2063456"/>
                                      <a:gd name="connsiteY18" fmla="*/ 1458684 h 1796158"/>
                                      <a:gd name="connsiteX19" fmla="*/ 87085 w 2063456"/>
                                      <a:gd name="connsiteY19" fmla="*/ 1545770 h 1796158"/>
                                      <a:gd name="connsiteX20" fmla="*/ 0 w 2063456"/>
                                      <a:gd name="connsiteY20" fmla="*/ 1796143 h 1796158"/>
                                      <a:gd name="connsiteX0" fmla="*/ 448799 w 2065941"/>
                                      <a:gd name="connsiteY0" fmla="*/ 0 h 1816914"/>
                                      <a:gd name="connsiteX1" fmla="*/ 280577 w 2065941"/>
                                      <a:gd name="connsiteY1" fmla="*/ 164850 h 1816914"/>
                                      <a:gd name="connsiteX2" fmla="*/ 215263 w 2065941"/>
                                      <a:gd name="connsiteY2" fmla="*/ 426108 h 1816914"/>
                                      <a:gd name="connsiteX3" fmla="*/ 215262 w 2065941"/>
                                      <a:gd name="connsiteY3" fmla="*/ 741794 h 1816914"/>
                                      <a:gd name="connsiteX4" fmla="*/ 422092 w 2065941"/>
                                      <a:gd name="connsiteY4" fmla="*/ 1155450 h 1816914"/>
                                      <a:gd name="connsiteX5" fmla="*/ 683350 w 2065941"/>
                                      <a:gd name="connsiteY5" fmla="*/ 1427594 h 1816914"/>
                                      <a:gd name="connsiteX6" fmla="*/ 955490 w 2065941"/>
                                      <a:gd name="connsiteY6" fmla="*/ 1329622 h 1816914"/>
                                      <a:gd name="connsiteX7" fmla="*/ 1330542 w 2065941"/>
                                      <a:gd name="connsiteY7" fmla="*/ 1513113 h 1816914"/>
                                      <a:gd name="connsiteX8" fmla="*/ 1663063 w 2065941"/>
                                      <a:gd name="connsiteY8" fmla="*/ 1264307 h 1816914"/>
                                      <a:gd name="connsiteX9" fmla="*/ 2000520 w 2065941"/>
                                      <a:gd name="connsiteY9" fmla="*/ 1068366 h 1816914"/>
                                      <a:gd name="connsiteX10" fmla="*/ 2054950 w 2065941"/>
                                      <a:gd name="connsiteY10" fmla="*/ 1340508 h 1816914"/>
                                      <a:gd name="connsiteX11" fmla="*/ 1859005 w 2065941"/>
                                      <a:gd name="connsiteY11" fmla="*/ 1667078 h 1816914"/>
                                      <a:gd name="connsiteX12" fmla="*/ 1652177 w 2065941"/>
                                      <a:gd name="connsiteY12" fmla="*/ 1536450 h 1816914"/>
                                      <a:gd name="connsiteX13" fmla="*/ 1260292 w 2065941"/>
                                      <a:gd name="connsiteY13" fmla="*/ 1667079 h 1816914"/>
                                      <a:gd name="connsiteX14" fmla="*/ 1009920 w 2065941"/>
                                      <a:gd name="connsiteY14" fmla="*/ 1667079 h 1816914"/>
                                      <a:gd name="connsiteX15" fmla="*/ 846633 w 2065941"/>
                                      <a:gd name="connsiteY15" fmla="*/ 1699737 h 1816914"/>
                                      <a:gd name="connsiteX16" fmla="*/ 633857 w 2065941"/>
                                      <a:gd name="connsiteY16" fmla="*/ 1676400 h 1816914"/>
                                      <a:gd name="connsiteX17" fmla="*/ 394371 w 2065941"/>
                                      <a:gd name="connsiteY17" fmla="*/ 1458684 h 1816914"/>
                                      <a:gd name="connsiteX18" fmla="*/ 252856 w 2065941"/>
                                      <a:gd name="connsiteY18" fmla="*/ 1458684 h 1816914"/>
                                      <a:gd name="connsiteX19" fmla="*/ 89570 w 2065941"/>
                                      <a:gd name="connsiteY19" fmla="*/ 1545770 h 1816914"/>
                                      <a:gd name="connsiteX20" fmla="*/ 2485 w 2065941"/>
                                      <a:gd name="connsiteY20" fmla="*/ 1796143 h 1816914"/>
                                      <a:gd name="connsiteX21" fmla="*/ 24257 w 2065941"/>
                                      <a:gd name="connsiteY21" fmla="*/ 1803401 h 1816914"/>
                                      <a:gd name="connsiteX0" fmla="*/ 446980 w 2064122"/>
                                      <a:gd name="connsiteY0" fmla="*/ 0 h 2010230"/>
                                      <a:gd name="connsiteX1" fmla="*/ 278758 w 2064122"/>
                                      <a:gd name="connsiteY1" fmla="*/ 164850 h 2010230"/>
                                      <a:gd name="connsiteX2" fmla="*/ 213444 w 2064122"/>
                                      <a:gd name="connsiteY2" fmla="*/ 426108 h 2010230"/>
                                      <a:gd name="connsiteX3" fmla="*/ 213443 w 2064122"/>
                                      <a:gd name="connsiteY3" fmla="*/ 741794 h 2010230"/>
                                      <a:gd name="connsiteX4" fmla="*/ 420273 w 2064122"/>
                                      <a:gd name="connsiteY4" fmla="*/ 1155450 h 2010230"/>
                                      <a:gd name="connsiteX5" fmla="*/ 681531 w 2064122"/>
                                      <a:gd name="connsiteY5" fmla="*/ 1427594 h 2010230"/>
                                      <a:gd name="connsiteX6" fmla="*/ 953671 w 2064122"/>
                                      <a:gd name="connsiteY6" fmla="*/ 1329622 h 2010230"/>
                                      <a:gd name="connsiteX7" fmla="*/ 1328723 w 2064122"/>
                                      <a:gd name="connsiteY7" fmla="*/ 1513113 h 2010230"/>
                                      <a:gd name="connsiteX8" fmla="*/ 1661244 w 2064122"/>
                                      <a:gd name="connsiteY8" fmla="*/ 1264307 h 2010230"/>
                                      <a:gd name="connsiteX9" fmla="*/ 1998701 w 2064122"/>
                                      <a:gd name="connsiteY9" fmla="*/ 1068366 h 2010230"/>
                                      <a:gd name="connsiteX10" fmla="*/ 2053131 w 2064122"/>
                                      <a:gd name="connsiteY10" fmla="*/ 1340508 h 2010230"/>
                                      <a:gd name="connsiteX11" fmla="*/ 1857186 w 2064122"/>
                                      <a:gd name="connsiteY11" fmla="*/ 1667078 h 2010230"/>
                                      <a:gd name="connsiteX12" fmla="*/ 1650358 w 2064122"/>
                                      <a:gd name="connsiteY12" fmla="*/ 1536450 h 2010230"/>
                                      <a:gd name="connsiteX13" fmla="*/ 1258473 w 2064122"/>
                                      <a:gd name="connsiteY13" fmla="*/ 1667079 h 2010230"/>
                                      <a:gd name="connsiteX14" fmla="*/ 1008101 w 2064122"/>
                                      <a:gd name="connsiteY14" fmla="*/ 1667079 h 2010230"/>
                                      <a:gd name="connsiteX15" fmla="*/ 844814 w 2064122"/>
                                      <a:gd name="connsiteY15" fmla="*/ 1699737 h 2010230"/>
                                      <a:gd name="connsiteX16" fmla="*/ 632038 w 2064122"/>
                                      <a:gd name="connsiteY16" fmla="*/ 1676400 h 2010230"/>
                                      <a:gd name="connsiteX17" fmla="*/ 392552 w 2064122"/>
                                      <a:gd name="connsiteY17" fmla="*/ 1458684 h 2010230"/>
                                      <a:gd name="connsiteX18" fmla="*/ 251037 w 2064122"/>
                                      <a:gd name="connsiteY18" fmla="*/ 1458684 h 2010230"/>
                                      <a:gd name="connsiteX19" fmla="*/ 87751 w 2064122"/>
                                      <a:gd name="connsiteY19" fmla="*/ 1545770 h 2010230"/>
                                      <a:gd name="connsiteX20" fmla="*/ 666 w 2064122"/>
                                      <a:gd name="connsiteY20" fmla="*/ 1796143 h 2010230"/>
                                      <a:gd name="connsiteX21" fmla="*/ 120409 w 2064122"/>
                                      <a:gd name="connsiteY21" fmla="*/ 2010230 h 2010230"/>
                                      <a:gd name="connsiteX0" fmla="*/ 446980 w 2064122"/>
                                      <a:gd name="connsiteY0" fmla="*/ 0 h 2020996"/>
                                      <a:gd name="connsiteX1" fmla="*/ 278758 w 2064122"/>
                                      <a:gd name="connsiteY1" fmla="*/ 164850 h 2020996"/>
                                      <a:gd name="connsiteX2" fmla="*/ 213444 w 2064122"/>
                                      <a:gd name="connsiteY2" fmla="*/ 426108 h 2020996"/>
                                      <a:gd name="connsiteX3" fmla="*/ 213443 w 2064122"/>
                                      <a:gd name="connsiteY3" fmla="*/ 741794 h 2020996"/>
                                      <a:gd name="connsiteX4" fmla="*/ 420273 w 2064122"/>
                                      <a:gd name="connsiteY4" fmla="*/ 1155450 h 2020996"/>
                                      <a:gd name="connsiteX5" fmla="*/ 681531 w 2064122"/>
                                      <a:gd name="connsiteY5" fmla="*/ 1427594 h 2020996"/>
                                      <a:gd name="connsiteX6" fmla="*/ 953671 w 2064122"/>
                                      <a:gd name="connsiteY6" fmla="*/ 1329622 h 2020996"/>
                                      <a:gd name="connsiteX7" fmla="*/ 1328723 w 2064122"/>
                                      <a:gd name="connsiteY7" fmla="*/ 1513113 h 2020996"/>
                                      <a:gd name="connsiteX8" fmla="*/ 1661244 w 2064122"/>
                                      <a:gd name="connsiteY8" fmla="*/ 1264307 h 2020996"/>
                                      <a:gd name="connsiteX9" fmla="*/ 1998701 w 2064122"/>
                                      <a:gd name="connsiteY9" fmla="*/ 1068366 h 2020996"/>
                                      <a:gd name="connsiteX10" fmla="*/ 2053131 w 2064122"/>
                                      <a:gd name="connsiteY10" fmla="*/ 1340508 h 2020996"/>
                                      <a:gd name="connsiteX11" fmla="*/ 1857186 w 2064122"/>
                                      <a:gd name="connsiteY11" fmla="*/ 1667078 h 2020996"/>
                                      <a:gd name="connsiteX12" fmla="*/ 1650358 w 2064122"/>
                                      <a:gd name="connsiteY12" fmla="*/ 1536450 h 2020996"/>
                                      <a:gd name="connsiteX13" fmla="*/ 1258473 w 2064122"/>
                                      <a:gd name="connsiteY13" fmla="*/ 1667079 h 2020996"/>
                                      <a:gd name="connsiteX14" fmla="*/ 1008101 w 2064122"/>
                                      <a:gd name="connsiteY14" fmla="*/ 1667079 h 2020996"/>
                                      <a:gd name="connsiteX15" fmla="*/ 844814 w 2064122"/>
                                      <a:gd name="connsiteY15" fmla="*/ 1699737 h 2020996"/>
                                      <a:gd name="connsiteX16" fmla="*/ 632038 w 2064122"/>
                                      <a:gd name="connsiteY16" fmla="*/ 1676400 h 2020996"/>
                                      <a:gd name="connsiteX17" fmla="*/ 392552 w 2064122"/>
                                      <a:gd name="connsiteY17" fmla="*/ 1458684 h 2020996"/>
                                      <a:gd name="connsiteX18" fmla="*/ 251037 w 2064122"/>
                                      <a:gd name="connsiteY18" fmla="*/ 1458684 h 2020996"/>
                                      <a:gd name="connsiteX19" fmla="*/ 87751 w 2064122"/>
                                      <a:gd name="connsiteY19" fmla="*/ 1545770 h 2020996"/>
                                      <a:gd name="connsiteX20" fmla="*/ 666 w 2064122"/>
                                      <a:gd name="connsiteY20" fmla="*/ 1796143 h 2020996"/>
                                      <a:gd name="connsiteX21" fmla="*/ 120409 w 2064122"/>
                                      <a:gd name="connsiteY21" fmla="*/ 2010230 h 2020996"/>
                                      <a:gd name="connsiteX22" fmla="*/ 98638 w 2064122"/>
                                      <a:gd name="connsiteY22" fmla="*/ 1988459 h 2020996"/>
                                      <a:gd name="connsiteX0" fmla="*/ 446980 w 2064122"/>
                                      <a:gd name="connsiteY0" fmla="*/ 0 h 2022884"/>
                                      <a:gd name="connsiteX1" fmla="*/ 278758 w 2064122"/>
                                      <a:gd name="connsiteY1" fmla="*/ 164850 h 2022884"/>
                                      <a:gd name="connsiteX2" fmla="*/ 213444 w 2064122"/>
                                      <a:gd name="connsiteY2" fmla="*/ 426108 h 2022884"/>
                                      <a:gd name="connsiteX3" fmla="*/ 213443 w 2064122"/>
                                      <a:gd name="connsiteY3" fmla="*/ 741794 h 2022884"/>
                                      <a:gd name="connsiteX4" fmla="*/ 420273 w 2064122"/>
                                      <a:gd name="connsiteY4" fmla="*/ 1155450 h 2022884"/>
                                      <a:gd name="connsiteX5" fmla="*/ 681531 w 2064122"/>
                                      <a:gd name="connsiteY5" fmla="*/ 1427594 h 2022884"/>
                                      <a:gd name="connsiteX6" fmla="*/ 953671 w 2064122"/>
                                      <a:gd name="connsiteY6" fmla="*/ 1329622 h 2022884"/>
                                      <a:gd name="connsiteX7" fmla="*/ 1328723 w 2064122"/>
                                      <a:gd name="connsiteY7" fmla="*/ 1513113 h 2022884"/>
                                      <a:gd name="connsiteX8" fmla="*/ 1661244 w 2064122"/>
                                      <a:gd name="connsiteY8" fmla="*/ 1264307 h 2022884"/>
                                      <a:gd name="connsiteX9" fmla="*/ 1998701 w 2064122"/>
                                      <a:gd name="connsiteY9" fmla="*/ 1068366 h 2022884"/>
                                      <a:gd name="connsiteX10" fmla="*/ 2053131 w 2064122"/>
                                      <a:gd name="connsiteY10" fmla="*/ 1340508 h 2022884"/>
                                      <a:gd name="connsiteX11" fmla="*/ 1857186 w 2064122"/>
                                      <a:gd name="connsiteY11" fmla="*/ 1667078 h 2022884"/>
                                      <a:gd name="connsiteX12" fmla="*/ 1650358 w 2064122"/>
                                      <a:gd name="connsiteY12" fmla="*/ 1536450 h 2022884"/>
                                      <a:gd name="connsiteX13" fmla="*/ 1258473 w 2064122"/>
                                      <a:gd name="connsiteY13" fmla="*/ 1667079 h 2022884"/>
                                      <a:gd name="connsiteX14" fmla="*/ 1008101 w 2064122"/>
                                      <a:gd name="connsiteY14" fmla="*/ 1667079 h 2022884"/>
                                      <a:gd name="connsiteX15" fmla="*/ 844814 w 2064122"/>
                                      <a:gd name="connsiteY15" fmla="*/ 1699737 h 2022884"/>
                                      <a:gd name="connsiteX16" fmla="*/ 632038 w 2064122"/>
                                      <a:gd name="connsiteY16" fmla="*/ 1676400 h 2022884"/>
                                      <a:gd name="connsiteX17" fmla="*/ 392552 w 2064122"/>
                                      <a:gd name="connsiteY17" fmla="*/ 1458684 h 2022884"/>
                                      <a:gd name="connsiteX18" fmla="*/ 251037 w 2064122"/>
                                      <a:gd name="connsiteY18" fmla="*/ 1458684 h 2022884"/>
                                      <a:gd name="connsiteX19" fmla="*/ 87751 w 2064122"/>
                                      <a:gd name="connsiteY19" fmla="*/ 1545770 h 2022884"/>
                                      <a:gd name="connsiteX20" fmla="*/ 666 w 2064122"/>
                                      <a:gd name="connsiteY20" fmla="*/ 1796143 h 2022884"/>
                                      <a:gd name="connsiteX21" fmla="*/ 120409 w 2064122"/>
                                      <a:gd name="connsiteY21" fmla="*/ 2010230 h 2022884"/>
                                      <a:gd name="connsiteX22" fmla="*/ 436095 w 2064122"/>
                                      <a:gd name="connsiteY22" fmla="*/ 1999345 h 2022884"/>
                                      <a:gd name="connsiteX0" fmla="*/ 534066 w 2064122"/>
                                      <a:gd name="connsiteY0" fmla="*/ 0 h 2066427"/>
                                      <a:gd name="connsiteX1" fmla="*/ 278758 w 2064122"/>
                                      <a:gd name="connsiteY1" fmla="*/ 208393 h 2066427"/>
                                      <a:gd name="connsiteX2" fmla="*/ 213444 w 2064122"/>
                                      <a:gd name="connsiteY2" fmla="*/ 469651 h 2066427"/>
                                      <a:gd name="connsiteX3" fmla="*/ 213443 w 2064122"/>
                                      <a:gd name="connsiteY3" fmla="*/ 785337 h 2066427"/>
                                      <a:gd name="connsiteX4" fmla="*/ 420273 w 2064122"/>
                                      <a:gd name="connsiteY4" fmla="*/ 1198993 h 2066427"/>
                                      <a:gd name="connsiteX5" fmla="*/ 681531 w 2064122"/>
                                      <a:gd name="connsiteY5" fmla="*/ 1471137 h 2066427"/>
                                      <a:gd name="connsiteX6" fmla="*/ 953671 w 2064122"/>
                                      <a:gd name="connsiteY6" fmla="*/ 1373165 h 2066427"/>
                                      <a:gd name="connsiteX7" fmla="*/ 1328723 w 2064122"/>
                                      <a:gd name="connsiteY7" fmla="*/ 1556656 h 2066427"/>
                                      <a:gd name="connsiteX8" fmla="*/ 1661244 w 2064122"/>
                                      <a:gd name="connsiteY8" fmla="*/ 1307850 h 2066427"/>
                                      <a:gd name="connsiteX9" fmla="*/ 1998701 w 2064122"/>
                                      <a:gd name="connsiteY9" fmla="*/ 1111909 h 2066427"/>
                                      <a:gd name="connsiteX10" fmla="*/ 2053131 w 2064122"/>
                                      <a:gd name="connsiteY10" fmla="*/ 1384051 h 2066427"/>
                                      <a:gd name="connsiteX11" fmla="*/ 1857186 w 2064122"/>
                                      <a:gd name="connsiteY11" fmla="*/ 1710621 h 2066427"/>
                                      <a:gd name="connsiteX12" fmla="*/ 1650358 w 2064122"/>
                                      <a:gd name="connsiteY12" fmla="*/ 1579993 h 2066427"/>
                                      <a:gd name="connsiteX13" fmla="*/ 1258473 w 2064122"/>
                                      <a:gd name="connsiteY13" fmla="*/ 1710622 h 2066427"/>
                                      <a:gd name="connsiteX14" fmla="*/ 1008101 w 2064122"/>
                                      <a:gd name="connsiteY14" fmla="*/ 1710622 h 2066427"/>
                                      <a:gd name="connsiteX15" fmla="*/ 844814 w 2064122"/>
                                      <a:gd name="connsiteY15" fmla="*/ 1743280 h 2066427"/>
                                      <a:gd name="connsiteX16" fmla="*/ 632038 w 2064122"/>
                                      <a:gd name="connsiteY16" fmla="*/ 1719943 h 2066427"/>
                                      <a:gd name="connsiteX17" fmla="*/ 392552 w 2064122"/>
                                      <a:gd name="connsiteY17" fmla="*/ 1502227 h 2066427"/>
                                      <a:gd name="connsiteX18" fmla="*/ 251037 w 2064122"/>
                                      <a:gd name="connsiteY18" fmla="*/ 1502227 h 2066427"/>
                                      <a:gd name="connsiteX19" fmla="*/ 87751 w 2064122"/>
                                      <a:gd name="connsiteY19" fmla="*/ 1589313 h 2066427"/>
                                      <a:gd name="connsiteX20" fmla="*/ 666 w 2064122"/>
                                      <a:gd name="connsiteY20" fmla="*/ 1839686 h 2066427"/>
                                      <a:gd name="connsiteX21" fmla="*/ 120409 w 2064122"/>
                                      <a:gd name="connsiteY21" fmla="*/ 2053773 h 2066427"/>
                                      <a:gd name="connsiteX22" fmla="*/ 436095 w 2064122"/>
                                      <a:gd name="connsiteY22" fmla="*/ 2042888 h 2066427"/>
                                      <a:gd name="connsiteX0" fmla="*/ 534066 w 2102652"/>
                                      <a:gd name="connsiteY0" fmla="*/ 0 h 2066427"/>
                                      <a:gd name="connsiteX1" fmla="*/ 278758 w 2102652"/>
                                      <a:gd name="connsiteY1" fmla="*/ 208393 h 2066427"/>
                                      <a:gd name="connsiteX2" fmla="*/ 213444 w 2102652"/>
                                      <a:gd name="connsiteY2" fmla="*/ 469651 h 2066427"/>
                                      <a:gd name="connsiteX3" fmla="*/ 213443 w 2102652"/>
                                      <a:gd name="connsiteY3" fmla="*/ 785337 h 2066427"/>
                                      <a:gd name="connsiteX4" fmla="*/ 420273 w 2102652"/>
                                      <a:gd name="connsiteY4" fmla="*/ 1198993 h 2066427"/>
                                      <a:gd name="connsiteX5" fmla="*/ 681531 w 2102652"/>
                                      <a:gd name="connsiteY5" fmla="*/ 1471137 h 2066427"/>
                                      <a:gd name="connsiteX6" fmla="*/ 953671 w 2102652"/>
                                      <a:gd name="connsiteY6" fmla="*/ 1373165 h 2066427"/>
                                      <a:gd name="connsiteX7" fmla="*/ 1328723 w 2102652"/>
                                      <a:gd name="connsiteY7" fmla="*/ 1556656 h 2066427"/>
                                      <a:gd name="connsiteX8" fmla="*/ 1661244 w 2102652"/>
                                      <a:gd name="connsiteY8" fmla="*/ 1307850 h 2066427"/>
                                      <a:gd name="connsiteX9" fmla="*/ 1998701 w 2102652"/>
                                      <a:gd name="connsiteY9" fmla="*/ 1111909 h 2066427"/>
                                      <a:gd name="connsiteX10" fmla="*/ 2096674 w 2102652"/>
                                      <a:gd name="connsiteY10" fmla="*/ 1384051 h 2066427"/>
                                      <a:gd name="connsiteX11" fmla="*/ 1857186 w 2102652"/>
                                      <a:gd name="connsiteY11" fmla="*/ 1710621 h 2066427"/>
                                      <a:gd name="connsiteX12" fmla="*/ 1650358 w 2102652"/>
                                      <a:gd name="connsiteY12" fmla="*/ 1579993 h 2066427"/>
                                      <a:gd name="connsiteX13" fmla="*/ 1258473 w 2102652"/>
                                      <a:gd name="connsiteY13" fmla="*/ 1710622 h 2066427"/>
                                      <a:gd name="connsiteX14" fmla="*/ 1008101 w 2102652"/>
                                      <a:gd name="connsiteY14" fmla="*/ 1710622 h 2066427"/>
                                      <a:gd name="connsiteX15" fmla="*/ 844814 w 2102652"/>
                                      <a:gd name="connsiteY15" fmla="*/ 1743280 h 2066427"/>
                                      <a:gd name="connsiteX16" fmla="*/ 632038 w 2102652"/>
                                      <a:gd name="connsiteY16" fmla="*/ 1719943 h 2066427"/>
                                      <a:gd name="connsiteX17" fmla="*/ 392552 w 2102652"/>
                                      <a:gd name="connsiteY17" fmla="*/ 1502227 h 2066427"/>
                                      <a:gd name="connsiteX18" fmla="*/ 251037 w 2102652"/>
                                      <a:gd name="connsiteY18" fmla="*/ 1502227 h 2066427"/>
                                      <a:gd name="connsiteX19" fmla="*/ 87751 w 2102652"/>
                                      <a:gd name="connsiteY19" fmla="*/ 1589313 h 2066427"/>
                                      <a:gd name="connsiteX20" fmla="*/ 666 w 2102652"/>
                                      <a:gd name="connsiteY20" fmla="*/ 1839686 h 2066427"/>
                                      <a:gd name="connsiteX21" fmla="*/ 120409 w 2102652"/>
                                      <a:gd name="connsiteY21" fmla="*/ 2053773 h 2066427"/>
                                      <a:gd name="connsiteX22" fmla="*/ 436095 w 2102652"/>
                                      <a:gd name="connsiteY22" fmla="*/ 2042888 h 2066427"/>
                                      <a:gd name="connsiteX0" fmla="*/ 534066 w 2112397"/>
                                      <a:gd name="connsiteY0" fmla="*/ 0 h 2066427"/>
                                      <a:gd name="connsiteX1" fmla="*/ 278758 w 2112397"/>
                                      <a:gd name="connsiteY1" fmla="*/ 208393 h 2066427"/>
                                      <a:gd name="connsiteX2" fmla="*/ 213444 w 2112397"/>
                                      <a:gd name="connsiteY2" fmla="*/ 469651 h 2066427"/>
                                      <a:gd name="connsiteX3" fmla="*/ 213443 w 2112397"/>
                                      <a:gd name="connsiteY3" fmla="*/ 785337 h 2066427"/>
                                      <a:gd name="connsiteX4" fmla="*/ 420273 w 2112397"/>
                                      <a:gd name="connsiteY4" fmla="*/ 1198993 h 2066427"/>
                                      <a:gd name="connsiteX5" fmla="*/ 681531 w 2112397"/>
                                      <a:gd name="connsiteY5" fmla="*/ 1471137 h 2066427"/>
                                      <a:gd name="connsiteX6" fmla="*/ 953671 w 2112397"/>
                                      <a:gd name="connsiteY6" fmla="*/ 1373165 h 2066427"/>
                                      <a:gd name="connsiteX7" fmla="*/ 1328723 w 2112397"/>
                                      <a:gd name="connsiteY7" fmla="*/ 1556656 h 2066427"/>
                                      <a:gd name="connsiteX8" fmla="*/ 1661244 w 2112397"/>
                                      <a:gd name="connsiteY8" fmla="*/ 1307850 h 2066427"/>
                                      <a:gd name="connsiteX9" fmla="*/ 2042244 w 2112397"/>
                                      <a:gd name="connsiteY9" fmla="*/ 1057481 h 2066427"/>
                                      <a:gd name="connsiteX10" fmla="*/ 2096674 w 2112397"/>
                                      <a:gd name="connsiteY10" fmla="*/ 1384051 h 2066427"/>
                                      <a:gd name="connsiteX11" fmla="*/ 1857186 w 2112397"/>
                                      <a:gd name="connsiteY11" fmla="*/ 1710621 h 2066427"/>
                                      <a:gd name="connsiteX12" fmla="*/ 1650358 w 2112397"/>
                                      <a:gd name="connsiteY12" fmla="*/ 1579993 h 2066427"/>
                                      <a:gd name="connsiteX13" fmla="*/ 1258473 w 2112397"/>
                                      <a:gd name="connsiteY13" fmla="*/ 1710622 h 2066427"/>
                                      <a:gd name="connsiteX14" fmla="*/ 1008101 w 2112397"/>
                                      <a:gd name="connsiteY14" fmla="*/ 1710622 h 2066427"/>
                                      <a:gd name="connsiteX15" fmla="*/ 844814 w 2112397"/>
                                      <a:gd name="connsiteY15" fmla="*/ 1743280 h 2066427"/>
                                      <a:gd name="connsiteX16" fmla="*/ 632038 w 2112397"/>
                                      <a:gd name="connsiteY16" fmla="*/ 1719943 h 2066427"/>
                                      <a:gd name="connsiteX17" fmla="*/ 392552 w 2112397"/>
                                      <a:gd name="connsiteY17" fmla="*/ 1502227 h 2066427"/>
                                      <a:gd name="connsiteX18" fmla="*/ 251037 w 2112397"/>
                                      <a:gd name="connsiteY18" fmla="*/ 1502227 h 2066427"/>
                                      <a:gd name="connsiteX19" fmla="*/ 87751 w 2112397"/>
                                      <a:gd name="connsiteY19" fmla="*/ 1589313 h 2066427"/>
                                      <a:gd name="connsiteX20" fmla="*/ 666 w 2112397"/>
                                      <a:gd name="connsiteY20" fmla="*/ 1839686 h 2066427"/>
                                      <a:gd name="connsiteX21" fmla="*/ 120409 w 2112397"/>
                                      <a:gd name="connsiteY21" fmla="*/ 2053773 h 2066427"/>
                                      <a:gd name="connsiteX22" fmla="*/ 436095 w 2112397"/>
                                      <a:gd name="connsiteY22" fmla="*/ 2042888 h 2066427"/>
                                      <a:gd name="connsiteX0" fmla="*/ 534066 w 2112397"/>
                                      <a:gd name="connsiteY0" fmla="*/ 0 h 2066427"/>
                                      <a:gd name="connsiteX1" fmla="*/ 278758 w 2112397"/>
                                      <a:gd name="connsiteY1" fmla="*/ 208393 h 2066427"/>
                                      <a:gd name="connsiteX2" fmla="*/ 213444 w 2112397"/>
                                      <a:gd name="connsiteY2" fmla="*/ 469651 h 2066427"/>
                                      <a:gd name="connsiteX3" fmla="*/ 213443 w 2112397"/>
                                      <a:gd name="connsiteY3" fmla="*/ 785337 h 2066427"/>
                                      <a:gd name="connsiteX4" fmla="*/ 420273 w 2112397"/>
                                      <a:gd name="connsiteY4" fmla="*/ 1198993 h 2066427"/>
                                      <a:gd name="connsiteX5" fmla="*/ 681531 w 2112397"/>
                                      <a:gd name="connsiteY5" fmla="*/ 1471137 h 2066427"/>
                                      <a:gd name="connsiteX6" fmla="*/ 953671 w 2112397"/>
                                      <a:gd name="connsiteY6" fmla="*/ 1373165 h 2066427"/>
                                      <a:gd name="connsiteX7" fmla="*/ 1328723 w 2112397"/>
                                      <a:gd name="connsiteY7" fmla="*/ 1556656 h 2066427"/>
                                      <a:gd name="connsiteX8" fmla="*/ 1661244 w 2112397"/>
                                      <a:gd name="connsiteY8" fmla="*/ 1307850 h 2066427"/>
                                      <a:gd name="connsiteX9" fmla="*/ 2042244 w 2112397"/>
                                      <a:gd name="connsiteY9" fmla="*/ 1057481 h 2066427"/>
                                      <a:gd name="connsiteX10" fmla="*/ 2096674 w 2112397"/>
                                      <a:gd name="connsiteY10" fmla="*/ 1384051 h 2066427"/>
                                      <a:gd name="connsiteX11" fmla="*/ 1857186 w 2112397"/>
                                      <a:gd name="connsiteY11" fmla="*/ 1710621 h 2066427"/>
                                      <a:gd name="connsiteX12" fmla="*/ 1650358 w 2112397"/>
                                      <a:gd name="connsiteY12" fmla="*/ 1579993 h 2066427"/>
                                      <a:gd name="connsiteX13" fmla="*/ 1258473 w 2112397"/>
                                      <a:gd name="connsiteY13" fmla="*/ 1710622 h 2066427"/>
                                      <a:gd name="connsiteX14" fmla="*/ 844814 w 2112397"/>
                                      <a:gd name="connsiteY14" fmla="*/ 1743280 h 2066427"/>
                                      <a:gd name="connsiteX15" fmla="*/ 632038 w 2112397"/>
                                      <a:gd name="connsiteY15" fmla="*/ 1719943 h 2066427"/>
                                      <a:gd name="connsiteX16" fmla="*/ 392552 w 2112397"/>
                                      <a:gd name="connsiteY16" fmla="*/ 1502227 h 2066427"/>
                                      <a:gd name="connsiteX17" fmla="*/ 251037 w 2112397"/>
                                      <a:gd name="connsiteY17" fmla="*/ 1502227 h 2066427"/>
                                      <a:gd name="connsiteX18" fmla="*/ 87751 w 2112397"/>
                                      <a:gd name="connsiteY18" fmla="*/ 1589313 h 2066427"/>
                                      <a:gd name="connsiteX19" fmla="*/ 666 w 2112397"/>
                                      <a:gd name="connsiteY19" fmla="*/ 1839686 h 2066427"/>
                                      <a:gd name="connsiteX20" fmla="*/ 120409 w 2112397"/>
                                      <a:gd name="connsiteY20" fmla="*/ 2053773 h 2066427"/>
                                      <a:gd name="connsiteX21" fmla="*/ 436095 w 2112397"/>
                                      <a:gd name="connsiteY21" fmla="*/ 2042888 h 2066427"/>
                                      <a:gd name="connsiteX0" fmla="*/ 534066 w 2112397"/>
                                      <a:gd name="connsiteY0" fmla="*/ 0 h 2066427"/>
                                      <a:gd name="connsiteX1" fmla="*/ 278758 w 2112397"/>
                                      <a:gd name="connsiteY1" fmla="*/ 208393 h 2066427"/>
                                      <a:gd name="connsiteX2" fmla="*/ 213444 w 2112397"/>
                                      <a:gd name="connsiteY2" fmla="*/ 469651 h 2066427"/>
                                      <a:gd name="connsiteX3" fmla="*/ 213443 w 2112397"/>
                                      <a:gd name="connsiteY3" fmla="*/ 785337 h 2066427"/>
                                      <a:gd name="connsiteX4" fmla="*/ 420273 w 2112397"/>
                                      <a:gd name="connsiteY4" fmla="*/ 1198993 h 2066427"/>
                                      <a:gd name="connsiteX5" fmla="*/ 681531 w 2112397"/>
                                      <a:gd name="connsiteY5" fmla="*/ 1471137 h 2066427"/>
                                      <a:gd name="connsiteX6" fmla="*/ 953671 w 2112397"/>
                                      <a:gd name="connsiteY6" fmla="*/ 1373165 h 2066427"/>
                                      <a:gd name="connsiteX7" fmla="*/ 1328723 w 2112397"/>
                                      <a:gd name="connsiteY7" fmla="*/ 1556656 h 2066427"/>
                                      <a:gd name="connsiteX8" fmla="*/ 1661244 w 2112397"/>
                                      <a:gd name="connsiteY8" fmla="*/ 1307850 h 2066427"/>
                                      <a:gd name="connsiteX9" fmla="*/ 2042244 w 2112397"/>
                                      <a:gd name="connsiteY9" fmla="*/ 1057481 h 2066427"/>
                                      <a:gd name="connsiteX10" fmla="*/ 2096674 w 2112397"/>
                                      <a:gd name="connsiteY10" fmla="*/ 1384051 h 2066427"/>
                                      <a:gd name="connsiteX11" fmla="*/ 1857186 w 2112397"/>
                                      <a:gd name="connsiteY11" fmla="*/ 1710621 h 2066427"/>
                                      <a:gd name="connsiteX12" fmla="*/ 1650358 w 2112397"/>
                                      <a:gd name="connsiteY12" fmla="*/ 1579993 h 2066427"/>
                                      <a:gd name="connsiteX13" fmla="*/ 1258473 w 2112397"/>
                                      <a:gd name="connsiteY13" fmla="*/ 1710622 h 2066427"/>
                                      <a:gd name="connsiteX14" fmla="*/ 953672 w 2112397"/>
                                      <a:gd name="connsiteY14" fmla="*/ 1699737 h 2066427"/>
                                      <a:gd name="connsiteX15" fmla="*/ 632038 w 2112397"/>
                                      <a:gd name="connsiteY15" fmla="*/ 1719943 h 2066427"/>
                                      <a:gd name="connsiteX16" fmla="*/ 392552 w 2112397"/>
                                      <a:gd name="connsiteY16" fmla="*/ 1502227 h 2066427"/>
                                      <a:gd name="connsiteX17" fmla="*/ 251037 w 2112397"/>
                                      <a:gd name="connsiteY17" fmla="*/ 1502227 h 2066427"/>
                                      <a:gd name="connsiteX18" fmla="*/ 87751 w 2112397"/>
                                      <a:gd name="connsiteY18" fmla="*/ 1589313 h 2066427"/>
                                      <a:gd name="connsiteX19" fmla="*/ 666 w 2112397"/>
                                      <a:gd name="connsiteY19" fmla="*/ 1839686 h 2066427"/>
                                      <a:gd name="connsiteX20" fmla="*/ 120409 w 2112397"/>
                                      <a:gd name="connsiteY20" fmla="*/ 2053773 h 2066427"/>
                                      <a:gd name="connsiteX21" fmla="*/ 436095 w 2112397"/>
                                      <a:gd name="connsiteY21" fmla="*/ 2042888 h 2066427"/>
                                      <a:gd name="connsiteX0" fmla="*/ 534066 w 2105140"/>
                                      <a:gd name="connsiteY0" fmla="*/ 0 h 2066427"/>
                                      <a:gd name="connsiteX1" fmla="*/ 278758 w 2105140"/>
                                      <a:gd name="connsiteY1" fmla="*/ 208393 h 2066427"/>
                                      <a:gd name="connsiteX2" fmla="*/ 213444 w 2105140"/>
                                      <a:gd name="connsiteY2" fmla="*/ 469651 h 2066427"/>
                                      <a:gd name="connsiteX3" fmla="*/ 213443 w 2105140"/>
                                      <a:gd name="connsiteY3" fmla="*/ 785337 h 2066427"/>
                                      <a:gd name="connsiteX4" fmla="*/ 420273 w 2105140"/>
                                      <a:gd name="connsiteY4" fmla="*/ 1198993 h 2066427"/>
                                      <a:gd name="connsiteX5" fmla="*/ 681531 w 2105140"/>
                                      <a:gd name="connsiteY5" fmla="*/ 1471137 h 2066427"/>
                                      <a:gd name="connsiteX6" fmla="*/ 953671 w 2105140"/>
                                      <a:gd name="connsiteY6" fmla="*/ 1373165 h 2066427"/>
                                      <a:gd name="connsiteX7" fmla="*/ 1328723 w 2105140"/>
                                      <a:gd name="connsiteY7" fmla="*/ 1556656 h 2066427"/>
                                      <a:gd name="connsiteX8" fmla="*/ 1661244 w 2105140"/>
                                      <a:gd name="connsiteY8" fmla="*/ 1307850 h 2066427"/>
                                      <a:gd name="connsiteX9" fmla="*/ 2042244 w 2105140"/>
                                      <a:gd name="connsiteY9" fmla="*/ 1057481 h 2066427"/>
                                      <a:gd name="connsiteX10" fmla="*/ 2096674 w 2105140"/>
                                      <a:gd name="connsiteY10" fmla="*/ 1384051 h 2066427"/>
                                      <a:gd name="connsiteX11" fmla="*/ 1955157 w 2105140"/>
                                      <a:gd name="connsiteY11" fmla="*/ 1634421 h 2066427"/>
                                      <a:gd name="connsiteX12" fmla="*/ 1650358 w 2105140"/>
                                      <a:gd name="connsiteY12" fmla="*/ 1579993 h 2066427"/>
                                      <a:gd name="connsiteX13" fmla="*/ 1258473 w 2105140"/>
                                      <a:gd name="connsiteY13" fmla="*/ 1710622 h 2066427"/>
                                      <a:gd name="connsiteX14" fmla="*/ 953672 w 2105140"/>
                                      <a:gd name="connsiteY14" fmla="*/ 1699737 h 2066427"/>
                                      <a:gd name="connsiteX15" fmla="*/ 632038 w 2105140"/>
                                      <a:gd name="connsiteY15" fmla="*/ 1719943 h 2066427"/>
                                      <a:gd name="connsiteX16" fmla="*/ 392552 w 2105140"/>
                                      <a:gd name="connsiteY16" fmla="*/ 1502227 h 2066427"/>
                                      <a:gd name="connsiteX17" fmla="*/ 251037 w 2105140"/>
                                      <a:gd name="connsiteY17" fmla="*/ 1502227 h 2066427"/>
                                      <a:gd name="connsiteX18" fmla="*/ 87751 w 2105140"/>
                                      <a:gd name="connsiteY18" fmla="*/ 1589313 h 2066427"/>
                                      <a:gd name="connsiteX19" fmla="*/ 666 w 2105140"/>
                                      <a:gd name="connsiteY19" fmla="*/ 1839686 h 2066427"/>
                                      <a:gd name="connsiteX20" fmla="*/ 120409 w 2105140"/>
                                      <a:gd name="connsiteY20" fmla="*/ 2053773 h 2066427"/>
                                      <a:gd name="connsiteX21" fmla="*/ 436095 w 2105140"/>
                                      <a:gd name="connsiteY21" fmla="*/ 2042888 h 2066427"/>
                                      <a:gd name="connsiteX0" fmla="*/ 534066 w 2105140"/>
                                      <a:gd name="connsiteY0" fmla="*/ 0 h 2141103"/>
                                      <a:gd name="connsiteX1" fmla="*/ 278758 w 2105140"/>
                                      <a:gd name="connsiteY1" fmla="*/ 208393 h 2141103"/>
                                      <a:gd name="connsiteX2" fmla="*/ 213444 w 2105140"/>
                                      <a:gd name="connsiteY2" fmla="*/ 469651 h 2141103"/>
                                      <a:gd name="connsiteX3" fmla="*/ 213443 w 2105140"/>
                                      <a:gd name="connsiteY3" fmla="*/ 785337 h 2141103"/>
                                      <a:gd name="connsiteX4" fmla="*/ 420273 w 2105140"/>
                                      <a:gd name="connsiteY4" fmla="*/ 1198993 h 2141103"/>
                                      <a:gd name="connsiteX5" fmla="*/ 681531 w 2105140"/>
                                      <a:gd name="connsiteY5" fmla="*/ 1471137 h 2141103"/>
                                      <a:gd name="connsiteX6" fmla="*/ 953671 w 2105140"/>
                                      <a:gd name="connsiteY6" fmla="*/ 1373165 h 2141103"/>
                                      <a:gd name="connsiteX7" fmla="*/ 1328723 w 2105140"/>
                                      <a:gd name="connsiteY7" fmla="*/ 1556656 h 2141103"/>
                                      <a:gd name="connsiteX8" fmla="*/ 1661244 w 2105140"/>
                                      <a:gd name="connsiteY8" fmla="*/ 1307850 h 2141103"/>
                                      <a:gd name="connsiteX9" fmla="*/ 2042244 w 2105140"/>
                                      <a:gd name="connsiteY9" fmla="*/ 1057481 h 2141103"/>
                                      <a:gd name="connsiteX10" fmla="*/ 2096674 w 2105140"/>
                                      <a:gd name="connsiteY10" fmla="*/ 1384051 h 2141103"/>
                                      <a:gd name="connsiteX11" fmla="*/ 1955157 w 2105140"/>
                                      <a:gd name="connsiteY11" fmla="*/ 1634421 h 2141103"/>
                                      <a:gd name="connsiteX12" fmla="*/ 1650358 w 2105140"/>
                                      <a:gd name="connsiteY12" fmla="*/ 1579993 h 2141103"/>
                                      <a:gd name="connsiteX13" fmla="*/ 1258473 w 2105140"/>
                                      <a:gd name="connsiteY13" fmla="*/ 1710622 h 2141103"/>
                                      <a:gd name="connsiteX14" fmla="*/ 953672 w 2105140"/>
                                      <a:gd name="connsiteY14" fmla="*/ 1699737 h 2141103"/>
                                      <a:gd name="connsiteX15" fmla="*/ 632038 w 2105140"/>
                                      <a:gd name="connsiteY15" fmla="*/ 1719943 h 2141103"/>
                                      <a:gd name="connsiteX16" fmla="*/ 392552 w 2105140"/>
                                      <a:gd name="connsiteY16" fmla="*/ 1502227 h 2141103"/>
                                      <a:gd name="connsiteX17" fmla="*/ 251037 w 2105140"/>
                                      <a:gd name="connsiteY17" fmla="*/ 1502227 h 2141103"/>
                                      <a:gd name="connsiteX18" fmla="*/ 87751 w 2105140"/>
                                      <a:gd name="connsiteY18" fmla="*/ 1589313 h 2141103"/>
                                      <a:gd name="connsiteX19" fmla="*/ 666 w 2105140"/>
                                      <a:gd name="connsiteY19" fmla="*/ 1839686 h 2141103"/>
                                      <a:gd name="connsiteX20" fmla="*/ 120409 w 2105140"/>
                                      <a:gd name="connsiteY20" fmla="*/ 2053773 h 2141103"/>
                                      <a:gd name="connsiteX21" fmla="*/ 436095 w 2105140"/>
                                      <a:gd name="connsiteY21" fmla="*/ 2140859 h 2141103"/>
                                      <a:gd name="connsiteX0" fmla="*/ 534066 w 2105140"/>
                                      <a:gd name="connsiteY0" fmla="*/ 0 h 2162631"/>
                                      <a:gd name="connsiteX1" fmla="*/ 278758 w 2105140"/>
                                      <a:gd name="connsiteY1" fmla="*/ 208393 h 2162631"/>
                                      <a:gd name="connsiteX2" fmla="*/ 213444 w 2105140"/>
                                      <a:gd name="connsiteY2" fmla="*/ 469651 h 2162631"/>
                                      <a:gd name="connsiteX3" fmla="*/ 213443 w 2105140"/>
                                      <a:gd name="connsiteY3" fmla="*/ 785337 h 2162631"/>
                                      <a:gd name="connsiteX4" fmla="*/ 420273 w 2105140"/>
                                      <a:gd name="connsiteY4" fmla="*/ 1198993 h 2162631"/>
                                      <a:gd name="connsiteX5" fmla="*/ 681531 w 2105140"/>
                                      <a:gd name="connsiteY5" fmla="*/ 1471137 h 2162631"/>
                                      <a:gd name="connsiteX6" fmla="*/ 953671 w 2105140"/>
                                      <a:gd name="connsiteY6" fmla="*/ 1373165 h 2162631"/>
                                      <a:gd name="connsiteX7" fmla="*/ 1328723 w 2105140"/>
                                      <a:gd name="connsiteY7" fmla="*/ 1556656 h 2162631"/>
                                      <a:gd name="connsiteX8" fmla="*/ 1661244 w 2105140"/>
                                      <a:gd name="connsiteY8" fmla="*/ 1307850 h 2162631"/>
                                      <a:gd name="connsiteX9" fmla="*/ 2042244 w 2105140"/>
                                      <a:gd name="connsiteY9" fmla="*/ 1057481 h 2162631"/>
                                      <a:gd name="connsiteX10" fmla="*/ 2096674 w 2105140"/>
                                      <a:gd name="connsiteY10" fmla="*/ 1384051 h 2162631"/>
                                      <a:gd name="connsiteX11" fmla="*/ 1955157 w 2105140"/>
                                      <a:gd name="connsiteY11" fmla="*/ 1634421 h 2162631"/>
                                      <a:gd name="connsiteX12" fmla="*/ 1650358 w 2105140"/>
                                      <a:gd name="connsiteY12" fmla="*/ 1579993 h 2162631"/>
                                      <a:gd name="connsiteX13" fmla="*/ 1258473 w 2105140"/>
                                      <a:gd name="connsiteY13" fmla="*/ 1710622 h 2162631"/>
                                      <a:gd name="connsiteX14" fmla="*/ 953672 w 2105140"/>
                                      <a:gd name="connsiteY14" fmla="*/ 1699737 h 2162631"/>
                                      <a:gd name="connsiteX15" fmla="*/ 632038 w 2105140"/>
                                      <a:gd name="connsiteY15" fmla="*/ 1719943 h 2162631"/>
                                      <a:gd name="connsiteX16" fmla="*/ 392552 w 2105140"/>
                                      <a:gd name="connsiteY16" fmla="*/ 1502227 h 2162631"/>
                                      <a:gd name="connsiteX17" fmla="*/ 251037 w 2105140"/>
                                      <a:gd name="connsiteY17" fmla="*/ 1502227 h 2162631"/>
                                      <a:gd name="connsiteX18" fmla="*/ 87751 w 2105140"/>
                                      <a:gd name="connsiteY18" fmla="*/ 1589313 h 2162631"/>
                                      <a:gd name="connsiteX19" fmla="*/ 666 w 2105140"/>
                                      <a:gd name="connsiteY19" fmla="*/ 1839686 h 2162631"/>
                                      <a:gd name="connsiteX20" fmla="*/ 120409 w 2105140"/>
                                      <a:gd name="connsiteY20" fmla="*/ 2053773 h 2162631"/>
                                      <a:gd name="connsiteX21" fmla="*/ 436095 w 2105140"/>
                                      <a:gd name="connsiteY21" fmla="*/ 2140859 h 2162631"/>
                                      <a:gd name="connsiteX22" fmla="*/ 414324 w 2105140"/>
                                      <a:gd name="connsiteY22" fmla="*/ 2162631 h 2162631"/>
                                      <a:gd name="connsiteX0" fmla="*/ 534066 w 2105140"/>
                                      <a:gd name="connsiteY0" fmla="*/ 0 h 2173517"/>
                                      <a:gd name="connsiteX1" fmla="*/ 278758 w 2105140"/>
                                      <a:gd name="connsiteY1" fmla="*/ 208393 h 2173517"/>
                                      <a:gd name="connsiteX2" fmla="*/ 213444 w 2105140"/>
                                      <a:gd name="connsiteY2" fmla="*/ 469651 h 2173517"/>
                                      <a:gd name="connsiteX3" fmla="*/ 213443 w 2105140"/>
                                      <a:gd name="connsiteY3" fmla="*/ 785337 h 2173517"/>
                                      <a:gd name="connsiteX4" fmla="*/ 420273 w 2105140"/>
                                      <a:gd name="connsiteY4" fmla="*/ 1198993 h 2173517"/>
                                      <a:gd name="connsiteX5" fmla="*/ 681531 w 2105140"/>
                                      <a:gd name="connsiteY5" fmla="*/ 1471137 h 2173517"/>
                                      <a:gd name="connsiteX6" fmla="*/ 953671 w 2105140"/>
                                      <a:gd name="connsiteY6" fmla="*/ 1373165 h 2173517"/>
                                      <a:gd name="connsiteX7" fmla="*/ 1328723 w 2105140"/>
                                      <a:gd name="connsiteY7" fmla="*/ 1556656 h 2173517"/>
                                      <a:gd name="connsiteX8" fmla="*/ 1661244 w 2105140"/>
                                      <a:gd name="connsiteY8" fmla="*/ 1307850 h 2173517"/>
                                      <a:gd name="connsiteX9" fmla="*/ 2042244 w 2105140"/>
                                      <a:gd name="connsiteY9" fmla="*/ 1057481 h 2173517"/>
                                      <a:gd name="connsiteX10" fmla="*/ 2096674 w 2105140"/>
                                      <a:gd name="connsiteY10" fmla="*/ 1384051 h 2173517"/>
                                      <a:gd name="connsiteX11" fmla="*/ 1955157 w 2105140"/>
                                      <a:gd name="connsiteY11" fmla="*/ 1634421 h 2173517"/>
                                      <a:gd name="connsiteX12" fmla="*/ 1650358 w 2105140"/>
                                      <a:gd name="connsiteY12" fmla="*/ 1579993 h 2173517"/>
                                      <a:gd name="connsiteX13" fmla="*/ 1258473 w 2105140"/>
                                      <a:gd name="connsiteY13" fmla="*/ 1710622 h 2173517"/>
                                      <a:gd name="connsiteX14" fmla="*/ 953672 w 2105140"/>
                                      <a:gd name="connsiteY14" fmla="*/ 1699737 h 2173517"/>
                                      <a:gd name="connsiteX15" fmla="*/ 632038 w 2105140"/>
                                      <a:gd name="connsiteY15" fmla="*/ 1719943 h 2173517"/>
                                      <a:gd name="connsiteX16" fmla="*/ 392552 w 2105140"/>
                                      <a:gd name="connsiteY16" fmla="*/ 1502227 h 2173517"/>
                                      <a:gd name="connsiteX17" fmla="*/ 251037 w 2105140"/>
                                      <a:gd name="connsiteY17" fmla="*/ 1502227 h 2173517"/>
                                      <a:gd name="connsiteX18" fmla="*/ 87751 w 2105140"/>
                                      <a:gd name="connsiteY18" fmla="*/ 1589313 h 2173517"/>
                                      <a:gd name="connsiteX19" fmla="*/ 666 w 2105140"/>
                                      <a:gd name="connsiteY19" fmla="*/ 1839686 h 2173517"/>
                                      <a:gd name="connsiteX20" fmla="*/ 120409 w 2105140"/>
                                      <a:gd name="connsiteY20" fmla="*/ 2053773 h 2173517"/>
                                      <a:gd name="connsiteX21" fmla="*/ 436095 w 2105140"/>
                                      <a:gd name="connsiteY21" fmla="*/ 2140859 h 2173517"/>
                                      <a:gd name="connsiteX22" fmla="*/ 708238 w 2105140"/>
                                      <a:gd name="connsiteY22" fmla="*/ 2173517 h 2173517"/>
                                      <a:gd name="connsiteX0" fmla="*/ 534066 w 2105140"/>
                                      <a:gd name="connsiteY0" fmla="*/ 0 h 2175936"/>
                                      <a:gd name="connsiteX1" fmla="*/ 278758 w 2105140"/>
                                      <a:gd name="connsiteY1" fmla="*/ 208393 h 2175936"/>
                                      <a:gd name="connsiteX2" fmla="*/ 213444 w 2105140"/>
                                      <a:gd name="connsiteY2" fmla="*/ 469651 h 2175936"/>
                                      <a:gd name="connsiteX3" fmla="*/ 213443 w 2105140"/>
                                      <a:gd name="connsiteY3" fmla="*/ 785337 h 2175936"/>
                                      <a:gd name="connsiteX4" fmla="*/ 420273 w 2105140"/>
                                      <a:gd name="connsiteY4" fmla="*/ 1198993 h 2175936"/>
                                      <a:gd name="connsiteX5" fmla="*/ 681531 w 2105140"/>
                                      <a:gd name="connsiteY5" fmla="*/ 1471137 h 2175936"/>
                                      <a:gd name="connsiteX6" fmla="*/ 953671 w 2105140"/>
                                      <a:gd name="connsiteY6" fmla="*/ 1373165 h 2175936"/>
                                      <a:gd name="connsiteX7" fmla="*/ 1328723 w 2105140"/>
                                      <a:gd name="connsiteY7" fmla="*/ 1556656 h 2175936"/>
                                      <a:gd name="connsiteX8" fmla="*/ 1661244 w 2105140"/>
                                      <a:gd name="connsiteY8" fmla="*/ 1307850 h 2175936"/>
                                      <a:gd name="connsiteX9" fmla="*/ 2042244 w 2105140"/>
                                      <a:gd name="connsiteY9" fmla="*/ 1057481 h 2175936"/>
                                      <a:gd name="connsiteX10" fmla="*/ 2096674 w 2105140"/>
                                      <a:gd name="connsiteY10" fmla="*/ 1384051 h 2175936"/>
                                      <a:gd name="connsiteX11" fmla="*/ 1955157 w 2105140"/>
                                      <a:gd name="connsiteY11" fmla="*/ 1634421 h 2175936"/>
                                      <a:gd name="connsiteX12" fmla="*/ 1650358 w 2105140"/>
                                      <a:gd name="connsiteY12" fmla="*/ 1579993 h 2175936"/>
                                      <a:gd name="connsiteX13" fmla="*/ 1258473 w 2105140"/>
                                      <a:gd name="connsiteY13" fmla="*/ 1710622 h 2175936"/>
                                      <a:gd name="connsiteX14" fmla="*/ 953672 w 2105140"/>
                                      <a:gd name="connsiteY14" fmla="*/ 1699737 h 2175936"/>
                                      <a:gd name="connsiteX15" fmla="*/ 632038 w 2105140"/>
                                      <a:gd name="connsiteY15" fmla="*/ 1719943 h 2175936"/>
                                      <a:gd name="connsiteX16" fmla="*/ 392552 w 2105140"/>
                                      <a:gd name="connsiteY16" fmla="*/ 1502227 h 2175936"/>
                                      <a:gd name="connsiteX17" fmla="*/ 251037 w 2105140"/>
                                      <a:gd name="connsiteY17" fmla="*/ 1502227 h 2175936"/>
                                      <a:gd name="connsiteX18" fmla="*/ 87751 w 2105140"/>
                                      <a:gd name="connsiteY18" fmla="*/ 1589313 h 2175936"/>
                                      <a:gd name="connsiteX19" fmla="*/ 666 w 2105140"/>
                                      <a:gd name="connsiteY19" fmla="*/ 1839686 h 2175936"/>
                                      <a:gd name="connsiteX20" fmla="*/ 120409 w 2105140"/>
                                      <a:gd name="connsiteY20" fmla="*/ 2053773 h 2175936"/>
                                      <a:gd name="connsiteX21" fmla="*/ 436095 w 2105140"/>
                                      <a:gd name="connsiteY21" fmla="*/ 2140859 h 2175936"/>
                                      <a:gd name="connsiteX22" fmla="*/ 708238 w 2105140"/>
                                      <a:gd name="connsiteY22" fmla="*/ 2173517 h 2175936"/>
                                      <a:gd name="connsiteX23" fmla="*/ 730009 w 2105140"/>
                                      <a:gd name="connsiteY23" fmla="*/ 2173517 h 2175936"/>
                                      <a:gd name="connsiteX0" fmla="*/ 534066 w 2105140"/>
                                      <a:gd name="connsiteY0" fmla="*/ 0 h 2174627"/>
                                      <a:gd name="connsiteX1" fmla="*/ 278758 w 2105140"/>
                                      <a:gd name="connsiteY1" fmla="*/ 208393 h 2174627"/>
                                      <a:gd name="connsiteX2" fmla="*/ 213444 w 2105140"/>
                                      <a:gd name="connsiteY2" fmla="*/ 469651 h 2174627"/>
                                      <a:gd name="connsiteX3" fmla="*/ 213443 w 2105140"/>
                                      <a:gd name="connsiteY3" fmla="*/ 785337 h 2174627"/>
                                      <a:gd name="connsiteX4" fmla="*/ 420273 w 2105140"/>
                                      <a:gd name="connsiteY4" fmla="*/ 1198993 h 2174627"/>
                                      <a:gd name="connsiteX5" fmla="*/ 681531 w 2105140"/>
                                      <a:gd name="connsiteY5" fmla="*/ 1471137 h 2174627"/>
                                      <a:gd name="connsiteX6" fmla="*/ 953671 w 2105140"/>
                                      <a:gd name="connsiteY6" fmla="*/ 1373165 h 2174627"/>
                                      <a:gd name="connsiteX7" fmla="*/ 1328723 w 2105140"/>
                                      <a:gd name="connsiteY7" fmla="*/ 1556656 h 2174627"/>
                                      <a:gd name="connsiteX8" fmla="*/ 1661244 w 2105140"/>
                                      <a:gd name="connsiteY8" fmla="*/ 1307850 h 2174627"/>
                                      <a:gd name="connsiteX9" fmla="*/ 2042244 w 2105140"/>
                                      <a:gd name="connsiteY9" fmla="*/ 1057481 h 2174627"/>
                                      <a:gd name="connsiteX10" fmla="*/ 2096674 w 2105140"/>
                                      <a:gd name="connsiteY10" fmla="*/ 1384051 h 2174627"/>
                                      <a:gd name="connsiteX11" fmla="*/ 1955157 w 2105140"/>
                                      <a:gd name="connsiteY11" fmla="*/ 1634421 h 2174627"/>
                                      <a:gd name="connsiteX12" fmla="*/ 1650358 w 2105140"/>
                                      <a:gd name="connsiteY12" fmla="*/ 1579993 h 2174627"/>
                                      <a:gd name="connsiteX13" fmla="*/ 1258473 w 2105140"/>
                                      <a:gd name="connsiteY13" fmla="*/ 1710622 h 2174627"/>
                                      <a:gd name="connsiteX14" fmla="*/ 953672 w 2105140"/>
                                      <a:gd name="connsiteY14" fmla="*/ 1699737 h 2174627"/>
                                      <a:gd name="connsiteX15" fmla="*/ 632038 w 2105140"/>
                                      <a:gd name="connsiteY15" fmla="*/ 1719943 h 2174627"/>
                                      <a:gd name="connsiteX16" fmla="*/ 392552 w 2105140"/>
                                      <a:gd name="connsiteY16" fmla="*/ 1502227 h 2174627"/>
                                      <a:gd name="connsiteX17" fmla="*/ 251037 w 2105140"/>
                                      <a:gd name="connsiteY17" fmla="*/ 1502227 h 2174627"/>
                                      <a:gd name="connsiteX18" fmla="*/ 87751 w 2105140"/>
                                      <a:gd name="connsiteY18" fmla="*/ 1589313 h 2174627"/>
                                      <a:gd name="connsiteX19" fmla="*/ 666 w 2105140"/>
                                      <a:gd name="connsiteY19" fmla="*/ 1839686 h 2174627"/>
                                      <a:gd name="connsiteX20" fmla="*/ 120409 w 2105140"/>
                                      <a:gd name="connsiteY20" fmla="*/ 2053773 h 2174627"/>
                                      <a:gd name="connsiteX21" fmla="*/ 436095 w 2105140"/>
                                      <a:gd name="connsiteY21" fmla="*/ 2140859 h 2174627"/>
                                      <a:gd name="connsiteX22" fmla="*/ 708238 w 2105140"/>
                                      <a:gd name="connsiteY22" fmla="*/ 2173517 h 2174627"/>
                                      <a:gd name="connsiteX23" fmla="*/ 947724 w 2105140"/>
                                      <a:gd name="connsiteY23" fmla="*/ 2162631 h 2174627"/>
                                      <a:gd name="connsiteX0" fmla="*/ 534066 w 2105140"/>
                                      <a:gd name="connsiteY0" fmla="*/ 0 h 2174627"/>
                                      <a:gd name="connsiteX1" fmla="*/ 278758 w 2105140"/>
                                      <a:gd name="connsiteY1" fmla="*/ 208393 h 2174627"/>
                                      <a:gd name="connsiteX2" fmla="*/ 213444 w 2105140"/>
                                      <a:gd name="connsiteY2" fmla="*/ 469651 h 2174627"/>
                                      <a:gd name="connsiteX3" fmla="*/ 213443 w 2105140"/>
                                      <a:gd name="connsiteY3" fmla="*/ 785337 h 2174627"/>
                                      <a:gd name="connsiteX4" fmla="*/ 420273 w 2105140"/>
                                      <a:gd name="connsiteY4" fmla="*/ 1198993 h 2174627"/>
                                      <a:gd name="connsiteX5" fmla="*/ 681531 w 2105140"/>
                                      <a:gd name="connsiteY5" fmla="*/ 1471137 h 2174627"/>
                                      <a:gd name="connsiteX6" fmla="*/ 953671 w 2105140"/>
                                      <a:gd name="connsiteY6" fmla="*/ 1373165 h 2174627"/>
                                      <a:gd name="connsiteX7" fmla="*/ 1328723 w 2105140"/>
                                      <a:gd name="connsiteY7" fmla="*/ 1556656 h 2174627"/>
                                      <a:gd name="connsiteX8" fmla="*/ 1661244 w 2105140"/>
                                      <a:gd name="connsiteY8" fmla="*/ 1307850 h 2174627"/>
                                      <a:gd name="connsiteX9" fmla="*/ 2042244 w 2105140"/>
                                      <a:gd name="connsiteY9" fmla="*/ 1057481 h 2174627"/>
                                      <a:gd name="connsiteX10" fmla="*/ 2096674 w 2105140"/>
                                      <a:gd name="connsiteY10" fmla="*/ 1384051 h 2174627"/>
                                      <a:gd name="connsiteX11" fmla="*/ 1955157 w 2105140"/>
                                      <a:gd name="connsiteY11" fmla="*/ 1634421 h 2174627"/>
                                      <a:gd name="connsiteX12" fmla="*/ 1650358 w 2105140"/>
                                      <a:gd name="connsiteY12" fmla="*/ 1579993 h 2174627"/>
                                      <a:gd name="connsiteX13" fmla="*/ 1258473 w 2105140"/>
                                      <a:gd name="connsiteY13" fmla="*/ 1710622 h 2174627"/>
                                      <a:gd name="connsiteX14" fmla="*/ 953672 w 2105140"/>
                                      <a:gd name="connsiteY14" fmla="*/ 1699737 h 2174627"/>
                                      <a:gd name="connsiteX15" fmla="*/ 632038 w 2105140"/>
                                      <a:gd name="connsiteY15" fmla="*/ 1719943 h 2174627"/>
                                      <a:gd name="connsiteX16" fmla="*/ 392552 w 2105140"/>
                                      <a:gd name="connsiteY16" fmla="*/ 1502227 h 2174627"/>
                                      <a:gd name="connsiteX17" fmla="*/ 251037 w 2105140"/>
                                      <a:gd name="connsiteY17" fmla="*/ 1502227 h 2174627"/>
                                      <a:gd name="connsiteX18" fmla="*/ 87751 w 2105140"/>
                                      <a:gd name="connsiteY18" fmla="*/ 1589313 h 2174627"/>
                                      <a:gd name="connsiteX19" fmla="*/ 666 w 2105140"/>
                                      <a:gd name="connsiteY19" fmla="*/ 1839686 h 2174627"/>
                                      <a:gd name="connsiteX20" fmla="*/ 120409 w 2105140"/>
                                      <a:gd name="connsiteY20" fmla="*/ 2053773 h 2174627"/>
                                      <a:gd name="connsiteX21" fmla="*/ 436095 w 2105140"/>
                                      <a:gd name="connsiteY21" fmla="*/ 2140859 h 2174627"/>
                                      <a:gd name="connsiteX22" fmla="*/ 708238 w 2105140"/>
                                      <a:gd name="connsiteY22" fmla="*/ 2173517 h 2174627"/>
                                      <a:gd name="connsiteX23" fmla="*/ 947724 w 2105140"/>
                                      <a:gd name="connsiteY23" fmla="*/ 2162631 h 2174627"/>
                                      <a:gd name="connsiteX24" fmla="*/ 925952 w 2105140"/>
                                      <a:gd name="connsiteY24" fmla="*/ 2140860 h 2174627"/>
                                      <a:gd name="connsiteX0" fmla="*/ 534066 w 2105140"/>
                                      <a:gd name="connsiteY0" fmla="*/ 0 h 2174627"/>
                                      <a:gd name="connsiteX1" fmla="*/ 278758 w 2105140"/>
                                      <a:gd name="connsiteY1" fmla="*/ 208393 h 2174627"/>
                                      <a:gd name="connsiteX2" fmla="*/ 213444 w 2105140"/>
                                      <a:gd name="connsiteY2" fmla="*/ 469651 h 2174627"/>
                                      <a:gd name="connsiteX3" fmla="*/ 213443 w 2105140"/>
                                      <a:gd name="connsiteY3" fmla="*/ 785337 h 2174627"/>
                                      <a:gd name="connsiteX4" fmla="*/ 420273 w 2105140"/>
                                      <a:gd name="connsiteY4" fmla="*/ 1198993 h 2174627"/>
                                      <a:gd name="connsiteX5" fmla="*/ 681531 w 2105140"/>
                                      <a:gd name="connsiteY5" fmla="*/ 1471137 h 2174627"/>
                                      <a:gd name="connsiteX6" fmla="*/ 953671 w 2105140"/>
                                      <a:gd name="connsiteY6" fmla="*/ 1373165 h 2174627"/>
                                      <a:gd name="connsiteX7" fmla="*/ 1328723 w 2105140"/>
                                      <a:gd name="connsiteY7" fmla="*/ 1556656 h 2174627"/>
                                      <a:gd name="connsiteX8" fmla="*/ 1661244 w 2105140"/>
                                      <a:gd name="connsiteY8" fmla="*/ 1307850 h 2174627"/>
                                      <a:gd name="connsiteX9" fmla="*/ 2042244 w 2105140"/>
                                      <a:gd name="connsiteY9" fmla="*/ 1057481 h 2174627"/>
                                      <a:gd name="connsiteX10" fmla="*/ 2096674 w 2105140"/>
                                      <a:gd name="connsiteY10" fmla="*/ 1384051 h 2174627"/>
                                      <a:gd name="connsiteX11" fmla="*/ 1955157 w 2105140"/>
                                      <a:gd name="connsiteY11" fmla="*/ 1634421 h 2174627"/>
                                      <a:gd name="connsiteX12" fmla="*/ 1650358 w 2105140"/>
                                      <a:gd name="connsiteY12" fmla="*/ 1579993 h 2174627"/>
                                      <a:gd name="connsiteX13" fmla="*/ 1258473 w 2105140"/>
                                      <a:gd name="connsiteY13" fmla="*/ 1710622 h 2174627"/>
                                      <a:gd name="connsiteX14" fmla="*/ 953672 w 2105140"/>
                                      <a:gd name="connsiteY14" fmla="*/ 1699737 h 2174627"/>
                                      <a:gd name="connsiteX15" fmla="*/ 632038 w 2105140"/>
                                      <a:gd name="connsiteY15" fmla="*/ 1719943 h 2174627"/>
                                      <a:gd name="connsiteX16" fmla="*/ 392552 w 2105140"/>
                                      <a:gd name="connsiteY16" fmla="*/ 1502227 h 2174627"/>
                                      <a:gd name="connsiteX17" fmla="*/ 251037 w 2105140"/>
                                      <a:gd name="connsiteY17" fmla="*/ 1502227 h 2174627"/>
                                      <a:gd name="connsiteX18" fmla="*/ 87751 w 2105140"/>
                                      <a:gd name="connsiteY18" fmla="*/ 1589313 h 2174627"/>
                                      <a:gd name="connsiteX19" fmla="*/ 666 w 2105140"/>
                                      <a:gd name="connsiteY19" fmla="*/ 1839686 h 2174627"/>
                                      <a:gd name="connsiteX20" fmla="*/ 120409 w 2105140"/>
                                      <a:gd name="connsiteY20" fmla="*/ 2053773 h 2174627"/>
                                      <a:gd name="connsiteX21" fmla="*/ 436095 w 2105140"/>
                                      <a:gd name="connsiteY21" fmla="*/ 2140859 h 2174627"/>
                                      <a:gd name="connsiteX22" fmla="*/ 708238 w 2105140"/>
                                      <a:gd name="connsiteY22" fmla="*/ 2173517 h 2174627"/>
                                      <a:gd name="connsiteX23" fmla="*/ 947724 w 2105140"/>
                                      <a:gd name="connsiteY23" fmla="*/ 2162631 h 2174627"/>
                                      <a:gd name="connsiteX24" fmla="*/ 1426695 w 2105140"/>
                                      <a:gd name="connsiteY24" fmla="*/ 2119088 h 2174627"/>
                                      <a:gd name="connsiteX0" fmla="*/ 534066 w 2105140"/>
                                      <a:gd name="connsiteY0" fmla="*/ 0 h 2175936"/>
                                      <a:gd name="connsiteX1" fmla="*/ 278758 w 2105140"/>
                                      <a:gd name="connsiteY1" fmla="*/ 208393 h 2175936"/>
                                      <a:gd name="connsiteX2" fmla="*/ 213444 w 2105140"/>
                                      <a:gd name="connsiteY2" fmla="*/ 469651 h 2175936"/>
                                      <a:gd name="connsiteX3" fmla="*/ 213443 w 2105140"/>
                                      <a:gd name="connsiteY3" fmla="*/ 785337 h 2175936"/>
                                      <a:gd name="connsiteX4" fmla="*/ 420273 w 2105140"/>
                                      <a:gd name="connsiteY4" fmla="*/ 1198993 h 2175936"/>
                                      <a:gd name="connsiteX5" fmla="*/ 681531 w 2105140"/>
                                      <a:gd name="connsiteY5" fmla="*/ 1471137 h 2175936"/>
                                      <a:gd name="connsiteX6" fmla="*/ 953671 w 2105140"/>
                                      <a:gd name="connsiteY6" fmla="*/ 1373165 h 2175936"/>
                                      <a:gd name="connsiteX7" fmla="*/ 1328723 w 2105140"/>
                                      <a:gd name="connsiteY7" fmla="*/ 1556656 h 2175936"/>
                                      <a:gd name="connsiteX8" fmla="*/ 1661244 w 2105140"/>
                                      <a:gd name="connsiteY8" fmla="*/ 1307850 h 2175936"/>
                                      <a:gd name="connsiteX9" fmla="*/ 2042244 w 2105140"/>
                                      <a:gd name="connsiteY9" fmla="*/ 1057481 h 2175936"/>
                                      <a:gd name="connsiteX10" fmla="*/ 2096674 w 2105140"/>
                                      <a:gd name="connsiteY10" fmla="*/ 1384051 h 2175936"/>
                                      <a:gd name="connsiteX11" fmla="*/ 1955157 w 2105140"/>
                                      <a:gd name="connsiteY11" fmla="*/ 1634421 h 2175936"/>
                                      <a:gd name="connsiteX12" fmla="*/ 1650358 w 2105140"/>
                                      <a:gd name="connsiteY12" fmla="*/ 1579993 h 2175936"/>
                                      <a:gd name="connsiteX13" fmla="*/ 1258473 w 2105140"/>
                                      <a:gd name="connsiteY13" fmla="*/ 1710622 h 2175936"/>
                                      <a:gd name="connsiteX14" fmla="*/ 953672 w 2105140"/>
                                      <a:gd name="connsiteY14" fmla="*/ 1699737 h 2175936"/>
                                      <a:gd name="connsiteX15" fmla="*/ 632038 w 2105140"/>
                                      <a:gd name="connsiteY15" fmla="*/ 1719943 h 2175936"/>
                                      <a:gd name="connsiteX16" fmla="*/ 392552 w 2105140"/>
                                      <a:gd name="connsiteY16" fmla="*/ 1502227 h 2175936"/>
                                      <a:gd name="connsiteX17" fmla="*/ 251037 w 2105140"/>
                                      <a:gd name="connsiteY17" fmla="*/ 1502227 h 2175936"/>
                                      <a:gd name="connsiteX18" fmla="*/ 87751 w 2105140"/>
                                      <a:gd name="connsiteY18" fmla="*/ 1589313 h 2175936"/>
                                      <a:gd name="connsiteX19" fmla="*/ 666 w 2105140"/>
                                      <a:gd name="connsiteY19" fmla="*/ 1839686 h 2175936"/>
                                      <a:gd name="connsiteX20" fmla="*/ 120409 w 2105140"/>
                                      <a:gd name="connsiteY20" fmla="*/ 2053773 h 2175936"/>
                                      <a:gd name="connsiteX21" fmla="*/ 436095 w 2105140"/>
                                      <a:gd name="connsiteY21" fmla="*/ 2140859 h 2175936"/>
                                      <a:gd name="connsiteX22" fmla="*/ 708238 w 2105140"/>
                                      <a:gd name="connsiteY22" fmla="*/ 2173517 h 2175936"/>
                                      <a:gd name="connsiteX23" fmla="*/ 1045696 w 2105140"/>
                                      <a:gd name="connsiteY23" fmla="*/ 2173517 h 2175936"/>
                                      <a:gd name="connsiteX24" fmla="*/ 1426695 w 2105140"/>
                                      <a:gd name="connsiteY24" fmla="*/ 2119088 h 2175936"/>
                                      <a:gd name="connsiteX0" fmla="*/ 534066 w 2105140"/>
                                      <a:gd name="connsiteY0" fmla="*/ 0 h 2175936"/>
                                      <a:gd name="connsiteX1" fmla="*/ 278758 w 2105140"/>
                                      <a:gd name="connsiteY1" fmla="*/ 208393 h 2175936"/>
                                      <a:gd name="connsiteX2" fmla="*/ 213444 w 2105140"/>
                                      <a:gd name="connsiteY2" fmla="*/ 469651 h 2175936"/>
                                      <a:gd name="connsiteX3" fmla="*/ 213443 w 2105140"/>
                                      <a:gd name="connsiteY3" fmla="*/ 785337 h 2175936"/>
                                      <a:gd name="connsiteX4" fmla="*/ 420273 w 2105140"/>
                                      <a:gd name="connsiteY4" fmla="*/ 1198993 h 2175936"/>
                                      <a:gd name="connsiteX5" fmla="*/ 681531 w 2105140"/>
                                      <a:gd name="connsiteY5" fmla="*/ 1471137 h 2175936"/>
                                      <a:gd name="connsiteX6" fmla="*/ 953671 w 2105140"/>
                                      <a:gd name="connsiteY6" fmla="*/ 1373165 h 2175936"/>
                                      <a:gd name="connsiteX7" fmla="*/ 1328723 w 2105140"/>
                                      <a:gd name="connsiteY7" fmla="*/ 1556656 h 2175936"/>
                                      <a:gd name="connsiteX8" fmla="*/ 1661244 w 2105140"/>
                                      <a:gd name="connsiteY8" fmla="*/ 1307850 h 2175936"/>
                                      <a:gd name="connsiteX9" fmla="*/ 2042244 w 2105140"/>
                                      <a:gd name="connsiteY9" fmla="*/ 1057481 h 2175936"/>
                                      <a:gd name="connsiteX10" fmla="*/ 2096674 w 2105140"/>
                                      <a:gd name="connsiteY10" fmla="*/ 1384051 h 2175936"/>
                                      <a:gd name="connsiteX11" fmla="*/ 1955157 w 2105140"/>
                                      <a:gd name="connsiteY11" fmla="*/ 1634421 h 2175936"/>
                                      <a:gd name="connsiteX12" fmla="*/ 1650358 w 2105140"/>
                                      <a:gd name="connsiteY12" fmla="*/ 1579993 h 2175936"/>
                                      <a:gd name="connsiteX13" fmla="*/ 1258473 w 2105140"/>
                                      <a:gd name="connsiteY13" fmla="*/ 1710622 h 2175936"/>
                                      <a:gd name="connsiteX14" fmla="*/ 953672 w 2105140"/>
                                      <a:gd name="connsiteY14" fmla="*/ 1601765 h 2175936"/>
                                      <a:gd name="connsiteX15" fmla="*/ 632038 w 2105140"/>
                                      <a:gd name="connsiteY15" fmla="*/ 1719943 h 2175936"/>
                                      <a:gd name="connsiteX16" fmla="*/ 392552 w 2105140"/>
                                      <a:gd name="connsiteY16" fmla="*/ 1502227 h 2175936"/>
                                      <a:gd name="connsiteX17" fmla="*/ 251037 w 2105140"/>
                                      <a:gd name="connsiteY17" fmla="*/ 1502227 h 2175936"/>
                                      <a:gd name="connsiteX18" fmla="*/ 87751 w 2105140"/>
                                      <a:gd name="connsiteY18" fmla="*/ 1589313 h 2175936"/>
                                      <a:gd name="connsiteX19" fmla="*/ 666 w 2105140"/>
                                      <a:gd name="connsiteY19" fmla="*/ 1839686 h 2175936"/>
                                      <a:gd name="connsiteX20" fmla="*/ 120409 w 2105140"/>
                                      <a:gd name="connsiteY20" fmla="*/ 2053773 h 2175936"/>
                                      <a:gd name="connsiteX21" fmla="*/ 436095 w 2105140"/>
                                      <a:gd name="connsiteY21" fmla="*/ 2140859 h 2175936"/>
                                      <a:gd name="connsiteX22" fmla="*/ 708238 w 2105140"/>
                                      <a:gd name="connsiteY22" fmla="*/ 2173517 h 2175936"/>
                                      <a:gd name="connsiteX23" fmla="*/ 1045696 w 2105140"/>
                                      <a:gd name="connsiteY23" fmla="*/ 2173517 h 2175936"/>
                                      <a:gd name="connsiteX24" fmla="*/ 1426695 w 2105140"/>
                                      <a:gd name="connsiteY24" fmla="*/ 2119088 h 2175936"/>
                                      <a:gd name="connsiteX0" fmla="*/ 534066 w 2105140"/>
                                      <a:gd name="connsiteY0" fmla="*/ 0 h 2175936"/>
                                      <a:gd name="connsiteX1" fmla="*/ 278758 w 2105140"/>
                                      <a:gd name="connsiteY1" fmla="*/ 208393 h 2175936"/>
                                      <a:gd name="connsiteX2" fmla="*/ 213444 w 2105140"/>
                                      <a:gd name="connsiteY2" fmla="*/ 469651 h 2175936"/>
                                      <a:gd name="connsiteX3" fmla="*/ 213443 w 2105140"/>
                                      <a:gd name="connsiteY3" fmla="*/ 785337 h 2175936"/>
                                      <a:gd name="connsiteX4" fmla="*/ 420273 w 2105140"/>
                                      <a:gd name="connsiteY4" fmla="*/ 1198993 h 2175936"/>
                                      <a:gd name="connsiteX5" fmla="*/ 681531 w 2105140"/>
                                      <a:gd name="connsiteY5" fmla="*/ 1471137 h 2175936"/>
                                      <a:gd name="connsiteX6" fmla="*/ 953671 w 2105140"/>
                                      <a:gd name="connsiteY6" fmla="*/ 1373165 h 2175936"/>
                                      <a:gd name="connsiteX7" fmla="*/ 1328723 w 2105140"/>
                                      <a:gd name="connsiteY7" fmla="*/ 1556656 h 2175936"/>
                                      <a:gd name="connsiteX8" fmla="*/ 1661244 w 2105140"/>
                                      <a:gd name="connsiteY8" fmla="*/ 1307850 h 2175936"/>
                                      <a:gd name="connsiteX9" fmla="*/ 2042244 w 2105140"/>
                                      <a:gd name="connsiteY9" fmla="*/ 1057481 h 2175936"/>
                                      <a:gd name="connsiteX10" fmla="*/ 2096674 w 2105140"/>
                                      <a:gd name="connsiteY10" fmla="*/ 1384051 h 2175936"/>
                                      <a:gd name="connsiteX11" fmla="*/ 1955157 w 2105140"/>
                                      <a:gd name="connsiteY11" fmla="*/ 1634421 h 2175936"/>
                                      <a:gd name="connsiteX12" fmla="*/ 1650358 w 2105140"/>
                                      <a:gd name="connsiteY12" fmla="*/ 1579993 h 2175936"/>
                                      <a:gd name="connsiteX13" fmla="*/ 1258473 w 2105140"/>
                                      <a:gd name="connsiteY13" fmla="*/ 1710622 h 2175936"/>
                                      <a:gd name="connsiteX14" fmla="*/ 953672 w 2105140"/>
                                      <a:gd name="connsiteY14" fmla="*/ 1601765 h 2175936"/>
                                      <a:gd name="connsiteX15" fmla="*/ 632038 w 2105140"/>
                                      <a:gd name="connsiteY15" fmla="*/ 1719943 h 2175936"/>
                                      <a:gd name="connsiteX16" fmla="*/ 392552 w 2105140"/>
                                      <a:gd name="connsiteY16" fmla="*/ 1502227 h 2175936"/>
                                      <a:gd name="connsiteX17" fmla="*/ 251037 w 2105140"/>
                                      <a:gd name="connsiteY17" fmla="*/ 1502227 h 2175936"/>
                                      <a:gd name="connsiteX18" fmla="*/ 87751 w 2105140"/>
                                      <a:gd name="connsiteY18" fmla="*/ 1589313 h 2175936"/>
                                      <a:gd name="connsiteX19" fmla="*/ 666 w 2105140"/>
                                      <a:gd name="connsiteY19" fmla="*/ 1839686 h 2175936"/>
                                      <a:gd name="connsiteX20" fmla="*/ 120409 w 2105140"/>
                                      <a:gd name="connsiteY20" fmla="*/ 2053773 h 2175936"/>
                                      <a:gd name="connsiteX21" fmla="*/ 436095 w 2105140"/>
                                      <a:gd name="connsiteY21" fmla="*/ 2140859 h 2175936"/>
                                      <a:gd name="connsiteX22" fmla="*/ 708238 w 2105140"/>
                                      <a:gd name="connsiteY22" fmla="*/ 2173517 h 2175936"/>
                                      <a:gd name="connsiteX23" fmla="*/ 1045696 w 2105140"/>
                                      <a:gd name="connsiteY23" fmla="*/ 2173517 h 2175936"/>
                                      <a:gd name="connsiteX0" fmla="*/ 534066 w 2105140"/>
                                      <a:gd name="connsiteY0" fmla="*/ 0 h 2173517"/>
                                      <a:gd name="connsiteX1" fmla="*/ 278758 w 2105140"/>
                                      <a:gd name="connsiteY1" fmla="*/ 208393 h 2173517"/>
                                      <a:gd name="connsiteX2" fmla="*/ 213444 w 2105140"/>
                                      <a:gd name="connsiteY2" fmla="*/ 469651 h 2173517"/>
                                      <a:gd name="connsiteX3" fmla="*/ 213443 w 2105140"/>
                                      <a:gd name="connsiteY3" fmla="*/ 785337 h 2173517"/>
                                      <a:gd name="connsiteX4" fmla="*/ 420273 w 2105140"/>
                                      <a:gd name="connsiteY4" fmla="*/ 1198993 h 2173517"/>
                                      <a:gd name="connsiteX5" fmla="*/ 681531 w 2105140"/>
                                      <a:gd name="connsiteY5" fmla="*/ 1471137 h 2173517"/>
                                      <a:gd name="connsiteX6" fmla="*/ 953671 w 2105140"/>
                                      <a:gd name="connsiteY6" fmla="*/ 1373165 h 2173517"/>
                                      <a:gd name="connsiteX7" fmla="*/ 1328723 w 2105140"/>
                                      <a:gd name="connsiteY7" fmla="*/ 1556656 h 2173517"/>
                                      <a:gd name="connsiteX8" fmla="*/ 1661244 w 2105140"/>
                                      <a:gd name="connsiteY8" fmla="*/ 1307850 h 2173517"/>
                                      <a:gd name="connsiteX9" fmla="*/ 2042244 w 2105140"/>
                                      <a:gd name="connsiteY9" fmla="*/ 1057481 h 2173517"/>
                                      <a:gd name="connsiteX10" fmla="*/ 2096674 w 2105140"/>
                                      <a:gd name="connsiteY10" fmla="*/ 1384051 h 2173517"/>
                                      <a:gd name="connsiteX11" fmla="*/ 1955157 w 2105140"/>
                                      <a:gd name="connsiteY11" fmla="*/ 1634421 h 2173517"/>
                                      <a:gd name="connsiteX12" fmla="*/ 1650358 w 2105140"/>
                                      <a:gd name="connsiteY12" fmla="*/ 1579993 h 2173517"/>
                                      <a:gd name="connsiteX13" fmla="*/ 1258473 w 2105140"/>
                                      <a:gd name="connsiteY13" fmla="*/ 1710622 h 2173517"/>
                                      <a:gd name="connsiteX14" fmla="*/ 953672 w 2105140"/>
                                      <a:gd name="connsiteY14" fmla="*/ 1601765 h 2173517"/>
                                      <a:gd name="connsiteX15" fmla="*/ 632038 w 2105140"/>
                                      <a:gd name="connsiteY15" fmla="*/ 1719943 h 2173517"/>
                                      <a:gd name="connsiteX16" fmla="*/ 392552 w 2105140"/>
                                      <a:gd name="connsiteY16" fmla="*/ 1502227 h 2173517"/>
                                      <a:gd name="connsiteX17" fmla="*/ 251037 w 2105140"/>
                                      <a:gd name="connsiteY17" fmla="*/ 1502227 h 2173517"/>
                                      <a:gd name="connsiteX18" fmla="*/ 87751 w 2105140"/>
                                      <a:gd name="connsiteY18" fmla="*/ 1589313 h 2173517"/>
                                      <a:gd name="connsiteX19" fmla="*/ 666 w 2105140"/>
                                      <a:gd name="connsiteY19" fmla="*/ 1839686 h 2173517"/>
                                      <a:gd name="connsiteX20" fmla="*/ 120409 w 2105140"/>
                                      <a:gd name="connsiteY20" fmla="*/ 2053773 h 2173517"/>
                                      <a:gd name="connsiteX21" fmla="*/ 436095 w 2105140"/>
                                      <a:gd name="connsiteY21" fmla="*/ 2140859 h 2173517"/>
                                      <a:gd name="connsiteX22" fmla="*/ 708238 w 2105140"/>
                                      <a:gd name="connsiteY22" fmla="*/ 2173517 h 2173517"/>
                                      <a:gd name="connsiteX0" fmla="*/ 534066 w 2105140"/>
                                      <a:gd name="connsiteY0" fmla="*/ 0 h 2141103"/>
                                      <a:gd name="connsiteX1" fmla="*/ 278758 w 2105140"/>
                                      <a:gd name="connsiteY1" fmla="*/ 208393 h 2141103"/>
                                      <a:gd name="connsiteX2" fmla="*/ 213444 w 2105140"/>
                                      <a:gd name="connsiteY2" fmla="*/ 469651 h 2141103"/>
                                      <a:gd name="connsiteX3" fmla="*/ 213443 w 2105140"/>
                                      <a:gd name="connsiteY3" fmla="*/ 785337 h 2141103"/>
                                      <a:gd name="connsiteX4" fmla="*/ 420273 w 2105140"/>
                                      <a:gd name="connsiteY4" fmla="*/ 1198993 h 2141103"/>
                                      <a:gd name="connsiteX5" fmla="*/ 681531 w 2105140"/>
                                      <a:gd name="connsiteY5" fmla="*/ 1471137 h 2141103"/>
                                      <a:gd name="connsiteX6" fmla="*/ 953671 w 2105140"/>
                                      <a:gd name="connsiteY6" fmla="*/ 1373165 h 2141103"/>
                                      <a:gd name="connsiteX7" fmla="*/ 1328723 w 2105140"/>
                                      <a:gd name="connsiteY7" fmla="*/ 1556656 h 2141103"/>
                                      <a:gd name="connsiteX8" fmla="*/ 1661244 w 2105140"/>
                                      <a:gd name="connsiteY8" fmla="*/ 1307850 h 2141103"/>
                                      <a:gd name="connsiteX9" fmla="*/ 2042244 w 2105140"/>
                                      <a:gd name="connsiteY9" fmla="*/ 1057481 h 2141103"/>
                                      <a:gd name="connsiteX10" fmla="*/ 2096674 w 2105140"/>
                                      <a:gd name="connsiteY10" fmla="*/ 1384051 h 2141103"/>
                                      <a:gd name="connsiteX11" fmla="*/ 1955157 w 2105140"/>
                                      <a:gd name="connsiteY11" fmla="*/ 1634421 h 2141103"/>
                                      <a:gd name="connsiteX12" fmla="*/ 1650358 w 2105140"/>
                                      <a:gd name="connsiteY12" fmla="*/ 1579993 h 2141103"/>
                                      <a:gd name="connsiteX13" fmla="*/ 1258473 w 2105140"/>
                                      <a:gd name="connsiteY13" fmla="*/ 1710622 h 2141103"/>
                                      <a:gd name="connsiteX14" fmla="*/ 953672 w 2105140"/>
                                      <a:gd name="connsiteY14" fmla="*/ 1601765 h 2141103"/>
                                      <a:gd name="connsiteX15" fmla="*/ 632038 w 2105140"/>
                                      <a:gd name="connsiteY15" fmla="*/ 1719943 h 2141103"/>
                                      <a:gd name="connsiteX16" fmla="*/ 392552 w 2105140"/>
                                      <a:gd name="connsiteY16" fmla="*/ 1502227 h 2141103"/>
                                      <a:gd name="connsiteX17" fmla="*/ 251037 w 2105140"/>
                                      <a:gd name="connsiteY17" fmla="*/ 1502227 h 2141103"/>
                                      <a:gd name="connsiteX18" fmla="*/ 87751 w 2105140"/>
                                      <a:gd name="connsiteY18" fmla="*/ 1589313 h 2141103"/>
                                      <a:gd name="connsiteX19" fmla="*/ 666 w 2105140"/>
                                      <a:gd name="connsiteY19" fmla="*/ 1839686 h 2141103"/>
                                      <a:gd name="connsiteX20" fmla="*/ 120409 w 2105140"/>
                                      <a:gd name="connsiteY20" fmla="*/ 2053773 h 2141103"/>
                                      <a:gd name="connsiteX21" fmla="*/ 436095 w 2105140"/>
                                      <a:gd name="connsiteY21" fmla="*/ 2140859 h 2141103"/>
                                      <a:gd name="connsiteX0" fmla="*/ 534066 w 2105140"/>
                                      <a:gd name="connsiteY0" fmla="*/ 0 h 2053773"/>
                                      <a:gd name="connsiteX1" fmla="*/ 278758 w 2105140"/>
                                      <a:gd name="connsiteY1" fmla="*/ 208393 h 2053773"/>
                                      <a:gd name="connsiteX2" fmla="*/ 213444 w 2105140"/>
                                      <a:gd name="connsiteY2" fmla="*/ 469651 h 2053773"/>
                                      <a:gd name="connsiteX3" fmla="*/ 213443 w 2105140"/>
                                      <a:gd name="connsiteY3" fmla="*/ 785337 h 2053773"/>
                                      <a:gd name="connsiteX4" fmla="*/ 420273 w 2105140"/>
                                      <a:gd name="connsiteY4" fmla="*/ 1198993 h 2053773"/>
                                      <a:gd name="connsiteX5" fmla="*/ 681531 w 2105140"/>
                                      <a:gd name="connsiteY5" fmla="*/ 1471137 h 2053773"/>
                                      <a:gd name="connsiteX6" fmla="*/ 953671 w 2105140"/>
                                      <a:gd name="connsiteY6" fmla="*/ 1373165 h 2053773"/>
                                      <a:gd name="connsiteX7" fmla="*/ 1328723 w 2105140"/>
                                      <a:gd name="connsiteY7" fmla="*/ 1556656 h 2053773"/>
                                      <a:gd name="connsiteX8" fmla="*/ 1661244 w 2105140"/>
                                      <a:gd name="connsiteY8" fmla="*/ 1307850 h 2053773"/>
                                      <a:gd name="connsiteX9" fmla="*/ 2042244 w 2105140"/>
                                      <a:gd name="connsiteY9" fmla="*/ 1057481 h 2053773"/>
                                      <a:gd name="connsiteX10" fmla="*/ 2096674 w 2105140"/>
                                      <a:gd name="connsiteY10" fmla="*/ 1384051 h 2053773"/>
                                      <a:gd name="connsiteX11" fmla="*/ 1955157 w 2105140"/>
                                      <a:gd name="connsiteY11" fmla="*/ 1634421 h 2053773"/>
                                      <a:gd name="connsiteX12" fmla="*/ 1650358 w 2105140"/>
                                      <a:gd name="connsiteY12" fmla="*/ 1579993 h 2053773"/>
                                      <a:gd name="connsiteX13" fmla="*/ 1258473 w 2105140"/>
                                      <a:gd name="connsiteY13" fmla="*/ 1710622 h 2053773"/>
                                      <a:gd name="connsiteX14" fmla="*/ 953672 w 2105140"/>
                                      <a:gd name="connsiteY14" fmla="*/ 1601765 h 2053773"/>
                                      <a:gd name="connsiteX15" fmla="*/ 632038 w 2105140"/>
                                      <a:gd name="connsiteY15" fmla="*/ 1719943 h 2053773"/>
                                      <a:gd name="connsiteX16" fmla="*/ 392552 w 2105140"/>
                                      <a:gd name="connsiteY16" fmla="*/ 1502227 h 2053773"/>
                                      <a:gd name="connsiteX17" fmla="*/ 251037 w 2105140"/>
                                      <a:gd name="connsiteY17" fmla="*/ 1502227 h 2053773"/>
                                      <a:gd name="connsiteX18" fmla="*/ 87751 w 2105140"/>
                                      <a:gd name="connsiteY18" fmla="*/ 1589313 h 2053773"/>
                                      <a:gd name="connsiteX19" fmla="*/ 666 w 2105140"/>
                                      <a:gd name="connsiteY19" fmla="*/ 1839686 h 2053773"/>
                                      <a:gd name="connsiteX20" fmla="*/ 120409 w 2105140"/>
                                      <a:gd name="connsiteY20" fmla="*/ 2053773 h 2053773"/>
                                      <a:gd name="connsiteX0" fmla="*/ 533400 w 2104474"/>
                                      <a:gd name="connsiteY0" fmla="*/ 0 h 1839701"/>
                                      <a:gd name="connsiteX1" fmla="*/ 278092 w 2104474"/>
                                      <a:gd name="connsiteY1" fmla="*/ 208393 h 1839701"/>
                                      <a:gd name="connsiteX2" fmla="*/ 212778 w 2104474"/>
                                      <a:gd name="connsiteY2" fmla="*/ 469651 h 1839701"/>
                                      <a:gd name="connsiteX3" fmla="*/ 212777 w 2104474"/>
                                      <a:gd name="connsiteY3" fmla="*/ 785337 h 1839701"/>
                                      <a:gd name="connsiteX4" fmla="*/ 419607 w 2104474"/>
                                      <a:gd name="connsiteY4" fmla="*/ 1198993 h 1839701"/>
                                      <a:gd name="connsiteX5" fmla="*/ 680865 w 2104474"/>
                                      <a:gd name="connsiteY5" fmla="*/ 1471137 h 1839701"/>
                                      <a:gd name="connsiteX6" fmla="*/ 953005 w 2104474"/>
                                      <a:gd name="connsiteY6" fmla="*/ 1373165 h 1839701"/>
                                      <a:gd name="connsiteX7" fmla="*/ 1328057 w 2104474"/>
                                      <a:gd name="connsiteY7" fmla="*/ 1556656 h 1839701"/>
                                      <a:gd name="connsiteX8" fmla="*/ 1660578 w 2104474"/>
                                      <a:gd name="connsiteY8" fmla="*/ 1307850 h 1839701"/>
                                      <a:gd name="connsiteX9" fmla="*/ 2041578 w 2104474"/>
                                      <a:gd name="connsiteY9" fmla="*/ 1057481 h 1839701"/>
                                      <a:gd name="connsiteX10" fmla="*/ 2096008 w 2104474"/>
                                      <a:gd name="connsiteY10" fmla="*/ 1384051 h 1839701"/>
                                      <a:gd name="connsiteX11" fmla="*/ 1954491 w 2104474"/>
                                      <a:gd name="connsiteY11" fmla="*/ 1634421 h 1839701"/>
                                      <a:gd name="connsiteX12" fmla="*/ 1649692 w 2104474"/>
                                      <a:gd name="connsiteY12" fmla="*/ 1579993 h 1839701"/>
                                      <a:gd name="connsiteX13" fmla="*/ 1257807 w 2104474"/>
                                      <a:gd name="connsiteY13" fmla="*/ 1710622 h 1839701"/>
                                      <a:gd name="connsiteX14" fmla="*/ 953006 w 2104474"/>
                                      <a:gd name="connsiteY14" fmla="*/ 1601765 h 1839701"/>
                                      <a:gd name="connsiteX15" fmla="*/ 631372 w 2104474"/>
                                      <a:gd name="connsiteY15" fmla="*/ 1719943 h 1839701"/>
                                      <a:gd name="connsiteX16" fmla="*/ 391886 w 2104474"/>
                                      <a:gd name="connsiteY16" fmla="*/ 1502227 h 1839701"/>
                                      <a:gd name="connsiteX17" fmla="*/ 250371 w 2104474"/>
                                      <a:gd name="connsiteY17" fmla="*/ 1502227 h 1839701"/>
                                      <a:gd name="connsiteX18" fmla="*/ 87085 w 2104474"/>
                                      <a:gd name="connsiteY18" fmla="*/ 1589313 h 1839701"/>
                                      <a:gd name="connsiteX19" fmla="*/ 0 w 2104474"/>
                                      <a:gd name="connsiteY19" fmla="*/ 1839686 h 1839701"/>
                                      <a:gd name="connsiteX0" fmla="*/ 446315 w 2017389"/>
                                      <a:gd name="connsiteY0" fmla="*/ 0 h 1720293"/>
                                      <a:gd name="connsiteX1" fmla="*/ 191007 w 2017389"/>
                                      <a:gd name="connsiteY1" fmla="*/ 208393 h 1720293"/>
                                      <a:gd name="connsiteX2" fmla="*/ 125693 w 2017389"/>
                                      <a:gd name="connsiteY2" fmla="*/ 469651 h 1720293"/>
                                      <a:gd name="connsiteX3" fmla="*/ 125692 w 2017389"/>
                                      <a:gd name="connsiteY3" fmla="*/ 785337 h 1720293"/>
                                      <a:gd name="connsiteX4" fmla="*/ 332522 w 2017389"/>
                                      <a:gd name="connsiteY4" fmla="*/ 1198993 h 1720293"/>
                                      <a:gd name="connsiteX5" fmla="*/ 593780 w 2017389"/>
                                      <a:gd name="connsiteY5" fmla="*/ 1471137 h 1720293"/>
                                      <a:gd name="connsiteX6" fmla="*/ 865920 w 2017389"/>
                                      <a:gd name="connsiteY6" fmla="*/ 1373165 h 1720293"/>
                                      <a:gd name="connsiteX7" fmla="*/ 1240972 w 2017389"/>
                                      <a:gd name="connsiteY7" fmla="*/ 1556656 h 1720293"/>
                                      <a:gd name="connsiteX8" fmla="*/ 1573493 w 2017389"/>
                                      <a:gd name="connsiteY8" fmla="*/ 1307850 h 1720293"/>
                                      <a:gd name="connsiteX9" fmla="*/ 1954493 w 2017389"/>
                                      <a:gd name="connsiteY9" fmla="*/ 1057481 h 1720293"/>
                                      <a:gd name="connsiteX10" fmla="*/ 2008923 w 2017389"/>
                                      <a:gd name="connsiteY10" fmla="*/ 1384051 h 1720293"/>
                                      <a:gd name="connsiteX11" fmla="*/ 1867406 w 2017389"/>
                                      <a:gd name="connsiteY11" fmla="*/ 1634421 h 1720293"/>
                                      <a:gd name="connsiteX12" fmla="*/ 1562607 w 2017389"/>
                                      <a:gd name="connsiteY12" fmla="*/ 1579993 h 1720293"/>
                                      <a:gd name="connsiteX13" fmla="*/ 1170722 w 2017389"/>
                                      <a:gd name="connsiteY13" fmla="*/ 1710622 h 1720293"/>
                                      <a:gd name="connsiteX14" fmla="*/ 865921 w 2017389"/>
                                      <a:gd name="connsiteY14" fmla="*/ 1601765 h 1720293"/>
                                      <a:gd name="connsiteX15" fmla="*/ 544287 w 2017389"/>
                                      <a:gd name="connsiteY15" fmla="*/ 1719943 h 1720293"/>
                                      <a:gd name="connsiteX16" fmla="*/ 304801 w 2017389"/>
                                      <a:gd name="connsiteY16" fmla="*/ 1502227 h 1720293"/>
                                      <a:gd name="connsiteX17" fmla="*/ 163286 w 2017389"/>
                                      <a:gd name="connsiteY17" fmla="*/ 1502227 h 1720293"/>
                                      <a:gd name="connsiteX18" fmla="*/ 0 w 2017389"/>
                                      <a:gd name="connsiteY18" fmla="*/ 1589313 h 1720293"/>
                                      <a:gd name="connsiteX0" fmla="*/ 338661 w 1909735"/>
                                      <a:gd name="connsiteY0" fmla="*/ 0 h 1720293"/>
                                      <a:gd name="connsiteX1" fmla="*/ 83353 w 1909735"/>
                                      <a:gd name="connsiteY1" fmla="*/ 208393 h 1720293"/>
                                      <a:gd name="connsiteX2" fmla="*/ 18039 w 1909735"/>
                                      <a:gd name="connsiteY2" fmla="*/ 469651 h 1720293"/>
                                      <a:gd name="connsiteX3" fmla="*/ 18038 w 1909735"/>
                                      <a:gd name="connsiteY3" fmla="*/ 785337 h 1720293"/>
                                      <a:gd name="connsiteX4" fmla="*/ 224868 w 1909735"/>
                                      <a:gd name="connsiteY4" fmla="*/ 1198993 h 1720293"/>
                                      <a:gd name="connsiteX5" fmla="*/ 486126 w 1909735"/>
                                      <a:gd name="connsiteY5" fmla="*/ 1471137 h 1720293"/>
                                      <a:gd name="connsiteX6" fmla="*/ 758266 w 1909735"/>
                                      <a:gd name="connsiteY6" fmla="*/ 1373165 h 1720293"/>
                                      <a:gd name="connsiteX7" fmla="*/ 1133318 w 1909735"/>
                                      <a:gd name="connsiteY7" fmla="*/ 1556656 h 1720293"/>
                                      <a:gd name="connsiteX8" fmla="*/ 1465839 w 1909735"/>
                                      <a:gd name="connsiteY8" fmla="*/ 1307850 h 1720293"/>
                                      <a:gd name="connsiteX9" fmla="*/ 1846839 w 1909735"/>
                                      <a:gd name="connsiteY9" fmla="*/ 1057481 h 1720293"/>
                                      <a:gd name="connsiteX10" fmla="*/ 1901269 w 1909735"/>
                                      <a:gd name="connsiteY10" fmla="*/ 1384051 h 1720293"/>
                                      <a:gd name="connsiteX11" fmla="*/ 1759752 w 1909735"/>
                                      <a:gd name="connsiteY11" fmla="*/ 1634421 h 1720293"/>
                                      <a:gd name="connsiteX12" fmla="*/ 1454953 w 1909735"/>
                                      <a:gd name="connsiteY12" fmla="*/ 1579993 h 1720293"/>
                                      <a:gd name="connsiteX13" fmla="*/ 1063068 w 1909735"/>
                                      <a:gd name="connsiteY13" fmla="*/ 1710622 h 1720293"/>
                                      <a:gd name="connsiteX14" fmla="*/ 758267 w 1909735"/>
                                      <a:gd name="connsiteY14" fmla="*/ 1601765 h 1720293"/>
                                      <a:gd name="connsiteX15" fmla="*/ 436633 w 1909735"/>
                                      <a:gd name="connsiteY15" fmla="*/ 1719943 h 1720293"/>
                                      <a:gd name="connsiteX16" fmla="*/ 197147 w 1909735"/>
                                      <a:gd name="connsiteY16" fmla="*/ 1502227 h 1720293"/>
                                      <a:gd name="connsiteX17" fmla="*/ 55632 w 1909735"/>
                                      <a:gd name="connsiteY17" fmla="*/ 1502227 h 1720293"/>
                                      <a:gd name="connsiteX0" fmla="*/ 338661 w 1909735"/>
                                      <a:gd name="connsiteY0" fmla="*/ 0 h 1720293"/>
                                      <a:gd name="connsiteX1" fmla="*/ 83353 w 1909735"/>
                                      <a:gd name="connsiteY1" fmla="*/ 208393 h 1720293"/>
                                      <a:gd name="connsiteX2" fmla="*/ 18039 w 1909735"/>
                                      <a:gd name="connsiteY2" fmla="*/ 469651 h 1720293"/>
                                      <a:gd name="connsiteX3" fmla="*/ 18038 w 1909735"/>
                                      <a:gd name="connsiteY3" fmla="*/ 785337 h 1720293"/>
                                      <a:gd name="connsiteX4" fmla="*/ 224868 w 1909735"/>
                                      <a:gd name="connsiteY4" fmla="*/ 1198993 h 1720293"/>
                                      <a:gd name="connsiteX5" fmla="*/ 486126 w 1909735"/>
                                      <a:gd name="connsiteY5" fmla="*/ 1471137 h 1720293"/>
                                      <a:gd name="connsiteX6" fmla="*/ 758266 w 1909735"/>
                                      <a:gd name="connsiteY6" fmla="*/ 1373165 h 1720293"/>
                                      <a:gd name="connsiteX7" fmla="*/ 1133318 w 1909735"/>
                                      <a:gd name="connsiteY7" fmla="*/ 1556656 h 1720293"/>
                                      <a:gd name="connsiteX8" fmla="*/ 1465839 w 1909735"/>
                                      <a:gd name="connsiteY8" fmla="*/ 1307850 h 1720293"/>
                                      <a:gd name="connsiteX9" fmla="*/ 1846839 w 1909735"/>
                                      <a:gd name="connsiteY9" fmla="*/ 1057481 h 1720293"/>
                                      <a:gd name="connsiteX10" fmla="*/ 1901269 w 1909735"/>
                                      <a:gd name="connsiteY10" fmla="*/ 1384051 h 1720293"/>
                                      <a:gd name="connsiteX11" fmla="*/ 1759752 w 1909735"/>
                                      <a:gd name="connsiteY11" fmla="*/ 1634421 h 1720293"/>
                                      <a:gd name="connsiteX12" fmla="*/ 1454953 w 1909735"/>
                                      <a:gd name="connsiteY12" fmla="*/ 1579993 h 1720293"/>
                                      <a:gd name="connsiteX13" fmla="*/ 1063068 w 1909735"/>
                                      <a:gd name="connsiteY13" fmla="*/ 1710622 h 1720293"/>
                                      <a:gd name="connsiteX14" fmla="*/ 758267 w 1909735"/>
                                      <a:gd name="connsiteY14" fmla="*/ 1601765 h 1720293"/>
                                      <a:gd name="connsiteX15" fmla="*/ 436633 w 1909735"/>
                                      <a:gd name="connsiteY15" fmla="*/ 1719943 h 1720293"/>
                                      <a:gd name="connsiteX16" fmla="*/ 197147 w 1909735"/>
                                      <a:gd name="connsiteY16" fmla="*/ 1502227 h 1720293"/>
                                      <a:gd name="connsiteX0" fmla="*/ 338661 w 1909735"/>
                                      <a:gd name="connsiteY0" fmla="*/ 0 h 1720293"/>
                                      <a:gd name="connsiteX1" fmla="*/ 83353 w 1909735"/>
                                      <a:gd name="connsiteY1" fmla="*/ 208393 h 1720293"/>
                                      <a:gd name="connsiteX2" fmla="*/ 18039 w 1909735"/>
                                      <a:gd name="connsiteY2" fmla="*/ 469651 h 1720293"/>
                                      <a:gd name="connsiteX3" fmla="*/ 18038 w 1909735"/>
                                      <a:gd name="connsiteY3" fmla="*/ 785337 h 1720293"/>
                                      <a:gd name="connsiteX4" fmla="*/ 224868 w 1909735"/>
                                      <a:gd name="connsiteY4" fmla="*/ 1198993 h 1720293"/>
                                      <a:gd name="connsiteX5" fmla="*/ 486126 w 1909735"/>
                                      <a:gd name="connsiteY5" fmla="*/ 1471137 h 1720293"/>
                                      <a:gd name="connsiteX6" fmla="*/ 758266 w 1909735"/>
                                      <a:gd name="connsiteY6" fmla="*/ 1373165 h 1720293"/>
                                      <a:gd name="connsiteX7" fmla="*/ 1133318 w 1909735"/>
                                      <a:gd name="connsiteY7" fmla="*/ 1556656 h 1720293"/>
                                      <a:gd name="connsiteX8" fmla="*/ 1465839 w 1909735"/>
                                      <a:gd name="connsiteY8" fmla="*/ 1307850 h 1720293"/>
                                      <a:gd name="connsiteX9" fmla="*/ 1846839 w 1909735"/>
                                      <a:gd name="connsiteY9" fmla="*/ 1057481 h 1720293"/>
                                      <a:gd name="connsiteX10" fmla="*/ 1901269 w 1909735"/>
                                      <a:gd name="connsiteY10" fmla="*/ 1384051 h 1720293"/>
                                      <a:gd name="connsiteX11" fmla="*/ 1759752 w 1909735"/>
                                      <a:gd name="connsiteY11" fmla="*/ 1634421 h 1720293"/>
                                      <a:gd name="connsiteX12" fmla="*/ 1454953 w 1909735"/>
                                      <a:gd name="connsiteY12" fmla="*/ 1579993 h 1720293"/>
                                      <a:gd name="connsiteX13" fmla="*/ 1063068 w 1909735"/>
                                      <a:gd name="connsiteY13" fmla="*/ 1710622 h 1720293"/>
                                      <a:gd name="connsiteX14" fmla="*/ 758267 w 1909735"/>
                                      <a:gd name="connsiteY14" fmla="*/ 1601765 h 1720293"/>
                                      <a:gd name="connsiteX15" fmla="*/ 436633 w 1909735"/>
                                      <a:gd name="connsiteY15" fmla="*/ 1719943 h 1720293"/>
                                      <a:gd name="connsiteX0" fmla="*/ 338661 w 1909735"/>
                                      <a:gd name="connsiteY0" fmla="*/ 0 h 1710706"/>
                                      <a:gd name="connsiteX1" fmla="*/ 83353 w 1909735"/>
                                      <a:gd name="connsiteY1" fmla="*/ 208393 h 1710706"/>
                                      <a:gd name="connsiteX2" fmla="*/ 18039 w 1909735"/>
                                      <a:gd name="connsiteY2" fmla="*/ 469651 h 1710706"/>
                                      <a:gd name="connsiteX3" fmla="*/ 18038 w 1909735"/>
                                      <a:gd name="connsiteY3" fmla="*/ 785337 h 1710706"/>
                                      <a:gd name="connsiteX4" fmla="*/ 224868 w 1909735"/>
                                      <a:gd name="connsiteY4" fmla="*/ 1198993 h 1710706"/>
                                      <a:gd name="connsiteX5" fmla="*/ 486126 w 1909735"/>
                                      <a:gd name="connsiteY5" fmla="*/ 1471137 h 1710706"/>
                                      <a:gd name="connsiteX6" fmla="*/ 758266 w 1909735"/>
                                      <a:gd name="connsiteY6" fmla="*/ 1373165 h 1710706"/>
                                      <a:gd name="connsiteX7" fmla="*/ 1133318 w 1909735"/>
                                      <a:gd name="connsiteY7" fmla="*/ 1556656 h 1710706"/>
                                      <a:gd name="connsiteX8" fmla="*/ 1465839 w 1909735"/>
                                      <a:gd name="connsiteY8" fmla="*/ 1307850 h 1710706"/>
                                      <a:gd name="connsiteX9" fmla="*/ 1846839 w 1909735"/>
                                      <a:gd name="connsiteY9" fmla="*/ 1057481 h 1710706"/>
                                      <a:gd name="connsiteX10" fmla="*/ 1901269 w 1909735"/>
                                      <a:gd name="connsiteY10" fmla="*/ 1384051 h 1710706"/>
                                      <a:gd name="connsiteX11" fmla="*/ 1759752 w 1909735"/>
                                      <a:gd name="connsiteY11" fmla="*/ 1634421 h 1710706"/>
                                      <a:gd name="connsiteX12" fmla="*/ 1454953 w 1909735"/>
                                      <a:gd name="connsiteY12" fmla="*/ 1579993 h 1710706"/>
                                      <a:gd name="connsiteX13" fmla="*/ 1063068 w 1909735"/>
                                      <a:gd name="connsiteY13" fmla="*/ 1710622 h 1710706"/>
                                      <a:gd name="connsiteX14" fmla="*/ 758267 w 1909735"/>
                                      <a:gd name="connsiteY14" fmla="*/ 1601765 h 1710706"/>
                                      <a:gd name="connsiteX0" fmla="*/ 338661 w 1909735"/>
                                      <a:gd name="connsiteY0" fmla="*/ 0 h 1710622"/>
                                      <a:gd name="connsiteX1" fmla="*/ 83353 w 1909735"/>
                                      <a:gd name="connsiteY1" fmla="*/ 208393 h 1710622"/>
                                      <a:gd name="connsiteX2" fmla="*/ 18039 w 1909735"/>
                                      <a:gd name="connsiteY2" fmla="*/ 469651 h 1710622"/>
                                      <a:gd name="connsiteX3" fmla="*/ 18038 w 1909735"/>
                                      <a:gd name="connsiteY3" fmla="*/ 785337 h 1710622"/>
                                      <a:gd name="connsiteX4" fmla="*/ 224868 w 1909735"/>
                                      <a:gd name="connsiteY4" fmla="*/ 1198993 h 1710622"/>
                                      <a:gd name="connsiteX5" fmla="*/ 486126 w 1909735"/>
                                      <a:gd name="connsiteY5" fmla="*/ 1471137 h 1710622"/>
                                      <a:gd name="connsiteX6" fmla="*/ 758266 w 1909735"/>
                                      <a:gd name="connsiteY6" fmla="*/ 1373165 h 1710622"/>
                                      <a:gd name="connsiteX7" fmla="*/ 1133318 w 1909735"/>
                                      <a:gd name="connsiteY7" fmla="*/ 1556656 h 1710622"/>
                                      <a:gd name="connsiteX8" fmla="*/ 1465839 w 1909735"/>
                                      <a:gd name="connsiteY8" fmla="*/ 1307850 h 1710622"/>
                                      <a:gd name="connsiteX9" fmla="*/ 1846839 w 1909735"/>
                                      <a:gd name="connsiteY9" fmla="*/ 1057481 h 1710622"/>
                                      <a:gd name="connsiteX10" fmla="*/ 1901269 w 1909735"/>
                                      <a:gd name="connsiteY10" fmla="*/ 1384051 h 1710622"/>
                                      <a:gd name="connsiteX11" fmla="*/ 1759752 w 1909735"/>
                                      <a:gd name="connsiteY11" fmla="*/ 1634421 h 1710622"/>
                                      <a:gd name="connsiteX12" fmla="*/ 1454953 w 1909735"/>
                                      <a:gd name="connsiteY12" fmla="*/ 1579993 h 1710622"/>
                                      <a:gd name="connsiteX13" fmla="*/ 1063068 w 1909735"/>
                                      <a:gd name="connsiteY13" fmla="*/ 1710622 h 1710622"/>
                                      <a:gd name="connsiteX0" fmla="*/ 338661 w 1909735"/>
                                      <a:gd name="connsiteY0" fmla="*/ 0 h 1641022"/>
                                      <a:gd name="connsiteX1" fmla="*/ 83353 w 1909735"/>
                                      <a:gd name="connsiteY1" fmla="*/ 208393 h 1641022"/>
                                      <a:gd name="connsiteX2" fmla="*/ 18039 w 1909735"/>
                                      <a:gd name="connsiteY2" fmla="*/ 469651 h 1641022"/>
                                      <a:gd name="connsiteX3" fmla="*/ 18038 w 1909735"/>
                                      <a:gd name="connsiteY3" fmla="*/ 785337 h 1641022"/>
                                      <a:gd name="connsiteX4" fmla="*/ 224868 w 1909735"/>
                                      <a:gd name="connsiteY4" fmla="*/ 1198993 h 1641022"/>
                                      <a:gd name="connsiteX5" fmla="*/ 486126 w 1909735"/>
                                      <a:gd name="connsiteY5" fmla="*/ 1471137 h 1641022"/>
                                      <a:gd name="connsiteX6" fmla="*/ 758266 w 1909735"/>
                                      <a:gd name="connsiteY6" fmla="*/ 1373165 h 1641022"/>
                                      <a:gd name="connsiteX7" fmla="*/ 1133318 w 1909735"/>
                                      <a:gd name="connsiteY7" fmla="*/ 1556656 h 1641022"/>
                                      <a:gd name="connsiteX8" fmla="*/ 1465839 w 1909735"/>
                                      <a:gd name="connsiteY8" fmla="*/ 1307850 h 1641022"/>
                                      <a:gd name="connsiteX9" fmla="*/ 1846839 w 1909735"/>
                                      <a:gd name="connsiteY9" fmla="*/ 1057481 h 1641022"/>
                                      <a:gd name="connsiteX10" fmla="*/ 1901269 w 1909735"/>
                                      <a:gd name="connsiteY10" fmla="*/ 1384051 h 1641022"/>
                                      <a:gd name="connsiteX11" fmla="*/ 1759752 w 1909735"/>
                                      <a:gd name="connsiteY11" fmla="*/ 1634421 h 1641022"/>
                                      <a:gd name="connsiteX12" fmla="*/ 1454953 w 1909735"/>
                                      <a:gd name="connsiteY12" fmla="*/ 1579993 h 1641022"/>
                                      <a:gd name="connsiteX0" fmla="*/ 338661 w 1909735"/>
                                      <a:gd name="connsiteY0" fmla="*/ 0 h 1634421"/>
                                      <a:gd name="connsiteX1" fmla="*/ 83353 w 1909735"/>
                                      <a:gd name="connsiteY1" fmla="*/ 208393 h 1634421"/>
                                      <a:gd name="connsiteX2" fmla="*/ 18039 w 1909735"/>
                                      <a:gd name="connsiteY2" fmla="*/ 469651 h 1634421"/>
                                      <a:gd name="connsiteX3" fmla="*/ 18038 w 1909735"/>
                                      <a:gd name="connsiteY3" fmla="*/ 785337 h 1634421"/>
                                      <a:gd name="connsiteX4" fmla="*/ 224868 w 1909735"/>
                                      <a:gd name="connsiteY4" fmla="*/ 1198993 h 1634421"/>
                                      <a:gd name="connsiteX5" fmla="*/ 486126 w 1909735"/>
                                      <a:gd name="connsiteY5" fmla="*/ 1471137 h 1634421"/>
                                      <a:gd name="connsiteX6" fmla="*/ 758266 w 1909735"/>
                                      <a:gd name="connsiteY6" fmla="*/ 1373165 h 1634421"/>
                                      <a:gd name="connsiteX7" fmla="*/ 1133318 w 1909735"/>
                                      <a:gd name="connsiteY7" fmla="*/ 1556656 h 1634421"/>
                                      <a:gd name="connsiteX8" fmla="*/ 1465839 w 1909735"/>
                                      <a:gd name="connsiteY8" fmla="*/ 1307850 h 1634421"/>
                                      <a:gd name="connsiteX9" fmla="*/ 1846839 w 1909735"/>
                                      <a:gd name="connsiteY9" fmla="*/ 1057481 h 1634421"/>
                                      <a:gd name="connsiteX10" fmla="*/ 1901269 w 1909735"/>
                                      <a:gd name="connsiteY10" fmla="*/ 1384051 h 1634421"/>
                                      <a:gd name="connsiteX11" fmla="*/ 1759752 w 1909735"/>
                                      <a:gd name="connsiteY11" fmla="*/ 1634421 h 1634421"/>
                                      <a:gd name="connsiteX0" fmla="*/ 338661 w 1909735"/>
                                      <a:gd name="connsiteY0" fmla="*/ 0 h 1558962"/>
                                      <a:gd name="connsiteX1" fmla="*/ 83353 w 1909735"/>
                                      <a:gd name="connsiteY1" fmla="*/ 208393 h 1558962"/>
                                      <a:gd name="connsiteX2" fmla="*/ 18039 w 1909735"/>
                                      <a:gd name="connsiteY2" fmla="*/ 469651 h 1558962"/>
                                      <a:gd name="connsiteX3" fmla="*/ 18038 w 1909735"/>
                                      <a:gd name="connsiteY3" fmla="*/ 785337 h 1558962"/>
                                      <a:gd name="connsiteX4" fmla="*/ 224868 w 1909735"/>
                                      <a:gd name="connsiteY4" fmla="*/ 1198993 h 1558962"/>
                                      <a:gd name="connsiteX5" fmla="*/ 486126 w 1909735"/>
                                      <a:gd name="connsiteY5" fmla="*/ 1471137 h 1558962"/>
                                      <a:gd name="connsiteX6" fmla="*/ 758266 w 1909735"/>
                                      <a:gd name="connsiteY6" fmla="*/ 1373165 h 1558962"/>
                                      <a:gd name="connsiteX7" fmla="*/ 1133318 w 1909735"/>
                                      <a:gd name="connsiteY7" fmla="*/ 1556656 h 1558962"/>
                                      <a:gd name="connsiteX8" fmla="*/ 1465839 w 1909735"/>
                                      <a:gd name="connsiteY8" fmla="*/ 1307850 h 1558962"/>
                                      <a:gd name="connsiteX9" fmla="*/ 1846839 w 1909735"/>
                                      <a:gd name="connsiteY9" fmla="*/ 1057481 h 1558962"/>
                                      <a:gd name="connsiteX10" fmla="*/ 1901269 w 1909735"/>
                                      <a:gd name="connsiteY10" fmla="*/ 1384051 h 1558962"/>
                                      <a:gd name="connsiteX0" fmla="*/ 338661 w 1846839"/>
                                      <a:gd name="connsiteY0" fmla="*/ 0 h 1558962"/>
                                      <a:gd name="connsiteX1" fmla="*/ 83353 w 1846839"/>
                                      <a:gd name="connsiteY1" fmla="*/ 208393 h 1558962"/>
                                      <a:gd name="connsiteX2" fmla="*/ 18039 w 1846839"/>
                                      <a:gd name="connsiteY2" fmla="*/ 469651 h 1558962"/>
                                      <a:gd name="connsiteX3" fmla="*/ 18038 w 1846839"/>
                                      <a:gd name="connsiteY3" fmla="*/ 785337 h 1558962"/>
                                      <a:gd name="connsiteX4" fmla="*/ 224868 w 1846839"/>
                                      <a:gd name="connsiteY4" fmla="*/ 1198993 h 1558962"/>
                                      <a:gd name="connsiteX5" fmla="*/ 486126 w 1846839"/>
                                      <a:gd name="connsiteY5" fmla="*/ 1471137 h 1558962"/>
                                      <a:gd name="connsiteX6" fmla="*/ 758266 w 1846839"/>
                                      <a:gd name="connsiteY6" fmla="*/ 1373165 h 1558962"/>
                                      <a:gd name="connsiteX7" fmla="*/ 1133318 w 1846839"/>
                                      <a:gd name="connsiteY7" fmla="*/ 1556656 h 1558962"/>
                                      <a:gd name="connsiteX8" fmla="*/ 1465839 w 1846839"/>
                                      <a:gd name="connsiteY8" fmla="*/ 1307850 h 1558962"/>
                                      <a:gd name="connsiteX9" fmla="*/ 1846839 w 1846839"/>
                                      <a:gd name="connsiteY9" fmla="*/ 1057481 h 1558962"/>
                                      <a:gd name="connsiteX0" fmla="*/ 338661 w 1465839"/>
                                      <a:gd name="connsiteY0" fmla="*/ 0 h 1558962"/>
                                      <a:gd name="connsiteX1" fmla="*/ 83353 w 1465839"/>
                                      <a:gd name="connsiteY1" fmla="*/ 208393 h 1558962"/>
                                      <a:gd name="connsiteX2" fmla="*/ 18039 w 1465839"/>
                                      <a:gd name="connsiteY2" fmla="*/ 469651 h 1558962"/>
                                      <a:gd name="connsiteX3" fmla="*/ 18038 w 1465839"/>
                                      <a:gd name="connsiteY3" fmla="*/ 785337 h 1558962"/>
                                      <a:gd name="connsiteX4" fmla="*/ 224868 w 1465839"/>
                                      <a:gd name="connsiteY4" fmla="*/ 1198993 h 1558962"/>
                                      <a:gd name="connsiteX5" fmla="*/ 486126 w 1465839"/>
                                      <a:gd name="connsiteY5" fmla="*/ 1471137 h 1558962"/>
                                      <a:gd name="connsiteX6" fmla="*/ 758266 w 1465839"/>
                                      <a:gd name="connsiteY6" fmla="*/ 1373165 h 1558962"/>
                                      <a:gd name="connsiteX7" fmla="*/ 1133318 w 1465839"/>
                                      <a:gd name="connsiteY7" fmla="*/ 1556656 h 1558962"/>
                                      <a:gd name="connsiteX8" fmla="*/ 1465839 w 1465839"/>
                                      <a:gd name="connsiteY8" fmla="*/ 1307850 h 1558962"/>
                                      <a:gd name="connsiteX0" fmla="*/ 338661 w 1133318"/>
                                      <a:gd name="connsiteY0" fmla="*/ 0 h 1556656"/>
                                      <a:gd name="connsiteX1" fmla="*/ 83353 w 1133318"/>
                                      <a:gd name="connsiteY1" fmla="*/ 208393 h 1556656"/>
                                      <a:gd name="connsiteX2" fmla="*/ 18039 w 1133318"/>
                                      <a:gd name="connsiteY2" fmla="*/ 469651 h 1556656"/>
                                      <a:gd name="connsiteX3" fmla="*/ 18038 w 1133318"/>
                                      <a:gd name="connsiteY3" fmla="*/ 785337 h 1556656"/>
                                      <a:gd name="connsiteX4" fmla="*/ 224868 w 1133318"/>
                                      <a:gd name="connsiteY4" fmla="*/ 1198993 h 1556656"/>
                                      <a:gd name="connsiteX5" fmla="*/ 486126 w 1133318"/>
                                      <a:gd name="connsiteY5" fmla="*/ 1471137 h 1556656"/>
                                      <a:gd name="connsiteX6" fmla="*/ 758266 w 1133318"/>
                                      <a:gd name="connsiteY6" fmla="*/ 1373165 h 1556656"/>
                                      <a:gd name="connsiteX7" fmla="*/ 1133318 w 1133318"/>
                                      <a:gd name="connsiteY7" fmla="*/ 1556656 h 1556656"/>
                                      <a:gd name="connsiteX0" fmla="*/ 338661 w 758266"/>
                                      <a:gd name="connsiteY0" fmla="*/ 0 h 1475079"/>
                                      <a:gd name="connsiteX1" fmla="*/ 83353 w 758266"/>
                                      <a:gd name="connsiteY1" fmla="*/ 208393 h 1475079"/>
                                      <a:gd name="connsiteX2" fmla="*/ 18039 w 758266"/>
                                      <a:gd name="connsiteY2" fmla="*/ 469651 h 1475079"/>
                                      <a:gd name="connsiteX3" fmla="*/ 18038 w 758266"/>
                                      <a:gd name="connsiteY3" fmla="*/ 785337 h 1475079"/>
                                      <a:gd name="connsiteX4" fmla="*/ 224868 w 758266"/>
                                      <a:gd name="connsiteY4" fmla="*/ 1198993 h 1475079"/>
                                      <a:gd name="connsiteX5" fmla="*/ 486126 w 758266"/>
                                      <a:gd name="connsiteY5" fmla="*/ 1471137 h 1475079"/>
                                      <a:gd name="connsiteX6" fmla="*/ 758266 w 758266"/>
                                      <a:gd name="connsiteY6" fmla="*/ 1373165 h 1475079"/>
                                      <a:gd name="connsiteX0" fmla="*/ 338661 w 486126"/>
                                      <a:gd name="connsiteY0" fmla="*/ 0 h 1471137"/>
                                      <a:gd name="connsiteX1" fmla="*/ 83353 w 486126"/>
                                      <a:gd name="connsiteY1" fmla="*/ 208393 h 1471137"/>
                                      <a:gd name="connsiteX2" fmla="*/ 18039 w 486126"/>
                                      <a:gd name="connsiteY2" fmla="*/ 469651 h 1471137"/>
                                      <a:gd name="connsiteX3" fmla="*/ 18038 w 486126"/>
                                      <a:gd name="connsiteY3" fmla="*/ 785337 h 1471137"/>
                                      <a:gd name="connsiteX4" fmla="*/ 224868 w 486126"/>
                                      <a:gd name="connsiteY4" fmla="*/ 1198993 h 1471137"/>
                                      <a:gd name="connsiteX5" fmla="*/ 486126 w 486126"/>
                                      <a:gd name="connsiteY5" fmla="*/ 1471137 h 1471137"/>
                                      <a:gd name="connsiteX0" fmla="*/ 338661 w 338661"/>
                                      <a:gd name="connsiteY0" fmla="*/ 0 h 1198993"/>
                                      <a:gd name="connsiteX1" fmla="*/ 83353 w 338661"/>
                                      <a:gd name="connsiteY1" fmla="*/ 208393 h 1198993"/>
                                      <a:gd name="connsiteX2" fmla="*/ 18039 w 338661"/>
                                      <a:gd name="connsiteY2" fmla="*/ 469651 h 1198993"/>
                                      <a:gd name="connsiteX3" fmla="*/ 18038 w 338661"/>
                                      <a:gd name="connsiteY3" fmla="*/ 785337 h 1198993"/>
                                      <a:gd name="connsiteX4" fmla="*/ 224868 w 338661"/>
                                      <a:gd name="connsiteY4" fmla="*/ 1198993 h 1198993"/>
                                      <a:gd name="connsiteX0" fmla="*/ 338661 w 338661"/>
                                      <a:gd name="connsiteY0" fmla="*/ 0 h 785337"/>
                                      <a:gd name="connsiteX1" fmla="*/ 83353 w 338661"/>
                                      <a:gd name="connsiteY1" fmla="*/ 208393 h 785337"/>
                                      <a:gd name="connsiteX2" fmla="*/ 18039 w 338661"/>
                                      <a:gd name="connsiteY2" fmla="*/ 469651 h 785337"/>
                                      <a:gd name="connsiteX3" fmla="*/ 18038 w 338661"/>
                                      <a:gd name="connsiteY3" fmla="*/ 785337 h 78533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338661" h="785337">
                                        <a:moveTo>
                                          <a:pt x="338661" y="0"/>
                                        </a:moveTo>
                                        <a:cubicBezTo>
                                          <a:pt x="324147" y="39914"/>
                                          <a:pt x="136790" y="130118"/>
                                          <a:pt x="83353" y="208393"/>
                                        </a:cubicBezTo>
                                        <a:cubicBezTo>
                                          <a:pt x="29916" y="286668"/>
                                          <a:pt x="28925" y="373494"/>
                                          <a:pt x="18039" y="469651"/>
                                        </a:cubicBezTo>
                                        <a:cubicBezTo>
                                          <a:pt x="7153" y="565808"/>
                                          <a:pt x="-16434" y="663780"/>
                                          <a:pt x="18038" y="78533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5400" cap="flat" cmpd="sng" algn="ctr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" name="Freihandform 10"/>
                                <wps:cNvSpPr/>
                                <wps:spPr>
                                  <a:xfrm>
                                    <a:off x="405891" y="2144420"/>
                                    <a:ext cx="261775" cy="642257"/>
                                  </a:xfrm>
                                  <a:custGeom>
                                    <a:avLst/>
                                    <a:gdLst>
                                      <a:gd name="connsiteX0" fmla="*/ 393980 w 393980"/>
                                      <a:gd name="connsiteY0" fmla="*/ 0 h 982488"/>
                                      <a:gd name="connsiteX1" fmla="*/ 208923 w 393980"/>
                                      <a:gd name="connsiteY1" fmla="*/ 43542 h 982488"/>
                                      <a:gd name="connsiteX2" fmla="*/ 165380 w 393980"/>
                                      <a:gd name="connsiteY2" fmla="*/ 54428 h 982488"/>
                                      <a:gd name="connsiteX3" fmla="*/ 110952 w 393980"/>
                                      <a:gd name="connsiteY3" fmla="*/ 152400 h 982488"/>
                                      <a:gd name="connsiteX4" fmla="*/ 56523 w 393980"/>
                                      <a:gd name="connsiteY4" fmla="*/ 304800 h 982488"/>
                                      <a:gd name="connsiteX5" fmla="*/ 23866 w 393980"/>
                                      <a:gd name="connsiteY5" fmla="*/ 413657 h 982488"/>
                                      <a:gd name="connsiteX6" fmla="*/ 2095 w 393980"/>
                                      <a:gd name="connsiteY6" fmla="*/ 489857 h 982488"/>
                                      <a:gd name="connsiteX7" fmla="*/ 2095 w 393980"/>
                                      <a:gd name="connsiteY7" fmla="*/ 664028 h 982488"/>
                                      <a:gd name="connsiteX8" fmla="*/ 12980 w 393980"/>
                                      <a:gd name="connsiteY8" fmla="*/ 838200 h 982488"/>
                                      <a:gd name="connsiteX9" fmla="*/ 121838 w 393980"/>
                                      <a:gd name="connsiteY9" fmla="*/ 968828 h 982488"/>
                                      <a:gd name="connsiteX10" fmla="*/ 132723 w 393980"/>
                                      <a:gd name="connsiteY10" fmla="*/ 979714 h 982488"/>
                                      <a:gd name="connsiteX11" fmla="*/ 143609 w 393980"/>
                                      <a:gd name="connsiteY11" fmla="*/ 979714 h 982488"/>
                                      <a:gd name="connsiteX0" fmla="*/ 393980 w 393980"/>
                                      <a:gd name="connsiteY0" fmla="*/ 0 h 982488"/>
                                      <a:gd name="connsiteX1" fmla="*/ 165380 w 393980"/>
                                      <a:gd name="connsiteY1" fmla="*/ 54428 h 982488"/>
                                      <a:gd name="connsiteX2" fmla="*/ 110952 w 393980"/>
                                      <a:gd name="connsiteY2" fmla="*/ 152400 h 982488"/>
                                      <a:gd name="connsiteX3" fmla="*/ 56523 w 393980"/>
                                      <a:gd name="connsiteY3" fmla="*/ 304800 h 982488"/>
                                      <a:gd name="connsiteX4" fmla="*/ 23866 w 393980"/>
                                      <a:gd name="connsiteY4" fmla="*/ 413657 h 982488"/>
                                      <a:gd name="connsiteX5" fmla="*/ 2095 w 393980"/>
                                      <a:gd name="connsiteY5" fmla="*/ 489857 h 982488"/>
                                      <a:gd name="connsiteX6" fmla="*/ 2095 w 393980"/>
                                      <a:gd name="connsiteY6" fmla="*/ 664028 h 982488"/>
                                      <a:gd name="connsiteX7" fmla="*/ 12980 w 393980"/>
                                      <a:gd name="connsiteY7" fmla="*/ 838200 h 982488"/>
                                      <a:gd name="connsiteX8" fmla="*/ 121838 w 393980"/>
                                      <a:gd name="connsiteY8" fmla="*/ 968828 h 982488"/>
                                      <a:gd name="connsiteX9" fmla="*/ 132723 w 393980"/>
                                      <a:gd name="connsiteY9" fmla="*/ 979714 h 982488"/>
                                      <a:gd name="connsiteX10" fmla="*/ 143609 w 393980"/>
                                      <a:gd name="connsiteY10" fmla="*/ 979714 h 982488"/>
                                      <a:gd name="connsiteX0" fmla="*/ 393980 w 393980"/>
                                      <a:gd name="connsiteY0" fmla="*/ 0 h 982488"/>
                                      <a:gd name="connsiteX1" fmla="*/ 274237 w 393980"/>
                                      <a:gd name="connsiteY1" fmla="*/ 108857 h 982488"/>
                                      <a:gd name="connsiteX2" fmla="*/ 110952 w 393980"/>
                                      <a:gd name="connsiteY2" fmla="*/ 152400 h 982488"/>
                                      <a:gd name="connsiteX3" fmla="*/ 56523 w 393980"/>
                                      <a:gd name="connsiteY3" fmla="*/ 304800 h 982488"/>
                                      <a:gd name="connsiteX4" fmla="*/ 23866 w 393980"/>
                                      <a:gd name="connsiteY4" fmla="*/ 413657 h 982488"/>
                                      <a:gd name="connsiteX5" fmla="*/ 2095 w 393980"/>
                                      <a:gd name="connsiteY5" fmla="*/ 489857 h 982488"/>
                                      <a:gd name="connsiteX6" fmla="*/ 2095 w 393980"/>
                                      <a:gd name="connsiteY6" fmla="*/ 664028 h 982488"/>
                                      <a:gd name="connsiteX7" fmla="*/ 12980 w 393980"/>
                                      <a:gd name="connsiteY7" fmla="*/ 838200 h 982488"/>
                                      <a:gd name="connsiteX8" fmla="*/ 121838 w 393980"/>
                                      <a:gd name="connsiteY8" fmla="*/ 968828 h 982488"/>
                                      <a:gd name="connsiteX9" fmla="*/ 132723 w 393980"/>
                                      <a:gd name="connsiteY9" fmla="*/ 979714 h 982488"/>
                                      <a:gd name="connsiteX10" fmla="*/ 143609 w 393980"/>
                                      <a:gd name="connsiteY10" fmla="*/ 979714 h 982488"/>
                                      <a:gd name="connsiteX0" fmla="*/ 393980 w 393980"/>
                                      <a:gd name="connsiteY0" fmla="*/ 0 h 982488"/>
                                      <a:gd name="connsiteX1" fmla="*/ 274237 w 393980"/>
                                      <a:gd name="connsiteY1" fmla="*/ 108857 h 982488"/>
                                      <a:gd name="connsiteX2" fmla="*/ 241581 w 393980"/>
                                      <a:gd name="connsiteY2" fmla="*/ 217714 h 982488"/>
                                      <a:gd name="connsiteX3" fmla="*/ 56523 w 393980"/>
                                      <a:gd name="connsiteY3" fmla="*/ 304800 h 982488"/>
                                      <a:gd name="connsiteX4" fmla="*/ 23866 w 393980"/>
                                      <a:gd name="connsiteY4" fmla="*/ 413657 h 982488"/>
                                      <a:gd name="connsiteX5" fmla="*/ 2095 w 393980"/>
                                      <a:gd name="connsiteY5" fmla="*/ 489857 h 982488"/>
                                      <a:gd name="connsiteX6" fmla="*/ 2095 w 393980"/>
                                      <a:gd name="connsiteY6" fmla="*/ 664028 h 982488"/>
                                      <a:gd name="connsiteX7" fmla="*/ 12980 w 393980"/>
                                      <a:gd name="connsiteY7" fmla="*/ 838200 h 982488"/>
                                      <a:gd name="connsiteX8" fmla="*/ 121838 w 393980"/>
                                      <a:gd name="connsiteY8" fmla="*/ 968828 h 982488"/>
                                      <a:gd name="connsiteX9" fmla="*/ 132723 w 393980"/>
                                      <a:gd name="connsiteY9" fmla="*/ 979714 h 982488"/>
                                      <a:gd name="connsiteX10" fmla="*/ 143609 w 393980"/>
                                      <a:gd name="connsiteY10" fmla="*/ 979714 h 982488"/>
                                      <a:gd name="connsiteX0" fmla="*/ 393980 w 393980"/>
                                      <a:gd name="connsiteY0" fmla="*/ 0 h 982488"/>
                                      <a:gd name="connsiteX1" fmla="*/ 274237 w 393980"/>
                                      <a:gd name="connsiteY1" fmla="*/ 108857 h 982488"/>
                                      <a:gd name="connsiteX2" fmla="*/ 241581 w 393980"/>
                                      <a:gd name="connsiteY2" fmla="*/ 217714 h 982488"/>
                                      <a:gd name="connsiteX3" fmla="*/ 230694 w 393980"/>
                                      <a:gd name="connsiteY3" fmla="*/ 370114 h 982488"/>
                                      <a:gd name="connsiteX4" fmla="*/ 23866 w 393980"/>
                                      <a:gd name="connsiteY4" fmla="*/ 413657 h 982488"/>
                                      <a:gd name="connsiteX5" fmla="*/ 2095 w 393980"/>
                                      <a:gd name="connsiteY5" fmla="*/ 489857 h 982488"/>
                                      <a:gd name="connsiteX6" fmla="*/ 2095 w 393980"/>
                                      <a:gd name="connsiteY6" fmla="*/ 664028 h 982488"/>
                                      <a:gd name="connsiteX7" fmla="*/ 12980 w 393980"/>
                                      <a:gd name="connsiteY7" fmla="*/ 838200 h 982488"/>
                                      <a:gd name="connsiteX8" fmla="*/ 121838 w 393980"/>
                                      <a:gd name="connsiteY8" fmla="*/ 968828 h 982488"/>
                                      <a:gd name="connsiteX9" fmla="*/ 132723 w 393980"/>
                                      <a:gd name="connsiteY9" fmla="*/ 979714 h 982488"/>
                                      <a:gd name="connsiteX10" fmla="*/ 143609 w 393980"/>
                                      <a:gd name="connsiteY10" fmla="*/ 979714 h 982488"/>
                                      <a:gd name="connsiteX0" fmla="*/ 409228 w 409228"/>
                                      <a:gd name="connsiteY0" fmla="*/ 0 h 982488"/>
                                      <a:gd name="connsiteX1" fmla="*/ 289485 w 409228"/>
                                      <a:gd name="connsiteY1" fmla="*/ 108857 h 982488"/>
                                      <a:gd name="connsiteX2" fmla="*/ 256829 w 409228"/>
                                      <a:gd name="connsiteY2" fmla="*/ 217714 h 982488"/>
                                      <a:gd name="connsiteX3" fmla="*/ 245942 w 409228"/>
                                      <a:gd name="connsiteY3" fmla="*/ 370114 h 982488"/>
                                      <a:gd name="connsiteX4" fmla="*/ 17343 w 409228"/>
                                      <a:gd name="connsiteY4" fmla="*/ 489857 h 982488"/>
                                      <a:gd name="connsiteX5" fmla="*/ 17343 w 409228"/>
                                      <a:gd name="connsiteY5" fmla="*/ 664028 h 982488"/>
                                      <a:gd name="connsiteX6" fmla="*/ 28228 w 409228"/>
                                      <a:gd name="connsiteY6" fmla="*/ 838200 h 982488"/>
                                      <a:gd name="connsiteX7" fmla="*/ 137086 w 409228"/>
                                      <a:gd name="connsiteY7" fmla="*/ 968828 h 982488"/>
                                      <a:gd name="connsiteX8" fmla="*/ 147971 w 409228"/>
                                      <a:gd name="connsiteY8" fmla="*/ 979714 h 982488"/>
                                      <a:gd name="connsiteX9" fmla="*/ 158857 w 409228"/>
                                      <a:gd name="connsiteY9" fmla="*/ 979714 h 982488"/>
                                      <a:gd name="connsiteX0" fmla="*/ 409687 w 409687"/>
                                      <a:gd name="connsiteY0" fmla="*/ 0 h 982488"/>
                                      <a:gd name="connsiteX1" fmla="*/ 289944 w 409687"/>
                                      <a:gd name="connsiteY1" fmla="*/ 108857 h 982488"/>
                                      <a:gd name="connsiteX2" fmla="*/ 257288 w 409687"/>
                                      <a:gd name="connsiteY2" fmla="*/ 217714 h 982488"/>
                                      <a:gd name="connsiteX3" fmla="*/ 246401 w 409687"/>
                                      <a:gd name="connsiteY3" fmla="*/ 370114 h 982488"/>
                                      <a:gd name="connsiteX4" fmla="*/ 246402 w 409687"/>
                                      <a:gd name="connsiteY4" fmla="*/ 511629 h 982488"/>
                                      <a:gd name="connsiteX5" fmla="*/ 17802 w 409687"/>
                                      <a:gd name="connsiteY5" fmla="*/ 664028 h 982488"/>
                                      <a:gd name="connsiteX6" fmla="*/ 28687 w 409687"/>
                                      <a:gd name="connsiteY6" fmla="*/ 838200 h 982488"/>
                                      <a:gd name="connsiteX7" fmla="*/ 137545 w 409687"/>
                                      <a:gd name="connsiteY7" fmla="*/ 968828 h 982488"/>
                                      <a:gd name="connsiteX8" fmla="*/ 148430 w 409687"/>
                                      <a:gd name="connsiteY8" fmla="*/ 979714 h 982488"/>
                                      <a:gd name="connsiteX9" fmla="*/ 159316 w 409687"/>
                                      <a:gd name="connsiteY9" fmla="*/ 979714 h 982488"/>
                                      <a:gd name="connsiteX0" fmla="*/ 382714 w 382714"/>
                                      <a:gd name="connsiteY0" fmla="*/ 0 h 982488"/>
                                      <a:gd name="connsiteX1" fmla="*/ 262971 w 382714"/>
                                      <a:gd name="connsiteY1" fmla="*/ 108857 h 982488"/>
                                      <a:gd name="connsiteX2" fmla="*/ 230315 w 382714"/>
                                      <a:gd name="connsiteY2" fmla="*/ 217714 h 982488"/>
                                      <a:gd name="connsiteX3" fmla="*/ 219428 w 382714"/>
                                      <a:gd name="connsiteY3" fmla="*/ 370114 h 982488"/>
                                      <a:gd name="connsiteX4" fmla="*/ 219429 w 382714"/>
                                      <a:gd name="connsiteY4" fmla="*/ 511629 h 982488"/>
                                      <a:gd name="connsiteX5" fmla="*/ 208544 w 382714"/>
                                      <a:gd name="connsiteY5" fmla="*/ 642257 h 982488"/>
                                      <a:gd name="connsiteX6" fmla="*/ 1714 w 382714"/>
                                      <a:gd name="connsiteY6" fmla="*/ 838200 h 982488"/>
                                      <a:gd name="connsiteX7" fmla="*/ 110572 w 382714"/>
                                      <a:gd name="connsiteY7" fmla="*/ 968828 h 982488"/>
                                      <a:gd name="connsiteX8" fmla="*/ 121457 w 382714"/>
                                      <a:gd name="connsiteY8" fmla="*/ 979714 h 982488"/>
                                      <a:gd name="connsiteX9" fmla="*/ 132343 w 382714"/>
                                      <a:gd name="connsiteY9" fmla="*/ 979714 h 982488"/>
                                      <a:gd name="connsiteX0" fmla="*/ 283315 w 283315"/>
                                      <a:gd name="connsiteY0" fmla="*/ 0 h 990167"/>
                                      <a:gd name="connsiteX1" fmla="*/ 163572 w 283315"/>
                                      <a:gd name="connsiteY1" fmla="*/ 108857 h 990167"/>
                                      <a:gd name="connsiteX2" fmla="*/ 130916 w 283315"/>
                                      <a:gd name="connsiteY2" fmla="*/ 217714 h 990167"/>
                                      <a:gd name="connsiteX3" fmla="*/ 120029 w 283315"/>
                                      <a:gd name="connsiteY3" fmla="*/ 370114 h 990167"/>
                                      <a:gd name="connsiteX4" fmla="*/ 120030 w 283315"/>
                                      <a:gd name="connsiteY4" fmla="*/ 511629 h 990167"/>
                                      <a:gd name="connsiteX5" fmla="*/ 109145 w 283315"/>
                                      <a:gd name="connsiteY5" fmla="*/ 642257 h 990167"/>
                                      <a:gd name="connsiteX6" fmla="*/ 196229 w 283315"/>
                                      <a:gd name="connsiteY6" fmla="*/ 729343 h 990167"/>
                                      <a:gd name="connsiteX7" fmla="*/ 11173 w 283315"/>
                                      <a:gd name="connsiteY7" fmla="*/ 968828 h 990167"/>
                                      <a:gd name="connsiteX8" fmla="*/ 22058 w 283315"/>
                                      <a:gd name="connsiteY8" fmla="*/ 979714 h 990167"/>
                                      <a:gd name="connsiteX9" fmla="*/ 32944 w 283315"/>
                                      <a:gd name="connsiteY9" fmla="*/ 979714 h 990167"/>
                                      <a:gd name="connsiteX0" fmla="*/ 293981 w 293981"/>
                                      <a:gd name="connsiteY0" fmla="*/ 0 h 1000196"/>
                                      <a:gd name="connsiteX1" fmla="*/ 174238 w 293981"/>
                                      <a:gd name="connsiteY1" fmla="*/ 108857 h 1000196"/>
                                      <a:gd name="connsiteX2" fmla="*/ 141582 w 293981"/>
                                      <a:gd name="connsiteY2" fmla="*/ 217714 h 1000196"/>
                                      <a:gd name="connsiteX3" fmla="*/ 130695 w 293981"/>
                                      <a:gd name="connsiteY3" fmla="*/ 370114 h 1000196"/>
                                      <a:gd name="connsiteX4" fmla="*/ 130696 w 293981"/>
                                      <a:gd name="connsiteY4" fmla="*/ 511629 h 1000196"/>
                                      <a:gd name="connsiteX5" fmla="*/ 119811 w 293981"/>
                                      <a:gd name="connsiteY5" fmla="*/ 642257 h 1000196"/>
                                      <a:gd name="connsiteX6" fmla="*/ 206895 w 293981"/>
                                      <a:gd name="connsiteY6" fmla="*/ 729343 h 1000196"/>
                                      <a:gd name="connsiteX7" fmla="*/ 21839 w 293981"/>
                                      <a:gd name="connsiteY7" fmla="*/ 968828 h 1000196"/>
                                      <a:gd name="connsiteX8" fmla="*/ 32724 w 293981"/>
                                      <a:gd name="connsiteY8" fmla="*/ 979714 h 1000196"/>
                                      <a:gd name="connsiteX9" fmla="*/ 283096 w 293981"/>
                                      <a:gd name="connsiteY9" fmla="*/ 805542 h 1000196"/>
                                      <a:gd name="connsiteX0" fmla="*/ 272267 w 272267"/>
                                      <a:gd name="connsiteY0" fmla="*/ 0 h 968945"/>
                                      <a:gd name="connsiteX1" fmla="*/ 152524 w 272267"/>
                                      <a:gd name="connsiteY1" fmla="*/ 108857 h 968945"/>
                                      <a:gd name="connsiteX2" fmla="*/ 119868 w 272267"/>
                                      <a:gd name="connsiteY2" fmla="*/ 217714 h 968945"/>
                                      <a:gd name="connsiteX3" fmla="*/ 108981 w 272267"/>
                                      <a:gd name="connsiteY3" fmla="*/ 370114 h 968945"/>
                                      <a:gd name="connsiteX4" fmla="*/ 108982 w 272267"/>
                                      <a:gd name="connsiteY4" fmla="*/ 511629 h 968945"/>
                                      <a:gd name="connsiteX5" fmla="*/ 98097 w 272267"/>
                                      <a:gd name="connsiteY5" fmla="*/ 642257 h 968945"/>
                                      <a:gd name="connsiteX6" fmla="*/ 185181 w 272267"/>
                                      <a:gd name="connsiteY6" fmla="*/ 729343 h 968945"/>
                                      <a:gd name="connsiteX7" fmla="*/ 125 w 272267"/>
                                      <a:gd name="connsiteY7" fmla="*/ 968828 h 968945"/>
                                      <a:gd name="connsiteX8" fmla="*/ 217839 w 272267"/>
                                      <a:gd name="connsiteY8" fmla="*/ 762000 h 968945"/>
                                      <a:gd name="connsiteX9" fmla="*/ 261382 w 272267"/>
                                      <a:gd name="connsiteY9" fmla="*/ 805542 h 968945"/>
                                      <a:gd name="connsiteX0" fmla="*/ 272267 w 272267"/>
                                      <a:gd name="connsiteY0" fmla="*/ 0 h 968945"/>
                                      <a:gd name="connsiteX1" fmla="*/ 152524 w 272267"/>
                                      <a:gd name="connsiteY1" fmla="*/ 108857 h 968945"/>
                                      <a:gd name="connsiteX2" fmla="*/ 119868 w 272267"/>
                                      <a:gd name="connsiteY2" fmla="*/ 217714 h 968945"/>
                                      <a:gd name="connsiteX3" fmla="*/ 108981 w 272267"/>
                                      <a:gd name="connsiteY3" fmla="*/ 370114 h 968945"/>
                                      <a:gd name="connsiteX4" fmla="*/ 108982 w 272267"/>
                                      <a:gd name="connsiteY4" fmla="*/ 511629 h 968945"/>
                                      <a:gd name="connsiteX5" fmla="*/ 98097 w 272267"/>
                                      <a:gd name="connsiteY5" fmla="*/ 642257 h 968945"/>
                                      <a:gd name="connsiteX6" fmla="*/ 185181 w 272267"/>
                                      <a:gd name="connsiteY6" fmla="*/ 729343 h 968945"/>
                                      <a:gd name="connsiteX7" fmla="*/ 125 w 272267"/>
                                      <a:gd name="connsiteY7" fmla="*/ 968828 h 968945"/>
                                      <a:gd name="connsiteX8" fmla="*/ 217839 w 272267"/>
                                      <a:gd name="connsiteY8" fmla="*/ 762000 h 968945"/>
                                      <a:gd name="connsiteX9" fmla="*/ 261382 w 272267"/>
                                      <a:gd name="connsiteY9" fmla="*/ 805542 h 968945"/>
                                      <a:gd name="connsiteX0" fmla="*/ 178128 w 178128"/>
                                      <a:gd name="connsiteY0" fmla="*/ 0 h 805550"/>
                                      <a:gd name="connsiteX1" fmla="*/ 58385 w 178128"/>
                                      <a:gd name="connsiteY1" fmla="*/ 108857 h 805550"/>
                                      <a:gd name="connsiteX2" fmla="*/ 25729 w 178128"/>
                                      <a:gd name="connsiteY2" fmla="*/ 217714 h 805550"/>
                                      <a:gd name="connsiteX3" fmla="*/ 14842 w 178128"/>
                                      <a:gd name="connsiteY3" fmla="*/ 370114 h 805550"/>
                                      <a:gd name="connsiteX4" fmla="*/ 14843 w 178128"/>
                                      <a:gd name="connsiteY4" fmla="*/ 511629 h 805550"/>
                                      <a:gd name="connsiteX5" fmla="*/ 3958 w 178128"/>
                                      <a:gd name="connsiteY5" fmla="*/ 642257 h 805550"/>
                                      <a:gd name="connsiteX6" fmla="*/ 91042 w 178128"/>
                                      <a:gd name="connsiteY6" fmla="*/ 729343 h 805550"/>
                                      <a:gd name="connsiteX7" fmla="*/ 123700 w 178128"/>
                                      <a:gd name="connsiteY7" fmla="*/ 762000 h 805550"/>
                                      <a:gd name="connsiteX8" fmla="*/ 167243 w 178128"/>
                                      <a:gd name="connsiteY8" fmla="*/ 805542 h 805550"/>
                                      <a:gd name="connsiteX0" fmla="*/ 178128 w 178128"/>
                                      <a:gd name="connsiteY0" fmla="*/ 0 h 762000"/>
                                      <a:gd name="connsiteX1" fmla="*/ 58385 w 178128"/>
                                      <a:gd name="connsiteY1" fmla="*/ 108857 h 762000"/>
                                      <a:gd name="connsiteX2" fmla="*/ 25729 w 178128"/>
                                      <a:gd name="connsiteY2" fmla="*/ 217714 h 762000"/>
                                      <a:gd name="connsiteX3" fmla="*/ 14842 w 178128"/>
                                      <a:gd name="connsiteY3" fmla="*/ 370114 h 762000"/>
                                      <a:gd name="connsiteX4" fmla="*/ 14843 w 178128"/>
                                      <a:gd name="connsiteY4" fmla="*/ 511629 h 762000"/>
                                      <a:gd name="connsiteX5" fmla="*/ 3958 w 178128"/>
                                      <a:gd name="connsiteY5" fmla="*/ 642257 h 762000"/>
                                      <a:gd name="connsiteX6" fmla="*/ 91042 w 178128"/>
                                      <a:gd name="connsiteY6" fmla="*/ 729343 h 762000"/>
                                      <a:gd name="connsiteX7" fmla="*/ 123700 w 178128"/>
                                      <a:gd name="connsiteY7" fmla="*/ 762000 h 762000"/>
                                      <a:gd name="connsiteX0" fmla="*/ 178128 w 178128"/>
                                      <a:gd name="connsiteY0" fmla="*/ 0 h 729343"/>
                                      <a:gd name="connsiteX1" fmla="*/ 58385 w 178128"/>
                                      <a:gd name="connsiteY1" fmla="*/ 108857 h 729343"/>
                                      <a:gd name="connsiteX2" fmla="*/ 25729 w 178128"/>
                                      <a:gd name="connsiteY2" fmla="*/ 217714 h 729343"/>
                                      <a:gd name="connsiteX3" fmla="*/ 14842 w 178128"/>
                                      <a:gd name="connsiteY3" fmla="*/ 370114 h 729343"/>
                                      <a:gd name="connsiteX4" fmla="*/ 14843 w 178128"/>
                                      <a:gd name="connsiteY4" fmla="*/ 511629 h 729343"/>
                                      <a:gd name="connsiteX5" fmla="*/ 3958 w 178128"/>
                                      <a:gd name="connsiteY5" fmla="*/ 642257 h 729343"/>
                                      <a:gd name="connsiteX6" fmla="*/ 91042 w 178128"/>
                                      <a:gd name="connsiteY6" fmla="*/ 729343 h 729343"/>
                                      <a:gd name="connsiteX0" fmla="*/ 178128 w 178128"/>
                                      <a:gd name="connsiteY0" fmla="*/ 0 h 642257"/>
                                      <a:gd name="connsiteX1" fmla="*/ 58385 w 178128"/>
                                      <a:gd name="connsiteY1" fmla="*/ 108857 h 642257"/>
                                      <a:gd name="connsiteX2" fmla="*/ 25729 w 178128"/>
                                      <a:gd name="connsiteY2" fmla="*/ 217714 h 642257"/>
                                      <a:gd name="connsiteX3" fmla="*/ 14842 w 178128"/>
                                      <a:gd name="connsiteY3" fmla="*/ 370114 h 642257"/>
                                      <a:gd name="connsiteX4" fmla="*/ 14843 w 178128"/>
                                      <a:gd name="connsiteY4" fmla="*/ 511629 h 642257"/>
                                      <a:gd name="connsiteX5" fmla="*/ 3958 w 178128"/>
                                      <a:gd name="connsiteY5" fmla="*/ 642257 h 642257"/>
                                      <a:gd name="connsiteX0" fmla="*/ 168553 w 168553"/>
                                      <a:gd name="connsiteY0" fmla="*/ 0 h 642257"/>
                                      <a:gd name="connsiteX1" fmla="*/ 48810 w 168553"/>
                                      <a:gd name="connsiteY1" fmla="*/ 108857 h 642257"/>
                                      <a:gd name="connsiteX2" fmla="*/ 16154 w 168553"/>
                                      <a:gd name="connsiteY2" fmla="*/ 217714 h 642257"/>
                                      <a:gd name="connsiteX3" fmla="*/ 5267 w 168553"/>
                                      <a:gd name="connsiteY3" fmla="*/ 370114 h 642257"/>
                                      <a:gd name="connsiteX4" fmla="*/ 5268 w 168553"/>
                                      <a:gd name="connsiteY4" fmla="*/ 511629 h 642257"/>
                                      <a:gd name="connsiteX5" fmla="*/ 70583 w 168553"/>
                                      <a:gd name="connsiteY5" fmla="*/ 642257 h 642257"/>
                                      <a:gd name="connsiteX0" fmla="*/ 196068 w 196068"/>
                                      <a:gd name="connsiteY0" fmla="*/ 0 h 642257"/>
                                      <a:gd name="connsiteX1" fmla="*/ 76325 w 196068"/>
                                      <a:gd name="connsiteY1" fmla="*/ 108857 h 642257"/>
                                      <a:gd name="connsiteX2" fmla="*/ 43669 w 196068"/>
                                      <a:gd name="connsiteY2" fmla="*/ 217714 h 642257"/>
                                      <a:gd name="connsiteX3" fmla="*/ 125 w 196068"/>
                                      <a:gd name="connsiteY3" fmla="*/ 359228 h 642257"/>
                                      <a:gd name="connsiteX4" fmla="*/ 32783 w 196068"/>
                                      <a:gd name="connsiteY4" fmla="*/ 511629 h 642257"/>
                                      <a:gd name="connsiteX5" fmla="*/ 98098 w 196068"/>
                                      <a:gd name="connsiteY5" fmla="*/ 642257 h 642257"/>
                                      <a:gd name="connsiteX0" fmla="*/ 221201 w 221201"/>
                                      <a:gd name="connsiteY0" fmla="*/ 0 h 642257"/>
                                      <a:gd name="connsiteX1" fmla="*/ 101458 w 221201"/>
                                      <a:gd name="connsiteY1" fmla="*/ 108857 h 642257"/>
                                      <a:gd name="connsiteX2" fmla="*/ 3487 w 221201"/>
                                      <a:gd name="connsiteY2" fmla="*/ 206828 h 642257"/>
                                      <a:gd name="connsiteX3" fmla="*/ 25258 w 221201"/>
                                      <a:gd name="connsiteY3" fmla="*/ 359228 h 642257"/>
                                      <a:gd name="connsiteX4" fmla="*/ 57916 w 221201"/>
                                      <a:gd name="connsiteY4" fmla="*/ 511629 h 642257"/>
                                      <a:gd name="connsiteX5" fmla="*/ 123231 w 221201"/>
                                      <a:gd name="connsiteY5" fmla="*/ 642257 h 642257"/>
                                      <a:gd name="connsiteX0" fmla="*/ 218714 w 218714"/>
                                      <a:gd name="connsiteY0" fmla="*/ 0 h 642257"/>
                                      <a:gd name="connsiteX1" fmla="*/ 55428 w 218714"/>
                                      <a:gd name="connsiteY1" fmla="*/ 76200 h 642257"/>
                                      <a:gd name="connsiteX2" fmla="*/ 1000 w 218714"/>
                                      <a:gd name="connsiteY2" fmla="*/ 206828 h 642257"/>
                                      <a:gd name="connsiteX3" fmla="*/ 22771 w 218714"/>
                                      <a:gd name="connsiteY3" fmla="*/ 359228 h 642257"/>
                                      <a:gd name="connsiteX4" fmla="*/ 55429 w 218714"/>
                                      <a:gd name="connsiteY4" fmla="*/ 511629 h 642257"/>
                                      <a:gd name="connsiteX5" fmla="*/ 120744 w 218714"/>
                                      <a:gd name="connsiteY5" fmla="*/ 642257 h 642257"/>
                                      <a:gd name="connsiteX0" fmla="*/ 262691 w 262691"/>
                                      <a:gd name="connsiteY0" fmla="*/ 0 h 642257"/>
                                      <a:gd name="connsiteX1" fmla="*/ 99405 w 262691"/>
                                      <a:gd name="connsiteY1" fmla="*/ 76200 h 642257"/>
                                      <a:gd name="connsiteX2" fmla="*/ 44977 w 262691"/>
                                      <a:gd name="connsiteY2" fmla="*/ 206828 h 642257"/>
                                      <a:gd name="connsiteX3" fmla="*/ 1434 w 262691"/>
                                      <a:gd name="connsiteY3" fmla="*/ 359228 h 642257"/>
                                      <a:gd name="connsiteX4" fmla="*/ 99406 w 262691"/>
                                      <a:gd name="connsiteY4" fmla="*/ 511629 h 642257"/>
                                      <a:gd name="connsiteX5" fmla="*/ 164721 w 262691"/>
                                      <a:gd name="connsiteY5" fmla="*/ 642257 h 642257"/>
                                      <a:gd name="connsiteX0" fmla="*/ 263298 w 263298"/>
                                      <a:gd name="connsiteY0" fmla="*/ 0 h 642257"/>
                                      <a:gd name="connsiteX1" fmla="*/ 100012 w 263298"/>
                                      <a:gd name="connsiteY1" fmla="*/ 76200 h 642257"/>
                                      <a:gd name="connsiteX2" fmla="*/ 45584 w 263298"/>
                                      <a:gd name="connsiteY2" fmla="*/ 206828 h 642257"/>
                                      <a:gd name="connsiteX3" fmla="*/ 2041 w 263298"/>
                                      <a:gd name="connsiteY3" fmla="*/ 359228 h 642257"/>
                                      <a:gd name="connsiteX4" fmla="*/ 23813 w 263298"/>
                                      <a:gd name="connsiteY4" fmla="*/ 522514 h 642257"/>
                                      <a:gd name="connsiteX5" fmla="*/ 165328 w 263298"/>
                                      <a:gd name="connsiteY5" fmla="*/ 642257 h 642257"/>
                                      <a:gd name="connsiteX0" fmla="*/ 261775 w 261775"/>
                                      <a:gd name="connsiteY0" fmla="*/ 0 h 642257"/>
                                      <a:gd name="connsiteX1" fmla="*/ 98489 w 261775"/>
                                      <a:gd name="connsiteY1" fmla="*/ 76200 h 642257"/>
                                      <a:gd name="connsiteX2" fmla="*/ 44061 w 261775"/>
                                      <a:gd name="connsiteY2" fmla="*/ 206828 h 642257"/>
                                      <a:gd name="connsiteX3" fmla="*/ 518 w 261775"/>
                                      <a:gd name="connsiteY3" fmla="*/ 359228 h 642257"/>
                                      <a:gd name="connsiteX4" fmla="*/ 22290 w 261775"/>
                                      <a:gd name="connsiteY4" fmla="*/ 522514 h 642257"/>
                                      <a:gd name="connsiteX5" fmla="*/ 54948 w 261775"/>
                                      <a:gd name="connsiteY5" fmla="*/ 642257 h 64225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61775" h="642257">
                                        <a:moveTo>
                                          <a:pt x="261775" y="0"/>
                                        </a:moveTo>
                                        <a:cubicBezTo>
                                          <a:pt x="221861" y="36286"/>
                                          <a:pt x="134775" y="41729"/>
                                          <a:pt x="98489" y="76200"/>
                                        </a:cubicBezTo>
                                        <a:cubicBezTo>
                                          <a:pt x="62203" y="110671"/>
                                          <a:pt x="60390" y="159657"/>
                                          <a:pt x="44061" y="206828"/>
                                        </a:cubicBezTo>
                                        <a:cubicBezTo>
                                          <a:pt x="27732" y="253999"/>
                                          <a:pt x="4147" y="306614"/>
                                          <a:pt x="518" y="359228"/>
                                        </a:cubicBezTo>
                                        <a:cubicBezTo>
                                          <a:pt x="-3111" y="411842"/>
                                          <a:pt x="13218" y="475342"/>
                                          <a:pt x="22290" y="522514"/>
                                        </a:cubicBezTo>
                                        <a:cubicBezTo>
                                          <a:pt x="31362" y="569686"/>
                                          <a:pt x="42248" y="605971"/>
                                          <a:pt x="54948" y="64225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5400" cap="flat" cmpd="sng" algn="ctr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32" name="Freihandform 7"/>
                              <wps:cNvSpPr/>
                              <wps:spPr>
                                <a:xfrm>
                                  <a:off x="510450" y="2873694"/>
                                  <a:ext cx="88294" cy="178997"/>
                                </a:xfrm>
                                <a:custGeom>
                                  <a:avLst/>
                                  <a:gdLst>
                                    <a:gd name="connsiteX0" fmla="*/ 0 w 88294"/>
                                    <a:gd name="connsiteY0" fmla="*/ 0 h 178997"/>
                                    <a:gd name="connsiteX1" fmla="*/ 76200 w 88294"/>
                                    <a:gd name="connsiteY1" fmla="*/ 163285 h 178997"/>
                                    <a:gd name="connsiteX2" fmla="*/ 87085 w 88294"/>
                                    <a:gd name="connsiteY2" fmla="*/ 163285 h 1789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88294" h="178997">
                                      <a:moveTo>
                                        <a:pt x="0" y="0"/>
                                      </a:moveTo>
                                      <a:cubicBezTo>
                                        <a:pt x="30843" y="68035"/>
                                        <a:pt x="61686" y="136071"/>
                                        <a:pt x="76200" y="163285"/>
                                      </a:cubicBezTo>
                                      <a:cubicBezTo>
                                        <a:pt x="90714" y="190499"/>
                                        <a:pt x="88899" y="176892"/>
                                        <a:pt x="87085" y="16328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" cap="flat" cmpd="sng" algn="ctr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" name="Freihandform 8"/>
                              <wps:cNvSpPr/>
                              <wps:spPr>
                                <a:xfrm>
                                  <a:off x="227420" y="2699523"/>
                                  <a:ext cx="261257" cy="489856"/>
                                </a:xfrm>
                                <a:custGeom>
                                  <a:avLst/>
                                  <a:gdLst>
                                    <a:gd name="connsiteX0" fmla="*/ 0 w 239486"/>
                                    <a:gd name="connsiteY0" fmla="*/ 0 h 446314"/>
                                    <a:gd name="connsiteX1" fmla="*/ 108858 w 239486"/>
                                    <a:gd name="connsiteY1" fmla="*/ 250372 h 446314"/>
                                    <a:gd name="connsiteX2" fmla="*/ 239486 w 239486"/>
                                    <a:gd name="connsiteY2" fmla="*/ 446314 h 446314"/>
                                    <a:gd name="connsiteX3" fmla="*/ 239486 w 239486"/>
                                    <a:gd name="connsiteY3" fmla="*/ 446314 h 446314"/>
                                    <a:gd name="connsiteX0" fmla="*/ 0 w 261257"/>
                                    <a:gd name="connsiteY0" fmla="*/ 0 h 489856"/>
                                    <a:gd name="connsiteX1" fmla="*/ 130629 w 261257"/>
                                    <a:gd name="connsiteY1" fmla="*/ 293914 h 489856"/>
                                    <a:gd name="connsiteX2" fmla="*/ 261257 w 261257"/>
                                    <a:gd name="connsiteY2" fmla="*/ 489856 h 489856"/>
                                    <a:gd name="connsiteX3" fmla="*/ 261257 w 261257"/>
                                    <a:gd name="connsiteY3" fmla="*/ 489856 h 4898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61257" h="489856">
                                      <a:moveTo>
                                        <a:pt x="0" y="0"/>
                                      </a:moveTo>
                                      <a:cubicBezTo>
                                        <a:pt x="34472" y="87993"/>
                                        <a:pt x="87086" y="212271"/>
                                        <a:pt x="130629" y="293914"/>
                                      </a:cubicBezTo>
                                      <a:cubicBezTo>
                                        <a:pt x="174172" y="375557"/>
                                        <a:pt x="261257" y="489856"/>
                                        <a:pt x="261257" y="489856"/>
                                      </a:cubicBezTo>
                                      <a:lnTo>
                                        <a:pt x="261257" y="489856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 cmpd="sng" algn="ctr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5" o:spid="_x0000_s1026" style="position:absolute;margin-left:4.8pt;margin-top:199.35pt;width:23.65pt;height:95.25pt;z-index:251695104;mso-height-relative:margin" coordorigin="2153,20166" coordsize="4523,1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">
                      <v:group id="Gruppieren 6" o:spid="_x0000_s1027" style="position:absolute;left:2153;top:20166;width:4523;height:7700" coordorigin="2153,20166" coordsize="4523,7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<v:shape id="Freihandform 9" o:spid="_x0000_s1028" style="position:absolute;left:2153;top:20166;width:3549;height:7207;visibility:visible;mso-wrap-style:square;v-text-anchor:middle" coordsize="338661,785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N3gsEA&#10;AADbAAAADwAAAGRycy9kb3ducmV2LnhtbERPy4rCMBTdC/MP4Q7MTtNREKmmIsowbipoXbi8NNc+&#10;bG5KE2udr58sBJeH816tB9OInjpXWVbwPYlAEOdWV1woOGc/4wUI55E1NpZJwZMcrJOP0QpjbR98&#10;pP7kCxFC2MWooPS+jaV0eUkG3cS2xIG72s6gD7ArpO7wEcJNI6dRNJcGKw4NJba0LSm/ne5GwV9K&#10;aZr99vV+dtkV8+OzPuz6TKmvz2GzBOFp8G/xy73XCmZhffgSfoBM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zd4LBAAAA2wAAAA8AAAAAAAAAAAAAAAAAmAIAAGRycy9kb3du&#10;cmV2LnhtbFBLBQYAAAAABAAEAPUAAACGAwAAAAA=&#10;" path="m338661,c324147,39914,136790,130118,83353,208393,29916,286668,28925,373494,18039,469651v-10886,96157,-34473,194129,-1,315686e" filled="f" strokecolor="#7f7f7f [1612]" strokeweight="2pt">
                          <v:path arrowok="t" o:connecttype="custom" o:connectlocs="354904,0;87351,191241;18904,430996;18903,720700" o:connectangles="0,0,0,0"/>
                        </v:shape>
                        <v:shape id="Freihandform 10" o:spid="_x0000_s1029" style="position:absolute;left:4058;top:21444;width:2618;height:6422;visibility:visible;mso-wrap-style:square;v-text-anchor:middle" coordsize="261775,6422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nPAMMA&#10;AADbAAAADwAAAGRycy9kb3ducmV2LnhtbESP32rCMBTG7we+QziCN2Om7WBINYpYhsIuxuoe4Ngc&#10;22Jz0jWxxrc3g8EuP74/P77VJphOjDS41rKCdJ6AIK6sbrlW8H18f1mAcB5ZY2eZFNzJwWY9eVph&#10;ru2Nv2gsfS3iCLscFTTe97mUrmrIoJvbnjh6ZzsY9FEOtdQD3uK46WSWJG/SYMuR0GBPu4aqS3k1&#10;EWLOi4+yKJ6zaht+pC4/T2EvlZpNw3YJwlPw/+G/9kEreE3h90v8A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9nPAMMAAADbAAAADwAAAAAAAAAAAAAAAACYAgAAZHJzL2Rv&#10;d25yZXYueG1sUEsFBgAAAAAEAAQA9QAAAIgDAAAAAA==&#10;" path="m261775,c221861,36286,134775,41729,98489,76200,62203,110671,60390,159657,44061,206828,27732,253999,4147,306614,518,359228v-3629,52614,12700,116114,21772,163286c31362,569686,42248,605971,54948,642257e" filled="f" strokecolor="#7f7f7f [1612]" strokeweight="2pt">
                          <v:path arrowok="t" o:connecttype="custom" o:connectlocs="261775,0;98489,76200;44061,206828;518,359228;22290,522514;54948,642257" o:connectangles="0,0,0,0,0,0"/>
                        </v:shape>
                      </v:group>
                      <v:shape id="Freihandform 7" o:spid="_x0000_s1030" style="position:absolute;left:5104;top:28736;width:883;height:1790;visibility:visible;mso-wrap-style:square;v-text-anchor:middle" coordsize="88294,178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uukcMA&#10;AADbAAAADwAAAGRycy9kb3ducmV2LnhtbESPT2sCMRTE7wW/Q3iCt5pVqehqFC0U9tBS/IPnx+a5&#10;WUxelk1ct/30TaHQ4zAzv2HW295Z0VEbas8KJuMMBHHpdc2VgvPp7XkBIkRkjdYzKfiiANvN4GmN&#10;ufYPPlB3jJVIEA45KjAxNrmUoTTkMIx9Q5y8q28dxiTbSuoWHwnurJxm2Vw6rDktGGzo1VB5O96d&#10;Asvz4tPcC/u+xMv+g166bz53So2G/W4FIlIf/8N/7UIrmE3h90v6A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uukcMAAADbAAAADwAAAAAAAAAAAAAAAACYAgAAZHJzL2Rv&#10;d25yZXYueG1sUEsFBgAAAAAEAAQA9QAAAIgDAAAAAA==&#10;" path="m,c30843,68035,61686,136071,76200,163285v14514,27214,12699,13607,10885,e" filled="f" strokecolor="#7f7f7f [1612]" strokeweight="2pt">
                        <v:path arrowok="t" o:connecttype="custom" o:connectlocs="0,0;76200,163285;87085,163285" o:connectangles="0,0,0"/>
                      </v:shape>
                      <v:shape id="Freihandform 8" o:spid="_x0000_s1031" style="position:absolute;left:2274;top:26995;width:2612;height:4898;visibility:visible;mso-wrap-style:square;v-text-anchor:middle" coordsize="261257,4898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D5JMIA&#10;AADbAAAADwAAAGRycy9kb3ducmV2LnhtbESPQYvCMBSE74L/IbwFb5quRSnVKIsgiIKgLrt7fDTP&#10;tmzzUpKo9d8bQfA4zMw3zHzZmUZcyfnasoLPUQKCuLC65lLB92k9zED4gKyxsUwK7uRhuej35phr&#10;e+MDXY+hFBHCPkcFVQhtLqUvKjLoR7Yljt7ZOoMhSldK7fAW4aaR4ySZSoM1x4UKW1pVVPwfL0bB&#10;zyRzWWp3v2HlxweZ/m2n+waVGnx0XzMQgbrwDr/aG60gTeH5Jf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oPkkwgAAANsAAAAPAAAAAAAAAAAAAAAAAJgCAABkcnMvZG93&#10;bnJldi54bWxQSwUGAAAAAAQABAD1AAAAhwMAAAAA&#10;" path="m,c34472,87993,87086,212271,130629,293914v43543,81643,130628,195942,130628,195942l261257,489856e" filled="f" strokecolor="#7f7f7f [1612]" strokeweight="2pt">
                        <v:path arrowok="t" o:connecttype="custom" o:connectlocs="0,0;130629,293914;261257,489856;261257,489856" o:connectangles="0,0,0,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7211753" wp14:editId="7B88C7FB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1529080</wp:posOffset>
                      </wp:positionV>
                      <wp:extent cx="958850" cy="1160145"/>
                      <wp:effectExtent l="0" t="0" r="31750" b="20955"/>
                      <wp:wrapNone/>
                      <wp:docPr id="21" name="Gruppieren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8850" cy="1160145"/>
                                <a:chOff x="499564" y="1"/>
                                <a:chExt cx="2664296" cy="2695653"/>
                              </a:xfrm>
                            </wpg:grpSpPr>
                            <wps:wsp>
                              <wps:cNvPr id="22" name="Freihandform 13"/>
                              <wps:cNvSpPr/>
                              <wps:spPr>
                                <a:xfrm>
                                  <a:off x="704443" y="1"/>
                                  <a:ext cx="2459417" cy="2695653"/>
                                </a:xfrm>
                                <a:custGeom>
                                  <a:avLst/>
                                  <a:gdLst>
                                    <a:gd name="f0" fmla="val 10800000"/>
                                    <a:gd name="f1" fmla="val 5400000"/>
                                    <a:gd name="f2" fmla="val 180"/>
                                    <a:gd name="f3" fmla="val w"/>
                                    <a:gd name="f4" fmla="val h"/>
                                    <a:gd name="f5" fmla="val 0"/>
                                    <a:gd name="f6" fmla="val 2938272"/>
                                    <a:gd name="f7" fmla="val 4023360"/>
                                    <a:gd name="f8" fmla="val 1292352"/>
                                    <a:gd name="f9" fmla="val 1418336"/>
                                    <a:gd name="f10" fmla="val 165608"/>
                                    <a:gd name="f11" fmla="val 1513840"/>
                                    <a:gd name="f12" fmla="val 276352"/>
                                    <a:gd name="f13" fmla="val 1633728"/>
                                    <a:gd name="f14" fmla="val 304800"/>
                                    <a:gd name="f15" fmla="val 1753616"/>
                                    <a:gd name="f16" fmla="val 333248"/>
                                    <a:gd name="f17" fmla="val 1897888"/>
                                    <a:gd name="f18" fmla="val 197104"/>
                                    <a:gd name="f19" fmla="val 2011680"/>
                                    <a:gd name="f20" fmla="val 170688"/>
                                    <a:gd name="f21" fmla="val 2125472"/>
                                    <a:gd name="f22" fmla="val 144272"/>
                                    <a:gd name="f23" fmla="val 2225040"/>
                                    <a:gd name="f24" fmla="val 123952"/>
                                    <a:gd name="f25" fmla="val 2316480"/>
                                    <a:gd name="f26" fmla="val 146304"/>
                                    <a:gd name="f27" fmla="val 2407920"/>
                                    <a:gd name="f28" fmla="val 168656"/>
                                    <a:gd name="f29" fmla="val 2499360"/>
                                    <a:gd name="f30" fmla="val 249936"/>
                                    <a:gd name="f31" fmla="val 2560320"/>
                                    <a:gd name="f32" fmla="val 2621280"/>
                                    <a:gd name="f33" fmla="val 359664"/>
                                    <a:gd name="f34" fmla="val 2641600"/>
                                    <a:gd name="f35" fmla="val 398272"/>
                                    <a:gd name="f36" fmla="val 2682240"/>
                                    <a:gd name="f37" fmla="val 475488"/>
                                    <a:gd name="f38" fmla="val 2722880"/>
                                    <a:gd name="f39" fmla="val 552704"/>
                                    <a:gd name="f40" fmla="val 2769616"/>
                                    <a:gd name="f41" fmla="val 662432"/>
                                    <a:gd name="f42" fmla="val 2804160"/>
                                    <a:gd name="f43" fmla="val 768096"/>
                                    <a:gd name="f44" fmla="val 2838704"/>
                                    <a:gd name="f45" fmla="val 873760"/>
                                    <a:gd name="f46" fmla="val 2867152"/>
                                    <a:gd name="f47" fmla="val 989584"/>
                                    <a:gd name="f48" fmla="val 2889504"/>
                                    <a:gd name="f49" fmla="val 1109472"/>
                                    <a:gd name="f50" fmla="val 2911856"/>
                                    <a:gd name="f51" fmla="val 1229360"/>
                                    <a:gd name="f52" fmla="val 2930144"/>
                                    <a:gd name="f53" fmla="val 1339088"/>
                                    <a:gd name="f54" fmla="val 1487424"/>
                                    <a:gd name="f55" fmla="val 2946400"/>
                                    <a:gd name="f56" fmla="val 1635760"/>
                                    <a:gd name="f57" fmla="val 1865376"/>
                                    <a:gd name="f58" fmla="val 1999488"/>
                                    <a:gd name="f59" fmla="val 2133600"/>
                                    <a:gd name="f60" fmla="val 2913888"/>
                                    <a:gd name="f61" fmla="val 2192528"/>
                                    <a:gd name="f62" fmla="val 2292096"/>
                                    <a:gd name="f63" fmla="val 2865120"/>
                                    <a:gd name="f64" fmla="val 2391664"/>
                                    <a:gd name="f65" fmla="val 2836672"/>
                                    <a:gd name="f66" fmla="val 2474976"/>
                                    <a:gd name="f67" fmla="val 2791968"/>
                                    <a:gd name="f68" fmla="val 2596896"/>
                                    <a:gd name="f69" fmla="val 2747264"/>
                                    <a:gd name="f70" fmla="val 2718816"/>
                                    <a:gd name="f71" fmla="val 2869184"/>
                                    <a:gd name="f72" fmla="val 3023616"/>
                                    <a:gd name="f73" fmla="val 2523744"/>
                                    <a:gd name="f74" fmla="val 3178048"/>
                                    <a:gd name="f75" fmla="val 2355088"/>
                                    <a:gd name="f76" fmla="val 3407664"/>
                                    <a:gd name="f77" fmla="val 2206752"/>
                                    <a:gd name="f78" fmla="val 3523488"/>
                                    <a:gd name="f79" fmla="val 2058416"/>
                                    <a:gd name="f80" fmla="val 3639312"/>
                                    <a:gd name="f81" fmla="val 1867408"/>
                                    <a:gd name="f82" fmla="val 3667760"/>
                                    <a:gd name="f83" fmla="val 1731264"/>
                                    <a:gd name="f84" fmla="val 3718560"/>
                                    <a:gd name="f85" fmla="val 1595120"/>
                                    <a:gd name="f86" fmla="val 3769360"/>
                                    <a:gd name="f87" fmla="val 1501648"/>
                                    <a:gd name="f88" fmla="val 3803904"/>
                                    <a:gd name="f89" fmla="val 1389888"/>
                                    <a:gd name="f90" fmla="val 3828288"/>
                                    <a:gd name="f91" fmla="val 1278128"/>
                                    <a:gd name="f92" fmla="val 3852672"/>
                                    <a:gd name="f93" fmla="val 1170432"/>
                                    <a:gd name="f94" fmla="val 3858768"/>
                                    <a:gd name="f95" fmla="val 1060704"/>
                                    <a:gd name="f96" fmla="val 3864864"/>
                                    <a:gd name="f97" fmla="val 950976"/>
                                    <a:gd name="f98" fmla="val 3870960"/>
                                    <a:gd name="f99" fmla="val 820928"/>
                                    <a:gd name="f100" fmla="val 3885184"/>
                                    <a:gd name="f101" fmla="val 731520"/>
                                    <a:gd name="f102" fmla="val 642112"/>
                                    <a:gd name="f103" fmla="val 3844544"/>
                                    <a:gd name="f104" fmla="val 581152"/>
                                    <a:gd name="f105" fmla="val 3763264"/>
                                    <a:gd name="f106" fmla="val 524256"/>
                                    <a:gd name="f107" fmla="val 3742944"/>
                                    <a:gd name="f108" fmla="val 467360"/>
                                    <a:gd name="f109" fmla="val 3722624"/>
                                    <a:gd name="f110" fmla="val 434848"/>
                                    <a:gd name="f111" fmla="val 3730752"/>
                                    <a:gd name="f112" fmla="val 390144"/>
                                    <a:gd name="f113" fmla="val 345440"/>
                                    <a:gd name="f114" fmla="val 3755136"/>
                                    <a:gd name="f115" fmla="val 321056"/>
                                    <a:gd name="f116" fmla="val 256032"/>
                                    <a:gd name="f117" fmla="val 3816096"/>
                                    <a:gd name="f118" fmla="val 191008"/>
                                    <a:gd name="f119" fmla="val 3862832"/>
                                    <a:gd name="f120" fmla="val 69088"/>
                                    <a:gd name="f121" fmla="val 3905504"/>
                                    <a:gd name="f122" fmla="+- 0 0 -90"/>
                                    <a:gd name="f123" fmla="*/ f3 1 2938272"/>
                                    <a:gd name="f124" fmla="*/ f4 1 4023360"/>
                                    <a:gd name="f125" fmla="val f5"/>
                                    <a:gd name="f126" fmla="val f6"/>
                                    <a:gd name="f127" fmla="val f7"/>
                                    <a:gd name="f128" fmla="*/ f122 f0 1"/>
                                    <a:gd name="f129" fmla="+- f127 0 f125"/>
                                    <a:gd name="f130" fmla="+- f126 0 f125"/>
                                    <a:gd name="f131" fmla="*/ f128 1 f2"/>
                                    <a:gd name="f132" fmla="*/ f130 1 2938272"/>
                                    <a:gd name="f133" fmla="*/ f129 1 4023360"/>
                                    <a:gd name="f134" fmla="*/ 0 f129 1"/>
                                    <a:gd name="f135" fmla="*/ 304800 f129 1"/>
                                    <a:gd name="f136" fmla="*/ 170688 f129 1"/>
                                    <a:gd name="f137" fmla="*/ 146304 f129 1"/>
                                    <a:gd name="f138" fmla="*/ 1109472 f129 1"/>
                                    <a:gd name="f139" fmla="*/ 1487424 f129 1"/>
                                    <a:gd name="f140" fmla="*/ 3864864 f129 1"/>
                                    <a:gd name="f141" fmla="*/ 3742944 f129 1"/>
                                    <a:gd name="f142" fmla="*/ 3816096 f129 1"/>
                                    <a:gd name="f143" fmla="*/ 4023360 f129 1"/>
                                    <a:gd name="f144" fmla="*/ 3718560 f129 1"/>
                                    <a:gd name="f145" fmla="*/ 3523488 f129 1"/>
                                    <a:gd name="f146" fmla="*/ 3023616 f129 1"/>
                                    <a:gd name="f147" fmla="*/ 2596896 f129 1"/>
                                    <a:gd name="f148" fmla="*/ 2292096 f129 1"/>
                                    <a:gd name="f149" fmla="*/ 1999488 f129 1"/>
                                    <a:gd name="f150" fmla="*/ 3828288 f129 1"/>
                                    <a:gd name="f151" fmla="*/ 1292352 f130 1"/>
                                    <a:gd name="f152" fmla="*/ 1633728 f130 1"/>
                                    <a:gd name="f153" fmla="*/ 2011680 f130 1"/>
                                    <a:gd name="f154" fmla="*/ 2316480 f130 1"/>
                                    <a:gd name="f155" fmla="*/ 2560320 f130 1"/>
                                    <a:gd name="f156" fmla="*/ 2889504 f130 1"/>
                                    <a:gd name="f157" fmla="*/ 2938272 f130 1"/>
                                    <a:gd name="f158" fmla="*/ 2791968 f130 1"/>
                                    <a:gd name="f159" fmla="*/ 2621280 f130 1"/>
                                    <a:gd name="f160" fmla="*/ 2206752 f130 1"/>
                                    <a:gd name="f161" fmla="*/ 1731264 f130 1"/>
                                    <a:gd name="f162" fmla="*/ 1389888 f130 1"/>
                                    <a:gd name="f163" fmla="*/ 1060704 f130 1"/>
                                    <a:gd name="f164" fmla="*/ 731520 f130 1"/>
                                    <a:gd name="f165" fmla="*/ 524256 f130 1"/>
                                    <a:gd name="f166" fmla="*/ 390144 f130 1"/>
                                    <a:gd name="f167" fmla="*/ 256032 f130 1"/>
                                    <a:gd name="f168" fmla="*/ 0 f130 1"/>
                                    <a:gd name="f169" fmla="*/ 2682240 f130 1"/>
                                    <a:gd name="f170" fmla="*/ 475488 f129 1"/>
                                    <a:gd name="f171" fmla="*/ 2804160 f130 1"/>
                                    <a:gd name="f172" fmla="*/ 768096 f129 1"/>
                                    <a:gd name="f173" fmla="+- f131 0 f1"/>
                                    <a:gd name="f174" fmla="*/ f134 1 4023360"/>
                                    <a:gd name="f175" fmla="*/ f135 1 4023360"/>
                                    <a:gd name="f176" fmla="*/ f136 1 4023360"/>
                                    <a:gd name="f177" fmla="*/ f137 1 4023360"/>
                                    <a:gd name="f178" fmla="*/ f138 1 4023360"/>
                                    <a:gd name="f179" fmla="*/ f139 1 4023360"/>
                                    <a:gd name="f180" fmla="*/ f140 1 4023360"/>
                                    <a:gd name="f181" fmla="*/ f141 1 4023360"/>
                                    <a:gd name="f182" fmla="*/ f142 1 4023360"/>
                                    <a:gd name="f183" fmla="*/ f143 1 4023360"/>
                                    <a:gd name="f184" fmla="*/ f144 1 4023360"/>
                                    <a:gd name="f185" fmla="*/ f145 1 4023360"/>
                                    <a:gd name="f186" fmla="*/ f146 1 4023360"/>
                                    <a:gd name="f187" fmla="*/ f147 1 4023360"/>
                                    <a:gd name="f188" fmla="*/ f148 1 4023360"/>
                                    <a:gd name="f189" fmla="*/ f149 1 4023360"/>
                                    <a:gd name="f190" fmla="*/ f150 1 4023360"/>
                                    <a:gd name="f191" fmla="*/ f151 1 2938272"/>
                                    <a:gd name="f192" fmla="*/ f152 1 2938272"/>
                                    <a:gd name="f193" fmla="*/ f153 1 2938272"/>
                                    <a:gd name="f194" fmla="*/ f154 1 2938272"/>
                                    <a:gd name="f195" fmla="*/ f155 1 2938272"/>
                                    <a:gd name="f196" fmla="*/ f156 1 2938272"/>
                                    <a:gd name="f197" fmla="*/ f157 1 2938272"/>
                                    <a:gd name="f198" fmla="*/ f158 1 2938272"/>
                                    <a:gd name="f199" fmla="*/ f159 1 2938272"/>
                                    <a:gd name="f200" fmla="*/ f160 1 2938272"/>
                                    <a:gd name="f201" fmla="*/ f161 1 2938272"/>
                                    <a:gd name="f202" fmla="*/ f162 1 2938272"/>
                                    <a:gd name="f203" fmla="*/ f163 1 2938272"/>
                                    <a:gd name="f204" fmla="*/ f164 1 2938272"/>
                                    <a:gd name="f205" fmla="*/ f165 1 2938272"/>
                                    <a:gd name="f206" fmla="*/ f166 1 2938272"/>
                                    <a:gd name="f207" fmla="*/ f167 1 2938272"/>
                                    <a:gd name="f208" fmla="*/ f168 1 2938272"/>
                                    <a:gd name="f209" fmla="*/ f169 1 2938272"/>
                                    <a:gd name="f210" fmla="*/ f170 1 4023360"/>
                                    <a:gd name="f211" fmla="*/ f171 1 2938272"/>
                                    <a:gd name="f212" fmla="*/ f172 1 4023360"/>
                                    <a:gd name="f213" fmla="*/ f125 1 f132"/>
                                    <a:gd name="f214" fmla="*/ f126 1 f132"/>
                                    <a:gd name="f215" fmla="*/ f125 1 f133"/>
                                    <a:gd name="f216" fmla="*/ f127 1 f133"/>
                                    <a:gd name="f217" fmla="*/ f191 1 f132"/>
                                    <a:gd name="f218" fmla="*/ f174 1 f133"/>
                                    <a:gd name="f219" fmla="*/ f192 1 f132"/>
                                    <a:gd name="f220" fmla="*/ f175 1 f133"/>
                                    <a:gd name="f221" fmla="*/ f193 1 f132"/>
                                    <a:gd name="f222" fmla="*/ f176 1 f133"/>
                                    <a:gd name="f223" fmla="*/ f194 1 f132"/>
                                    <a:gd name="f224" fmla="*/ f177 1 f133"/>
                                    <a:gd name="f225" fmla="*/ f195 1 f132"/>
                                    <a:gd name="f226" fmla="*/ f209 1 f132"/>
                                    <a:gd name="f227" fmla="*/ f210 1 f133"/>
                                    <a:gd name="f228" fmla="*/ f211 1 f132"/>
                                    <a:gd name="f229" fmla="*/ f212 1 f133"/>
                                    <a:gd name="f230" fmla="*/ f196 1 f132"/>
                                    <a:gd name="f231" fmla="*/ f178 1 f133"/>
                                    <a:gd name="f232" fmla="*/ f197 1 f132"/>
                                    <a:gd name="f233" fmla="*/ f179 1 f133"/>
                                    <a:gd name="f234" fmla="*/ f189 1 f133"/>
                                    <a:gd name="f235" fmla="*/ f188 1 f133"/>
                                    <a:gd name="f236" fmla="*/ f198 1 f132"/>
                                    <a:gd name="f237" fmla="*/ f187 1 f133"/>
                                    <a:gd name="f238" fmla="*/ f199 1 f132"/>
                                    <a:gd name="f239" fmla="*/ f186 1 f133"/>
                                    <a:gd name="f240" fmla="*/ f200 1 f132"/>
                                    <a:gd name="f241" fmla="*/ f185 1 f133"/>
                                    <a:gd name="f242" fmla="*/ f201 1 f132"/>
                                    <a:gd name="f243" fmla="*/ f184 1 f133"/>
                                    <a:gd name="f244" fmla="*/ f202 1 f132"/>
                                    <a:gd name="f245" fmla="*/ f190 1 f133"/>
                                    <a:gd name="f246" fmla="*/ f203 1 f132"/>
                                    <a:gd name="f247" fmla="*/ f180 1 f133"/>
                                    <a:gd name="f248" fmla="*/ f204 1 f132"/>
                                    <a:gd name="f249" fmla="*/ f205 1 f132"/>
                                    <a:gd name="f250" fmla="*/ f181 1 f133"/>
                                    <a:gd name="f251" fmla="*/ f206 1 f132"/>
                                    <a:gd name="f252" fmla="*/ f207 1 f132"/>
                                    <a:gd name="f253" fmla="*/ f182 1 f133"/>
                                    <a:gd name="f254" fmla="*/ f208 1 f132"/>
                                    <a:gd name="f255" fmla="*/ f183 1 f133"/>
                                    <a:gd name="f256" fmla="*/ f213 f123 1"/>
                                    <a:gd name="f257" fmla="*/ f214 f123 1"/>
                                    <a:gd name="f258" fmla="*/ f216 f124 1"/>
                                    <a:gd name="f259" fmla="*/ f215 f124 1"/>
                                    <a:gd name="f260" fmla="*/ f217 f123 1"/>
                                    <a:gd name="f261" fmla="*/ f218 f124 1"/>
                                    <a:gd name="f262" fmla="*/ f219 f123 1"/>
                                    <a:gd name="f263" fmla="*/ f220 f124 1"/>
                                    <a:gd name="f264" fmla="*/ f221 f123 1"/>
                                    <a:gd name="f265" fmla="*/ f222 f124 1"/>
                                    <a:gd name="f266" fmla="*/ f223 f123 1"/>
                                    <a:gd name="f267" fmla="*/ f224 f124 1"/>
                                    <a:gd name="f268" fmla="*/ f225 f123 1"/>
                                    <a:gd name="f269" fmla="*/ f226 f123 1"/>
                                    <a:gd name="f270" fmla="*/ f227 f124 1"/>
                                    <a:gd name="f271" fmla="*/ f228 f123 1"/>
                                    <a:gd name="f272" fmla="*/ f229 f124 1"/>
                                    <a:gd name="f273" fmla="*/ f230 f123 1"/>
                                    <a:gd name="f274" fmla="*/ f231 f124 1"/>
                                    <a:gd name="f275" fmla="*/ f232 f123 1"/>
                                    <a:gd name="f276" fmla="*/ f233 f124 1"/>
                                    <a:gd name="f277" fmla="*/ f234 f124 1"/>
                                    <a:gd name="f278" fmla="*/ f235 f124 1"/>
                                    <a:gd name="f279" fmla="*/ f236 f123 1"/>
                                    <a:gd name="f280" fmla="*/ f237 f124 1"/>
                                    <a:gd name="f281" fmla="*/ f238 f123 1"/>
                                    <a:gd name="f282" fmla="*/ f239 f124 1"/>
                                    <a:gd name="f283" fmla="*/ f240 f123 1"/>
                                    <a:gd name="f284" fmla="*/ f241 f124 1"/>
                                    <a:gd name="f285" fmla="*/ f242 f123 1"/>
                                    <a:gd name="f286" fmla="*/ f243 f124 1"/>
                                    <a:gd name="f287" fmla="*/ f244 f123 1"/>
                                    <a:gd name="f288" fmla="*/ f245 f124 1"/>
                                    <a:gd name="f289" fmla="*/ f246 f123 1"/>
                                    <a:gd name="f290" fmla="*/ f247 f124 1"/>
                                    <a:gd name="f291" fmla="*/ f248 f123 1"/>
                                    <a:gd name="f292" fmla="*/ f249 f123 1"/>
                                    <a:gd name="f293" fmla="*/ f250 f124 1"/>
                                    <a:gd name="f294" fmla="*/ f251 f123 1"/>
                                    <a:gd name="f295" fmla="*/ f252 f123 1"/>
                                    <a:gd name="f296" fmla="*/ f253 f124 1"/>
                                    <a:gd name="f297" fmla="*/ f254 f123 1"/>
                                    <a:gd name="f298" fmla="*/ f255 f124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  <a:cxn ang="f173">
                                      <a:pos x="f260" y="f261"/>
                                    </a:cxn>
                                    <a:cxn ang="f173">
                                      <a:pos x="f262" y="f263"/>
                                    </a:cxn>
                                    <a:cxn ang="f173">
                                      <a:pos x="f264" y="f265"/>
                                    </a:cxn>
                                    <a:cxn ang="f173">
                                      <a:pos x="f266" y="f267"/>
                                    </a:cxn>
                                    <a:cxn ang="f173">
                                      <a:pos x="f268" y="f263"/>
                                    </a:cxn>
                                    <a:cxn ang="f173">
                                      <a:pos x="f269" y="f270"/>
                                    </a:cxn>
                                    <a:cxn ang="f173">
                                      <a:pos x="f271" y="f272"/>
                                    </a:cxn>
                                    <a:cxn ang="f173">
                                      <a:pos x="f273" y="f274"/>
                                    </a:cxn>
                                    <a:cxn ang="f173">
                                      <a:pos x="f275" y="f276"/>
                                    </a:cxn>
                                    <a:cxn ang="f173">
                                      <a:pos x="f275" y="f277"/>
                                    </a:cxn>
                                    <a:cxn ang="f173">
                                      <a:pos x="f273" y="f278"/>
                                    </a:cxn>
                                    <a:cxn ang="f173">
                                      <a:pos x="f279" y="f280"/>
                                    </a:cxn>
                                    <a:cxn ang="f173">
                                      <a:pos x="f281" y="f282"/>
                                    </a:cxn>
                                    <a:cxn ang="f173">
                                      <a:pos x="f283" y="f284"/>
                                    </a:cxn>
                                    <a:cxn ang="f173">
                                      <a:pos x="f285" y="f286"/>
                                    </a:cxn>
                                    <a:cxn ang="f173">
                                      <a:pos x="f287" y="f288"/>
                                    </a:cxn>
                                    <a:cxn ang="f173">
                                      <a:pos x="f289" y="f290"/>
                                    </a:cxn>
                                    <a:cxn ang="f173">
                                      <a:pos x="f291" y="f290"/>
                                    </a:cxn>
                                    <a:cxn ang="f173">
                                      <a:pos x="f292" y="f293"/>
                                    </a:cxn>
                                    <a:cxn ang="f173">
                                      <a:pos x="f294" y="f293"/>
                                    </a:cxn>
                                    <a:cxn ang="f173">
                                      <a:pos x="f295" y="f296"/>
                                    </a:cxn>
                                    <a:cxn ang="f173">
                                      <a:pos x="f297" y="f298"/>
                                    </a:cxn>
                                  </a:cxnLst>
                                  <a:rect l="f256" t="f259" r="f257" b="f258"/>
                                  <a:pathLst>
                                    <a:path w="2938272" h="4023360">
                                      <a:moveTo>
                                        <a:pt x="f8" y="f5"/>
                                      </a:moveTo>
                                      <a:cubicBezTo>
                                        <a:pt x="f9" y="f10"/>
                                        <a:pt x="f11" y="f12"/>
                                        <a:pt x="f13" y="f14"/>
                                      </a:cubicBezTo>
                                      <a:cubicBezTo>
                                        <a:pt x="f15" y="f16"/>
                                        <a:pt x="f17" y="f18"/>
                                        <a:pt x="f19" y="f20"/>
                                      </a:cubicBezTo>
                                      <a:cubicBezTo>
                                        <a:pt x="f21" y="f22"/>
                                        <a:pt x="f23" y="f24"/>
                                        <a:pt x="f25" y="f26"/>
                                      </a:cubicBezTo>
                                      <a:cubicBezTo>
                                        <a:pt x="f27" y="f28"/>
                                        <a:pt x="f29" y="f30"/>
                                        <a:pt x="f31" y="f14"/>
                                      </a:cubicBezTo>
                                      <a:cubicBezTo>
                                        <a:pt x="f32" y="f33"/>
                                        <a:pt x="f34" y="f35"/>
                                        <a:pt x="f36" y="f37"/>
                                      </a:cubicBezTo>
                                      <a:cubicBezTo>
                                        <a:pt x="f38" y="f39"/>
                                        <a:pt x="f40" y="f41"/>
                                        <a:pt x="f42" y="f43"/>
                                      </a:cubicBezTo>
                                      <a:cubicBezTo>
                                        <a:pt x="f44" y="f45"/>
                                        <a:pt x="f46" y="f47"/>
                                        <a:pt x="f48" y="f49"/>
                                      </a:cubicBezTo>
                                      <a:cubicBezTo>
                                        <a:pt x="f50" y="f51"/>
                                        <a:pt x="f52" y="f53"/>
                                        <a:pt x="f6" y="f54"/>
                                      </a:cubicBezTo>
                                      <a:cubicBezTo>
                                        <a:pt x="f55" y="f56"/>
                                        <a:pt x="f55" y="f57"/>
                                        <a:pt x="f6" y="f58"/>
                                      </a:cubicBezTo>
                                      <a:cubicBezTo>
                                        <a:pt x="f52" y="f59"/>
                                        <a:pt x="f60" y="f61"/>
                                        <a:pt x="f48" y="f62"/>
                                      </a:cubicBezTo>
                                      <a:cubicBezTo>
                                        <a:pt x="f63" y="f64"/>
                                        <a:pt x="f65" y="f66"/>
                                        <a:pt x="f67" y="f68"/>
                                      </a:cubicBezTo>
                                      <a:cubicBezTo>
                                        <a:pt x="f69" y="f70"/>
                                        <a:pt x="f70" y="f71"/>
                                        <a:pt x="f32" y="f72"/>
                                      </a:cubicBezTo>
                                      <a:cubicBezTo>
                                        <a:pt x="f73" y="f74"/>
                                        <a:pt x="f75" y="f76"/>
                                        <a:pt x="f77" y="f78"/>
                                      </a:cubicBezTo>
                                      <a:cubicBezTo>
                                        <a:pt x="f79" y="f80"/>
                                        <a:pt x="f81" y="f82"/>
                                        <a:pt x="f83" y="f84"/>
                                      </a:cubicBezTo>
                                      <a:cubicBezTo>
                                        <a:pt x="f85" y="f86"/>
                                        <a:pt x="f87" y="f88"/>
                                        <a:pt x="f89" y="f90"/>
                                      </a:cubicBezTo>
                                      <a:cubicBezTo>
                                        <a:pt x="f91" y="f92"/>
                                        <a:pt x="f93" y="f94"/>
                                        <a:pt x="f95" y="f96"/>
                                      </a:cubicBezTo>
                                      <a:cubicBezTo>
                                        <a:pt x="f97" y="f98"/>
                                        <a:pt x="f99" y="f100"/>
                                        <a:pt x="f101" y="f96"/>
                                      </a:cubicBezTo>
                                      <a:cubicBezTo>
                                        <a:pt x="f102" y="f103"/>
                                        <a:pt x="f104" y="f105"/>
                                        <a:pt x="f106" y="f107"/>
                                      </a:cubicBezTo>
                                      <a:cubicBezTo>
                                        <a:pt x="f108" y="f109"/>
                                        <a:pt x="f110" y="f111"/>
                                        <a:pt x="f112" y="f107"/>
                                      </a:cubicBezTo>
                                      <a:cubicBezTo>
                                        <a:pt x="f113" y="f114"/>
                                        <a:pt x="f115" y="f86"/>
                                        <a:pt x="f116" y="f117"/>
                                      </a:cubicBezTo>
                                      <a:cubicBezTo>
                                        <a:pt x="f118" y="f119"/>
                                        <a:pt x="f120" y="f121"/>
                                        <a:pt x="f5" y="f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bodyPr vert="horz" wrap="square" lIns="91440" tIns="45720" rIns="91440" bIns="45720" anchor="ctr" anchorCtr="1" compatLnSpc="1"/>
                            </wps:wsp>
                            <wps:wsp>
                              <wps:cNvPr id="23" name="Freihandform 14"/>
                              <wps:cNvSpPr/>
                              <wps:spPr>
                                <a:xfrm>
                                  <a:off x="499564" y="106191"/>
                                  <a:ext cx="1474891" cy="2368465"/>
                                </a:xfrm>
                                <a:custGeom>
                                  <a:avLst/>
                                  <a:gdLst>
                                    <a:gd name="f0" fmla="val 10800000"/>
                                    <a:gd name="f1" fmla="val 5400000"/>
                                    <a:gd name="f2" fmla="val 180"/>
                                    <a:gd name="f3" fmla="val w"/>
                                    <a:gd name="f4" fmla="val h"/>
                                    <a:gd name="f5" fmla="val 0"/>
                                    <a:gd name="f6" fmla="val 1762053"/>
                                    <a:gd name="f7" fmla="val 3535020"/>
                                    <a:gd name="f8" fmla="val 1342048"/>
                                    <a:gd name="f9" fmla="val 1494448"/>
                                    <a:gd name="f10" fmla="val 121920"/>
                                    <a:gd name="f11" fmla="val 1638720"/>
                                    <a:gd name="f12" fmla="val 231648"/>
                                    <a:gd name="f13" fmla="val 1707808"/>
                                    <a:gd name="f14" fmla="val 365760"/>
                                    <a:gd name="f15" fmla="val 1776896"/>
                                    <a:gd name="f16" fmla="val 499872"/>
                                    <a:gd name="f17" fmla="val 1762672"/>
                                    <a:gd name="f18" fmla="val 662432"/>
                                    <a:gd name="f19" fmla="val 1756576"/>
                                    <a:gd name="f20" fmla="val 804672"/>
                                    <a:gd name="f21" fmla="val 1750480"/>
                                    <a:gd name="f22" fmla="val 946912"/>
                                    <a:gd name="f23" fmla="val 1726096"/>
                                    <a:gd name="f24" fmla="val 1081024"/>
                                    <a:gd name="f25" fmla="val 1671232"/>
                                    <a:gd name="f26" fmla="val 1219200"/>
                                    <a:gd name="f27" fmla="val 1616368"/>
                                    <a:gd name="f28" fmla="val 1357376"/>
                                    <a:gd name="f29" fmla="val 1528992"/>
                                    <a:gd name="f30" fmla="val 1456944"/>
                                    <a:gd name="f31" fmla="val 1427392"/>
                                    <a:gd name="f32" fmla="val 1633728"/>
                                    <a:gd name="f33" fmla="val 1325792"/>
                                    <a:gd name="f34" fmla="val 1810512"/>
                                    <a:gd name="f35" fmla="val 1187616"/>
                                    <a:gd name="f36" fmla="val 2092960"/>
                                    <a:gd name="f37" fmla="val 1061632"/>
                                    <a:gd name="f38" fmla="val 2279904"/>
                                    <a:gd name="f39" fmla="val 935648"/>
                                    <a:gd name="f40" fmla="val 2466848"/>
                                    <a:gd name="f41" fmla="val 756832"/>
                                    <a:gd name="f42" fmla="val 2617216"/>
                                    <a:gd name="f43" fmla="val 671488"/>
                                    <a:gd name="f44" fmla="val 2755392"/>
                                    <a:gd name="f45" fmla="val 586144"/>
                                    <a:gd name="f46" fmla="val 2893568"/>
                                    <a:gd name="f47" fmla="val 651168"/>
                                    <a:gd name="f48" fmla="val 2987040"/>
                                    <a:gd name="f49" fmla="val 549568"/>
                                    <a:gd name="f50" fmla="val 3108960"/>
                                    <a:gd name="f51" fmla="val 447968"/>
                                    <a:gd name="f52" fmla="val 3230880"/>
                                    <a:gd name="f53" fmla="val 149264"/>
                                    <a:gd name="f54" fmla="val 3419856"/>
                                    <a:gd name="f55" fmla="val 61888"/>
                                    <a:gd name="f56" fmla="val 3486912"/>
                                    <a:gd name="f57" fmla="val -25488"/>
                                    <a:gd name="f58" fmla="val 3553968"/>
                                    <a:gd name="f59" fmla="val -3136"/>
                                    <a:gd name="f60" fmla="val 3539744"/>
                                    <a:gd name="f61" fmla="val 25312"/>
                                    <a:gd name="f62" fmla="val 3511296"/>
                                    <a:gd name="f63" fmla="+- 0 0 -90"/>
                                    <a:gd name="f64" fmla="*/ f3 1 1762053"/>
                                    <a:gd name="f65" fmla="*/ f4 1 3535020"/>
                                    <a:gd name="f66" fmla="val f5"/>
                                    <a:gd name="f67" fmla="val f6"/>
                                    <a:gd name="f68" fmla="val f7"/>
                                    <a:gd name="f69" fmla="*/ f63 f0 1"/>
                                    <a:gd name="f70" fmla="+- f68 0 f66"/>
                                    <a:gd name="f71" fmla="+- f67 0 f66"/>
                                    <a:gd name="f72" fmla="*/ f69 1 f2"/>
                                    <a:gd name="f73" fmla="*/ f71 1 1762053"/>
                                    <a:gd name="f74" fmla="*/ f70 1 3535020"/>
                                    <a:gd name="f75" fmla="*/ 1342048 f71 1"/>
                                    <a:gd name="f76" fmla="*/ 0 f70 1"/>
                                    <a:gd name="f77" fmla="*/ 1707808 f71 1"/>
                                    <a:gd name="f78" fmla="*/ 365760 f70 1"/>
                                    <a:gd name="f79" fmla="*/ 1756576 f71 1"/>
                                    <a:gd name="f80" fmla="*/ 804672 f70 1"/>
                                    <a:gd name="f81" fmla="*/ 1671232 f71 1"/>
                                    <a:gd name="f82" fmla="*/ 1219200 f70 1"/>
                                    <a:gd name="f83" fmla="*/ 1427392 f71 1"/>
                                    <a:gd name="f84" fmla="*/ 1633728 f70 1"/>
                                    <a:gd name="f85" fmla="*/ 1061632 f71 1"/>
                                    <a:gd name="f86" fmla="*/ 2279904 f70 1"/>
                                    <a:gd name="f87" fmla="*/ 671488 f71 1"/>
                                    <a:gd name="f88" fmla="*/ 2755392 f70 1"/>
                                    <a:gd name="f89" fmla="*/ 549568 f71 1"/>
                                    <a:gd name="f90" fmla="*/ 3108960 f70 1"/>
                                    <a:gd name="f91" fmla="*/ 61888 f71 1"/>
                                    <a:gd name="f92" fmla="*/ 3486912 f70 1"/>
                                    <a:gd name="f93" fmla="*/ 25312 f71 1"/>
                                    <a:gd name="f94" fmla="*/ 3511296 f70 1"/>
                                    <a:gd name="f95" fmla="+- f72 0 f1"/>
                                    <a:gd name="f96" fmla="*/ f75 1 1762053"/>
                                    <a:gd name="f97" fmla="*/ f76 1 3535020"/>
                                    <a:gd name="f98" fmla="*/ f77 1 1762053"/>
                                    <a:gd name="f99" fmla="*/ f78 1 3535020"/>
                                    <a:gd name="f100" fmla="*/ f79 1 1762053"/>
                                    <a:gd name="f101" fmla="*/ f80 1 3535020"/>
                                    <a:gd name="f102" fmla="*/ f81 1 1762053"/>
                                    <a:gd name="f103" fmla="*/ f82 1 3535020"/>
                                    <a:gd name="f104" fmla="*/ f83 1 1762053"/>
                                    <a:gd name="f105" fmla="*/ f84 1 3535020"/>
                                    <a:gd name="f106" fmla="*/ f85 1 1762053"/>
                                    <a:gd name="f107" fmla="*/ f86 1 3535020"/>
                                    <a:gd name="f108" fmla="*/ f87 1 1762053"/>
                                    <a:gd name="f109" fmla="*/ f88 1 3535020"/>
                                    <a:gd name="f110" fmla="*/ f89 1 1762053"/>
                                    <a:gd name="f111" fmla="*/ f90 1 3535020"/>
                                    <a:gd name="f112" fmla="*/ f91 1 1762053"/>
                                    <a:gd name="f113" fmla="*/ f92 1 3535020"/>
                                    <a:gd name="f114" fmla="*/ f93 1 1762053"/>
                                    <a:gd name="f115" fmla="*/ f94 1 3535020"/>
                                    <a:gd name="f116" fmla="*/ f66 1 f73"/>
                                    <a:gd name="f117" fmla="*/ f67 1 f73"/>
                                    <a:gd name="f118" fmla="*/ f66 1 f74"/>
                                    <a:gd name="f119" fmla="*/ f68 1 f74"/>
                                    <a:gd name="f120" fmla="*/ f96 1 f73"/>
                                    <a:gd name="f121" fmla="*/ f97 1 f74"/>
                                    <a:gd name="f122" fmla="*/ f98 1 f73"/>
                                    <a:gd name="f123" fmla="*/ f99 1 f74"/>
                                    <a:gd name="f124" fmla="*/ f100 1 f73"/>
                                    <a:gd name="f125" fmla="*/ f101 1 f74"/>
                                    <a:gd name="f126" fmla="*/ f102 1 f73"/>
                                    <a:gd name="f127" fmla="*/ f103 1 f74"/>
                                    <a:gd name="f128" fmla="*/ f104 1 f73"/>
                                    <a:gd name="f129" fmla="*/ f105 1 f74"/>
                                    <a:gd name="f130" fmla="*/ f106 1 f73"/>
                                    <a:gd name="f131" fmla="*/ f107 1 f74"/>
                                    <a:gd name="f132" fmla="*/ f108 1 f73"/>
                                    <a:gd name="f133" fmla="*/ f109 1 f74"/>
                                    <a:gd name="f134" fmla="*/ f110 1 f73"/>
                                    <a:gd name="f135" fmla="*/ f111 1 f74"/>
                                    <a:gd name="f136" fmla="*/ f112 1 f73"/>
                                    <a:gd name="f137" fmla="*/ f113 1 f74"/>
                                    <a:gd name="f138" fmla="*/ f114 1 f73"/>
                                    <a:gd name="f139" fmla="*/ f115 1 f74"/>
                                    <a:gd name="f140" fmla="*/ f116 f64 1"/>
                                    <a:gd name="f141" fmla="*/ f117 f64 1"/>
                                    <a:gd name="f142" fmla="*/ f119 f65 1"/>
                                    <a:gd name="f143" fmla="*/ f118 f65 1"/>
                                    <a:gd name="f144" fmla="*/ f120 f64 1"/>
                                    <a:gd name="f145" fmla="*/ f121 f65 1"/>
                                    <a:gd name="f146" fmla="*/ f122 f64 1"/>
                                    <a:gd name="f147" fmla="*/ f123 f65 1"/>
                                    <a:gd name="f148" fmla="*/ f124 f64 1"/>
                                    <a:gd name="f149" fmla="*/ f125 f65 1"/>
                                    <a:gd name="f150" fmla="*/ f126 f64 1"/>
                                    <a:gd name="f151" fmla="*/ f127 f65 1"/>
                                    <a:gd name="f152" fmla="*/ f128 f64 1"/>
                                    <a:gd name="f153" fmla="*/ f129 f65 1"/>
                                    <a:gd name="f154" fmla="*/ f130 f64 1"/>
                                    <a:gd name="f155" fmla="*/ f131 f65 1"/>
                                    <a:gd name="f156" fmla="*/ f132 f64 1"/>
                                    <a:gd name="f157" fmla="*/ f133 f65 1"/>
                                    <a:gd name="f158" fmla="*/ f134 f64 1"/>
                                    <a:gd name="f159" fmla="*/ f135 f65 1"/>
                                    <a:gd name="f160" fmla="*/ f136 f64 1"/>
                                    <a:gd name="f161" fmla="*/ f137 f65 1"/>
                                    <a:gd name="f162" fmla="*/ f138 f64 1"/>
                                    <a:gd name="f163" fmla="*/ f139 f65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  <a:cxn ang="f95">
                                      <a:pos x="f144" y="f145"/>
                                    </a:cxn>
                                    <a:cxn ang="f95">
                                      <a:pos x="f146" y="f147"/>
                                    </a:cxn>
                                    <a:cxn ang="f95">
                                      <a:pos x="f148" y="f149"/>
                                    </a:cxn>
                                    <a:cxn ang="f95">
                                      <a:pos x="f150" y="f151"/>
                                    </a:cxn>
                                    <a:cxn ang="f95">
                                      <a:pos x="f152" y="f153"/>
                                    </a:cxn>
                                    <a:cxn ang="f95">
                                      <a:pos x="f154" y="f155"/>
                                    </a:cxn>
                                    <a:cxn ang="f95">
                                      <a:pos x="f156" y="f157"/>
                                    </a:cxn>
                                    <a:cxn ang="f95">
                                      <a:pos x="f158" y="f159"/>
                                    </a:cxn>
                                    <a:cxn ang="f95">
                                      <a:pos x="f160" y="f161"/>
                                    </a:cxn>
                                    <a:cxn ang="f95">
                                      <a:pos x="f162" y="f163"/>
                                    </a:cxn>
                                  </a:cxnLst>
                                  <a:rect l="f140" t="f143" r="f141" b="f142"/>
                                  <a:pathLst>
                                    <a:path w="1762053" h="3535020">
                                      <a:moveTo>
                                        <a:pt x="f8" y="f5"/>
                                      </a:moveTo>
                                      <a:cubicBezTo>
                                        <a:pt x="f9" y="f10"/>
                                        <a:pt x="f11" y="f12"/>
                                        <a:pt x="f13" y="f14"/>
                                      </a:cubicBezTo>
                                      <a:cubicBezTo>
                                        <a:pt x="f15" y="f16"/>
                                        <a:pt x="f17" y="f18"/>
                                        <a:pt x="f19" y="f20"/>
                                      </a:cubicBezTo>
                                      <a:cubicBezTo>
                                        <a:pt x="f21" y="f22"/>
                                        <a:pt x="f23" y="f24"/>
                                        <a:pt x="f25" y="f26"/>
                                      </a:cubicBezTo>
                                      <a:cubicBezTo>
                                        <a:pt x="f27" y="f28"/>
                                        <a:pt x="f29" y="f30"/>
                                        <a:pt x="f31" y="f32"/>
                                      </a:cubicBezTo>
                                      <a:cubicBezTo>
                                        <a:pt x="f33" y="f34"/>
                                        <a:pt x="f35" y="f36"/>
                                        <a:pt x="f37" y="f38"/>
                                      </a:cubicBezTo>
                                      <a:cubicBezTo>
                                        <a:pt x="f39" y="f40"/>
                                        <a:pt x="f41" y="f42"/>
                                        <a:pt x="f43" y="f44"/>
                                      </a:cubicBezTo>
                                      <a:cubicBezTo>
                                        <a:pt x="f45" y="f46"/>
                                        <a:pt x="f47" y="f48"/>
                                        <a:pt x="f49" y="f50"/>
                                      </a:cubicBezTo>
                                      <a:cubicBezTo>
                                        <a:pt x="f51" y="f52"/>
                                        <a:pt x="f53" y="f54"/>
                                        <a:pt x="f55" y="f56"/>
                                      </a:cubicBezTo>
                                      <a:cubicBezTo>
                                        <a:pt x="f57" y="f58"/>
                                        <a:pt x="f59" y="f60"/>
                                        <a:pt x="f61" y="f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bodyPr vert="horz" wrap="square" lIns="91440" tIns="45720" rIns="91440" bIns="45720" anchor="ctr" anchorCtr="1" compatLnSpc="1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" o:spid="_x0000_s1026" style="position:absolute;margin-left:17.95pt;margin-top:120.4pt;width:75.5pt;height:91.35pt;z-index:251692032;mso-width-relative:margin;mso-height-relative:margin" coordorigin="4995" coordsize="26642,26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">
                      <v:shape id="Freihandform 13" o:spid="_x0000_s1027" style="position:absolute;left:7044;width:24594;height:26956;visibility:visible;mso-wrap-style:square;v-text-anchor:middle-center" coordsize="2938272,4023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2ec8EA&#10;AADbAAAADwAAAGRycy9kb3ducmV2LnhtbESPUWvCQBCE3wv9D8cWfKuXBgk29ZTWEvDV2B+wza1J&#10;bG4v3G01/fc9QfBxmPlmmNVmcoM6U4i9ZwMv8wwUceNtz62Br0P1vAQVBdni4JkM/FGEzfrxYYWl&#10;9Rfe07mWVqUSjiUa6ETGUuvYdOQwzv1InLyjDw4lydBqG/CSyt2g8ywrtMOe00KHI207an7qX2cg&#10;d8X3Z11U24+FC/vT4KV6bcWY2dP0/gZKaJJ7+EbvbOJyuH5JP0Cv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9nnPBAAAA2wAAAA8AAAAAAAAAAAAAAAAAmAIAAGRycy9kb3du&#10;cmV2LnhtbFBLBQYAAAAABAAEAPUAAACGAwAAAAA=&#10;" path="m1292352,v125984,165608,221488,276352,341376,304800c1753616,333248,1897888,197104,2011680,170688v113792,-26416,213360,-46736,304800,-24384c2407920,168656,2499360,249936,2560320,304800v60960,54864,81280,93472,121920,170688c2722880,552704,2769616,662432,2804160,768096v34544,105664,62992,221488,85344,341376c2911856,1229360,2930144,1339088,2938272,1487424v8128,148336,8128,377952,,512064c2930144,2133600,2913888,2192528,2889504,2292096v-24384,99568,-52832,182880,-97536,304800c2747264,2718816,2718816,2869184,2621280,3023616v-97536,154432,-266192,384048,-414528,499872c2058416,3639312,1867408,3667760,1731264,3718560v-136144,50800,-229616,85344,-341376,109728c1278128,3852672,1170432,3858768,1060704,3864864v-109728,6096,-239776,20320,-329184,c642112,3844544,581152,3763264,524256,3742944v-56896,-20320,-89408,-12192,-134112,c345440,3755136,321056,3769360,256032,3816096,191008,3862832,69088,3905504,,4023360e" filled="f" strokecolor="#5a5a5a [2109]" strokeweight="2pt">
                        <v:path arrowok="t" o:connecttype="custom" o:connectlocs="1229709,0;2459417,1347827;1229709,2695653;0,1347827;1081735,0;1367477,204216;1683833,114361;1938959,98024;2143060,204216;2245111,318577;2347161,514625;2418597,743347;2459417,996575;2459417,1339658;2418597,1535705;2336956,1739921;2194086,2025824;1847114,2360739;1449117,2491437;1163376,2564955;887839,2589461;612303,2589461;438817,2507774;326562,2507774;214306,2556786;0,2695653" o:connectangles="270,0,90,180,0,0,0,0,0,0,0,0,0,0,0,0,0,0,0,0,0,0,0,0,0,0" textboxrect="0,0,2938272,4023360"/>
                      </v:shape>
                      <v:shape id="Freihandform 14" o:spid="_x0000_s1028" style="position:absolute;left:4995;top:1061;width:14749;height:23685;visibility:visible;mso-wrap-style:square;v-text-anchor:middle-center" coordsize="1762053,3535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6eRMYA&#10;AADbAAAADwAAAGRycy9kb3ducmV2LnhtbESP3WrCQBSE74W+w3IKvRHdmNCi0VWkVFBKkfp3fcye&#10;ZoPZsyG7avr23UKhl8PMfMPMFp2txY1aXzlWMBomIIgLpysuFRz2q8EYhA/IGmvHpOCbPCzmD70Z&#10;5trd+ZNuu1CKCGGfowITQpNL6QtDFv3QNcTR+3KtxRBlW0rd4j3CbS3TJHmRFiuOCwYbejVUXHZX&#10;q2BzXn5sN9tDejyZ0WSdZZf35/6bUk+P3XIKIlAX/sN/7bVWkGbw+yX+AD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6eRMYAAADbAAAADwAAAAAAAAAAAAAAAACYAgAAZHJz&#10;L2Rvd25yZXYueG1sUEsFBgAAAAAEAAQA9QAAAIsDAAAAAA==&#10;" path="m1342048,v152400,121920,296672,231648,365760,365760c1776896,499872,1762672,662432,1756576,804672v-6096,142240,-30480,276352,-85344,414528c1616368,1357376,1528992,1456944,1427392,1633728v-101600,176784,-239776,459232,-365760,646176c935648,2466848,756832,2617216,671488,2755392v-85344,138176,-20320,231648,-121920,353568c447968,3230880,149264,3419856,61888,3486912v-87376,67056,-65024,52832,-36576,24384e" filled="f" strokecolor="#5a5a5a [2109]" strokeweight="2pt">
                        <v:path arrowok="t" o:connecttype="custom" o:connectlocs="737446,0;1474891,1184233;737446,2368465;0,1184233;1123334,0;1429486,245059;1470307,539131;1398871,816865;1194770,1094598;888618,1527537;562056,1846114;460005,2083005;51802,2336233;21187,2352570" o:connectangles="270,0,90,180,0,0,0,0,0,0,0,0,0,0" textboxrect="0,0,1762053,353502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496CD98D" wp14:editId="6FE2C951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3420110</wp:posOffset>
                      </wp:positionV>
                      <wp:extent cx="1569720" cy="1101725"/>
                      <wp:effectExtent l="0" t="0" r="11430" b="22225"/>
                      <wp:wrapNone/>
                      <wp:docPr id="25" name="Gruppieren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9720" cy="1101725"/>
                                <a:chOff x="0" y="2808674"/>
                                <a:chExt cx="2363412" cy="1283302"/>
                              </a:xfrm>
                            </wpg:grpSpPr>
                            <wps:wsp>
                              <wps:cNvPr id="26" name="Freihandform 11"/>
                              <wps:cNvSpPr/>
                              <wps:spPr>
                                <a:xfrm>
                                  <a:off x="234892" y="2808674"/>
                                  <a:ext cx="2128520" cy="1176004"/>
                                </a:xfrm>
                                <a:custGeom>
                                  <a:avLst/>
                                  <a:gdLst>
                                    <a:gd name="connsiteX0" fmla="*/ 0 w 3309510"/>
                                    <a:gd name="connsiteY0" fmla="*/ 0 h 949931"/>
                                    <a:gd name="connsiteX1" fmla="*/ 239486 w 3309510"/>
                                    <a:gd name="connsiteY1" fmla="*/ 304800 h 949931"/>
                                    <a:gd name="connsiteX2" fmla="*/ 435428 w 3309510"/>
                                    <a:gd name="connsiteY2" fmla="*/ 500742 h 949931"/>
                                    <a:gd name="connsiteX3" fmla="*/ 805543 w 3309510"/>
                                    <a:gd name="connsiteY3" fmla="*/ 751114 h 949931"/>
                                    <a:gd name="connsiteX4" fmla="*/ 1284514 w 3309510"/>
                                    <a:gd name="connsiteY4" fmla="*/ 870857 h 949931"/>
                                    <a:gd name="connsiteX5" fmla="*/ 1730828 w 3309510"/>
                                    <a:gd name="connsiteY5" fmla="*/ 903514 h 949931"/>
                                    <a:gd name="connsiteX6" fmla="*/ 2394857 w 3309510"/>
                                    <a:gd name="connsiteY6" fmla="*/ 914400 h 949931"/>
                                    <a:gd name="connsiteX7" fmla="*/ 3037114 w 3309510"/>
                                    <a:gd name="connsiteY7" fmla="*/ 947057 h 949931"/>
                                    <a:gd name="connsiteX8" fmla="*/ 3265714 w 3309510"/>
                                    <a:gd name="connsiteY8" fmla="*/ 947057 h 949931"/>
                                    <a:gd name="connsiteX9" fmla="*/ 3309257 w 3309510"/>
                                    <a:gd name="connsiteY9" fmla="*/ 936171 h 949931"/>
                                    <a:gd name="connsiteX0" fmla="*/ 0 w 3309510"/>
                                    <a:gd name="connsiteY0" fmla="*/ 0 h 949931"/>
                                    <a:gd name="connsiteX1" fmla="*/ 152400 w 3309510"/>
                                    <a:gd name="connsiteY1" fmla="*/ 304800 h 949931"/>
                                    <a:gd name="connsiteX2" fmla="*/ 435428 w 3309510"/>
                                    <a:gd name="connsiteY2" fmla="*/ 500742 h 949931"/>
                                    <a:gd name="connsiteX3" fmla="*/ 805543 w 3309510"/>
                                    <a:gd name="connsiteY3" fmla="*/ 751114 h 949931"/>
                                    <a:gd name="connsiteX4" fmla="*/ 1284514 w 3309510"/>
                                    <a:gd name="connsiteY4" fmla="*/ 870857 h 949931"/>
                                    <a:gd name="connsiteX5" fmla="*/ 1730828 w 3309510"/>
                                    <a:gd name="connsiteY5" fmla="*/ 903514 h 949931"/>
                                    <a:gd name="connsiteX6" fmla="*/ 2394857 w 3309510"/>
                                    <a:gd name="connsiteY6" fmla="*/ 914400 h 949931"/>
                                    <a:gd name="connsiteX7" fmla="*/ 3037114 w 3309510"/>
                                    <a:gd name="connsiteY7" fmla="*/ 947057 h 949931"/>
                                    <a:gd name="connsiteX8" fmla="*/ 3265714 w 3309510"/>
                                    <a:gd name="connsiteY8" fmla="*/ 947057 h 949931"/>
                                    <a:gd name="connsiteX9" fmla="*/ 3309257 w 3309510"/>
                                    <a:gd name="connsiteY9" fmla="*/ 936171 h 949931"/>
                                    <a:gd name="connsiteX0" fmla="*/ 0 w 3309510"/>
                                    <a:gd name="connsiteY0" fmla="*/ 0 h 949931"/>
                                    <a:gd name="connsiteX1" fmla="*/ 152400 w 3309510"/>
                                    <a:gd name="connsiteY1" fmla="*/ 304800 h 949931"/>
                                    <a:gd name="connsiteX2" fmla="*/ 359228 w 3309510"/>
                                    <a:gd name="connsiteY2" fmla="*/ 555171 h 949931"/>
                                    <a:gd name="connsiteX3" fmla="*/ 805543 w 3309510"/>
                                    <a:gd name="connsiteY3" fmla="*/ 751114 h 949931"/>
                                    <a:gd name="connsiteX4" fmla="*/ 1284514 w 3309510"/>
                                    <a:gd name="connsiteY4" fmla="*/ 870857 h 949931"/>
                                    <a:gd name="connsiteX5" fmla="*/ 1730828 w 3309510"/>
                                    <a:gd name="connsiteY5" fmla="*/ 903514 h 949931"/>
                                    <a:gd name="connsiteX6" fmla="*/ 2394857 w 3309510"/>
                                    <a:gd name="connsiteY6" fmla="*/ 914400 h 949931"/>
                                    <a:gd name="connsiteX7" fmla="*/ 3037114 w 3309510"/>
                                    <a:gd name="connsiteY7" fmla="*/ 947057 h 949931"/>
                                    <a:gd name="connsiteX8" fmla="*/ 3265714 w 3309510"/>
                                    <a:gd name="connsiteY8" fmla="*/ 947057 h 949931"/>
                                    <a:gd name="connsiteX9" fmla="*/ 3309257 w 3309510"/>
                                    <a:gd name="connsiteY9" fmla="*/ 936171 h 949931"/>
                                    <a:gd name="connsiteX0" fmla="*/ 0 w 3309510"/>
                                    <a:gd name="connsiteY0" fmla="*/ 0 h 949931"/>
                                    <a:gd name="connsiteX1" fmla="*/ 152400 w 3309510"/>
                                    <a:gd name="connsiteY1" fmla="*/ 304800 h 949931"/>
                                    <a:gd name="connsiteX2" fmla="*/ 359228 w 3309510"/>
                                    <a:gd name="connsiteY2" fmla="*/ 555171 h 949931"/>
                                    <a:gd name="connsiteX3" fmla="*/ 762001 w 3309510"/>
                                    <a:gd name="connsiteY3" fmla="*/ 849086 h 949931"/>
                                    <a:gd name="connsiteX4" fmla="*/ 1284514 w 3309510"/>
                                    <a:gd name="connsiteY4" fmla="*/ 870857 h 949931"/>
                                    <a:gd name="connsiteX5" fmla="*/ 1730828 w 3309510"/>
                                    <a:gd name="connsiteY5" fmla="*/ 903514 h 949931"/>
                                    <a:gd name="connsiteX6" fmla="*/ 2394857 w 3309510"/>
                                    <a:gd name="connsiteY6" fmla="*/ 914400 h 949931"/>
                                    <a:gd name="connsiteX7" fmla="*/ 3037114 w 3309510"/>
                                    <a:gd name="connsiteY7" fmla="*/ 947057 h 949931"/>
                                    <a:gd name="connsiteX8" fmla="*/ 3265714 w 3309510"/>
                                    <a:gd name="connsiteY8" fmla="*/ 947057 h 949931"/>
                                    <a:gd name="connsiteX9" fmla="*/ 3309257 w 3309510"/>
                                    <a:gd name="connsiteY9" fmla="*/ 936171 h 949931"/>
                                    <a:gd name="connsiteX0" fmla="*/ 0 w 3309510"/>
                                    <a:gd name="connsiteY0" fmla="*/ 0 h 1110668"/>
                                    <a:gd name="connsiteX1" fmla="*/ 152400 w 3309510"/>
                                    <a:gd name="connsiteY1" fmla="*/ 304800 h 1110668"/>
                                    <a:gd name="connsiteX2" fmla="*/ 359228 w 3309510"/>
                                    <a:gd name="connsiteY2" fmla="*/ 555171 h 1110668"/>
                                    <a:gd name="connsiteX3" fmla="*/ 762001 w 3309510"/>
                                    <a:gd name="connsiteY3" fmla="*/ 849086 h 1110668"/>
                                    <a:gd name="connsiteX4" fmla="*/ 1230086 w 3309510"/>
                                    <a:gd name="connsiteY4" fmla="*/ 1110343 h 1110668"/>
                                    <a:gd name="connsiteX5" fmla="*/ 1730828 w 3309510"/>
                                    <a:gd name="connsiteY5" fmla="*/ 903514 h 1110668"/>
                                    <a:gd name="connsiteX6" fmla="*/ 2394857 w 3309510"/>
                                    <a:gd name="connsiteY6" fmla="*/ 914400 h 1110668"/>
                                    <a:gd name="connsiteX7" fmla="*/ 3037114 w 3309510"/>
                                    <a:gd name="connsiteY7" fmla="*/ 947057 h 1110668"/>
                                    <a:gd name="connsiteX8" fmla="*/ 3265714 w 3309510"/>
                                    <a:gd name="connsiteY8" fmla="*/ 947057 h 1110668"/>
                                    <a:gd name="connsiteX9" fmla="*/ 3309257 w 3309510"/>
                                    <a:gd name="connsiteY9" fmla="*/ 936171 h 1110668"/>
                                    <a:gd name="connsiteX0" fmla="*/ 0 w 3309510"/>
                                    <a:gd name="connsiteY0" fmla="*/ 0 h 1168491"/>
                                    <a:gd name="connsiteX1" fmla="*/ 152400 w 3309510"/>
                                    <a:gd name="connsiteY1" fmla="*/ 304800 h 1168491"/>
                                    <a:gd name="connsiteX2" fmla="*/ 359228 w 3309510"/>
                                    <a:gd name="connsiteY2" fmla="*/ 555171 h 1168491"/>
                                    <a:gd name="connsiteX3" fmla="*/ 762001 w 3309510"/>
                                    <a:gd name="connsiteY3" fmla="*/ 849086 h 1168491"/>
                                    <a:gd name="connsiteX4" fmla="*/ 1230086 w 3309510"/>
                                    <a:gd name="connsiteY4" fmla="*/ 1110343 h 1168491"/>
                                    <a:gd name="connsiteX5" fmla="*/ 1839685 w 3309510"/>
                                    <a:gd name="connsiteY5" fmla="*/ 1153885 h 1168491"/>
                                    <a:gd name="connsiteX6" fmla="*/ 2394857 w 3309510"/>
                                    <a:gd name="connsiteY6" fmla="*/ 914400 h 1168491"/>
                                    <a:gd name="connsiteX7" fmla="*/ 3037114 w 3309510"/>
                                    <a:gd name="connsiteY7" fmla="*/ 947057 h 1168491"/>
                                    <a:gd name="connsiteX8" fmla="*/ 3265714 w 3309510"/>
                                    <a:gd name="connsiteY8" fmla="*/ 947057 h 1168491"/>
                                    <a:gd name="connsiteX9" fmla="*/ 3309257 w 3309510"/>
                                    <a:gd name="connsiteY9" fmla="*/ 936171 h 1168491"/>
                                    <a:gd name="connsiteX0" fmla="*/ 0 w 3309510"/>
                                    <a:gd name="connsiteY0" fmla="*/ 0 h 1188372"/>
                                    <a:gd name="connsiteX1" fmla="*/ 152400 w 3309510"/>
                                    <a:gd name="connsiteY1" fmla="*/ 304800 h 1188372"/>
                                    <a:gd name="connsiteX2" fmla="*/ 359228 w 3309510"/>
                                    <a:gd name="connsiteY2" fmla="*/ 555171 h 1188372"/>
                                    <a:gd name="connsiteX3" fmla="*/ 762001 w 3309510"/>
                                    <a:gd name="connsiteY3" fmla="*/ 849086 h 1188372"/>
                                    <a:gd name="connsiteX4" fmla="*/ 1230086 w 3309510"/>
                                    <a:gd name="connsiteY4" fmla="*/ 1110343 h 1188372"/>
                                    <a:gd name="connsiteX5" fmla="*/ 1839685 w 3309510"/>
                                    <a:gd name="connsiteY5" fmla="*/ 1153885 h 1188372"/>
                                    <a:gd name="connsiteX6" fmla="*/ 2405743 w 3309510"/>
                                    <a:gd name="connsiteY6" fmla="*/ 1175658 h 1188372"/>
                                    <a:gd name="connsiteX7" fmla="*/ 3037114 w 3309510"/>
                                    <a:gd name="connsiteY7" fmla="*/ 947057 h 1188372"/>
                                    <a:gd name="connsiteX8" fmla="*/ 3265714 w 3309510"/>
                                    <a:gd name="connsiteY8" fmla="*/ 947057 h 1188372"/>
                                    <a:gd name="connsiteX9" fmla="*/ 3309257 w 3309510"/>
                                    <a:gd name="connsiteY9" fmla="*/ 936171 h 1188372"/>
                                    <a:gd name="connsiteX0" fmla="*/ 0 w 3309510"/>
                                    <a:gd name="connsiteY0" fmla="*/ 0 h 1240300"/>
                                    <a:gd name="connsiteX1" fmla="*/ 152400 w 3309510"/>
                                    <a:gd name="connsiteY1" fmla="*/ 304800 h 1240300"/>
                                    <a:gd name="connsiteX2" fmla="*/ 359228 w 3309510"/>
                                    <a:gd name="connsiteY2" fmla="*/ 555171 h 1240300"/>
                                    <a:gd name="connsiteX3" fmla="*/ 762001 w 3309510"/>
                                    <a:gd name="connsiteY3" fmla="*/ 849086 h 1240300"/>
                                    <a:gd name="connsiteX4" fmla="*/ 1230086 w 3309510"/>
                                    <a:gd name="connsiteY4" fmla="*/ 1110343 h 1240300"/>
                                    <a:gd name="connsiteX5" fmla="*/ 1839685 w 3309510"/>
                                    <a:gd name="connsiteY5" fmla="*/ 1153885 h 1240300"/>
                                    <a:gd name="connsiteX6" fmla="*/ 2405743 w 3309510"/>
                                    <a:gd name="connsiteY6" fmla="*/ 1175658 h 1240300"/>
                                    <a:gd name="connsiteX7" fmla="*/ 3037114 w 3309510"/>
                                    <a:gd name="connsiteY7" fmla="*/ 1230086 h 1240300"/>
                                    <a:gd name="connsiteX8" fmla="*/ 3265714 w 3309510"/>
                                    <a:gd name="connsiteY8" fmla="*/ 947057 h 1240300"/>
                                    <a:gd name="connsiteX9" fmla="*/ 3309257 w 3309510"/>
                                    <a:gd name="connsiteY9" fmla="*/ 936171 h 1240300"/>
                                    <a:gd name="connsiteX0" fmla="*/ 0 w 3385466"/>
                                    <a:gd name="connsiteY0" fmla="*/ 0 h 1295444"/>
                                    <a:gd name="connsiteX1" fmla="*/ 152400 w 3385466"/>
                                    <a:gd name="connsiteY1" fmla="*/ 304800 h 1295444"/>
                                    <a:gd name="connsiteX2" fmla="*/ 359228 w 3385466"/>
                                    <a:gd name="connsiteY2" fmla="*/ 555171 h 1295444"/>
                                    <a:gd name="connsiteX3" fmla="*/ 762001 w 3385466"/>
                                    <a:gd name="connsiteY3" fmla="*/ 849086 h 1295444"/>
                                    <a:gd name="connsiteX4" fmla="*/ 1230086 w 3385466"/>
                                    <a:gd name="connsiteY4" fmla="*/ 1110343 h 1295444"/>
                                    <a:gd name="connsiteX5" fmla="*/ 1839685 w 3385466"/>
                                    <a:gd name="connsiteY5" fmla="*/ 1153885 h 1295444"/>
                                    <a:gd name="connsiteX6" fmla="*/ 2405743 w 3385466"/>
                                    <a:gd name="connsiteY6" fmla="*/ 1175658 h 1295444"/>
                                    <a:gd name="connsiteX7" fmla="*/ 3037114 w 3385466"/>
                                    <a:gd name="connsiteY7" fmla="*/ 1230086 h 1295444"/>
                                    <a:gd name="connsiteX8" fmla="*/ 3265714 w 3385466"/>
                                    <a:gd name="connsiteY8" fmla="*/ 947057 h 1295444"/>
                                    <a:gd name="connsiteX9" fmla="*/ 3385457 w 3385466"/>
                                    <a:gd name="connsiteY9" fmla="*/ 1295400 h 1295444"/>
                                    <a:gd name="connsiteX0" fmla="*/ 0 w 3385457"/>
                                    <a:gd name="connsiteY0" fmla="*/ 0 h 1295400"/>
                                    <a:gd name="connsiteX1" fmla="*/ 152400 w 3385457"/>
                                    <a:gd name="connsiteY1" fmla="*/ 304800 h 1295400"/>
                                    <a:gd name="connsiteX2" fmla="*/ 359228 w 3385457"/>
                                    <a:gd name="connsiteY2" fmla="*/ 555171 h 1295400"/>
                                    <a:gd name="connsiteX3" fmla="*/ 762001 w 3385457"/>
                                    <a:gd name="connsiteY3" fmla="*/ 849086 h 1295400"/>
                                    <a:gd name="connsiteX4" fmla="*/ 1230086 w 3385457"/>
                                    <a:gd name="connsiteY4" fmla="*/ 1110343 h 1295400"/>
                                    <a:gd name="connsiteX5" fmla="*/ 1839685 w 3385457"/>
                                    <a:gd name="connsiteY5" fmla="*/ 1153885 h 1295400"/>
                                    <a:gd name="connsiteX6" fmla="*/ 2405743 w 3385457"/>
                                    <a:gd name="connsiteY6" fmla="*/ 1175658 h 1295400"/>
                                    <a:gd name="connsiteX7" fmla="*/ 3037114 w 3385457"/>
                                    <a:gd name="connsiteY7" fmla="*/ 1230086 h 1295400"/>
                                    <a:gd name="connsiteX8" fmla="*/ 3385457 w 3385457"/>
                                    <a:gd name="connsiteY8" fmla="*/ 1295400 h 1295400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59228 w 3429000"/>
                                    <a:gd name="connsiteY2" fmla="*/ 555171 h 1262743"/>
                                    <a:gd name="connsiteX3" fmla="*/ 762001 w 3429000"/>
                                    <a:gd name="connsiteY3" fmla="*/ 849086 h 1262743"/>
                                    <a:gd name="connsiteX4" fmla="*/ 1230086 w 3429000"/>
                                    <a:gd name="connsiteY4" fmla="*/ 1110343 h 1262743"/>
                                    <a:gd name="connsiteX5" fmla="*/ 1839685 w 3429000"/>
                                    <a:gd name="connsiteY5" fmla="*/ 1153885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762001 w 3429000"/>
                                    <a:gd name="connsiteY3" fmla="*/ 849086 h 1262743"/>
                                    <a:gd name="connsiteX4" fmla="*/ 1230086 w 3429000"/>
                                    <a:gd name="connsiteY4" fmla="*/ 1110343 h 1262743"/>
                                    <a:gd name="connsiteX5" fmla="*/ 1839685 w 3429000"/>
                                    <a:gd name="connsiteY5" fmla="*/ 1153885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794658 w 3429000"/>
                                    <a:gd name="connsiteY3" fmla="*/ 489858 h 1262743"/>
                                    <a:gd name="connsiteX4" fmla="*/ 1230086 w 3429000"/>
                                    <a:gd name="connsiteY4" fmla="*/ 1110343 h 1262743"/>
                                    <a:gd name="connsiteX5" fmla="*/ 1839685 w 3429000"/>
                                    <a:gd name="connsiteY5" fmla="*/ 1153885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794658 w 3429000"/>
                                    <a:gd name="connsiteY3" fmla="*/ 489858 h 1262743"/>
                                    <a:gd name="connsiteX4" fmla="*/ 1055914 w 3429000"/>
                                    <a:gd name="connsiteY4" fmla="*/ 903515 h 1262743"/>
                                    <a:gd name="connsiteX5" fmla="*/ 1839685 w 3429000"/>
                                    <a:gd name="connsiteY5" fmla="*/ 1153885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794658 w 3429000"/>
                                    <a:gd name="connsiteY3" fmla="*/ 489858 h 1262743"/>
                                    <a:gd name="connsiteX4" fmla="*/ 1055914 w 3429000"/>
                                    <a:gd name="connsiteY4" fmla="*/ 903515 h 1262743"/>
                                    <a:gd name="connsiteX5" fmla="*/ 1741714 w 3429000"/>
                                    <a:gd name="connsiteY5" fmla="*/ 1121228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827316 w 3429000"/>
                                    <a:gd name="connsiteY3" fmla="*/ 631372 h 1262743"/>
                                    <a:gd name="connsiteX4" fmla="*/ 1055914 w 3429000"/>
                                    <a:gd name="connsiteY4" fmla="*/ 903515 h 1262743"/>
                                    <a:gd name="connsiteX5" fmla="*/ 1741714 w 3429000"/>
                                    <a:gd name="connsiteY5" fmla="*/ 1121228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827316 w 3429000"/>
                                    <a:gd name="connsiteY3" fmla="*/ 631372 h 1262743"/>
                                    <a:gd name="connsiteX4" fmla="*/ 1077686 w 3429000"/>
                                    <a:gd name="connsiteY4" fmla="*/ 903515 h 1262743"/>
                                    <a:gd name="connsiteX5" fmla="*/ 1741714 w 3429000"/>
                                    <a:gd name="connsiteY5" fmla="*/ 1121228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827316 w 3429000"/>
                                    <a:gd name="connsiteY3" fmla="*/ 522515 h 1262743"/>
                                    <a:gd name="connsiteX4" fmla="*/ 1077686 w 3429000"/>
                                    <a:gd name="connsiteY4" fmla="*/ 903515 h 1262743"/>
                                    <a:gd name="connsiteX5" fmla="*/ 1741714 w 3429000"/>
                                    <a:gd name="connsiteY5" fmla="*/ 1121228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827316 w 3429000"/>
                                    <a:gd name="connsiteY3" fmla="*/ 522515 h 1262743"/>
                                    <a:gd name="connsiteX4" fmla="*/ 1317172 w 3429000"/>
                                    <a:gd name="connsiteY4" fmla="*/ 587829 h 1262743"/>
                                    <a:gd name="connsiteX5" fmla="*/ 1741714 w 3429000"/>
                                    <a:gd name="connsiteY5" fmla="*/ 1121228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827316 w 3429000"/>
                                    <a:gd name="connsiteY3" fmla="*/ 522515 h 1262743"/>
                                    <a:gd name="connsiteX4" fmla="*/ 1317172 w 3429000"/>
                                    <a:gd name="connsiteY4" fmla="*/ 587829 h 1262743"/>
                                    <a:gd name="connsiteX5" fmla="*/ 1774371 w 3429000"/>
                                    <a:gd name="connsiteY5" fmla="*/ 664028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79987"/>
                                    <a:gd name="connsiteX1" fmla="*/ 152400 w 3429000"/>
                                    <a:gd name="connsiteY1" fmla="*/ 304800 h 1279987"/>
                                    <a:gd name="connsiteX2" fmla="*/ 370113 w 3429000"/>
                                    <a:gd name="connsiteY2" fmla="*/ 566056 h 1279987"/>
                                    <a:gd name="connsiteX3" fmla="*/ 827316 w 3429000"/>
                                    <a:gd name="connsiteY3" fmla="*/ 522515 h 1279987"/>
                                    <a:gd name="connsiteX4" fmla="*/ 1317172 w 3429000"/>
                                    <a:gd name="connsiteY4" fmla="*/ 587829 h 1279987"/>
                                    <a:gd name="connsiteX5" fmla="*/ 1774371 w 3429000"/>
                                    <a:gd name="connsiteY5" fmla="*/ 664028 h 1279987"/>
                                    <a:gd name="connsiteX6" fmla="*/ 2373086 w 3429000"/>
                                    <a:gd name="connsiteY6" fmla="*/ 674915 h 1279987"/>
                                    <a:gd name="connsiteX7" fmla="*/ 3037114 w 3429000"/>
                                    <a:gd name="connsiteY7" fmla="*/ 1230086 h 1279987"/>
                                    <a:gd name="connsiteX8" fmla="*/ 3429000 w 3429000"/>
                                    <a:gd name="connsiteY8" fmla="*/ 1262743 h 1279987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827316 w 3429000"/>
                                    <a:gd name="connsiteY3" fmla="*/ 522515 h 1262743"/>
                                    <a:gd name="connsiteX4" fmla="*/ 1317172 w 3429000"/>
                                    <a:gd name="connsiteY4" fmla="*/ 587829 h 1262743"/>
                                    <a:gd name="connsiteX5" fmla="*/ 1774371 w 3429000"/>
                                    <a:gd name="connsiteY5" fmla="*/ 664028 h 1262743"/>
                                    <a:gd name="connsiteX6" fmla="*/ 2373086 w 3429000"/>
                                    <a:gd name="connsiteY6" fmla="*/ 674915 h 1262743"/>
                                    <a:gd name="connsiteX7" fmla="*/ 2764971 w 3429000"/>
                                    <a:gd name="connsiteY7" fmla="*/ 1023257 h 1262743"/>
                                    <a:gd name="connsiteX8" fmla="*/ 3429000 w 3429000"/>
                                    <a:gd name="connsiteY8" fmla="*/ 1262743 h 1262743"/>
                                    <a:gd name="connsiteX0" fmla="*/ 0 w 2982686"/>
                                    <a:gd name="connsiteY0" fmla="*/ 0 h 1262743"/>
                                    <a:gd name="connsiteX1" fmla="*/ 152400 w 2982686"/>
                                    <a:gd name="connsiteY1" fmla="*/ 304800 h 1262743"/>
                                    <a:gd name="connsiteX2" fmla="*/ 370113 w 2982686"/>
                                    <a:gd name="connsiteY2" fmla="*/ 566056 h 1262743"/>
                                    <a:gd name="connsiteX3" fmla="*/ 827316 w 2982686"/>
                                    <a:gd name="connsiteY3" fmla="*/ 522515 h 1262743"/>
                                    <a:gd name="connsiteX4" fmla="*/ 1317172 w 2982686"/>
                                    <a:gd name="connsiteY4" fmla="*/ 587829 h 1262743"/>
                                    <a:gd name="connsiteX5" fmla="*/ 1774371 w 2982686"/>
                                    <a:gd name="connsiteY5" fmla="*/ 664028 h 1262743"/>
                                    <a:gd name="connsiteX6" fmla="*/ 2373086 w 2982686"/>
                                    <a:gd name="connsiteY6" fmla="*/ 674915 h 1262743"/>
                                    <a:gd name="connsiteX7" fmla="*/ 2764971 w 2982686"/>
                                    <a:gd name="connsiteY7" fmla="*/ 1023257 h 1262743"/>
                                    <a:gd name="connsiteX8" fmla="*/ 2982686 w 2982686"/>
                                    <a:gd name="connsiteY8" fmla="*/ 1262743 h 1262743"/>
                                    <a:gd name="connsiteX0" fmla="*/ 0 w 2982686"/>
                                    <a:gd name="connsiteY0" fmla="*/ 0 h 1262743"/>
                                    <a:gd name="connsiteX1" fmla="*/ 152400 w 2982686"/>
                                    <a:gd name="connsiteY1" fmla="*/ 304800 h 1262743"/>
                                    <a:gd name="connsiteX2" fmla="*/ 370113 w 2982686"/>
                                    <a:gd name="connsiteY2" fmla="*/ 566056 h 1262743"/>
                                    <a:gd name="connsiteX3" fmla="*/ 838201 w 2982686"/>
                                    <a:gd name="connsiteY3" fmla="*/ 413658 h 1262743"/>
                                    <a:gd name="connsiteX4" fmla="*/ 1317172 w 2982686"/>
                                    <a:gd name="connsiteY4" fmla="*/ 587829 h 1262743"/>
                                    <a:gd name="connsiteX5" fmla="*/ 1774371 w 2982686"/>
                                    <a:gd name="connsiteY5" fmla="*/ 664028 h 1262743"/>
                                    <a:gd name="connsiteX6" fmla="*/ 2373086 w 2982686"/>
                                    <a:gd name="connsiteY6" fmla="*/ 674915 h 1262743"/>
                                    <a:gd name="connsiteX7" fmla="*/ 2764971 w 2982686"/>
                                    <a:gd name="connsiteY7" fmla="*/ 1023257 h 1262743"/>
                                    <a:gd name="connsiteX8" fmla="*/ 2982686 w 2982686"/>
                                    <a:gd name="connsiteY8" fmla="*/ 1262743 h 1262743"/>
                                    <a:gd name="connsiteX0" fmla="*/ 0 w 2982686"/>
                                    <a:gd name="connsiteY0" fmla="*/ 0 h 1262743"/>
                                    <a:gd name="connsiteX1" fmla="*/ 152400 w 2982686"/>
                                    <a:gd name="connsiteY1" fmla="*/ 304800 h 1262743"/>
                                    <a:gd name="connsiteX2" fmla="*/ 370113 w 2982686"/>
                                    <a:gd name="connsiteY2" fmla="*/ 566056 h 1262743"/>
                                    <a:gd name="connsiteX3" fmla="*/ 838201 w 2982686"/>
                                    <a:gd name="connsiteY3" fmla="*/ 413658 h 1262743"/>
                                    <a:gd name="connsiteX4" fmla="*/ 1317172 w 2982686"/>
                                    <a:gd name="connsiteY4" fmla="*/ 587829 h 1262743"/>
                                    <a:gd name="connsiteX5" fmla="*/ 1839686 w 2982686"/>
                                    <a:gd name="connsiteY5" fmla="*/ 468085 h 1262743"/>
                                    <a:gd name="connsiteX6" fmla="*/ 2373086 w 2982686"/>
                                    <a:gd name="connsiteY6" fmla="*/ 674915 h 1262743"/>
                                    <a:gd name="connsiteX7" fmla="*/ 2764971 w 2982686"/>
                                    <a:gd name="connsiteY7" fmla="*/ 1023257 h 1262743"/>
                                    <a:gd name="connsiteX8" fmla="*/ 2982686 w 2982686"/>
                                    <a:gd name="connsiteY8" fmla="*/ 1262743 h 1262743"/>
                                    <a:gd name="connsiteX0" fmla="*/ 0 w 2982686"/>
                                    <a:gd name="connsiteY0" fmla="*/ 0 h 1262743"/>
                                    <a:gd name="connsiteX1" fmla="*/ 152400 w 2982686"/>
                                    <a:gd name="connsiteY1" fmla="*/ 304800 h 1262743"/>
                                    <a:gd name="connsiteX2" fmla="*/ 370113 w 2982686"/>
                                    <a:gd name="connsiteY2" fmla="*/ 566056 h 1262743"/>
                                    <a:gd name="connsiteX3" fmla="*/ 838201 w 2982686"/>
                                    <a:gd name="connsiteY3" fmla="*/ 413658 h 1262743"/>
                                    <a:gd name="connsiteX4" fmla="*/ 1317172 w 2982686"/>
                                    <a:gd name="connsiteY4" fmla="*/ 587829 h 1262743"/>
                                    <a:gd name="connsiteX5" fmla="*/ 1839686 w 2982686"/>
                                    <a:gd name="connsiteY5" fmla="*/ 468085 h 1262743"/>
                                    <a:gd name="connsiteX6" fmla="*/ 2373086 w 2982686"/>
                                    <a:gd name="connsiteY6" fmla="*/ 674915 h 1262743"/>
                                    <a:gd name="connsiteX7" fmla="*/ 2601685 w 2982686"/>
                                    <a:gd name="connsiteY7" fmla="*/ 849085 h 1262743"/>
                                    <a:gd name="connsiteX8" fmla="*/ 2982686 w 2982686"/>
                                    <a:gd name="connsiteY8" fmla="*/ 1262743 h 1262743"/>
                                    <a:gd name="connsiteX0" fmla="*/ 0 w 2607672"/>
                                    <a:gd name="connsiteY0" fmla="*/ 0 h 1023258"/>
                                    <a:gd name="connsiteX1" fmla="*/ 152400 w 2607672"/>
                                    <a:gd name="connsiteY1" fmla="*/ 304800 h 1023258"/>
                                    <a:gd name="connsiteX2" fmla="*/ 370113 w 2607672"/>
                                    <a:gd name="connsiteY2" fmla="*/ 566056 h 1023258"/>
                                    <a:gd name="connsiteX3" fmla="*/ 838201 w 2607672"/>
                                    <a:gd name="connsiteY3" fmla="*/ 413658 h 1023258"/>
                                    <a:gd name="connsiteX4" fmla="*/ 1317172 w 2607672"/>
                                    <a:gd name="connsiteY4" fmla="*/ 587829 h 1023258"/>
                                    <a:gd name="connsiteX5" fmla="*/ 1839686 w 2607672"/>
                                    <a:gd name="connsiteY5" fmla="*/ 468085 h 1023258"/>
                                    <a:gd name="connsiteX6" fmla="*/ 2373086 w 2607672"/>
                                    <a:gd name="connsiteY6" fmla="*/ 674915 h 1023258"/>
                                    <a:gd name="connsiteX7" fmla="*/ 2601685 w 2607672"/>
                                    <a:gd name="connsiteY7" fmla="*/ 849085 h 1023258"/>
                                    <a:gd name="connsiteX8" fmla="*/ 2579914 w 2607672"/>
                                    <a:gd name="connsiteY8" fmla="*/ 1023258 h 1023258"/>
                                    <a:gd name="connsiteX0" fmla="*/ 0 w 2607672"/>
                                    <a:gd name="connsiteY0" fmla="*/ 0 h 1042275"/>
                                    <a:gd name="connsiteX1" fmla="*/ 152400 w 2607672"/>
                                    <a:gd name="connsiteY1" fmla="*/ 304800 h 1042275"/>
                                    <a:gd name="connsiteX2" fmla="*/ 370113 w 2607672"/>
                                    <a:gd name="connsiteY2" fmla="*/ 566056 h 1042275"/>
                                    <a:gd name="connsiteX3" fmla="*/ 838201 w 2607672"/>
                                    <a:gd name="connsiteY3" fmla="*/ 413658 h 1042275"/>
                                    <a:gd name="connsiteX4" fmla="*/ 1317172 w 2607672"/>
                                    <a:gd name="connsiteY4" fmla="*/ 587829 h 1042275"/>
                                    <a:gd name="connsiteX5" fmla="*/ 1839686 w 2607672"/>
                                    <a:gd name="connsiteY5" fmla="*/ 468085 h 1042275"/>
                                    <a:gd name="connsiteX6" fmla="*/ 2373086 w 2607672"/>
                                    <a:gd name="connsiteY6" fmla="*/ 674915 h 1042275"/>
                                    <a:gd name="connsiteX7" fmla="*/ 2601685 w 2607672"/>
                                    <a:gd name="connsiteY7" fmla="*/ 849085 h 1042275"/>
                                    <a:gd name="connsiteX8" fmla="*/ 2579914 w 2607672"/>
                                    <a:gd name="connsiteY8" fmla="*/ 1023258 h 1042275"/>
                                    <a:gd name="connsiteX9" fmla="*/ 2504526 w 2607672"/>
                                    <a:gd name="connsiteY9" fmla="*/ 1040024 h 1042275"/>
                                    <a:gd name="connsiteX0" fmla="*/ 0 w 2607672"/>
                                    <a:gd name="connsiteY0" fmla="*/ 0 h 1148881"/>
                                    <a:gd name="connsiteX1" fmla="*/ 152400 w 2607672"/>
                                    <a:gd name="connsiteY1" fmla="*/ 304800 h 1148881"/>
                                    <a:gd name="connsiteX2" fmla="*/ 370113 w 2607672"/>
                                    <a:gd name="connsiteY2" fmla="*/ 566056 h 1148881"/>
                                    <a:gd name="connsiteX3" fmla="*/ 838201 w 2607672"/>
                                    <a:gd name="connsiteY3" fmla="*/ 413658 h 1148881"/>
                                    <a:gd name="connsiteX4" fmla="*/ 1317172 w 2607672"/>
                                    <a:gd name="connsiteY4" fmla="*/ 587829 h 1148881"/>
                                    <a:gd name="connsiteX5" fmla="*/ 1839686 w 2607672"/>
                                    <a:gd name="connsiteY5" fmla="*/ 468085 h 1148881"/>
                                    <a:gd name="connsiteX6" fmla="*/ 2373086 w 2607672"/>
                                    <a:gd name="connsiteY6" fmla="*/ 674915 h 1148881"/>
                                    <a:gd name="connsiteX7" fmla="*/ 2601685 w 2607672"/>
                                    <a:gd name="connsiteY7" fmla="*/ 849085 h 1148881"/>
                                    <a:gd name="connsiteX8" fmla="*/ 2579914 w 2607672"/>
                                    <a:gd name="connsiteY8" fmla="*/ 1023258 h 1148881"/>
                                    <a:gd name="connsiteX9" fmla="*/ 2384783 w 2607672"/>
                                    <a:gd name="connsiteY9" fmla="*/ 1148881 h 1148881"/>
                                    <a:gd name="connsiteX0" fmla="*/ 0 w 2607672"/>
                                    <a:gd name="connsiteY0" fmla="*/ 0 h 1155567"/>
                                    <a:gd name="connsiteX1" fmla="*/ 152400 w 2607672"/>
                                    <a:gd name="connsiteY1" fmla="*/ 304800 h 1155567"/>
                                    <a:gd name="connsiteX2" fmla="*/ 370113 w 2607672"/>
                                    <a:gd name="connsiteY2" fmla="*/ 566056 h 1155567"/>
                                    <a:gd name="connsiteX3" fmla="*/ 838201 w 2607672"/>
                                    <a:gd name="connsiteY3" fmla="*/ 413658 h 1155567"/>
                                    <a:gd name="connsiteX4" fmla="*/ 1317172 w 2607672"/>
                                    <a:gd name="connsiteY4" fmla="*/ 587829 h 1155567"/>
                                    <a:gd name="connsiteX5" fmla="*/ 1839686 w 2607672"/>
                                    <a:gd name="connsiteY5" fmla="*/ 468085 h 1155567"/>
                                    <a:gd name="connsiteX6" fmla="*/ 2373086 w 2607672"/>
                                    <a:gd name="connsiteY6" fmla="*/ 674915 h 1155567"/>
                                    <a:gd name="connsiteX7" fmla="*/ 2601685 w 2607672"/>
                                    <a:gd name="connsiteY7" fmla="*/ 849085 h 1155567"/>
                                    <a:gd name="connsiteX8" fmla="*/ 2579914 w 2607672"/>
                                    <a:gd name="connsiteY8" fmla="*/ 1023258 h 1155567"/>
                                    <a:gd name="connsiteX9" fmla="*/ 2384783 w 2607672"/>
                                    <a:gd name="connsiteY9" fmla="*/ 1148881 h 1155567"/>
                                    <a:gd name="connsiteX10" fmla="*/ 2363011 w 2607672"/>
                                    <a:gd name="connsiteY10" fmla="*/ 1137996 h 1155567"/>
                                    <a:gd name="connsiteX0" fmla="*/ 0 w 2607672"/>
                                    <a:gd name="connsiteY0" fmla="*/ 0 h 1154178"/>
                                    <a:gd name="connsiteX1" fmla="*/ 152400 w 2607672"/>
                                    <a:gd name="connsiteY1" fmla="*/ 304800 h 1154178"/>
                                    <a:gd name="connsiteX2" fmla="*/ 370113 w 2607672"/>
                                    <a:gd name="connsiteY2" fmla="*/ 566056 h 1154178"/>
                                    <a:gd name="connsiteX3" fmla="*/ 838201 w 2607672"/>
                                    <a:gd name="connsiteY3" fmla="*/ 413658 h 1154178"/>
                                    <a:gd name="connsiteX4" fmla="*/ 1317172 w 2607672"/>
                                    <a:gd name="connsiteY4" fmla="*/ 587829 h 1154178"/>
                                    <a:gd name="connsiteX5" fmla="*/ 1839686 w 2607672"/>
                                    <a:gd name="connsiteY5" fmla="*/ 468085 h 1154178"/>
                                    <a:gd name="connsiteX6" fmla="*/ 2373086 w 2607672"/>
                                    <a:gd name="connsiteY6" fmla="*/ 674915 h 1154178"/>
                                    <a:gd name="connsiteX7" fmla="*/ 2601685 w 2607672"/>
                                    <a:gd name="connsiteY7" fmla="*/ 849085 h 1154178"/>
                                    <a:gd name="connsiteX8" fmla="*/ 2579914 w 2607672"/>
                                    <a:gd name="connsiteY8" fmla="*/ 1023258 h 1154178"/>
                                    <a:gd name="connsiteX9" fmla="*/ 2384783 w 2607672"/>
                                    <a:gd name="connsiteY9" fmla="*/ 1148881 h 1154178"/>
                                    <a:gd name="connsiteX10" fmla="*/ 2101753 w 2607672"/>
                                    <a:gd name="connsiteY10" fmla="*/ 1127110 h 1154178"/>
                                    <a:gd name="connsiteX0" fmla="*/ 0 w 2607672"/>
                                    <a:gd name="connsiteY0" fmla="*/ 0 h 1174388"/>
                                    <a:gd name="connsiteX1" fmla="*/ 152400 w 2607672"/>
                                    <a:gd name="connsiteY1" fmla="*/ 304800 h 1174388"/>
                                    <a:gd name="connsiteX2" fmla="*/ 370113 w 2607672"/>
                                    <a:gd name="connsiteY2" fmla="*/ 566056 h 1174388"/>
                                    <a:gd name="connsiteX3" fmla="*/ 838201 w 2607672"/>
                                    <a:gd name="connsiteY3" fmla="*/ 413658 h 1174388"/>
                                    <a:gd name="connsiteX4" fmla="*/ 1317172 w 2607672"/>
                                    <a:gd name="connsiteY4" fmla="*/ 587829 h 1174388"/>
                                    <a:gd name="connsiteX5" fmla="*/ 1839686 w 2607672"/>
                                    <a:gd name="connsiteY5" fmla="*/ 468085 h 1174388"/>
                                    <a:gd name="connsiteX6" fmla="*/ 2373086 w 2607672"/>
                                    <a:gd name="connsiteY6" fmla="*/ 674915 h 1174388"/>
                                    <a:gd name="connsiteX7" fmla="*/ 2601685 w 2607672"/>
                                    <a:gd name="connsiteY7" fmla="*/ 849085 h 1174388"/>
                                    <a:gd name="connsiteX8" fmla="*/ 2579914 w 2607672"/>
                                    <a:gd name="connsiteY8" fmla="*/ 1023258 h 1174388"/>
                                    <a:gd name="connsiteX9" fmla="*/ 2373898 w 2607672"/>
                                    <a:gd name="connsiteY9" fmla="*/ 1170653 h 1174388"/>
                                    <a:gd name="connsiteX10" fmla="*/ 2101753 w 2607672"/>
                                    <a:gd name="connsiteY10" fmla="*/ 1127110 h 1174388"/>
                                    <a:gd name="connsiteX0" fmla="*/ 0 w 2603083"/>
                                    <a:gd name="connsiteY0" fmla="*/ 0 h 1174388"/>
                                    <a:gd name="connsiteX1" fmla="*/ 152400 w 2603083"/>
                                    <a:gd name="connsiteY1" fmla="*/ 304800 h 1174388"/>
                                    <a:gd name="connsiteX2" fmla="*/ 370113 w 2603083"/>
                                    <a:gd name="connsiteY2" fmla="*/ 566056 h 1174388"/>
                                    <a:gd name="connsiteX3" fmla="*/ 838201 w 2603083"/>
                                    <a:gd name="connsiteY3" fmla="*/ 413658 h 1174388"/>
                                    <a:gd name="connsiteX4" fmla="*/ 1317172 w 2603083"/>
                                    <a:gd name="connsiteY4" fmla="*/ 587829 h 1174388"/>
                                    <a:gd name="connsiteX5" fmla="*/ 1839686 w 2603083"/>
                                    <a:gd name="connsiteY5" fmla="*/ 468085 h 1174388"/>
                                    <a:gd name="connsiteX6" fmla="*/ 2373086 w 2603083"/>
                                    <a:gd name="connsiteY6" fmla="*/ 674915 h 1174388"/>
                                    <a:gd name="connsiteX7" fmla="*/ 2601685 w 2603083"/>
                                    <a:gd name="connsiteY7" fmla="*/ 849085 h 1174388"/>
                                    <a:gd name="connsiteX8" fmla="*/ 2492828 w 2603083"/>
                                    <a:gd name="connsiteY8" fmla="*/ 1034143 h 1174388"/>
                                    <a:gd name="connsiteX9" fmla="*/ 2373898 w 2603083"/>
                                    <a:gd name="connsiteY9" fmla="*/ 1170653 h 1174388"/>
                                    <a:gd name="connsiteX10" fmla="*/ 2101753 w 2603083"/>
                                    <a:gd name="connsiteY10" fmla="*/ 1127110 h 1174388"/>
                                    <a:gd name="connsiteX0" fmla="*/ 0 w 2527670"/>
                                    <a:gd name="connsiteY0" fmla="*/ 0 h 1174388"/>
                                    <a:gd name="connsiteX1" fmla="*/ 152400 w 2527670"/>
                                    <a:gd name="connsiteY1" fmla="*/ 304800 h 1174388"/>
                                    <a:gd name="connsiteX2" fmla="*/ 370113 w 2527670"/>
                                    <a:gd name="connsiteY2" fmla="*/ 566056 h 1174388"/>
                                    <a:gd name="connsiteX3" fmla="*/ 838201 w 2527670"/>
                                    <a:gd name="connsiteY3" fmla="*/ 413658 h 1174388"/>
                                    <a:gd name="connsiteX4" fmla="*/ 1317172 w 2527670"/>
                                    <a:gd name="connsiteY4" fmla="*/ 587829 h 1174388"/>
                                    <a:gd name="connsiteX5" fmla="*/ 1839686 w 2527670"/>
                                    <a:gd name="connsiteY5" fmla="*/ 468085 h 1174388"/>
                                    <a:gd name="connsiteX6" fmla="*/ 2373086 w 2527670"/>
                                    <a:gd name="connsiteY6" fmla="*/ 674915 h 1174388"/>
                                    <a:gd name="connsiteX7" fmla="*/ 2525485 w 2527670"/>
                                    <a:gd name="connsiteY7" fmla="*/ 838199 h 1174388"/>
                                    <a:gd name="connsiteX8" fmla="*/ 2492828 w 2527670"/>
                                    <a:gd name="connsiteY8" fmla="*/ 1034143 h 1174388"/>
                                    <a:gd name="connsiteX9" fmla="*/ 2373898 w 2527670"/>
                                    <a:gd name="connsiteY9" fmla="*/ 1170653 h 1174388"/>
                                    <a:gd name="connsiteX10" fmla="*/ 2101753 w 2527670"/>
                                    <a:gd name="connsiteY10" fmla="*/ 1127110 h 1174388"/>
                                    <a:gd name="connsiteX0" fmla="*/ 0 w 2527670"/>
                                    <a:gd name="connsiteY0" fmla="*/ 0 h 1184229"/>
                                    <a:gd name="connsiteX1" fmla="*/ 152400 w 2527670"/>
                                    <a:gd name="connsiteY1" fmla="*/ 304800 h 1184229"/>
                                    <a:gd name="connsiteX2" fmla="*/ 370113 w 2527670"/>
                                    <a:gd name="connsiteY2" fmla="*/ 566056 h 1184229"/>
                                    <a:gd name="connsiteX3" fmla="*/ 838201 w 2527670"/>
                                    <a:gd name="connsiteY3" fmla="*/ 413658 h 1184229"/>
                                    <a:gd name="connsiteX4" fmla="*/ 1317172 w 2527670"/>
                                    <a:gd name="connsiteY4" fmla="*/ 587829 h 1184229"/>
                                    <a:gd name="connsiteX5" fmla="*/ 1839686 w 2527670"/>
                                    <a:gd name="connsiteY5" fmla="*/ 468085 h 1184229"/>
                                    <a:gd name="connsiteX6" fmla="*/ 2373086 w 2527670"/>
                                    <a:gd name="connsiteY6" fmla="*/ 674915 h 1184229"/>
                                    <a:gd name="connsiteX7" fmla="*/ 2525485 w 2527670"/>
                                    <a:gd name="connsiteY7" fmla="*/ 838199 h 1184229"/>
                                    <a:gd name="connsiteX8" fmla="*/ 2492828 w 2527670"/>
                                    <a:gd name="connsiteY8" fmla="*/ 1034143 h 1184229"/>
                                    <a:gd name="connsiteX9" fmla="*/ 2373898 w 2527670"/>
                                    <a:gd name="connsiteY9" fmla="*/ 1170653 h 1184229"/>
                                    <a:gd name="connsiteX10" fmla="*/ 2188839 w 2527670"/>
                                    <a:gd name="connsiteY10" fmla="*/ 1181538 h 1184229"/>
                                    <a:gd name="connsiteX0" fmla="*/ 0 w 2527670"/>
                                    <a:gd name="connsiteY0" fmla="*/ 0 h 1203310"/>
                                    <a:gd name="connsiteX1" fmla="*/ 152400 w 2527670"/>
                                    <a:gd name="connsiteY1" fmla="*/ 304800 h 1203310"/>
                                    <a:gd name="connsiteX2" fmla="*/ 370113 w 2527670"/>
                                    <a:gd name="connsiteY2" fmla="*/ 566056 h 1203310"/>
                                    <a:gd name="connsiteX3" fmla="*/ 838201 w 2527670"/>
                                    <a:gd name="connsiteY3" fmla="*/ 413658 h 1203310"/>
                                    <a:gd name="connsiteX4" fmla="*/ 1317172 w 2527670"/>
                                    <a:gd name="connsiteY4" fmla="*/ 587829 h 1203310"/>
                                    <a:gd name="connsiteX5" fmla="*/ 1839686 w 2527670"/>
                                    <a:gd name="connsiteY5" fmla="*/ 468085 h 1203310"/>
                                    <a:gd name="connsiteX6" fmla="*/ 2373086 w 2527670"/>
                                    <a:gd name="connsiteY6" fmla="*/ 674915 h 1203310"/>
                                    <a:gd name="connsiteX7" fmla="*/ 2525485 w 2527670"/>
                                    <a:gd name="connsiteY7" fmla="*/ 838199 h 1203310"/>
                                    <a:gd name="connsiteX8" fmla="*/ 2492828 w 2527670"/>
                                    <a:gd name="connsiteY8" fmla="*/ 1034143 h 1203310"/>
                                    <a:gd name="connsiteX9" fmla="*/ 2373898 w 2527670"/>
                                    <a:gd name="connsiteY9" fmla="*/ 1170653 h 1203310"/>
                                    <a:gd name="connsiteX10" fmla="*/ 2188839 w 2527670"/>
                                    <a:gd name="connsiteY10" fmla="*/ 1181538 h 1203310"/>
                                    <a:gd name="connsiteX11" fmla="*/ 2156184 w 2527670"/>
                                    <a:gd name="connsiteY11" fmla="*/ 1203310 h 1203310"/>
                                    <a:gd name="connsiteX0" fmla="*/ 0 w 2527670"/>
                                    <a:gd name="connsiteY0" fmla="*/ 0 h 1184229"/>
                                    <a:gd name="connsiteX1" fmla="*/ 152400 w 2527670"/>
                                    <a:gd name="connsiteY1" fmla="*/ 304800 h 1184229"/>
                                    <a:gd name="connsiteX2" fmla="*/ 370113 w 2527670"/>
                                    <a:gd name="connsiteY2" fmla="*/ 566056 h 1184229"/>
                                    <a:gd name="connsiteX3" fmla="*/ 838201 w 2527670"/>
                                    <a:gd name="connsiteY3" fmla="*/ 413658 h 1184229"/>
                                    <a:gd name="connsiteX4" fmla="*/ 1317172 w 2527670"/>
                                    <a:gd name="connsiteY4" fmla="*/ 587829 h 1184229"/>
                                    <a:gd name="connsiteX5" fmla="*/ 1839686 w 2527670"/>
                                    <a:gd name="connsiteY5" fmla="*/ 468085 h 1184229"/>
                                    <a:gd name="connsiteX6" fmla="*/ 2373086 w 2527670"/>
                                    <a:gd name="connsiteY6" fmla="*/ 674915 h 1184229"/>
                                    <a:gd name="connsiteX7" fmla="*/ 2525485 w 2527670"/>
                                    <a:gd name="connsiteY7" fmla="*/ 838199 h 1184229"/>
                                    <a:gd name="connsiteX8" fmla="*/ 2492828 w 2527670"/>
                                    <a:gd name="connsiteY8" fmla="*/ 1034143 h 1184229"/>
                                    <a:gd name="connsiteX9" fmla="*/ 2373898 w 2527670"/>
                                    <a:gd name="connsiteY9" fmla="*/ 1170653 h 1184229"/>
                                    <a:gd name="connsiteX10" fmla="*/ 2188839 w 2527670"/>
                                    <a:gd name="connsiteY10" fmla="*/ 1181538 h 1184229"/>
                                    <a:gd name="connsiteX11" fmla="*/ 1949356 w 2527670"/>
                                    <a:gd name="connsiteY11" fmla="*/ 1094453 h 1184229"/>
                                    <a:gd name="connsiteX0" fmla="*/ 0 w 2527670"/>
                                    <a:gd name="connsiteY0" fmla="*/ 0 h 1184229"/>
                                    <a:gd name="connsiteX1" fmla="*/ 152400 w 2527670"/>
                                    <a:gd name="connsiteY1" fmla="*/ 304800 h 1184229"/>
                                    <a:gd name="connsiteX2" fmla="*/ 370113 w 2527670"/>
                                    <a:gd name="connsiteY2" fmla="*/ 566056 h 1184229"/>
                                    <a:gd name="connsiteX3" fmla="*/ 838201 w 2527670"/>
                                    <a:gd name="connsiteY3" fmla="*/ 413658 h 1184229"/>
                                    <a:gd name="connsiteX4" fmla="*/ 1317172 w 2527670"/>
                                    <a:gd name="connsiteY4" fmla="*/ 587829 h 1184229"/>
                                    <a:gd name="connsiteX5" fmla="*/ 1839686 w 2527670"/>
                                    <a:gd name="connsiteY5" fmla="*/ 468085 h 1184229"/>
                                    <a:gd name="connsiteX6" fmla="*/ 2373086 w 2527670"/>
                                    <a:gd name="connsiteY6" fmla="*/ 674915 h 1184229"/>
                                    <a:gd name="connsiteX7" fmla="*/ 2525485 w 2527670"/>
                                    <a:gd name="connsiteY7" fmla="*/ 838199 h 1184229"/>
                                    <a:gd name="connsiteX8" fmla="*/ 2492828 w 2527670"/>
                                    <a:gd name="connsiteY8" fmla="*/ 1034143 h 1184229"/>
                                    <a:gd name="connsiteX9" fmla="*/ 2373898 w 2527670"/>
                                    <a:gd name="connsiteY9" fmla="*/ 1170653 h 1184229"/>
                                    <a:gd name="connsiteX10" fmla="*/ 2188839 w 2527670"/>
                                    <a:gd name="connsiteY10" fmla="*/ 1181538 h 1184229"/>
                                    <a:gd name="connsiteX11" fmla="*/ 1949356 w 2527670"/>
                                    <a:gd name="connsiteY11" fmla="*/ 1094453 h 1184229"/>
                                    <a:gd name="connsiteX12" fmla="*/ 1927584 w 2527670"/>
                                    <a:gd name="connsiteY12" fmla="*/ 1083567 h 1184229"/>
                                    <a:gd name="connsiteX0" fmla="*/ 0 w 2527670"/>
                                    <a:gd name="connsiteY0" fmla="*/ 0 h 1184229"/>
                                    <a:gd name="connsiteX1" fmla="*/ 152400 w 2527670"/>
                                    <a:gd name="connsiteY1" fmla="*/ 304800 h 1184229"/>
                                    <a:gd name="connsiteX2" fmla="*/ 370113 w 2527670"/>
                                    <a:gd name="connsiteY2" fmla="*/ 566056 h 1184229"/>
                                    <a:gd name="connsiteX3" fmla="*/ 838201 w 2527670"/>
                                    <a:gd name="connsiteY3" fmla="*/ 413658 h 1184229"/>
                                    <a:gd name="connsiteX4" fmla="*/ 1317172 w 2527670"/>
                                    <a:gd name="connsiteY4" fmla="*/ 587829 h 1184229"/>
                                    <a:gd name="connsiteX5" fmla="*/ 1839686 w 2527670"/>
                                    <a:gd name="connsiteY5" fmla="*/ 468085 h 1184229"/>
                                    <a:gd name="connsiteX6" fmla="*/ 2373086 w 2527670"/>
                                    <a:gd name="connsiteY6" fmla="*/ 674915 h 1184229"/>
                                    <a:gd name="connsiteX7" fmla="*/ 2525485 w 2527670"/>
                                    <a:gd name="connsiteY7" fmla="*/ 838199 h 1184229"/>
                                    <a:gd name="connsiteX8" fmla="*/ 2492828 w 2527670"/>
                                    <a:gd name="connsiteY8" fmla="*/ 1034143 h 1184229"/>
                                    <a:gd name="connsiteX9" fmla="*/ 2373898 w 2527670"/>
                                    <a:gd name="connsiteY9" fmla="*/ 1170653 h 1184229"/>
                                    <a:gd name="connsiteX10" fmla="*/ 2188839 w 2527670"/>
                                    <a:gd name="connsiteY10" fmla="*/ 1181538 h 1184229"/>
                                    <a:gd name="connsiteX11" fmla="*/ 1949356 w 2527670"/>
                                    <a:gd name="connsiteY11" fmla="*/ 1094453 h 1184229"/>
                                    <a:gd name="connsiteX12" fmla="*/ 1786069 w 2527670"/>
                                    <a:gd name="connsiteY12" fmla="*/ 1018253 h 1184229"/>
                                    <a:gd name="connsiteX0" fmla="*/ 0 w 2527670"/>
                                    <a:gd name="connsiteY0" fmla="*/ 0 h 1184229"/>
                                    <a:gd name="connsiteX1" fmla="*/ 152400 w 2527670"/>
                                    <a:gd name="connsiteY1" fmla="*/ 304800 h 1184229"/>
                                    <a:gd name="connsiteX2" fmla="*/ 370113 w 2527670"/>
                                    <a:gd name="connsiteY2" fmla="*/ 566056 h 1184229"/>
                                    <a:gd name="connsiteX3" fmla="*/ 838201 w 2527670"/>
                                    <a:gd name="connsiteY3" fmla="*/ 413658 h 1184229"/>
                                    <a:gd name="connsiteX4" fmla="*/ 1317172 w 2527670"/>
                                    <a:gd name="connsiteY4" fmla="*/ 587829 h 1184229"/>
                                    <a:gd name="connsiteX5" fmla="*/ 1839686 w 2527670"/>
                                    <a:gd name="connsiteY5" fmla="*/ 468085 h 1184229"/>
                                    <a:gd name="connsiteX6" fmla="*/ 2373086 w 2527670"/>
                                    <a:gd name="connsiteY6" fmla="*/ 674915 h 1184229"/>
                                    <a:gd name="connsiteX7" fmla="*/ 2525485 w 2527670"/>
                                    <a:gd name="connsiteY7" fmla="*/ 838199 h 1184229"/>
                                    <a:gd name="connsiteX8" fmla="*/ 2492828 w 2527670"/>
                                    <a:gd name="connsiteY8" fmla="*/ 1034143 h 1184229"/>
                                    <a:gd name="connsiteX9" fmla="*/ 2373898 w 2527670"/>
                                    <a:gd name="connsiteY9" fmla="*/ 1170653 h 1184229"/>
                                    <a:gd name="connsiteX10" fmla="*/ 2188839 w 2527670"/>
                                    <a:gd name="connsiteY10" fmla="*/ 1181538 h 1184229"/>
                                    <a:gd name="connsiteX11" fmla="*/ 1949356 w 2527670"/>
                                    <a:gd name="connsiteY11" fmla="*/ 1094453 h 1184229"/>
                                    <a:gd name="connsiteX12" fmla="*/ 1786069 w 2527670"/>
                                    <a:gd name="connsiteY12" fmla="*/ 1018253 h 1184229"/>
                                    <a:gd name="connsiteX13" fmla="*/ 1753412 w 2527670"/>
                                    <a:gd name="connsiteY13" fmla="*/ 1007367 h 1184229"/>
                                    <a:gd name="connsiteX0" fmla="*/ 0 w 2527670"/>
                                    <a:gd name="connsiteY0" fmla="*/ 0 h 1184229"/>
                                    <a:gd name="connsiteX1" fmla="*/ 152400 w 2527670"/>
                                    <a:gd name="connsiteY1" fmla="*/ 304800 h 1184229"/>
                                    <a:gd name="connsiteX2" fmla="*/ 370113 w 2527670"/>
                                    <a:gd name="connsiteY2" fmla="*/ 566056 h 1184229"/>
                                    <a:gd name="connsiteX3" fmla="*/ 838201 w 2527670"/>
                                    <a:gd name="connsiteY3" fmla="*/ 413658 h 1184229"/>
                                    <a:gd name="connsiteX4" fmla="*/ 1317172 w 2527670"/>
                                    <a:gd name="connsiteY4" fmla="*/ 587829 h 1184229"/>
                                    <a:gd name="connsiteX5" fmla="*/ 1839686 w 2527670"/>
                                    <a:gd name="connsiteY5" fmla="*/ 468085 h 1184229"/>
                                    <a:gd name="connsiteX6" fmla="*/ 2373086 w 2527670"/>
                                    <a:gd name="connsiteY6" fmla="*/ 674915 h 1184229"/>
                                    <a:gd name="connsiteX7" fmla="*/ 2525485 w 2527670"/>
                                    <a:gd name="connsiteY7" fmla="*/ 838199 h 1184229"/>
                                    <a:gd name="connsiteX8" fmla="*/ 2492828 w 2527670"/>
                                    <a:gd name="connsiteY8" fmla="*/ 1034143 h 1184229"/>
                                    <a:gd name="connsiteX9" fmla="*/ 2373898 w 2527670"/>
                                    <a:gd name="connsiteY9" fmla="*/ 1170653 h 1184229"/>
                                    <a:gd name="connsiteX10" fmla="*/ 2188839 w 2527670"/>
                                    <a:gd name="connsiteY10" fmla="*/ 1181538 h 1184229"/>
                                    <a:gd name="connsiteX11" fmla="*/ 1949356 w 2527670"/>
                                    <a:gd name="connsiteY11" fmla="*/ 1094453 h 1184229"/>
                                    <a:gd name="connsiteX12" fmla="*/ 1786069 w 2527670"/>
                                    <a:gd name="connsiteY12" fmla="*/ 1018253 h 1184229"/>
                                    <a:gd name="connsiteX13" fmla="*/ 1590127 w 2527670"/>
                                    <a:gd name="connsiteY13" fmla="*/ 1050910 h 1184229"/>
                                    <a:gd name="connsiteX0" fmla="*/ 0 w 2529807"/>
                                    <a:gd name="connsiteY0" fmla="*/ 0 h 1184229"/>
                                    <a:gd name="connsiteX1" fmla="*/ 152400 w 2529807"/>
                                    <a:gd name="connsiteY1" fmla="*/ 304800 h 1184229"/>
                                    <a:gd name="connsiteX2" fmla="*/ 370113 w 2529807"/>
                                    <a:gd name="connsiteY2" fmla="*/ 566056 h 1184229"/>
                                    <a:gd name="connsiteX3" fmla="*/ 838201 w 2529807"/>
                                    <a:gd name="connsiteY3" fmla="*/ 413658 h 1184229"/>
                                    <a:gd name="connsiteX4" fmla="*/ 1317172 w 2529807"/>
                                    <a:gd name="connsiteY4" fmla="*/ 587829 h 1184229"/>
                                    <a:gd name="connsiteX5" fmla="*/ 1839686 w 2529807"/>
                                    <a:gd name="connsiteY5" fmla="*/ 468085 h 1184229"/>
                                    <a:gd name="connsiteX6" fmla="*/ 2373086 w 2529807"/>
                                    <a:gd name="connsiteY6" fmla="*/ 674915 h 1184229"/>
                                    <a:gd name="connsiteX7" fmla="*/ 2525485 w 2529807"/>
                                    <a:gd name="connsiteY7" fmla="*/ 838199 h 1184229"/>
                                    <a:gd name="connsiteX8" fmla="*/ 2525485 w 2529807"/>
                                    <a:gd name="connsiteY8" fmla="*/ 1023258 h 1184229"/>
                                    <a:gd name="connsiteX9" fmla="*/ 2373898 w 2529807"/>
                                    <a:gd name="connsiteY9" fmla="*/ 1170653 h 1184229"/>
                                    <a:gd name="connsiteX10" fmla="*/ 2188839 w 2529807"/>
                                    <a:gd name="connsiteY10" fmla="*/ 1181538 h 1184229"/>
                                    <a:gd name="connsiteX11" fmla="*/ 1949356 w 2529807"/>
                                    <a:gd name="connsiteY11" fmla="*/ 1094453 h 1184229"/>
                                    <a:gd name="connsiteX12" fmla="*/ 1786069 w 2529807"/>
                                    <a:gd name="connsiteY12" fmla="*/ 1018253 h 1184229"/>
                                    <a:gd name="connsiteX13" fmla="*/ 1590127 w 2529807"/>
                                    <a:gd name="connsiteY13" fmla="*/ 1050910 h 1184229"/>
                                    <a:gd name="connsiteX0" fmla="*/ 0 w 2525485"/>
                                    <a:gd name="connsiteY0" fmla="*/ 0 h 1184229"/>
                                    <a:gd name="connsiteX1" fmla="*/ 152400 w 2525485"/>
                                    <a:gd name="connsiteY1" fmla="*/ 304800 h 1184229"/>
                                    <a:gd name="connsiteX2" fmla="*/ 370113 w 2525485"/>
                                    <a:gd name="connsiteY2" fmla="*/ 566056 h 1184229"/>
                                    <a:gd name="connsiteX3" fmla="*/ 838201 w 2525485"/>
                                    <a:gd name="connsiteY3" fmla="*/ 413658 h 1184229"/>
                                    <a:gd name="connsiteX4" fmla="*/ 1317172 w 2525485"/>
                                    <a:gd name="connsiteY4" fmla="*/ 587829 h 1184229"/>
                                    <a:gd name="connsiteX5" fmla="*/ 1839686 w 2525485"/>
                                    <a:gd name="connsiteY5" fmla="*/ 468085 h 1184229"/>
                                    <a:gd name="connsiteX6" fmla="*/ 2373086 w 2525485"/>
                                    <a:gd name="connsiteY6" fmla="*/ 674915 h 1184229"/>
                                    <a:gd name="connsiteX7" fmla="*/ 2525485 w 2525485"/>
                                    <a:gd name="connsiteY7" fmla="*/ 838199 h 1184229"/>
                                    <a:gd name="connsiteX8" fmla="*/ 2373898 w 2525485"/>
                                    <a:gd name="connsiteY8" fmla="*/ 1170653 h 1184229"/>
                                    <a:gd name="connsiteX9" fmla="*/ 2188839 w 2525485"/>
                                    <a:gd name="connsiteY9" fmla="*/ 1181538 h 1184229"/>
                                    <a:gd name="connsiteX10" fmla="*/ 1949356 w 2525485"/>
                                    <a:gd name="connsiteY10" fmla="*/ 1094453 h 1184229"/>
                                    <a:gd name="connsiteX11" fmla="*/ 1786069 w 2525485"/>
                                    <a:gd name="connsiteY11" fmla="*/ 1018253 h 1184229"/>
                                    <a:gd name="connsiteX12" fmla="*/ 1590127 w 2525485"/>
                                    <a:gd name="connsiteY12" fmla="*/ 1050910 h 1184229"/>
                                    <a:gd name="connsiteX0" fmla="*/ 0 w 2529030"/>
                                    <a:gd name="connsiteY0" fmla="*/ 0 h 1184229"/>
                                    <a:gd name="connsiteX1" fmla="*/ 152400 w 2529030"/>
                                    <a:gd name="connsiteY1" fmla="*/ 304800 h 1184229"/>
                                    <a:gd name="connsiteX2" fmla="*/ 370113 w 2529030"/>
                                    <a:gd name="connsiteY2" fmla="*/ 566056 h 1184229"/>
                                    <a:gd name="connsiteX3" fmla="*/ 838201 w 2529030"/>
                                    <a:gd name="connsiteY3" fmla="*/ 413658 h 1184229"/>
                                    <a:gd name="connsiteX4" fmla="*/ 1317172 w 2529030"/>
                                    <a:gd name="connsiteY4" fmla="*/ 587829 h 1184229"/>
                                    <a:gd name="connsiteX5" fmla="*/ 1839686 w 2529030"/>
                                    <a:gd name="connsiteY5" fmla="*/ 468085 h 1184229"/>
                                    <a:gd name="connsiteX6" fmla="*/ 2373086 w 2529030"/>
                                    <a:gd name="connsiteY6" fmla="*/ 674915 h 1184229"/>
                                    <a:gd name="connsiteX7" fmla="*/ 2525485 w 2529030"/>
                                    <a:gd name="connsiteY7" fmla="*/ 838199 h 1184229"/>
                                    <a:gd name="connsiteX8" fmla="*/ 2471869 w 2529030"/>
                                    <a:gd name="connsiteY8" fmla="*/ 1018253 h 1184229"/>
                                    <a:gd name="connsiteX9" fmla="*/ 2373898 w 2529030"/>
                                    <a:gd name="connsiteY9" fmla="*/ 1170653 h 1184229"/>
                                    <a:gd name="connsiteX10" fmla="*/ 2188839 w 2529030"/>
                                    <a:gd name="connsiteY10" fmla="*/ 1181538 h 1184229"/>
                                    <a:gd name="connsiteX11" fmla="*/ 1949356 w 2529030"/>
                                    <a:gd name="connsiteY11" fmla="*/ 1094453 h 1184229"/>
                                    <a:gd name="connsiteX12" fmla="*/ 1786069 w 2529030"/>
                                    <a:gd name="connsiteY12" fmla="*/ 1018253 h 1184229"/>
                                    <a:gd name="connsiteX13" fmla="*/ 1590127 w 2529030"/>
                                    <a:gd name="connsiteY13" fmla="*/ 1050910 h 1184229"/>
                                    <a:gd name="connsiteX0" fmla="*/ 0 w 2535422"/>
                                    <a:gd name="connsiteY0" fmla="*/ 0 h 1184229"/>
                                    <a:gd name="connsiteX1" fmla="*/ 152400 w 2535422"/>
                                    <a:gd name="connsiteY1" fmla="*/ 304800 h 1184229"/>
                                    <a:gd name="connsiteX2" fmla="*/ 370113 w 2535422"/>
                                    <a:gd name="connsiteY2" fmla="*/ 566056 h 1184229"/>
                                    <a:gd name="connsiteX3" fmla="*/ 838201 w 2535422"/>
                                    <a:gd name="connsiteY3" fmla="*/ 413658 h 1184229"/>
                                    <a:gd name="connsiteX4" fmla="*/ 1317172 w 2535422"/>
                                    <a:gd name="connsiteY4" fmla="*/ 587829 h 1184229"/>
                                    <a:gd name="connsiteX5" fmla="*/ 1839686 w 2535422"/>
                                    <a:gd name="connsiteY5" fmla="*/ 468085 h 1184229"/>
                                    <a:gd name="connsiteX6" fmla="*/ 2373086 w 2535422"/>
                                    <a:gd name="connsiteY6" fmla="*/ 674915 h 1184229"/>
                                    <a:gd name="connsiteX7" fmla="*/ 2525485 w 2535422"/>
                                    <a:gd name="connsiteY7" fmla="*/ 838199 h 1184229"/>
                                    <a:gd name="connsiteX8" fmla="*/ 2504527 w 2535422"/>
                                    <a:gd name="connsiteY8" fmla="*/ 1018253 h 1184229"/>
                                    <a:gd name="connsiteX9" fmla="*/ 2373898 w 2535422"/>
                                    <a:gd name="connsiteY9" fmla="*/ 1170653 h 1184229"/>
                                    <a:gd name="connsiteX10" fmla="*/ 2188839 w 2535422"/>
                                    <a:gd name="connsiteY10" fmla="*/ 1181538 h 1184229"/>
                                    <a:gd name="connsiteX11" fmla="*/ 1949356 w 2535422"/>
                                    <a:gd name="connsiteY11" fmla="*/ 1094453 h 1184229"/>
                                    <a:gd name="connsiteX12" fmla="*/ 1786069 w 2535422"/>
                                    <a:gd name="connsiteY12" fmla="*/ 1018253 h 1184229"/>
                                    <a:gd name="connsiteX13" fmla="*/ 1590127 w 2535422"/>
                                    <a:gd name="connsiteY13" fmla="*/ 1050910 h 1184229"/>
                                    <a:gd name="connsiteX0" fmla="*/ 0 w 2535422"/>
                                    <a:gd name="connsiteY0" fmla="*/ 0 h 1184229"/>
                                    <a:gd name="connsiteX1" fmla="*/ 141514 w 2535422"/>
                                    <a:gd name="connsiteY1" fmla="*/ 315686 h 1184229"/>
                                    <a:gd name="connsiteX2" fmla="*/ 370113 w 2535422"/>
                                    <a:gd name="connsiteY2" fmla="*/ 566056 h 1184229"/>
                                    <a:gd name="connsiteX3" fmla="*/ 838201 w 2535422"/>
                                    <a:gd name="connsiteY3" fmla="*/ 413658 h 1184229"/>
                                    <a:gd name="connsiteX4" fmla="*/ 1317172 w 2535422"/>
                                    <a:gd name="connsiteY4" fmla="*/ 587829 h 1184229"/>
                                    <a:gd name="connsiteX5" fmla="*/ 1839686 w 2535422"/>
                                    <a:gd name="connsiteY5" fmla="*/ 468085 h 1184229"/>
                                    <a:gd name="connsiteX6" fmla="*/ 2373086 w 2535422"/>
                                    <a:gd name="connsiteY6" fmla="*/ 674915 h 1184229"/>
                                    <a:gd name="connsiteX7" fmla="*/ 2525485 w 2535422"/>
                                    <a:gd name="connsiteY7" fmla="*/ 838199 h 1184229"/>
                                    <a:gd name="connsiteX8" fmla="*/ 2504527 w 2535422"/>
                                    <a:gd name="connsiteY8" fmla="*/ 1018253 h 1184229"/>
                                    <a:gd name="connsiteX9" fmla="*/ 2373898 w 2535422"/>
                                    <a:gd name="connsiteY9" fmla="*/ 1170653 h 1184229"/>
                                    <a:gd name="connsiteX10" fmla="*/ 2188839 w 2535422"/>
                                    <a:gd name="connsiteY10" fmla="*/ 1181538 h 1184229"/>
                                    <a:gd name="connsiteX11" fmla="*/ 1949356 w 2535422"/>
                                    <a:gd name="connsiteY11" fmla="*/ 1094453 h 1184229"/>
                                    <a:gd name="connsiteX12" fmla="*/ 1786069 w 2535422"/>
                                    <a:gd name="connsiteY12" fmla="*/ 1018253 h 1184229"/>
                                    <a:gd name="connsiteX13" fmla="*/ 1590127 w 2535422"/>
                                    <a:gd name="connsiteY13" fmla="*/ 1050910 h 1184229"/>
                                    <a:gd name="connsiteX0" fmla="*/ 0 w 2535422"/>
                                    <a:gd name="connsiteY0" fmla="*/ 0 h 1184229"/>
                                    <a:gd name="connsiteX1" fmla="*/ 141514 w 2535422"/>
                                    <a:gd name="connsiteY1" fmla="*/ 315686 h 1184229"/>
                                    <a:gd name="connsiteX2" fmla="*/ 424541 w 2535422"/>
                                    <a:gd name="connsiteY2" fmla="*/ 163284 h 1184229"/>
                                    <a:gd name="connsiteX3" fmla="*/ 838201 w 2535422"/>
                                    <a:gd name="connsiteY3" fmla="*/ 413658 h 1184229"/>
                                    <a:gd name="connsiteX4" fmla="*/ 1317172 w 2535422"/>
                                    <a:gd name="connsiteY4" fmla="*/ 587829 h 1184229"/>
                                    <a:gd name="connsiteX5" fmla="*/ 1839686 w 2535422"/>
                                    <a:gd name="connsiteY5" fmla="*/ 468085 h 1184229"/>
                                    <a:gd name="connsiteX6" fmla="*/ 2373086 w 2535422"/>
                                    <a:gd name="connsiteY6" fmla="*/ 674915 h 1184229"/>
                                    <a:gd name="connsiteX7" fmla="*/ 2525485 w 2535422"/>
                                    <a:gd name="connsiteY7" fmla="*/ 838199 h 1184229"/>
                                    <a:gd name="connsiteX8" fmla="*/ 2504527 w 2535422"/>
                                    <a:gd name="connsiteY8" fmla="*/ 1018253 h 1184229"/>
                                    <a:gd name="connsiteX9" fmla="*/ 2373898 w 2535422"/>
                                    <a:gd name="connsiteY9" fmla="*/ 1170653 h 1184229"/>
                                    <a:gd name="connsiteX10" fmla="*/ 2188839 w 2535422"/>
                                    <a:gd name="connsiteY10" fmla="*/ 1181538 h 1184229"/>
                                    <a:gd name="connsiteX11" fmla="*/ 1949356 w 2535422"/>
                                    <a:gd name="connsiteY11" fmla="*/ 1094453 h 1184229"/>
                                    <a:gd name="connsiteX12" fmla="*/ 1786069 w 2535422"/>
                                    <a:gd name="connsiteY12" fmla="*/ 1018253 h 1184229"/>
                                    <a:gd name="connsiteX13" fmla="*/ 1590127 w 2535422"/>
                                    <a:gd name="connsiteY13" fmla="*/ 1050910 h 1184229"/>
                                    <a:gd name="connsiteX0" fmla="*/ 0 w 2535422"/>
                                    <a:gd name="connsiteY0" fmla="*/ 0 h 1184229"/>
                                    <a:gd name="connsiteX1" fmla="*/ 141514 w 2535422"/>
                                    <a:gd name="connsiteY1" fmla="*/ 315686 h 1184229"/>
                                    <a:gd name="connsiteX2" fmla="*/ 424541 w 2535422"/>
                                    <a:gd name="connsiteY2" fmla="*/ 163284 h 1184229"/>
                                    <a:gd name="connsiteX3" fmla="*/ 838201 w 2535422"/>
                                    <a:gd name="connsiteY3" fmla="*/ 413658 h 1184229"/>
                                    <a:gd name="connsiteX4" fmla="*/ 1121229 w 2535422"/>
                                    <a:gd name="connsiteY4" fmla="*/ 108858 h 1184229"/>
                                    <a:gd name="connsiteX5" fmla="*/ 1839686 w 2535422"/>
                                    <a:gd name="connsiteY5" fmla="*/ 468085 h 1184229"/>
                                    <a:gd name="connsiteX6" fmla="*/ 2373086 w 2535422"/>
                                    <a:gd name="connsiteY6" fmla="*/ 674915 h 1184229"/>
                                    <a:gd name="connsiteX7" fmla="*/ 2525485 w 2535422"/>
                                    <a:gd name="connsiteY7" fmla="*/ 838199 h 1184229"/>
                                    <a:gd name="connsiteX8" fmla="*/ 2504527 w 2535422"/>
                                    <a:gd name="connsiteY8" fmla="*/ 1018253 h 1184229"/>
                                    <a:gd name="connsiteX9" fmla="*/ 2373898 w 2535422"/>
                                    <a:gd name="connsiteY9" fmla="*/ 1170653 h 1184229"/>
                                    <a:gd name="connsiteX10" fmla="*/ 2188839 w 2535422"/>
                                    <a:gd name="connsiteY10" fmla="*/ 1181538 h 1184229"/>
                                    <a:gd name="connsiteX11" fmla="*/ 1949356 w 2535422"/>
                                    <a:gd name="connsiteY11" fmla="*/ 1094453 h 1184229"/>
                                    <a:gd name="connsiteX12" fmla="*/ 1786069 w 2535422"/>
                                    <a:gd name="connsiteY12" fmla="*/ 1018253 h 1184229"/>
                                    <a:gd name="connsiteX13" fmla="*/ 1590127 w 2535422"/>
                                    <a:gd name="connsiteY13" fmla="*/ 1050910 h 1184229"/>
                                    <a:gd name="connsiteX0" fmla="*/ 0 w 2535422"/>
                                    <a:gd name="connsiteY0" fmla="*/ 0 h 1184229"/>
                                    <a:gd name="connsiteX1" fmla="*/ 141514 w 2535422"/>
                                    <a:gd name="connsiteY1" fmla="*/ 315686 h 1184229"/>
                                    <a:gd name="connsiteX2" fmla="*/ 424541 w 2535422"/>
                                    <a:gd name="connsiteY2" fmla="*/ 163284 h 1184229"/>
                                    <a:gd name="connsiteX3" fmla="*/ 838201 w 2535422"/>
                                    <a:gd name="connsiteY3" fmla="*/ 413658 h 1184229"/>
                                    <a:gd name="connsiteX4" fmla="*/ 1121229 w 2535422"/>
                                    <a:gd name="connsiteY4" fmla="*/ 108858 h 1184229"/>
                                    <a:gd name="connsiteX5" fmla="*/ 1589315 w 2535422"/>
                                    <a:gd name="connsiteY5" fmla="*/ 402771 h 1184229"/>
                                    <a:gd name="connsiteX6" fmla="*/ 2373086 w 2535422"/>
                                    <a:gd name="connsiteY6" fmla="*/ 674915 h 1184229"/>
                                    <a:gd name="connsiteX7" fmla="*/ 2525485 w 2535422"/>
                                    <a:gd name="connsiteY7" fmla="*/ 838199 h 1184229"/>
                                    <a:gd name="connsiteX8" fmla="*/ 2504527 w 2535422"/>
                                    <a:gd name="connsiteY8" fmla="*/ 1018253 h 1184229"/>
                                    <a:gd name="connsiteX9" fmla="*/ 2373898 w 2535422"/>
                                    <a:gd name="connsiteY9" fmla="*/ 1170653 h 1184229"/>
                                    <a:gd name="connsiteX10" fmla="*/ 2188839 w 2535422"/>
                                    <a:gd name="connsiteY10" fmla="*/ 1181538 h 1184229"/>
                                    <a:gd name="connsiteX11" fmla="*/ 1949356 w 2535422"/>
                                    <a:gd name="connsiteY11" fmla="*/ 1094453 h 1184229"/>
                                    <a:gd name="connsiteX12" fmla="*/ 1786069 w 2535422"/>
                                    <a:gd name="connsiteY12" fmla="*/ 1018253 h 1184229"/>
                                    <a:gd name="connsiteX13" fmla="*/ 1590127 w 2535422"/>
                                    <a:gd name="connsiteY13" fmla="*/ 1050910 h 1184229"/>
                                    <a:gd name="connsiteX0" fmla="*/ 0 w 2580562"/>
                                    <a:gd name="connsiteY0" fmla="*/ 0 h 1184229"/>
                                    <a:gd name="connsiteX1" fmla="*/ 141514 w 2580562"/>
                                    <a:gd name="connsiteY1" fmla="*/ 315686 h 1184229"/>
                                    <a:gd name="connsiteX2" fmla="*/ 424541 w 2580562"/>
                                    <a:gd name="connsiteY2" fmla="*/ 163284 h 1184229"/>
                                    <a:gd name="connsiteX3" fmla="*/ 838201 w 2580562"/>
                                    <a:gd name="connsiteY3" fmla="*/ 413658 h 1184229"/>
                                    <a:gd name="connsiteX4" fmla="*/ 1121229 w 2580562"/>
                                    <a:gd name="connsiteY4" fmla="*/ 108858 h 1184229"/>
                                    <a:gd name="connsiteX5" fmla="*/ 1589315 w 2580562"/>
                                    <a:gd name="connsiteY5" fmla="*/ 402771 h 1184229"/>
                                    <a:gd name="connsiteX6" fmla="*/ 1763486 w 2580562"/>
                                    <a:gd name="connsiteY6" fmla="*/ 707572 h 1184229"/>
                                    <a:gd name="connsiteX7" fmla="*/ 2525485 w 2580562"/>
                                    <a:gd name="connsiteY7" fmla="*/ 838199 h 1184229"/>
                                    <a:gd name="connsiteX8" fmla="*/ 2504527 w 2580562"/>
                                    <a:gd name="connsiteY8" fmla="*/ 1018253 h 1184229"/>
                                    <a:gd name="connsiteX9" fmla="*/ 2373898 w 2580562"/>
                                    <a:gd name="connsiteY9" fmla="*/ 1170653 h 1184229"/>
                                    <a:gd name="connsiteX10" fmla="*/ 2188839 w 2580562"/>
                                    <a:gd name="connsiteY10" fmla="*/ 1181538 h 1184229"/>
                                    <a:gd name="connsiteX11" fmla="*/ 1949356 w 2580562"/>
                                    <a:gd name="connsiteY11" fmla="*/ 1094453 h 1184229"/>
                                    <a:gd name="connsiteX12" fmla="*/ 1786069 w 2580562"/>
                                    <a:gd name="connsiteY12" fmla="*/ 1018253 h 1184229"/>
                                    <a:gd name="connsiteX13" fmla="*/ 1590127 w 2580562"/>
                                    <a:gd name="connsiteY13" fmla="*/ 1050910 h 1184229"/>
                                    <a:gd name="connsiteX0" fmla="*/ 0 w 2505149"/>
                                    <a:gd name="connsiteY0" fmla="*/ 0 h 1184229"/>
                                    <a:gd name="connsiteX1" fmla="*/ 141514 w 2505149"/>
                                    <a:gd name="connsiteY1" fmla="*/ 315686 h 1184229"/>
                                    <a:gd name="connsiteX2" fmla="*/ 424541 w 2505149"/>
                                    <a:gd name="connsiteY2" fmla="*/ 163284 h 1184229"/>
                                    <a:gd name="connsiteX3" fmla="*/ 838201 w 2505149"/>
                                    <a:gd name="connsiteY3" fmla="*/ 413658 h 1184229"/>
                                    <a:gd name="connsiteX4" fmla="*/ 1121229 w 2505149"/>
                                    <a:gd name="connsiteY4" fmla="*/ 108858 h 1184229"/>
                                    <a:gd name="connsiteX5" fmla="*/ 1589315 w 2505149"/>
                                    <a:gd name="connsiteY5" fmla="*/ 402771 h 1184229"/>
                                    <a:gd name="connsiteX6" fmla="*/ 1763486 w 2505149"/>
                                    <a:gd name="connsiteY6" fmla="*/ 707572 h 1184229"/>
                                    <a:gd name="connsiteX7" fmla="*/ 1654628 w 2505149"/>
                                    <a:gd name="connsiteY7" fmla="*/ 838199 h 1184229"/>
                                    <a:gd name="connsiteX8" fmla="*/ 2504527 w 2505149"/>
                                    <a:gd name="connsiteY8" fmla="*/ 1018253 h 1184229"/>
                                    <a:gd name="connsiteX9" fmla="*/ 2373898 w 2505149"/>
                                    <a:gd name="connsiteY9" fmla="*/ 1170653 h 1184229"/>
                                    <a:gd name="connsiteX10" fmla="*/ 2188839 w 2505149"/>
                                    <a:gd name="connsiteY10" fmla="*/ 1181538 h 1184229"/>
                                    <a:gd name="connsiteX11" fmla="*/ 1949356 w 2505149"/>
                                    <a:gd name="connsiteY11" fmla="*/ 1094453 h 1184229"/>
                                    <a:gd name="connsiteX12" fmla="*/ 1786069 w 2505149"/>
                                    <a:gd name="connsiteY12" fmla="*/ 1018253 h 1184229"/>
                                    <a:gd name="connsiteX13" fmla="*/ 1590127 w 2505149"/>
                                    <a:gd name="connsiteY13" fmla="*/ 1050910 h 1184229"/>
                                    <a:gd name="connsiteX0" fmla="*/ 0 w 2375364"/>
                                    <a:gd name="connsiteY0" fmla="*/ 0 h 1184229"/>
                                    <a:gd name="connsiteX1" fmla="*/ 141514 w 2375364"/>
                                    <a:gd name="connsiteY1" fmla="*/ 315686 h 1184229"/>
                                    <a:gd name="connsiteX2" fmla="*/ 424541 w 2375364"/>
                                    <a:gd name="connsiteY2" fmla="*/ 163284 h 1184229"/>
                                    <a:gd name="connsiteX3" fmla="*/ 838201 w 2375364"/>
                                    <a:gd name="connsiteY3" fmla="*/ 413658 h 1184229"/>
                                    <a:gd name="connsiteX4" fmla="*/ 1121229 w 2375364"/>
                                    <a:gd name="connsiteY4" fmla="*/ 108858 h 1184229"/>
                                    <a:gd name="connsiteX5" fmla="*/ 1589315 w 2375364"/>
                                    <a:gd name="connsiteY5" fmla="*/ 402771 h 1184229"/>
                                    <a:gd name="connsiteX6" fmla="*/ 1763486 w 2375364"/>
                                    <a:gd name="connsiteY6" fmla="*/ 707572 h 1184229"/>
                                    <a:gd name="connsiteX7" fmla="*/ 1654628 w 2375364"/>
                                    <a:gd name="connsiteY7" fmla="*/ 838199 h 1184229"/>
                                    <a:gd name="connsiteX8" fmla="*/ 1339755 w 2375364"/>
                                    <a:gd name="connsiteY8" fmla="*/ 920282 h 1184229"/>
                                    <a:gd name="connsiteX9" fmla="*/ 2373898 w 2375364"/>
                                    <a:gd name="connsiteY9" fmla="*/ 1170653 h 1184229"/>
                                    <a:gd name="connsiteX10" fmla="*/ 2188839 w 2375364"/>
                                    <a:gd name="connsiteY10" fmla="*/ 1181538 h 1184229"/>
                                    <a:gd name="connsiteX11" fmla="*/ 1949356 w 2375364"/>
                                    <a:gd name="connsiteY11" fmla="*/ 1094453 h 1184229"/>
                                    <a:gd name="connsiteX12" fmla="*/ 1786069 w 2375364"/>
                                    <a:gd name="connsiteY12" fmla="*/ 1018253 h 1184229"/>
                                    <a:gd name="connsiteX13" fmla="*/ 1590127 w 2375364"/>
                                    <a:gd name="connsiteY13" fmla="*/ 1050910 h 1184229"/>
                                    <a:gd name="connsiteX0" fmla="*/ 0 w 2188851"/>
                                    <a:gd name="connsiteY0" fmla="*/ 0 h 1181758"/>
                                    <a:gd name="connsiteX1" fmla="*/ 141514 w 2188851"/>
                                    <a:gd name="connsiteY1" fmla="*/ 315686 h 1181758"/>
                                    <a:gd name="connsiteX2" fmla="*/ 424541 w 2188851"/>
                                    <a:gd name="connsiteY2" fmla="*/ 163284 h 1181758"/>
                                    <a:gd name="connsiteX3" fmla="*/ 838201 w 2188851"/>
                                    <a:gd name="connsiteY3" fmla="*/ 413658 h 1181758"/>
                                    <a:gd name="connsiteX4" fmla="*/ 1121229 w 2188851"/>
                                    <a:gd name="connsiteY4" fmla="*/ 108858 h 1181758"/>
                                    <a:gd name="connsiteX5" fmla="*/ 1589315 w 2188851"/>
                                    <a:gd name="connsiteY5" fmla="*/ 402771 h 1181758"/>
                                    <a:gd name="connsiteX6" fmla="*/ 1763486 w 2188851"/>
                                    <a:gd name="connsiteY6" fmla="*/ 707572 h 1181758"/>
                                    <a:gd name="connsiteX7" fmla="*/ 1654628 w 2188851"/>
                                    <a:gd name="connsiteY7" fmla="*/ 838199 h 1181758"/>
                                    <a:gd name="connsiteX8" fmla="*/ 1339755 w 2188851"/>
                                    <a:gd name="connsiteY8" fmla="*/ 920282 h 1181758"/>
                                    <a:gd name="connsiteX9" fmla="*/ 1002298 w 2188851"/>
                                    <a:gd name="connsiteY9" fmla="*/ 833196 h 1181758"/>
                                    <a:gd name="connsiteX10" fmla="*/ 2188839 w 2188851"/>
                                    <a:gd name="connsiteY10" fmla="*/ 1181538 h 1181758"/>
                                    <a:gd name="connsiteX11" fmla="*/ 1949356 w 2188851"/>
                                    <a:gd name="connsiteY11" fmla="*/ 1094453 h 1181758"/>
                                    <a:gd name="connsiteX12" fmla="*/ 1786069 w 2188851"/>
                                    <a:gd name="connsiteY12" fmla="*/ 1018253 h 1181758"/>
                                    <a:gd name="connsiteX13" fmla="*/ 1590127 w 2188851"/>
                                    <a:gd name="connsiteY13" fmla="*/ 1050910 h 1181758"/>
                                    <a:gd name="connsiteX0" fmla="*/ 0 w 1949385"/>
                                    <a:gd name="connsiteY0" fmla="*/ 0 h 1094453"/>
                                    <a:gd name="connsiteX1" fmla="*/ 141514 w 1949385"/>
                                    <a:gd name="connsiteY1" fmla="*/ 315686 h 1094453"/>
                                    <a:gd name="connsiteX2" fmla="*/ 424541 w 1949385"/>
                                    <a:gd name="connsiteY2" fmla="*/ 163284 h 1094453"/>
                                    <a:gd name="connsiteX3" fmla="*/ 838201 w 1949385"/>
                                    <a:gd name="connsiteY3" fmla="*/ 413658 h 1094453"/>
                                    <a:gd name="connsiteX4" fmla="*/ 1121229 w 1949385"/>
                                    <a:gd name="connsiteY4" fmla="*/ 108858 h 1094453"/>
                                    <a:gd name="connsiteX5" fmla="*/ 1589315 w 1949385"/>
                                    <a:gd name="connsiteY5" fmla="*/ 402771 h 1094453"/>
                                    <a:gd name="connsiteX6" fmla="*/ 1763486 w 1949385"/>
                                    <a:gd name="connsiteY6" fmla="*/ 707572 h 1094453"/>
                                    <a:gd name="connsiteX7" fmla="*/ 1654628 w 1949385"/>
                                    <a:gd name="connsiteY7" fmla="*/ 838199 h 1094453"/>
                                    <a:gd name="connsiteX8" fmla="*/ 1339755 w 1949385"/>
                                    <a:gd name="connsiteY8" fmla="*/ 920282 h 1094453"/>
                                    <a:gd name="connsiteX9" fmla="*/ 1002298 w 1949385"/>
                                    <a:gd name="connsiteY9" fmla="*/ 833196 h 1094453"/>
                                    <a:gd name="connsiteX10" fmla="*/ 806353 w 1949385"/>
                                    <a:gd name="connsiteY10" fmla="*/ 898509 h 1094453"/>
                                    <a:gd name="connsiteX11" fmla="*/ 1949356 w 1949385"/>
                                    <a:gd name="connsiteY11" fmla="*/ 1094453 h 1094453"/>
                                    <a:gd name="connsiteX12" fmla="*/ 1786069 w 1949385"/>
                                    <a:gd name="connsiteY12" fmla="*/ 1018253 h 1094453"/>
                                    <a:gd name="connsiteX13" fmla="*/ 1590127 w 1949385"/>
                                    <a:gd name="connsiteY13" fmla="*/ 1050910 h 1094453"/>
                                    <a:gd name="connsiteX0" fmla="*/ 0 w 1786081"/>
                                    <a:gd name="connsiteY0" fmla="*/ 0 h 1050985"/>
                                    <a:gd name="connsiteX1" fmla="*/ 141514 w 1786081"/>
                                    <a:gd name="connsiteY1" fmla="*/ 315686 h 1050985"/>
                                    <a:gd name="connsiteX2" fmla="*/ 424541 w 1786081"/>
                                    <a:gd name="connsiteY2" fmla="*/ 163284 h 1050985"/>
                                    <a:gd name="connsiteX3" fmla="*/ 838201 w 1786081"/>
                                    <a:gd name="connsiteY3" fmla="*/ 413658 h 1050985"/>
                                    <a:gd name="connsiteX4" fmla="*/ 1121229 w 1786081"/>
                                    <a:gd name="connsiteY4" fmla="*/ 108858 h 1050985"/>
                                    <a:gd name="connsiteX5" fmla="*/ 1589315 w 1786081"/>
                                    <a:gd name="connsiteY5" fmla="*/ 402771 h 1050985"/>
                                    <a:gd name="connsiteX6" fmla="*/ 1763486 w 1786081"/>
                                    <a:gd name="connsiteY6" fmla="*/ 707572 h 1050985"/>
                                    <a:gd name="connsiteX7" fmla="*/ 1654628 w 1786081"/>
                                    <a:gd name="connsiteY7" fmla="*/ 838199 h 1050985"/>
                                    <a:gd name="connsiteX8" fmla="*/ 1339755 w 1786081"/>
                                    <a:gd name="connsiteY8" fmla="*/ 920282 h 1050985"/>
                                    <a:gd name="connsiteX9" fmla="*/ 1002298 w 1786081"/>
                                    <a:gd name="connsiteY9" fmla="*/ 833196 h 1050985"/>
                                    <a:gd name="connsiteX10" fmla="*/ 806353 w 1786081"/>
                                    <a:gd name="connsiteY10" fmla="*/ 898509 h 1050985"/>
                                    <a:gd name="connsiteX11" fmla="*/ 588642 w 1786081"/>
                                    <a:gd name="connsiteY11" fmla="*/ 887625 h 1050985"/>
                                    <a:gd name="connsiteX12" fmla="*/ 1786069 w 1786081"/>
                                    <a:gd name="connsiteY12" fmla="*/ 1018253 h 1050985"/>
                                    <a:gd name="connsiteX13" fmla="*/ 1590127 w 1786081"/>
                                    <a:gd name="connsiteY13" fmla="*/ 1050910 h 1050985"/>
                                    <a:gd name="connsiteX0" fmla="*/ 0 w 1764997"/>
                                    <a:gd name="connsiteY0" fmla="*/ 0 h 1050963"/>
                                    <a:gd name="connsiteX1" fmla="*/ 141514 w 1764997"/>
                                    <a:gd name="connsiteY1" fmla="*/ 315686 h 1050963"/>
                                    <a:gd name="connsiteX2" fmla="*/ 424541 w 1764997"/>
                                    <a:gd name="connsiteY2" fmla="*/ 163284 h 1050963"/>
                                    <a:gd name="connsiteX3" fmla="*/ 838201 w 1764997"/>
                                    <a:gd name="connsiteY3" fmla="*/ 413658 h 1050963"/>
                                    <a:gd name="connsiteX4" fmla="*/ 1121229 w 1764997"/>
                                    <a:gd name="connsiteY4" fmla="*/ 108858 h 1050963"/>
                                    <a:gd name="connsiteX5" fmla="*/ 1589315 w 1764997"/>
                                    <a:gd name="connsiteY5" fmla="*/ 402771 h 1050963"/>
                                    <a:gd name="connsiteX6" fmla="*/ 1763486 w 1764997"/>
                                    <a:gd name="connsiteY6" fmla="*/ 707572 h 1050963"/>
                                    <a:gd name="connsiteX7" fmla="*/ 1654628 w 1764997"/>
                                    <a:gd name="connsiteY7" fmla="*/ 838199 h 1050963"/>
                                    <a:gd name="connsiteX8" fmla="*/ 1339755 w 1764997"/>
                                    <a:gd name="connsiteY8" fmla="*/ 920282 h 1050963"/>
                                    <a:gd name="connsiteX9" fmla="*/ 1002298 w 1764997"/>
                                    <a:gd name="connsiteY9" fmla="*/ 833196 h 1050963"/>
                                    <a:gd name="connsiteX10" fmla="*/ 806353 w 1764997"/>
                                    <a:gd name="connsiteY10" fmla="*/ 898509 h 1050963"/>
                                    <a:gd name="connsiteX11" fmla="*/ 588642 w 1764997"/>
                                    <a:gd name="connsiteY11" fmla="*/ 887625 h 1050963"/>
                                    <a:gd name="connsiteX12" fmla="*/ 414469 w 1764997"/>
                                    <a:gd name="connsiteY12" fmla="*/ 996482 h 1050963"/>
                                    <a:gd name="connsiteX13" fmla="*/ 1590127 w 1764997"/>
                                    <a:gd name="connsiteY13" fmla="*/ 1050910 h 1050963"/>
                                    <a:gd name="connsiteX0" fmla="*/ 0 w 1764997"/>
                                    <a:gd name="connsiteY0" fmla="*/ 0 h 996511"/>
                                    <a:gd name="connsiteX1" fmla="*/ 141514 w 1764997"/>
                                    <a:gd name="connsiteY1" fmla="*/ 315686 h 996511"/>
                                    <a:gd name="connsiteX2" fmla="*/ 424541 w 1764997"/>
                                    <a:gd name="connsiteY2" fmla="*/ 163284 h 996511"/>
                                    <a:gd name="connsiteX3" fmla="*/ 838201 w 1764997"/>
                                    <a:gd name="connsiteY3" fmla="*/ 413658 h 996511"/>
                                    <a:gd name="connsiteX4" fmla="*/ 1121229 w 1764997"/>
                                    <a:gd name="connsiteY4" fmla="*/ 108858 h 996511"/>
                                    <a:gd name="connsiteX5" fmla="*/ 1589315 w 1764997"/>
                                    <a:gd name="connsiteY5" fmla="*/ 402771 h 996511"/>
                                    <a:gd name="connsiteX6" fmla="*/ 1763486 w 1764997"/>
                                    <a:gd name="connsiteY6" fmla="*/ 707572 h 996511"/>
                                    <a:gd name="connsiteX7" fmla="*/ 1654628 w 1764997"/>
                                    <a:gd name="connsiteY7" fmla="*/ 838199 h 996511"/>
                                    <a:gd name="connsiteX8" fmla="*/ 1339755 w 1764997"/>
                                    <a:gd name="connsiteY8" fmla="*/ 920282 h 996511"/>
                                    <a:gd name="connsiteX9" fmla="*/ 1002298 w 1764997"/>
                                    <a:gd name="connsiteY9" fmla="*/ 833196 h 996511"/>
                                    <a:gd name="connsiteX10" fmla="*/ 806353 w 1764997"/>
                                    <a:gd name="connsiteY10" fmla="*/ 898509 h 996511"/>
                                    <a:gd name="connsiteX11" fmla="*/ 588642 w 1764997"/>
                                    <a:gd name="connsiteY11" fmla="*/ 887625 h 996511"/>
                                    <a:gd name="connsiteX12" fmla="*/ 414469 w 1764997"/>
                                    <a:gd name="connsiteY12" fmla="*/ 996482 h 996511"/>
                                    <a:gd name="connsiteX13" fmla="*/ 77012 w 1764997"/>
                                    <a:gd name="connsiteY13" fmla="*/ 920281 h 996511"/>
                                    <a:gd name="connsiteX0" fmla="*/ 0 w 1768594"/>
                                    <a:gd name="connsiteY0" fmla="*/ 34785 h 1031296"/>
                                    <a:gd name="connsiteX1" fmla="*/ 141514 w 1768594"/>
                                    <a:gd name="connsiteY1" fmla="*/ 350471 h 1031296"/>
                                    <a:gd name="connsiteX2" fmla="*/ 424541 w 1768594"/>
                                    <a:gd name="connsiteY2" fmla="*/ 198069 h 1031296"/>
                                    <a:gd name="connsiteX3" fmla="*/ 838201 w 1768594"/>
                                    <a:gd name="connsiteY3" fmla="*/ 448443 h 1031296"/>
                                    <a:gd name="connsiteX4" fmla="*/ 1121229 w 1768594"/>
                                    <a:gd name="connsiteY4" fmla="*/ 143643 h 1031296"/>
                                    <a:gd name="connsiteX5" fmla="*/ 1513115 w 1768594"/>
                                    <a:gd name="connsiteY5" fmla="*/ 34784 h 1031296"/>
                                    <a:gd name="connsiteX6" fmla="*/ 1763486 w 1768594"/>
                                    <a:gd name="connsiteY6" fmla="*/ 742357 h 1031296"/>
                                    <a:gd name="connsiteX7" fmla="*/ 1654628 w 1768594"/>
                                    <a:gd name="connsiteY7" fmla="*/ 872984 h 1031296"/>
                                    <a:gd name="connsiteX8" fmla="*/ 1339755 w 1768594"/>
                                    <a:gd name="connsiteY8" fmla="*/ 955067 h 1031296"/>
                                    <a:gd name="connsiteX9" fmla="*/ 1002298 w 1768594"/>
                                    <a:gd name="connsiteY9" fmla="*/ 867981 h 1031296"/>
                                    <a:gd name="connsiteX10" fmla="*/ 806353 w 1768594"/>
                                    <a:gd name="connsiteY10" fmla="*/ 933294 h 1031296"/>
                                    <a:gd name="connsiteX11" fmla="*/ 588642 w 1768594"/>
                                    <a:gd name="connsiteY11" fmla="*/ 922410 h 1031296"/>
                                    <a:gd name="connsiteX12" fmla="*/ 414469 w 1768594"/>
                                    <a:gd name="connsiteY12" fmla="*/ 1031267 h 1031296"/>
                                    <a:gd name="connsiteX13" fmla="*/ 77012 w 1768594"/>
                                    <a:gd name="connsiteY13" fmla="*/ 955066 h 1031296"/>
                                    <a:gd name="connsiteX0" fmla="*/ 0 w 1810599"/>
                                    <a:gd name="connsiteY0" fmla="*/ 50441 h 1046952"/>
                                    <a:gd name="connsiteX1" fmla="*/ 141514 w 1810599"/>
                                    <a:gd name="connsiteY1" fmla="*/ 366127 h 1046952"/>
                                    <a:gd name="connsiteX2" fmla="*/ 424541 w 1810599"/>
                                    <a:gd name="connsiteY2" fmla="*/ 213725 h 1046952"/>
                                    <a:gd name="connsiteX3" fmla="*/ 838201 w 1810599"/>
                                    <a:gd name="connsiteY3" fmla="*/ 464099 h 1046952"/>
                                    <a:gd name="connsiteX4" fmla="*/ 1121229 w 1810599"/>
                                    <a:gd name="connsiteY4" fmla="*/ 159299 h 1046952"/>
                                    <a:gd name="connsiteX5" fmla="*/ 1513115 w 1810599"/>
                                    <a:gd name="connsiteY5" fmla="*/ 50440 h 1046952"/>
                                    <a:gd name="connsiteX6" fmla="*/ 1807029 w 1810599"/>
                                    <a:gd name="connsiteY6" fmla="*/ 72213 h 1046952"/>
                                    <a:gd name="connsiteX7" fmla="*/ 1654628 w 1810599"/>
                                    <a:gd name="connsiteY7" fmla="*/ 888640 h 1046952"/>
                                    <a:gd name="connsiteX8" fmla="*/ 1339755 w 1810599"/>
                                    <a:gd name="connsiteY8" fmla="*/ 970723 h 1046952"/>
                                    <a:gd name="connsiteX9" fmla="*/ 1002298 w 1810599"/>
                                    <a:gd name="connsiteY9" fmla="*/ 883637 h 1046952"/>
                                    <a:gd name="connsiteX10" fmla="*/ 806353 w 1810599"/>
                                    <a:gd name="connsiteY10" fmla="*/ 948950 h 1046952"/>
                                    <a:gd name="connsiteX11" fmla="*/ 588642 w 1810599"/>
                                    <a:gd name="connsiteY11" fmla="*/ 938066 h 1046952"/>
                                    <a:gd name="connsiteX12" fmla="*/ 414469 w 1810599"/>
                                    <a:gd name="connsiteY12" fmla="*/ 1046923 h 1046952"/>
                                    <a:gd name="connsiteX13" fmla="*/ 77012 w 1810599"/>
                                    <a:gd name="connsiteY13" fmla="*/ 970722 h 1046952"/>
                                    <a:gd name="connsiteX0" fmla="*/ 0 w 1813582"/>
                                    <a:gd name="connsiteY0" fmla="*/ 84559 h 1081070"/>
                                    <a:gd name="connsiteX1" fmla="*/ 141514 w 1813582"/>
                                    <a:gd name="connsiteY1" fmla="*/ 400245 h 1081070"/>
                                    <a:gd name="connsiteX2" fmla="*/ 424541 w 1813582"/>
                                    <a:gd name="connsiteY2" fmla="*/ 247843 h 1081070"/>
                                    <a:gd name="connsiteX3" fmla="*/ 838201 w 1813582"/>
                                    <a:gd name="connsiteY3" fmla="*/ 498217 h 1081070"/>
                                    <a:gd name="connsiteX4" fmla="*/ 1121229 w 1813582"/>
                                    <a:gd name="connsiteY4" fmla="*/ 193417 h 1081070"/>
                                    <a:gd name="connsiteX5" fmla="*/ 1447801 w 1813582"/>
                                    <a:gd name="connsiteY5" fmla="*/ 19244 h 1081070"/>
                                    <a:gd name="connsiteX6" fmla="*/ 1807029 w 1813582"/>
                                    <a:gd name="connsiteY6" fmla="*/ 106331 h 1081070"/>
                                    <a:gd name="connsiteX7" fmla="*/ 1654628 w 1813582"/>
                                    <a:gd name="connsiteY7" fmla="*/ 922758 h 1081070"/>
                                    <a:gd name="connsiteX8" fmla="*/ 1339755 w 1813582"/>
                                    <a:gd name="connsiteY8" fmla="*/ 1004841 h 1081070"/>
                                    <a:gd name="connsiteX9" fmla="*/ 1002298 w 1813582"/>
                                    <a:gd name="connsiteY9" fmla="*/ 917755 h 1081070"/>
                                    <a:gd name="connsiteX10" fmla="*/ 806353 w 1813582"/>
                                    <a:gd name="connsiteY10" fmla="*/ 983068 h 1081070"/>
                                    <a:gd name="connsiteX11" fmla="*/ 588642 w 1813582"/>
                                    <a:gd name="connsiteY11" fmla="*/ 972184 h 1081070"/>
                                    <a:gd name="connsiteX12" fmla="*/ 414469 w 1813582"/>
                                    <a:gd name="connsiteY12" fmla="*/ 1081041 h 1081070"/>
                                    <a:gd name="connsiteX13" fmla="*/ 77012 w 1813582"/>
                                    <a:gd name="connsiteY13" fmla="*/ 1004840 h 1081070"/>
                                    <a:gd name="connsiteX0" fmla="*/ 0 w 1811416"/>
                                    <a:gd name="connsiteY0" fmla="*/ 84559 h 1081070"/>
                                    <a:gd name="connsiteX1" fmla="*/ 141514 w 1811416"/>
                                    <a:gd name="connsiteY1" fmla="*/ 400245 h 1081070"/>
                                    <a:gd name="connsiteX2" fmla="*/ 424541 w 1811416"/>
                                    <a:gd name="connsiteY2" fmla="*/ 247843 h 1081070"/>
                                    <a:gd name="connsiteX3" fmla="*/ 838201 w 1811416"/>
                                    <a:gd name="connsiteY3" fmla="*/ 498217 h 1081070"/>
                                    <a:gd name="connsiteX4" fmla="*/ 1121229 w 1811416"/>
                                    <a:gd name="connsiteY4" fmla="*/ 193417 h 1081070"/>
                                    <a:gd name="connsiteX5" fmla="*/ 1447801 w 1811416"/>
                                    <a:gd name="connsiteY5" fmla="*/ 19244 h 1081070"/>
                                    <a:gd name="connsiteX6" fmla="*/ 1807029 w 1811416"/>
                                    <a:gd name="connsiteY6" fmla="*/ 106331 h 1081070"/>
                                    <a:gd name="connsiteX7" fmla="*/ 1654628 w 1811416"/>
                                    <a:gd name="connsiteY7" fmla="*/ 922758 h 1081070"/>
                                    <a:gd name="connsiteX8" fmla="*/ 1764297 w 1811416"/>
                                    <a:gd name="connsiteY8" fmla="*/ 493213 h 1081070"/>
                                    <a:gd name="connsiteX9" fmla="*/ 1339755 w 1811416"/>
                                    <a:gd name="connsiteY9" fmla="*/ 1004841 h 1081070"/>
                                    <a:gd name="connsiteX10" fmla="*/ 1002298 w 1811416"/>
                                    <a:gd name="connsiteY10" fmla="*/ 917755 h 1081070"/>
                                    <a:gd name="connsiteX11" fmla="*/ 806353 w 1811416"/>
                                    <a:gd name="connsiteY11" fmla="*/ 983068 h 1081070"/>
                                    <a:gd name="connsiteX12" fmla="*/ 588642 w 1811416"/>
                                    <a:gd name="connsiteY12" fmla="*/ 972184 h 1081070"/>
                                    <a:gd name="connsiteX13" fmla="*/ 414469 w 1811416"/>
                                    <a:gd name="connsiteY13" fmla="*/ 1081041 h 1081070"/>
                                    <a:gd name="connsiteX14" fmla="*/ 77012 w 1811416"/>
                                    <a:gd name="connsiteY14" fmla="*/ 1004840 h 1081070"/>
                                    <a:gd name="connsiteX0" fmla="*/ 0 w 1812434"/>
                                    <a:gd name="connsiteY0" fmla="*/ 84559 h 1136418"/>
                                    <a:gd name="connsiteX1" fmla="*/ 141514 w 1812434"/>
                                    <a:gd name="connsiteY1" fmla="*/ 400245 h 1136418"/>
                                    <a:gd name="connsiteX2" fmla="*/ 424541 w 1812434"/>
                                    <a:gd name="connsiteY2" fmla="*/ 247843 h 1136418"/>
                                    <a:gd name="connsiteX3" fmla="*/ 838201 w 1812434"/>
                                    <a:gd name="connsiteY3" fmla="*/ 498217 h 1136418"/>
                                    <a:gd name="connsiteX4" fmla="*/ 1121229 w 1812434"/>
                                    <a:gd name="connsiteY4" fmla="*/ 193417 h 1136418"/>
                                    <a:gd name="connsiteX5" fmla="*/ 1447801 w 1812434"/>
                                    <a:gd name="connsiteY5" fmla="*/ 19244 h 1136418"/>
                                    <a:gd name="connsiteX6" fmla="*/ 1807029 w 1812434"/>
                                    <a:gd name="connsiteY6" fmla="*/ 106331 h 1136418"/>
                                    <a:gd name="connsiteX7" fmla="*/ 1654628 w 1812434"/>
                                    <a:gd name="connsiteY7" fmla="*/ 922758 h 1136418"/>
                                    <a:gd name="connsiteX8" fmla="*/ 1524811 w 1812434"/>
                                    <a:gd name="connsiteY8" fmla="*/ 1135471 h 1136418"/>
                                    <a:gd name="connsiteX9" fmla="*/ 1339755 w 1812434"/>
                                    <a:gd name="connsiteY9" fmla="*/ 1004841 h 1136418"/>
                                    <a:gd name="connsiteX10" fmla="*/ 1002298 w 1812434"/>
                                    <a:gd name="connsiteY10" fmla="*/ 917755 h 1136418"/>
                                    <a:gd name="connsiteX11" fmla="*/ 806353 w 1812434"/>
                                    <a:gd name="connsiteY11" fmla="*/ 983068 h 1136418"/>
                                    <a:gd name="connsiteX12" fmla="*/ 588642 w 1812434"/>
                                    <a:gd name="connsiteY12" fmla="*/ 972184 h 1136418"/>
                                    <a:gd name="connsiteX13" fmla="*/ 414469 w 1812434"/>
                                    <a:gd name="connsiteY13" fmla="*/ 1081041 h 1136418"/>
                                    <a:gd name="connsiteX14" fmla="*/ 77012 w 1812434"/>
                                    <a:gd name="connsiteY14" fmla="*/ 1004840 h 1136418"/>
                                    <a:gd name="connsiteX0" fmla="*/ 0 w 1821856"/>
                                    <a:gd name="connsiteY0" fmla="*/ 70219 h 1122078"/>
                                    <a:gd name="connsiteX1" fmla="*/ 141514 w 1821856"/>
                                    <a:gd name="connsiteY1" fmla="*/ 385905 h 1122078"/>
                                    <a:gd name="connsiteX2" fmla="*/ 424541 w 1821856"/>
                                    <a:gd name="connsiteY2" fmla="*/ 233503 h 1122078"/>
                                    <a:gd name="connsiteX3" fmla="*/ 838201 w 1821856"/>
                                    <a:gd name="connsiteY3" fmla="*/ 483877 h 1122078"/>
                                    <a:gd name="connsiteX4" fmla="*/ 1121229 w 1821856"/>
                                    <a:gd name="connsiteY4" fmla="*/ 179077 h 1122078"/>
                                    <a:gd name="connsiteX5" fmla="*/ 1447801 w 1821856"/>
                                    <a:gd name="connsiteY5" fmla="*/ 4904 h 1122078"/>
                                    <a:gd name="connsiteX6" fmla="*/ 1807029 w 1821856"/>
                                    <a:gd name="connsiteY6" fmla="*/ 91991 h 1122078"/>
                                    <a:gd name="connsiteX7" fmla="*/ 1730828 w 1821856"/>
                                    <a:gd name="connsiteY7" fmla="*/ 527418 h 1122078"/>
                                    <a:gd name="connsiteX8" fmla="*/ 1524811 w 1821856"/>
                                    <a:gd name="connsiteY8" fmla="*/ 1121131 h 1122078"/>
                                    <a:gd name="connsiteX9" fmla="*/ 1339755 w 1821856"/>
                                    <a:gd name="connsiteY9" fmla="*/ 990501 h 1122078"/>
                                    <a:gd name="connsiteX10" fmla="*/ 1002298 w 1821856"/>
                                    <a:gd name="connsiteY10" fmla="*/ 903415 h 1122078"/>
                                    <a:gd name="connsiteX11" fmla="*/ 806353 w 1821856"/>
                                    <a:gd name="connsiteY11" fmla="*/ 968728 h 1122078"/>
                                    <a:gd name="connsiteX12" fmla="*/ 588642 w 1821856"/>
                                    <a:gd name="connsiteY12" fmla="*/ 957844 h 1122078"/>
                                    <a:gd name="connsiteX13" fmla="*/ 414469 w 1821856"/>
                                    <a:gd name="connsiteY13" fmla="*/ 1066701 h 1122078"/>
                                    <a:gd name="connsiteX14" fmla="*/ 77012 w 1821856"/>
                                    <a:gd name="connsiteY14" fmla="*/ 990500 h 1122078"/>
                                    <a:gd name="connsiteX0" fmla="*/ 0 w 1821063"/>
                                    <a:gd name="connsiteY0" fmla="*/ 70219 h 1066730"/>
                                    <a:gd name="connsiteX1" fmla="*/ 141514 w 1821063"/>
                                    <a:gd name="connsiteY1" fmla="*/ 385905 h 1066730"/>
                                    <a:gd name="connsiteX2" fmla="*/ 424541 w 1821063"/>
                                    <a:gd name="connsiteY2" fmla="*/ 233503 h 1066730"/>
                                    <a:gd name="connsiteX3" fmla="*/ 838201 w 1821063"/>
                                    <a:gd name="connsiteY3" fmla="*/ 483877 h 1066730"/>
                                    <a:gd name="connsiteX4" fmla="*/ 1121229 w 1821063"/>
                                    <a:gd name="connsiteY4" fmla="*/ 179077 h 1066730"/>
                                    <a:gd name="connsiteX5" fmla="*/ 1447801 w 1821063"/>
                                    <a:gd name="connsiteY5" fmla="*/ 4904 h 1066730"/>
                                    <a:gd name="connsiteX6" fmla="*/ 1807029 w 1821063"/>
                                    <a:gd name="connsiteY6" fmla="*/ 91991 h 1066730"/>
                                    <a:gd name="connsiteX7" fmla="*/ 1730828 w 1821063"/>
                                    <a:gd name="connsiteY7" fmla="*/ 527418 h 1066730"/>
                                    <a:gd name="connsiteX8" fmla="*/ 1568354 w 1821063"/>
                                    <a:gd name="connsiteY8" fmla="*/ 892531 h 1066730"/>
                                    <a:gd name="connsiteX9" fmla="*/ 1339755 w 1821063"/>
                                    <a:gd name="connsiteY9" fmla="*/ 990501 h 1066730"/>
                                    <a:gd name="connsiteX10" fmla="*/ 1002298 w 1821063"/>
                                    <a:gd name="connsiteY10" fmla="*/ 903415 h 1066730"/>
                                    <a:gd name="connsiteX11" fmla="*/ 806353 w 1821063"/>
                                    <a:gd name="connsiteY11" fmla="*/ 968728 h 1066730"/>
                                    <a:gd name="connsiteX12" fmla="*/ 588642 w 1821063"/>
                                    <a:gd name="connsiteY12" fmla="*/ 957844 h 1066730"/>
                                    <a:gd name="connsiteX13" fmla="*/ 414469 w 1821063"/>
                                    <a:gd name="connsiteY13" fmla="*/ 1066701 h 1066730"/>
                                    <a:gd name="connsiteX14" fmla="*/ 77012 w 1821063"/>
                                    <a:gd name="connsiteY14" fmla="*/ 990500 h 1066730"/>
                                    <a:gd name="connsiteX0" fmla="*/ 0 w 1821063"/>
                                    <a:gd name="connsiteY0" fmla="*/ 70219 h 1066730"/>
                                    <a:gd name="connsiteX1" fmla="*/ 141514 w 1821063"/>
                                    <a:gd name="connsiteY1" fmla="*/ 385905 h 1066730"/>
                                    <a:gd name="connsiteX2" fmla="*/ 424541 w 1821063"/>
                                    <a:gd name="connsiteY2" fmla="*/ 233503 h 1066730"/>
                                    <a:gd name="connsiteX3" fmla="*/ 838201 w 1821063"/>
                                    <a:gd name="connsiteY3" fmla="*/ 483877 h 1066730"/>
                                    <a:gd name="connsiteX4" fmla="*/ 1121229 w 1821063"/>
                                    <a:gd name="connsiteY4" fmla="*/ 179077 h 1066730"/>
                                    <a:gd name="connsiteX5" fmla="*/ 1447801 w 1821063"/>
                                    <a:gd name="connsiteY5" fmla="*/ 4904 h 1066730"/>
                                    <a:gd name="connsiteX6" fmla="*/ 1807029 w 1821063"/>
                                    <a:gd name="connsiteY6" fmla="*/ 91991 h 1066730"/>
                                    <a:gd name="connsiteX7" fmla="*/ 1730828 w 1821063"/>
                                    <a:gd name="connsiteY7" fmla="*/ 527418 h 1066730"/>
                                    <a:gd name="connsiteX8" fmla="*/ 1568354 w 1821063"/>
                                    <a:gd name="connsiteY8" fmla="*/ 892531 h 1066730"/>
                                    <a:gd name="connsiteX9" fmla="*/ 1339755 w 1821063"/>
                                    <a:gd name="connsiteY9" fmla="*/ 1055816 h 1066730"/>
                                    <a:gd name="connsiteX10" fmla="*/ 1002298 w 1821063"/>
                                    <a:gd name="connsiteY10" fmla="*/ 903415 h 1066730"/>
                                    <a:gd name="connsiteX11" fmla="*/ 806353 w 1821063"/>
                                    <a:gd name="connsiteY11" fmla="*/ 968728 h 1066730"/>
                                    <a:gd name="connsiteX12" fmla="*/ 588642 w 1821063"/>
                                    <a:gd name="connsiteY12" fmla="*/ 957844 h 1066730"/>
                                    <a:gd name="connsiteX13" fmla="*/ 414469 w 1821063"/>
                                    <a:gd name="connsiteY13" fmla="*/ 1066701 h 1066730"/>
                                    <a:gd name="connsiteX14" fmla="*/ 77012 w 1821063"/>
                                    <a:gd name="connsiteY14" fmla="*/ 990500 h 1066730"/>
                                    <a:gd name="connsiteX0" fmla="*/ 0 w 1821063"/>
                                    <a:gd name="connsiteY0" fmla="*/ 70219 h 1066880"/>
                                    <a:gd name="connsiteX1" fmla="*/ 141514 w 1821063"/>
                                    <a:gd name="connsiteY1" fmla="*/ 385905 h 1066880"/>
                                    <a:gd name="connsiteX2" fmla="*/ 424541 w 1821063"/>
                                    <a:gd name="connsiteY2" fmla="*/ 233503 h 1066880"/>
                                    <a:gd name="connsiteX3" fmla="*/ 838201 w 1821063"/>
                                    <a:gd name="connsiteY3" fmla="*/ 483877 h 1066880"/>
                                    <a:gd name="connsiteX4" fmla="*/ 1121229 w 1821063"/>
                                    <a:gd name="connsiteY4" fmla="*/ 179077 h 1066880"/>
                                    <a:gd name="connsiteX5" fmla="*/ 1447801 w 1821063"/>
                                    <a:gd name="connsiteY5" fmla="*/ 4904 h 1066880"/>
                                    <a:gd name="connsiteX6" fmla="*/ 1807029 w 1821063"/>
                                    <a:gd name="connsiteY6" fmla="*/ 91991 h 1066880"/>
                                    <a:gd name="connsiteX7" fmla="*/ 1730828 w 1821063"/>
                                    <a:gd name="connsiteY7" fmla="*/ 527418 h 1066880"/>
                                    <a:gd name="connsiteX8" fmla="*/ 1568354 w 1821063"/>
                                    <a:gd name="connsiteY8" fmla="*/ 892531 h 1066880"/>
                                    <a:gd name="connsiteX9" fmla="*/ 1339755 w 1821063"/>
                                    <a:gd name="connsiteY9" fmla="*/ 1055816 h 1066880"/>
                                    <a:gd name="connsiteX10" fmla="*/ 1002298 w 1821063"/>
                                    <a:gd name="connsiteY10" fmla="*/ 903415 h 1066880"/>
                                    <a:gd name="connsiteX11" fmla="*/ 806353 w 1821063"/>
                                    <a:gd name="connsiteY11" fmla="*/ 1066699 h 1066880"/>
                                    <a:gd name="connsiteX12" fmla="*/ 588642 w 1821063"/>
                                    <a:gd name="connsiteY12" fmla="*/ 957844 h 1066880"/>
                                    <a:gd name="connsiteX13" fmla="*/ 414469 w 1821063"/>
                                    <a:gd name="connsiteY13" fmla="*/ 1066701 h 1066880"/>
                                    <a:gd name="connsiteX14" fmla="*/ 77012 w 1821063"/>
                                    <a:gd name="connsiteY14" fmla="*/ 990500 h 1066880"/>
                                    <a:gd name="connsiteX0" fmla="*/ 0 w 1821063"/>
                                    <a:gd name="connsiteY0" fmla="*/ 70219 h 1066880"/>
                                    <a:gd name="connsiteX1" fmla="*/ 141514 w 1821063"/>
                                    <a:gd name="connsiteY1" fmla="*/ 385905 h 1066880"/>
                                    <a:gd name="connsiteX2" fmla="*/ 424541 w 1821063"/>
                                    <a:gd name="connsiteY2" fmla="*/ 233503 h 1066880"/>
                                    <a:gd name="connsiteX3" fmla="*/ 838201 w 1821063"/>
                                    <a:gd name="connsiteY3" fmla="*/ 483877 h 1066880"/>
                                    <a:gd name="connsiteX4" fmla="*/ 1121229 w 1821063"/>
                                    <a:gd name="connsiteY4" fmla="*/ 179077 h 1066880"/>
                                    <a:gd name="connsiteX5" fmla="*/ 1447801 w 1821063"/>
                                    <a:gd name="connsiteY5" fmla="*/ 4904 h 1066880"/>
                                    <a:gd name="connsiteX6" fmla="*/ 1807029 w 1821063"/>
                                    <a:gd name="connsiteY6" fmla="*/ 91991 h 1066880"/>
                                    <a:gd name="connsiteX7" fmla="*/ 1730828 w 1821063"/>
                                    <a:gd name="connsiteY7" fmla="*/ 527418 h 1066880"/>
                                    <a:gd name="connsiteX8" fmla="*/ 1568354 w 1821063"/>
                                    <a:gd name="connsiteY8" fmla="*/ 892531 h 1066880"/>
                                    <a:gd name="connsiteX9" fmla="*/ 1339755 w 1821063"/>
                                    <a:gd name="connsiteY9" fmla="*/ 1055816 h 1066880"/>
                                    <a:gd name="connsiteX10" fmla="*/ 1100269 w 1821063"/>
                                    <a:gd name="connsiteY10" fmla="*/ 903415 h 1066880"/>
                                    <a:gd name="connsiteX11" fmla="*/ 806353 w 1821063"/>
                                    <a:gd name="connsiteY11" fmla="*/ 1066699 h 1066880"/>
                                    <a:gd name="connsiteX12" fmla="*/ 588642 w 1821063"/>
                                    <a:gd name="connsiteY12" fmla="*/ 957844 h 1066880"/>
                                    <a:gd name="connsiteX13" fmla="*/ 414469 w 1821063"/>
                                    <a:gd name="connsiteY13" fmla="*/ 1066701 h 1066880"/>
                                    <a:gd name="connsiteX14" fmla="*/ 77012 w 1821063"/>
                                    <a:gd name="connsiteY14" fmla="*/ 990500 h 1066880"/>
                                    <a:gd name="connsiteX0" fmla="*/ 0 w 1821063"/>
                                    <a:gd name="connsiteY0" fmla="*/ 70219 h 1066880"/>
                                    <a:gd name="connsiteX1" fmla="*/ 141514 w 1821063"/>
                                    <a:gd name="connsiteY1" fmla="*/ 385905 h 1066880"/>
                                    <a:gd name="connsiteX2" fmla="*/ 424541 w 1821063"/>
                                    <a:gd name="connsiteY2" fmla="*/ 233503 h 1066880"/>
                                    <a:gd name="connsiteX3" fmla="*/ 838201 w 1821063"/>
                                    <a:gd name="connsiteY3" fmla="*/ 483877 h 1066880"/>
                                    <a:gd name="connsiteX4" fmla="*/ 1121229 w 1821063"/>
                                    <a:gd name="connsiteY4" fmla="*/ 179077 h 1066880"/>
                                    <a:gd name="connsiteX5" fmla="*/ 1447801 w 1821063"/>
                                    <a:gd name="connsiteY5" fmla="*/ 4904 h 1066880"/>
                                    <a:gd name="connsiteX6" fmla="*/ 1807029 w 1821063"/>
                                    <a:gd name="connsiteY6" fmla="*/ 91991 h 1066880"/>
                                    <a:gd name="connsiteX7" fmla="*/ 1730828 w 1821063"/>
                                    <a:gd name="connsiteY7" fmla="*/ 527418 h 1066880"/>
                                    <a:gd name="connsiteX8" fmla="*/ 1568354 w 1821063"/>
                                    <a:gd name="connsiteY8" fmla="*/ 892531 h 1066880"/>
                                    <a:gd name="connsiteX9" fmla="*/ 1339755 w 1821063"/>
                                    <a:gd name="connsiteY9" fmla="*/ 1055816 h 1066880"/>
                                    <a:gd name="connsiteX10" fmla="*/ 1034955 w 1821063"/>
                                    <a:gd name="connsiteY10" fmla="*/ 957843 h 1066880"/>
                                    <a:gd name="connsiteX11" fmla="*/ 806353 w 1821063"/>
                                    <a:gd name="connsiteY11" fmla="*/ 1066699 h 1066880"/>
                                    <a:gd name="connsiteX12" fmla="*/ 588642 w 1821063"/>
                                    <a:gd name="connsiteY12" fmla="*/ 957844 h 1066880"/>
                                    <a:gd name="connsiteX13" fmla="*/ 414469 w 1821063"/>
                                    <a:gd name="connsiteY13" fmla="*/ 1066701 h 1066880"/>
                                    <a:gd name="connsiteX14" fmla="*/ 77012 w 1821063"/>
                                    <a:gd name="connsiteY14" fmla="*/ 990500 h 1066880"/>
                                    <a:gd name="connsiteX0" fmla="*/ 0 w 1821063"/>
                                    <a:gd name="connsiteY0" fmla="*/ 70219 h 1066730"/>
                                    <a:gd name="connsiteX1" fmla="*/ 141514 w 1821063"/>
                                    <a:gd name="connsiteY1" fmla="*/ 385905 h 1066730"/>
                                    <a:gd name="connsiteX2" fmla="*/ 424541 w 1821063"/>
                                    <a:gd name="connsiteY2" fmla="*/ 233503 h 1066730"/>
                                    <a:gd name="connsiteX3" fmla="*/ 838201 w 1821063"/>
                                    <a:gd name="connsiteY3" fmla="*/ 483877 h 1066730"/>
                                    <a:gd name="connsiteX4" fmla="*/ 1121229 w 1821063"/>
                                    <a:gd name="connsiteY4" fmla="*/ 179077 h 1066730"/>
                                    <a:gd name="connsiteX5" fmla="*/ 1447801 w 1821063"/>
                                    <a:gd name="connsiteY5" fmla="*/ 4904 h 1066730"/>
                                    <a:gd name="connsiteX6" fmla="*/ 1807029 w 1821063"/>
                                    <a:gd name="connsiteY6" fmla="*/ 91991 h 1066730"/>
                                    <a:gd name="connsiteX7" fmla="*/ 1730828 w 1821063"/>
                                    <a:gd name="connsiteY7" fmla="*/ 527418 h 1066730"/>
                                    <a:gd name="connsiteX8" fmla="*/ 1568354 w 1821063"/>
                                    <a:gd name="connsiteY8" fmla="*/ 892531 h 1066730"/>
                                    <a:gd name="connsiteX9" fmla="*/ 1339755 w 1821063"/>
                                    <a:gd name="connsiteY9" fmla="*/ 1055816 h 1066730"/>
                                    <a:gd name="connsiteX10" fmla="*/ 1034955 w 1821063"/>
                                    <a:gd name="connsiteY10" fmla="*/ 957843 h 1066730"/>
                                    <a:gd name="connsiteX11" fmla="*/ 817239 w 1821063"/>
                                    <a:gd name="connsiteY11" fmla="*/ 1001384 h 1066730"/>
                                    <a:gd name="connsiteX12" fmla="*/ 588642 w 1821063"/>
                                    <a:gd name="connsiteY12" fmla="*/ 957844 h 1066730"/>
                                    <a:gd name="connsiteX13" fmla="*/ 414469 w 1821063"/>
                                    <a:gd name="connsiteY13" fmla="*/ 1066701 h 1066730"/>
                                    <a:gd name="connsiteX14" fmla="*/ 77012 w 1821063"/>
                                    <a:gd name="connsiteY14" fmla="*/ 990500 h 1066730"/>
                                    <a:gd name="connsiteX0" fmla="*/ 0 w 1821063"/>
                                    <a:gd name="connsiteY0" fmla="*/ 70219 h 1066761"/>
                                    <a:gd name="connsiteX1" fmla="*/ 141514 w 1821063"/>
                                    <a:gd name="connsiteY1" fmla="*/ 385905 h 1066761"/>
                                    <a:gd name="connsiteX2" fmla="*/ 424541 w 1821063"/>
                                    <a:gd name="connsiteY2" fmla="*/ 233503 h 1066761"/>
                                    <a:gd name="connsiteX3" fmla="*/ 838201 w 1821063"/>
                                    <a:gd name="connsiteY3" fmla="*/ 483877 h 1066761"/>
                                    <a:gd name="connsiteX4" fmla="*/ 1121229 w 1821063"/>
                                    <a:gd name="connsiteY4" fmla="*/ 179077 h 1066761"/>
                                    <a:gd name="connsiteX5" fmla="*/ 1447801 w 1821063"/>
                                    <a:gd name="connsiteY5" fmla="*/ 4904 h 1066761"/>
                                    <a:gd name="connsiteX6" fmla="*/ 1807029 w 1821063"/>
                                    <a:gd name="connsiteY6" fmla="*/ 91991 h 1066761"/>
                                    <a:gd name="connsiteX7" fmla="*/ 1730828 w 1821063"/>
                                    <a:gd name="connsiteY7" fmla="*/ 527418 h 1066761"/>
                                    <a:gd name="connsiteX8" fmla="*/ 1568354 w 1821063"/>
                                    <a:gd name="connsiteY8" fmla="*/ 892531 h 1066761"/>
                                    <a:gd name="connsiteX9" fmla="*/ 1339755 w 1821063"/>
                                    <a:gd name="connsiteY9" fmla="*/ 1055816 h 1066761"/>
                                    <a:gd name="connsiteX10" fmla="*/ 1034955 w 1821063"/>
                                    <a:gd name="connsiteY10" fmla="*/ 957843 h 1066761"/>
                                    <a:gd name="connsiteX11" fmla="*/ 817239 w 1821063"/>
                                    <a:gd name="connsiteY11" fmla="*/ 1001384 h 1066761"/>
                                    <a:gd name="connsiteX12" fmla="*/ 588642 w 1821063"/>
                                    <a:gd name="connsiteY12" fmla="*/ 1023158 h 1066761"/>
                                    <a:gd name="connsiteX13" fmla="*/ 414469 w 1821063"/>
                                    <a:gd name="connsiteY13" fmla="*/ 1066701 h 1066761"/>
                                    <a:gd name="connsiteX14" fmla="*/ 77012 w 1821063"/>
                                    <a:gd name="connsiteY14" fmla="*/ 990500 h 1066761"/>
                                    <a:gd name="connsiteX0" fmla="*/ 0 w 1821063"/>
                                    <a:gd name="connsiteY0" fmla="*/ 70219 h 1055955"/>
                                    <a:gd name="connsiteX1" fmla="*/ 141514 w 1821063"/>
                                    <a:gd name="connsiteY1" fmla="*/ 385905 h 1055955"/>
                                    <a:gd name="connsiteX2" fmla="*/ 424541 w 1821063"/>
                                    <a:gd name="connsiteY2" fmla="*/ 233503 h 1055955"/>
                                    <a:gd name="connsiteX3" fmla="*/ 838201 w 1821063"/>
                                    <a:gd name="connsiteY3" fmla="*/ 483877 h 1055955"/>
                                    <a:gd name="connsiteX4" fmla="*/ 1121229 w 1821063"/>
                                    <a:gd name="connsiteY4" fmla="*/ 179077 h 1055955"/>
                                    <a:gd name="connsiteX5" fmla="*/ 1447801 w 1821063"/>
                                    <a:gd name="connsiteY5" fmla="*/ 4904 h 1055955"/>
                                    <a:gd name="connsiteX6" fmla="*/ 1807029 w 1821063"/>
                                    <a:gd name="connsiteY6" fmla="*/ 91991 h 1055955"/>
                                    <a:gd name="connsiteX7" fmla="*/ 1730828 w 1821063"/>
                                    <a:gd name="connsiteY7" fmla="*/ 527418 h 1055955"/>
                                    <a:gd name="connsiteX8" fmla="*/ 1568354 w 1821063"/>
                                    <a:gd name="connsiteY8" fmla="*/ 892531 h 1055955"/>
                                    <a:gd name="connsiteX9" fmla="*/ 1339755 w 1821063"/>
                                    <a:gd name="connsiteY9" fmla="*/ 1055816 h 1055955"/>
                                    <a:gd name="connsiteX10" fmla="*/ 1034955 w 1821063"/>
                                    <a:gd name="connsiteY10" fmla="*/ 957843 h 1055955"/>
                                    <a:gd name="connsiteX11" fmla="*/ 817239 w 1821063"/>
                                    <a:gd name="connsiteY11" fmla="*/ 1001384 h 1055955"/>
                                    <a:gd name="connsiteX12" fmla="*/ 588642 w 1821063"/>
                                    <a:gd name="connsiteY12" fmla="*/ 1023158 h 1055955"/>
                                    <a:gd name="connsiteX13" fmla="*/ 349155 w 1821063"/>
                                    <a:gd name="connsiteY13" fmla="*/ 1044930 h 1055955"/>
                                    <a:gd name="connsiteX14" fmla="*/ 77012 w 1821063"/>
                                    <a:gd name="connsiteY14" fmla="*/ 990500 h 1055955"/>
                                    <a:gd name="connsiteX0" fmla="*/ 0 w 1821063"/>
                                    <a:gd name="connsiteY0" fmla="*/ 70219 h 1055955"/>
                                    <a:gd name="connsiteX1" fmla="*/ 141514 w 1821063"/>
                                    <a:gd name="connsiteY1" fmla="*/ 385905 h 1055955"/>
                                    <a:gd name="connsiteX2" fmla="*/ 424541 w 1821063"/>
                                    <a:gd name="connsiteY2" fmla="*/ 233503 h 1055955"/>
                                    <a:gd name="connsiteX3" fmla="*/ 838201 w 1821063"/>
                                    <a:gd name="connsiteY3" fmla="*/ 483877 h 1055955"/>
                                    <a:gd name="connsiteX4" fmla="*/ 1121229 w 1821063"/>
                                    <a:gd name="connsiteY4" fmla="*/ 179077 h 1055955"/>
                                    <a:gd name="connsiteX5" fmla="*/ 1447801 w 1821063"/>
                                    <a:gd name="connsiteY5" fmla="*/ 4904 h 1055955"/>
                                    <a:gd name="connsiteX6" fmla="*/ 1807029 w 1821063"/>
                                    <a:gd name="connsiteY6" fmla="*/ 91991 h 1055955"/>
                                    <a:gd name="connsiteX7" fmla="*/ 1730828 w 1821063"/>
                                    <a:gd name="connsiteY7" fmla="*/ 527418 h 1055955"/>
                                    <a:gd name="connsiteX8" fmla="*/ 1568354 w 1821063"/>
                                    <a:gd name="connsiteY8" fmla="*/ 892531 h 1055955"/>
                                    <a:gd name="connsiteX9" fmla="*/ 1339755 w 1821063"/>
                                    <a:gd name="connsiteY9" fmla="*/ 1055816 h 1055955"/>
                                    <a:gd name="connsiteX10" fmla="*/ 1034955 w 1821063"/>
                                    <a:gd name="connsiteY10" fmla="*/ 957843 h 1055955"/>
                                    <a:gd name="connsiteX11" fmla="*/ 817239 w 1821063"/>
                                    <a:gd name="connsiteY11" fmla="*/ 1001384 h 1055955"/>
                                    <a:gd name="connsiteX12" fmla="*/ 588642 w 1821063"/>
                                    <a:gd name="connsiteY12" fmla="*/ 1023158 h 1055955"/>
                                    <a:gd name="connsiteX13" fmla="*/ 349155 w 1821063"/>
                                    <a:gd name="connsiteY13" fmla="*/ 1044930 h 1055955"/>
                                    <a:gd name="connsiteX14" fmla="*/ 33469 w 1821063"/>
                                    <a:gd name="connsiteY14" fmla="*/ 1001385 h 1055955"/>
                                    <a:gd name="connsiteX0" fmla="*/ 0 w 1821063"/>
                                    <a:gd name="connsiteY0" fmla="*/ 70219 h 1055955"/>
                                    <a:gd name="connsiteX1" fmla="*/ 141514 w 1821063"/>
                                    <a:gd name="connsiteY1" fmla="*/ 385905 h 1055955"/>
                                    <a:gd name="connsiteX2" fmla="*/ 424541 w 1821063"/>
                                    <a:gd name="connsiteY2" fmla="*/ 233503 h 1055955"/>
                                    <a:gd name="connsiteX3" fmla="*/ 838201 w 1821063"/>
                                    <a:gd name="connsiteY3" fmla="*/ 483877 h 1055955"/>
                                    <a:gd name="connsiteX4" fmla="*/ 1121229 w 1821063"/>
                                    <a:gd name="connsiteY4" fmla="*/ 179077 h 1055955"/>
                                    <a:gd name="connsiteX5" fmla="*/ 1447801 w 1821063"/>
                                    <a:gd name="connsiteY5" fmla="*/ 4904 h 1055955"/>
                                    <a:gd name="connsiteX6" fmla="*/ 1807029 w 1821063"/>
                                    <a:gd name="connsiteY6" fmla="*/ 91991 h 1055955"/>
                                    <a:gd name="connsiteX7" fmla="*/ 1730828 w 1821063"/>
                                    <a:gd name="connsiteY7" fmla="*/ 527418 h 1055955"/>
                                    <a:gd name="connsiteX8" fmla="*/ 1568354 w 1821063"/>
                                    <a:gd name="connsiteY8" fmla="*/ 892531 h 1055955"/>
                                    <a:gd name="connsiteX9" fmla="*/ 1339755 w 1821063"/>
                                    <a:gd name="connsiteY9" fmla="*/ 1055816 h 1055955"/>
                                    <a:gd name="connsiteX10" fmla="*/ 1034955 w 1821063"/>
                                    <a:gd name="connsiteY10" fmla="*/ 957843 h 1055955"/>
                                    <a:gd name="connsiteX11" fmla="*/ 817239 w 1821063"/>
                                    <a:gd name="connsiteY11" fmla="*/ 1001384 h 1055955"/>
                                    <a:gd name="connsiteX12" fmla="*/ 588642 w 1821063"/>
                                    <a:gd name="connsiteY12" fmla="*/ 1023158 h 1055955"/>
                                    <a:gd name="connsiteX13" fmla="*/ 349155 w 1821063"/>
                                    <a:gd name="connsiteY13" fmla="*/ 1044930 h 1055955"/>
                                    <a:gd name="connsiteX14" fmla="*/ 33469 w 1821063"/>
                                    <a:gd name="connsiteY14" fmla="*/ 1001385 h 1055955"/>
                                    <a:gd name="connsiteX15" fmla="*/ 11698 w 1821063"/>
                                    <a:gd name="connsiteY15" fmla="*/ 990501 h 1055955"/>
                                    <a:gd name="connsiteX0" fmla="*/ 129816 w 1950879"/>
                                    <a:gd name="connsiteY0" fmla="*/ 70219 h 1055955"/>
                                    <a:gd name="connsiteX1" fmla="*/ 271330 w 1950879"/>
                                    <a:gd name="connsiteY1" fmla="*/ 385905 h 1055955"/>
                                    <a:gd name="connsiteX2" fmla="*/ 554357 w 1950879"/>
                                    <a:gd name="connsiteY2" fmla="*/ 233503 h 1055955"/>
                                    <a:gd name="connsiteX3" fmla="*/ 968017 w 1950879"/>
                                    <a:gd name="connsiteY3" fmla="*/ 483877 h 1055955"/>
                                    <a:gd name="connsiteX4" fmla="*/ 1251045 w 1950879"/>
                                    <a:gd name="connsiteY4" fmla="*/ 179077 h 1055955"/>
                                    <a:gd name="connsiteX5" fmla="*/ 1577617 w 1950879"/>
                                    <a:gd name="connsiteY5" fmla="*/ 4904 h 1055955"/>
                                    <a:gd name="connsiteX6" fmla="*/ 1936845 w 1950879"/>
                                    <a:gd name="connsiteY6" fmla="*/ 91991 h 1055955"/>
                                    <a:gd name="connsiteX7" fmla="*/ 1860644 w 1950879"/>
                                    <a:gd name="connsiteY7" fmla="*/ 527418 h 1055955"/>
                                    <a:gd name="connsiteX8" fmla="*/ 1698170 w 1950879"/>
                                    <a:gd name="connsiteY8" fmla="*/ 892531 h 1055955"/>
                                    <a:gd name="connsiteX9" fmla="*/ 1469571 w 1950879"/>
                                    <a:gd name="connsiteY9" fmla="*/ 1055816 h 1055955"/>
                                    <a:gd name="connsiteX10" fmla="*/ 1164771 w 1950879"/>
                                    <a:gd name="connsiteY10" fmla="*/ 957843 h 1055955"/>
                                    <a:gd name="connsiteX11" fmla="*/ 947055 w 1950879"/>
                                    <a:gd name="connsiteY11" fmla="*/ 1001384 h 1055955"/>
                                    <a:gd name="connsiteX12" fmla="*/ 718458 w 1950879"/>
                                    <a:gd name="connsiteY12" fmla="*/ 1023158 h 1055955"/>
                                    <a:gd name="connsiteX13" fmla="*/ 478971 w 1950879"/>
                                    <a:gd name="connsiteY13" fmla="*/ 1044930 h 1055955"/>
                                    <a:gd name="connsiteX14" fmla="*/ 163285 w 1950879"/>
                                    <a:gd name="connsiteY14" fmla="*/ 1001385 h 1055955"/>
                                    <a:gd name="connsiteX15" fmla="*/ 0 w 1950879"/>
                                    <a:gd name="connsiteY15" fmla="*/ 859873 h 1055955"/>
                                    <a:gd name="connsiteX0" fmla="*/ 145573 w 1966636"/>
                                    <a:gd name="connsiteY0" fmla="*/ 70219 h 1055955"/>
                                    <a:gd name="connsiteX1" fmla="*/ 287087 w 1966636"/>
                                    <a:gd name="connsiteY1" fmla="*/ 385905 h 1055955"/>
                                    <a:gd name="connsiteX2" fmla="*/ 570114 w 1966636"/>
                                    <a:gd name="connsiteY2" fmla="*/ 233503 h 1055955"/>
                                    <a:gd name="connsiteX3" fmla="*/ 983774 w 1966636"/>
                                    <a:gd name="connsiteY3" fmla="*/ 483877 h 1055955"/>
                                    <a:gd name="connsiteX4" fmla="*/ 1266802 w 1966636"/>
                                    <a:gd name="connsiteY4" fmla="*/ 179077 h 1055955"/>
                                    <a:gd name="connsiteX5" fmla="*/ 1593374 w 1966636"/>
                                    <a:gd name="connsiteY5" fmla="*/ 4904 h 1055955"/>
                                    <a:gd name="connsiteX6" fmla="*/ 1952602 w 1966636"/>
                                    <a:gd name="connsiteY6" fmla="*/ 91991 h 1055955"/>
                                    <a:gd name="connsiteX7" fmla="*/ 1876401 w 1966636"/>
                                    <a:gd name="connsiteY7" fmla="*/ 527418 h 1055955"/>
                                    <a:gd name="connsiteX8" fmla="*/ 1713927 w 1966636"/>
                                    <a:gd name="connsiteY8" fmla="*/ 892531 h 1055955"/>
                                    <a:gd name="connsiteX9" fmla="*/ 1485328 w 1966636"/>
                                    <a:gd name="connsiteY9" fmla="*/ 1055816 h 1055955"/>
                                    <a:gd name="connsiteX10" fmla="*/ 1180528 w 1966636"/>
                                    <a:gd name="connsiteY10" fmla="*/ 957843 h 1055955"/>
                                    <a:gd name="connsiteX11" fmla="*/ 962812 w 1966636"/>
                                    <a:gd name="connsiteY11" fmla="*/ 1001384 h 1055955"/>
                                    <a:gd name="connsiteX12" fmla="*/ 734215 w 1966636"/>
                                    <a:gd name="connsiteY12" fmla="*/ 1023158 h 1055955"/>
                                    <a:gd name="connsiteX13" fmla="*/ 494728 w 1966636"/>
                                    <a:gd name="connsiteY13" fmla="*/ 1044930 h 1055955"/>
                                    <a:gd name="connsiteX14" fmla="*/ 179042 w 1966636"/>
                                    <a:gd name="connsiteY14" fmla="*/ 1001385 h 1055955"/>
                                    <a:gd name="connsiteX15" fmla="*/ 15757 w 1966636"/>
                                    <a:gd name="connsiteY15" fmla="*/ 859873 h 1055955"/>
                                    <a:gd name="connsiteX16" fmla="*/ 4871 w 1966636"/>
                                    <a:gd name="connsiteY16" fmla="*/ 859873 h 1055955"/>
                                    <a:gd name="connsiteX0" fmla="*/ 271331 w 2092394"/>
                                    <a:gd name="connsiteY0" fmla="*/ 70219 h 1055955"/>
                                    <a:gd name="connsiteX1" fmla="*/ 412845 w 2092394"/>
                                    <a:gd name="connsiteY1" fmla="*/ 385905 h 1055955"/>
                                    <a:gd name="connsiteX2" fmla="*/ 695872 w 2092394"/>
                                    <a:gd name="connsiteY2" fmla="*/ 233503 h 1055955"/>
                                    <a:gd name="connsiteX3" fmla="*/ 1109532 w 2092394"/>
                                    <a:gd name="connsiteY3" fmla="*/ 483877 h 1055955"/>
                                    <a:gd name="connsiteX4" fmla="*/ 1392560 w 2092394"/>
                                    <a:gd name="connsiteY4" fmla="*/ 179077 h 1055955"/>
                                    <a:gd name="connsiteX5" fmla="*/ 1719132 w 2092394"/>
                                    <a:gd name="connsiteY5" fmla="*/ 4904 h 1055955"/>
                                    <a:gd name="connsiteX6" fmla="*/ 2078360 w 2092394"/>
                                    <a:gd name="connsiteY6" fmla="*/ 91991 h 1055955"/>
                                    <a:gd name="connsiteX7" fmla="*/ 2002159 w 2092394"/>
                                    <a:gd name="connsiteY7" fmla="*/ 527418 h 1055955"/>
                                    <a:gd name="connsiteX8" fmla="*/ 1839685 w 2092394"/>
                                    <a:gd name="connsiteY8" fmla="*/ 892531 h 1055955"/>
                                    <a:gd name="connsiteX9" fmla="*/ 1611086 w 2092394"/>
                                    <a:gd name="connsiteY9" fmla="*/ 1055816 h 1055955"/>
                                    <a:gd name="connsiteX10" fmla="*/ 1306286 w 2092394"/>
                                    <a:gd name="connsiteY10" fmla="*/ 957843 h 1055955"/>
                                    <a:gd name="connsiteX11" fmla="*/ 1088570 w 2092394"/>
                                    <a:gd name="connsiteY11" fmla="*/ 1001384 h 1055955"/>
                                    <a:gd name="connsiteX12" fmla="*/ 859973 w 2092394"/>
                                    <a:gd name="connsiteY12" fmla="*/ 1023158 h 1055955"/>
                                    <a:gd name="connsiteX13" fmla="*/ 620486 w 2092394"/>
                                    <a:gd name="connsiteY13" fmla="*/ 1044930 h 1055955"/>
                                    <a:gd name="connsiteX14" fmla="*/ 304800 w 2092394"/>
                                    <a:gd name="connsiteY14" fmla="*/ 1001385 h 1055955"/>
                                    <a:gd name="connsiteX15" fmla="*/ 141515 w 2092394"/>
                                    <a:gd name="connsiteY15" fmla="*/ 859873 h 1055955"/>
                                    <a:gd name="connsiteX16" fmla="*/ 0 w 2092394"/>
                                    <a:gd name="connsiteY16" fmla="*/ 881644 h 1055955"/>
                                    <a:gd name="connsiteX0" fmla="*/ 281813 w 2102876"/>
                                    <a:gd name="connsiteY0" fmla="*/ 70219 h 1055955"/>
                                    <a:gd name="connsiteX1" fmla="*/ 423327 w 2102876"/>
                                    <a:gd name="connsiteY1" fmla="*/ 385905 h 1055955"/>
                                    <a:gd name="connsiteX2" fmla="*/ 706354 w 2102876"/>
                                    <a:gd name="connsiteY2" fmla="*/ 233503 h 1055955"/>
                                    <a:gd name="connsiteX3" fmla="*/ 1120014 w 2102876"/>
                                    <a:gd name="connsiteY3" fmla="*/ 483877 h 1055955"/>
                                    <a:gd name="connsiteX4" fmla="*/ 1403042 w 2102876"/>
                                    <a:gd name="connsiteY4" fmla="*/ 179077 h 1055955"/>
                                    <a:gd name="connsiteX5" fmla="*/ 1729614 w 2102876"/>
                                    <a:gd name="connsiteY5" fmla="*/ 4904 h 1055955"/>
                                    <a:gd name="connsiteX6" fmla="*/ 2088842 w 2102876"/>
                                    <a:gd name="connsiteY6" fmla="*/ 91991 h 1055955"/>
                                    <a:gd name="connsiteX7" fmla="*/ 2012641 w 2102876"/>
                                    <a:gd name="connsiteY7" fmla="*/ 527418 h 1055955"/>
                                    <a:gd name="connsiteX8" fmla="*/ 1850167 w 2102876"/>
                                    <a:gd name="connsiteY8" fmla="*/ 892531 h 1055955"/>
                                    <a:gd name="connsiteX9" fmla="*/ 1621568 w 2102876"/>
                                    <a:gd name="connsiteY9" fmla="*/ 1055816 h 1055955"/>
                                    <a:gd name="connsiteX10" fmla="*/ 1316768 w 2102876"/>
                                    <a:gd name="connsiteY10" fmla="*/ 957843 h 1055955"/>
                                    <a:gd name="connsiteX11" fmla="*/ 1099052 w 2102876"/>
                                    <a:gd name="connsiteY11" fmla="*/ 1001384 h 1055955"/>
                                    <a:gd name="connsiteX12" fmla="*/ 870455 w 2102876"/>
                                    <a:gd name="connsiteY12" fmla="*/ 1023158 h 1055955"/>
                                    <a:gd name="connsiteX13" fmla="*/ 630968 w 2102876"/>
                                    <a:gd name="connsiteY13" fmla="*/ 1044930 h 1055955"/>
                                    <a:gd name="connsiteX14" fmla="*/ 315282 w 2102876"/>
                                    <a:gd name="connsiteY14" fmla="*/ 1001385 h 1055955"/>
                                    <a:gd name="connsiteX15" fmla="*/ 151997 w 2102876"/>
                                    <a:gd name="connsiteY15" fmla="*/ 859873 h 1055955"/>
                                    <a:gd name="connsiteX16" fmla="*/ 10482 w 2102876"/>
                                    <a:gd name="connsiteY16" fmla="*/ 881644 h 1055955"/>
                                    <a:gd name="connsiteX17" fmla="*/ 10482 w 2102876"/>
                                    <a:gd name="connsiteY17" fmla="*/ 892530 h 1055955"/>
                                    <a:gd name="connsiteX0" fmla="*/ 285631 w 2106694"/>
                                    <a:gd name="connsiteY0" fmla="*/ 70219 h 1055955"/>
                                    <a:gd name="connsiteX1" fmla="*/ 427145 w 2106694"/>
                                    <a:gd name="connsiteY1" fmla="*/ 385905 h 1055955"/>
                                    <a:gd name="connsiteX2" fmla="*/ 710172 w 2106694"/>
                                    <a:gd name="connsiteY2" fmla="*/ 233503 h 1055955"/>
                                    <a:gd name="connsiteX3" fmla="*/ 1123832 w 2106694"/>
                                    <a:gd name="connsiteY3" fmla="*/ 483877 h 1055955"/>
                                    <a:gd name="connsiteX4" fmla="*/ 1406860 w 2106694"/>
                                    <a:gd name="connsiteY4" fmla="*/ 179077 h 1055955"/>
                                    <a:gd name="connsiteX5" fmla="*/ 1733432 w 2106694"/>
                                    <a:gd name="connsiteY5" fmla="*/ 4904 h 1055955"/>
                                    <a:gd name="connsiteX6" fmla="*/ 2092660 w 2106694"/>
                                    <a:gd name="connsiteY6" fmla="*/ 91991 h 1055955"/>
                                    <a:gd name="connsiteX7" fmla="*/ 2016459 w 2106694"/>
                                    <a:gd name="connsiteY7" fmla="*/ 527418 h 1055955"/>
                                    <a:gd name="connsiteX8" fmla="*/ 1853985 w 2106694"/>
                                    <a:gd name="connsiteY8" fmla="*/ 892531 h 1055955"/>
                                    <a:gd name="connsiteX9" fmla="*/ 1625386 w 2106694"/>
                                    <a:gd name="connsiteY9" fmla="*/ 1055816 h 1055955"/>
                                    <a:gd name="connsiteX10" fmla="*/ 1320586 w 2106694"/>
                                    <a:gd name="connsiteY10" fmla="*/ 957843 h 1055955"/>
                                    <a:gd name="connsiteX11" fmla="*/ 1102870 w 2106694"/>
                                    <a:gd name="connsiteY11" fmla="*/ 1001384 h 1055955"/>
                                    <a:gd name="connsiteX12" fmla="*/ 874273 w 2106694"/>
                                    <a:gd name="connsiteY12" fmla="*/ 1023158 h 1055955"/>
                                    <a:gd name="connsiteX13" fmla="*/ 634786 w 2106694"/>
                                    <a:gd name="connsiteY13" fmla="*/ 1044930 h 1055955"/>
                                    <a:gd name="connsiteX14" fmla="*/ 319100 w 2106694"/>
                                    <a:gd name="connsiteY14" fmla="*/ 1001385 h 1055955"/>
                                    <a:gd name="connsiteX15" fmla="*/ 155815 w 2106694"/>
                                    <a:gd name="connsiteY15" fmla="*/ 859873 h 1055955"/>
                                    <a:gd name="connsiteX16" fmla="*/ 14300 w 2106694"/>
                                    <a:gd name="connsiteY16" fmla="*/ 881644 h 1055955"/>
                                    <a:gd name="connsiteX17" fmla="*/ 3415 w 2106694"/>
                                    <a:gd name="connsiteY17" fmla="*/ 1044930 h 1055955"/>
                                    <a:gd name="connsiteX0" fmla="*/ 285631 w 2106694"/>
                                    <a:gd name="connsiteY0" fmla="*/ 70219 h 1060687"/>
                                    <a:gd name="connsiteX1" fmla="*/ 427145 w 2106694"/>
                                    <a:gd name="connsiteY1" fmla="*/ 385905 h 1060687"/>
                                    <a:gd name="connsiteX2" fmla="*/ 710172 w 2106694"/>
                                    <a:gd name="connsiteY2" fmla="*/ 233503 h 1060687"/>
                                    <a:gd name="connsiteX3" fmla="*/ 1123832 w 2106694"/>
                                    <a:gd name="connsiteY3" fmla="*/ 483877 h 1060687"/>
                                    <a:gd name="connsiteX4" fmla="*/ 1406860 w 2106694"/>
                                    <a:gd name="connsiteY4" fmla="*/ 179077 h 1060687"/>
                                    <a:gd name="connsiteX5" fmla="*/ 1733432 w 2106694"/>
                                    <a:gd name="connsiteY5" fmla="*/ 4904 h 1060687"/>
                                    <a:gd name="connsiteX6" fmla="*/ 2092660 w 2106694"/>
                                    <a:gd name="connsiteY6" fmla="*/ 91991 h 1060687"/>
                                    <a:gd name="connsiteX7" fmla="*/ 2016459 w 2106694"/>
                                    <a:gd name="connsiteY7" fmla="*/ 527418 h 1060687"/>
                                    <a:gd name="connsiteX8" fmla="*/ 1853985 w 2106694"/>
                                    <a:gd name="connsiteY8" fmla="*/ 892531 h 1060687"/>
                                    <a:gd name="connsiteX9" fmla="*/ 1625386 w 2106694"/>
                                    <a:gd name="connsiteY9" fmla="*/ 1055816 h 1060687"/>
                                    <a:gd name="connsiteX10" fmla="*/ 1320586 w 2106694"/>
                                    <a:gd name="connsiteY10" fmla="*/ 957843 h 1060687"/>
                                    <a:gd name="connsiteX11" fmla="*/ 1102870 w 2106694"/>
                                    <a:gd name="connsiteY11" fmla="*/ 1001384 h 1060687"/>
                                    <a:gd name="connsiteX12" fmla="*/ 874273 w 2106694"/>
                                    <a:gd name="connsiteY12" fmla="*/ 1023158 h 1060687"/>
                                    <a:gd name="connsiteX13" fmla="*/ 634786 w 2106694"/>
                                    <a:gd name="connsiteY13" fmla="*/ 1044930 h 1060687"/>
                                    <a:gd name="connsiteX14" fmla="*/ 319100 w 2106694"/>
                                    <a:gd name="connsiteY14" fmla="*/ 1001385 h 1060687"/>
                                    <a:gd name="connsiteX15" fmla="*/ 155815 w 2106694"/>
                                    <a:gd name="connsiteY15" fmla="*/ 859873 h 1060687"/>
                                    <a:gd name="connsiteX16" fmla="*/ 14300 w 2106694"/>
                                    <a:gd name="connsiteY16" fmla="*/ 881644 h 1060687"/>
                                    <a:gd name="connsiteX17" fmla="*/ 3415 w 2106694"/>
                                    <a:gd name="connsiteY17" fmla="*/ 1044930 h 1060687"/>
                                    <a:gd name="connsiteX18" fmla="*/ 36072 w 2106694"/>
                                    <a:gd name="connsiteY18" fmla="*/ 1055816 h 1060687"/>
                                    <a:gd name="connsiteX0" fmla="*/ 285631 w 2106694"/>
                                    <a:gd name="connsiteY0" fmla="*/ 70219 h 1055955"/>
                                    <a:gd name="connsiteX1" fmla="*/ 427145 w 2106694"/>
                                    <a:gd name="connsiteY1" fmla="*/ 385905 h 1055955"/>
                                    <a:gd name="connsiteX2" fmla="*/ 710172 w 2106694"/>
                                    <a:gd name="connsiteY2" fmla="*/ 233503 h 1055955"/>
                                    <a:gd name="connsiteX3" fmla="*/ 1123832 w 2106694"/>
                                    <a:gd name="connsiteY3" fmla="*/ 483877 h 1055955"/>
                                    <a:gd name="connsiteX4" fmla="*/ 1406860 w 2106694"/>
                                    <a:gd name="connsiteY4" fmla="*/ 179077 h 1055955"/>
                                    <a:gd name="connsiteX5" fmla="*/ 1733432 w 2106694"/>
                                    <a:gd name="connsiteY5" fmla="*/ 4904 h 1055955"/>
                                    <a:gd name="connsiteX6" fmla="*/ 2092660 w 2106694"/>
                                    <a:gd name="connsiteY6" fmla="*/ 91991 h 1055955"/>
                                    <a:gd name="connsiteX7" fmla="*/ 2016459 w 2106694"/>
                                    <a:gd name="connsiteY7" fmla="*/ 527418 h 1055955"/>
                                    <a:gd name="connsiteX8" fmla="*/ 1853985 w 2106694"/>
                                    <a:gd name="connsiteY8" fmla="*/ 892531 h 1055955"/>
                                    <a:gd name="connsiteX9" fmla="*/ 1625386 w 2106694"/>
                                    <a:gd name="connsiteY9" fmla="*/ 1055816 h 1055955"/>
                                    <a:gd name="connsiteX10" fmla="*/ 1320586 w 2106694"/>
                                    <a:gd name="connsiteY10" fmla="*/ 957843 h 1055955"/>
                                    <a:gd name="connsiteX11" fmla="*/ 1102870 w 2106694"/>
                                    <a:gd name="connsiteY11" fmla="*/ 1001384 h 1055955"/>
                                    <a:gd name="connsiteX12" fmla="*/ 874273 w 2106694"/>
                                    <a:gd name="connsiteY12" fmla="*/ 1023158 h 1055955"/>
                                    <a:gd name="connsiteX13" fmla="*/ 634786 w 2106694"/>
                                    <a:gd name="connsiteY13" fmla="*/ 1044930 h 1055955"/>
                                    <a:gd name="connsiteX14" fmla="*/ 319100 w 2106694"/>
                                    <a:gd name="connsiteY14" fmla="*/ 1001385 h 1055955"/>
                                    <a:gd name="connsiteX15" fmla="*/ 155815 w 2106694"/>
                                    <a:gd name="connsiteY15" fmla="*/ 859873 h 1055955"/>
                                    <a:gd name="connsiteX16" fmla="*/ 14300 w 2106694"/>
                                    <a:gd name="connsiteY16" fmla="*/ 881644 h 1055955"/>
                                    <a:gd name="connsiteX17" fmla="*/ 3415 w 2106694"/>
                                    <a:gd name="connsiteY17" fmla="*/ 1044930 h 1055955"/>
                                    <a:gd name="connsiteX18" fmla="*/ 188472 w 2106694"/>
                                    <a:gd name="connsiteY18" fmla="*/ 1023159 h 1055955"/>
                                    <a:gd name="connsiteX0" fmla="*/ 285631 w 2106694"/>
                                    <a:gd name="connsiteY0" fmla="*/ 70219 h 1066701"/>
                                    <a:gd name="connsiteX1" fmla="*/ 427145 w 2106694"/>
                                    <a:gd name="connsiteY1" fmla="*/ 385905 h 1066701"/>
                                    <a:gd name="connsiteX2" fmla="*/ 710172 w 2106694"/>
                                    <a:gd name="connsiteY2" fmla="*/ 233503 h 1066701"/>
                                    <a:gd name="connsiteX3" fmla="*/ 1123832 w 2106694"/>
                                    <a:gd name="connsiteY3" fmla="*/ 483877 h 1066701"/>
                                    <a:gd name="connsiteX4" fmla="*/ 1406860 w 2106694"/>
                                    <a:gd name="connsiteY4" fmla="*/ 179077 h 1066701"/>
                                    <a:gd name="connsiteX5" fmla="*/ 1733432 w 2106694"/>
                                    <a:gd name="connsiteY5" fmla="*/ 4904 h 1066701"/>
                                    <a:gd name="connsiteX6" fmla="*/ 2092660 w 2106694"/>
                                    <a:gd name="connsiteY6" fmla="*/ 91991 h 1066701"/>
                                    <a:gd name="connsiteX7" fmla="*/ 2016459 w 2106694"/>
                                    <a:gd name="connsiteY7" fmla="*/ 527418 h 1066701"/>
                                    <a:gd name="connsiteX8" fmla="*/ 1853985 w 2106694"/>
                                    <a:gd name="connsiteY8" fmla="*/ 892531 h 1066701"/>
                                    <a:gd name="connsiteX9" fmla="*/ 1625386 w 2106694"/>
                                    <a:gd name="connsiteY9" fmla="*/ 1055816 h 1066701"/>
                                    <a:gd name="connsiteX10" fmla="*/ 1320586 w 2106694"/>
                                    <a:gd name="connsiteY10" fmla="*/ 957843 h 1066701"/>
                                    <a:gd name="connsiteX11" fmla="*/ 1102870 w 2106694"/>
                                    <a:gd name="connsiteY11" fmla="*/ 1001384 h 1066701"/>
                                    <a:gd name="connsiteX12" fmla="*/ 874273 w 2106694"/>
                                    <a:gd name="connsiteY12" fmla="*/ 1023158 h 1066701"/>
                                    <a:gd name="connsiteX13" fmla="*/ 634786 w 2106694"/>
                                    <a:gd name="connsiteY13" fmla="*/ 1044930 h 1066701"/>
                                    <a:gd name="connsiteX14" fmla="*/ 319100 w 2106694"/>
                                    <a:gd name="connsiteY14" fmla="*/ 1001385 h 1066701"/>
                                    <a:gd name="connsiteX15" fmla="*/ 155815 w 2106694"/>
                                    <a:gd name="connsiteY15" fmla="*/ 859873 h 1066701"/>
                                    <a:gd name="connsiteX16" fmla="*/ 14300 w 2106694"/>
                                    <a:gd name="connsiteY16" fmla="*/ 881644 h 1066701"/>
                                    <a:gd name="connsiteX17" fmla="*/ 3415 w 2106694"/>
                                    <a:gd name="connsiteY17" fmla="*/ 1044930 h 1066701"/>
                                    <a:gd name="connsiteX18" fmla="*/ 221129 w 2106694"/>
                                    <a:gd name="connsiteY18" fmla="*/ 1066701 h 1066701"/>
                                    <a:gd name="connsiteX0" fmla="*/ 285631 w 2106694"/>
                                    <a:gd name="connsiteY0" fmla="*/ 70219 h 1066701"/>
                                    <a:gd name="connsiteX1" fmla="*/ 427145 w 2106694"/>
                                    <a:gd name="connsiteY1" fmla="*/ 385905 h 1066701"/>
                                    <a:gd name="connsiteX2" fmla="*/ 710172 w 2106694"/>
                                    <a:gd name="connsiteY2" fmla="*/ 233503 h 1066701"/>
                                    <a:gd name="connsiteX3" fmla="*/ 1123832 w 2106694"/>
                                    <a:gd name="connsiteY3" fmla="*/ 483877 h 1066701"/>
                                    <a:gd name="connsiteX4" fmla="*/ 1406860 w 2106694"/>
                                    <a:gd name="connsiteY4" fmla="*/ 179077 h 1066701"/>
                                    <a:gd name="connsiteX5" fmla="*/ 1733432 w 2106694"/>
                                    <a:gd name="connsiteY5" fmla="*/ 4904 h 1066701"/>
                                    <a:gd name="connsiteX6" fmla="*/ 2092660 w 2106694"/>
                                    <a:gd name="connsiteY6" fmla="*/ 91991 h 1066701"/>
                                    <a:gd name="connsiteX7" fmla="*/ 2016459 w 2106694"/>
                                    <a:gd name="connsiteY7" fmla="*/ 527418 h 1066701"/>
                                    <a:gd name="connsiteX8" fmla="*/ 1853985 w 2106694"/>
                                    <a:gd name="connsiteY8" fmla="*/ 892531 h 1066701"/>
                                    <a:gd name="connsiteX9" fmla="*/ 1625386 w 2106694"/>
                                    <a:gd name="connsiteY9" fmla="*/ 1055816 h 1066701"/>
                                    <a:gd name="connsiteX10" fmla="*/ 1385900 w 2106694"/>
                                    <a:gd name="connsiteY10" fmla="*/ 957843 h 1066701"/>
                                    <a:gd name="connsiteX11" fmla="*/ 1102870 w 2106694"/>
                                    <a:gd name="connsiteY11" fmla="*/ 1001384 h 1066701"/>
                                    <a:gd name="connsiteX12" fmla="*/ 874273 w 2106694"/>
                                    <a:gd name="connsiteY12" fmla="*/ 1023158 h 1066701"/>
                                    <a:gd name="connsiteX13" fmla="*/ 634786 w 2106694"/>
                                    <a:gd name="connsiteY13" fmla="*/ 1044930 h 1066701"/>
                                    <a:gd name="connsiteX14" fmla="*/ 319100 w 2106694"/>
                                    <a:gd name="connsiteY14" fmla="*/ 1001385 h 1066701"/>
                                    <a:gd name="connsiteX15" fmla="*/ 155815 w 2106694"/>
                                    <a:gd name="connsiteY15" fmla="*/ 859873 h 1066701"/>
                                    <a:gd name="connsiteX16" fmla="*/ 14300 w 2106694"/>
                                    <a:gd name="connsiteY16" fmla="*/ 881644 h 1066701"/>
                                    <a:gd name="connsiteX17" fmla="*/ 3415 w 2106694"/>
                                    <a:gd name="connsiteY17" fmla="*/ 1044930 h 1066701"/>
                                    <a:gd name="connsiteX18" fmla="*/ 221129 w 2106694"/>
                                    <a:gd name="connsiteY18" fmla="*/ 1066701 h 1066701"/>
                                    <a:gd name="connsiteX0" fmla="*/ 285631 w 2105971"/>
                                    <a:gd name="connsiteY0" fmla="*/ 70219 h 1066701"/>
                                    <a:gd name="connsiteX1" fmla="*/ 427145 w 2105971"/>
                                    <a:gd name="connsiteY1" fmla="*/ 385905 h 1066701"/>
                                    <a:gd name="connsiteX2" fmla="*/ 710172 w 2105971"/>
                                    <a:gd name="connsiteY2" fmla="*/ 233503 h 1066701"/>
                                    <a:gd name="connsiteX3" fmla="*/ 1123832 w 2105971"/>
                                    <a:gd name="connsiteY3" fmla="*/ 483877 h 1066701"/>
                                    <a:gd name="connsiteX4" fmla="*/ 1406860 w 2105971"/>
                                    <a:gd name="connsiteY4" fmla="*/ 179077 h 1066701"/>
                                    <a:gd name="connsiteX5" fmla="*/ 1733432 w 2105971"/>
                                    <a:gd name="connsiteY5" fmla="*/ 4904 h 1066701"/>
                                    <a:gd name="connsiteX6" fmla="*/ 2092660 w 2105971"/>
                                    <a:gd name="connsiteY6" fmla="*/ 91991 h 1066701"/>
                                    <a:gd name="connsiteX7" fmla="*/ 2016459 w 2105971"/>
                                    <a:gd name="connsiteY7" fmla="*/ 527418 h 1066701"/>
                                    <a:gd name="connsiteX8" fmla="*/ 1897528 w 2105971"/>
                                    <a:gd name="connsiteY8" fmla="*/ 936074 h 1066701"/>
                                    <a:gd name="connsiteX9" fmla="*/ 1625386 w 2105971"/>
                                    <a:gd name="connsiteY9" fmla="*/ 1055816 h 1066701"/>
                                    <a:gd name="connsiteX10" fmla="*/ 1385900 w 2105971"/>
                                    <a:gd name="connsiteY10" fmla="*/ 957843 h 1066701"/>
                                    <a:gd name="connsiteX11" fmla="*/ 1102870 w 2105971"/>
                                    <a:gd name="connsiteY11" fmla="*/ 1001384 h 1066701"/>
                                    <a:gd name="connsiteX12" fmla="*/ 874273 w 2105971"/>
                                    <a:gd name="connsiteY12" fmla="*/ 1023158 h 1066701"/>
                                    <a:gd name="connsiteX13" fmla="*/ 634786 w 2105971"/>
                                    <a:gd name="connsiteY13" fmla="*/ 1044930 h 1066701"/>
                                    <a:gd name="connsiteX14" fmla="*/ 319100 w 2105971"/>
                                    <a:gd name="connsiteY14" fmla="*/ 1001385 h 1066701"/>
                                    <a:gd name="connsiteX15" fmla="*/ 155815 w 2105971"/>
                                    <a:gd name="connsiteY15" fmla="*/ 859873 h 1066701"/>
                                    <a:gd name="connsiteX16" fmla="*/ 14300 w 2105971"/>
                                    <a:gd name="connsiteY16" fmla="*/ 881644 h 1066701"/>
                                    <a:gd name="connsiteX17" fmla="*/ 3415 w 2105971"/>
                                    <a:gd name="connsiteY17" fmla="*/ 1044930 h 1066701"/>
                                    <a:gd name="connsiteX18" fmla="*/ 221129 w 2105971"/>
                                    <a:gd name="connsiteY18" fmla="*/ 1066701 h 1066701"/>
                                    <a:gd name="connsiteX0" fmla="*/ 285631 w 2106145"/>
                                    <a:gd name="connsiteY0" fmla="*/ 70219 h 1066701"/>
                                    <a:gd name="connsiteX1" fmla="*/ 427145 w 2106145"/>
                                    <a:gd name="connsiteY1" fmla="*/ 385905 h 1066701"/>
                                    <a:gd name="connsiteX2" fmla="*/ 710172 w 2106145"/>
                                    <a:gd name="connsiteY2" fmla="*/ 233503 h 1066701"/>
                                    <a:gd name="connsiteX3" fmla="*/ 1123832 w 2106145"/>
                                    <a:gd name="connsiteY3" fmla="*/ 483877 h 1066701"/>
                                    <a:gd name="connsiteX4" fmla="*/ 1406860 w 2106145"/>
                                    <a:gd name="connsiteY4" fmla="*/ 179077 h 1066701"/>
                                    <a:gd name="connsiteX5" fmla="*/ 1733432 w 2106145"/>
                                    <a:gd name="connsiteY5" fmla="*/ 4904 h 1066701"/>
                                    <a:gd name="connsiteX6" fmla="*/ 2092660 w 2106145"/>
                                    <a:gd name="connsiteY6" fmla="*/ 91991 h 1066701"/>
                                    <a:gd name="connsiteX7" fmla="*/ 2016459 w 2106145"/>
                                    <a:gd name="connsiteY7" fmla="*/ 527418 h 1066701"/>
                                    <a:gd name="connsiteX8" fmla="*/ 1886643 w 2106145"/>
                                    <a:gd name="connsiteY8" fmla="*/ 892531 h 1066701"/>
                                    <a:gd name="connsiteX9" fmla="*/ 1625386 w 2106145"/>
                                    <a:gd name="connsiteY9" fmla="*/ 1055816 h 1066701"/>
                                    <a:gd name="connsiteX10" fmla="*/ 1385900 w 2106145"/>
                                    <a:gd name="connsiteY10" fmla="*/ 957843 h 1066701"/>
                                    <a:gd name="connsiteX11" fmla="*/ 1102870 w 2106145"/>
                                    <a:gd name="connsiteY11" fmla="*/ 1001384 h 1066701"/>
                                    <a:gd name="connsiteX12" fmla="*/ 874273 w 2106145"/>
                                    <a:gd name="connsiteY12" fmla="*/ 1023158 h 1066701"/>
                                    <a:gd name="connsiteX13" fmla="*/ 634786 w 2106145"/>
                                    <a:gd name="connsiteY13" fmla="*/ 1044930 h 1066701"/>
                                    <a:gd name="connsiteX14" fmla="*/ 319100 w 2106145"/>
                                    <a:gd name="connsiteY14" fmla="*/ 1001385 h 1066701"/>
                                    <a:gd name="connsiteX15" fmla="*/ 155815 w 2106145"/>
                                    <a:gd name="connsiteY15" fmla="*/ 859873 h 1066701"/>
                                    <a:gd name="connsiteX16" fmla="*/ 14300 w 2106145"/>
                                    <a:gd name="connsiteY16" fmla="*/ 881644 h 1066701"/>
                                    <a:gd name="connsiteX17" fmla="*/ 3415 w 2106145"/>
                                    <a:gd name="connsiteY17" fmla="*/ 1044930 h 1066701"/>
                                    <a:gd name="connsiteX18" fmla="*/ 221129 w 2106145"/>
                                    <a:gd name="connsiteY18" fmla="*/ 1066701 h 1066701"/>
                                    <a:gd name="connsiteX0" fmla="*/ 285631 w 2111812"/>
                                    <a:gd name="connsiteY0" fmla="*/ 70219 h 1066701"/>
                                    <a:gd name="connsiteX1" fmla="*/ 427145 w 2111812"/>
                                    <a:gd name="connsiteY1" fmla="*/ 385905 h 1066701"/>
                                    <a:gd name="connsiteX2" fmla="*/ 710172 w 2111812"/>
                                    <a:gd name="connsiteY2" fmla="*/ 233503 h 1066701"/>
                                    <a:gd name="connsiteX3" fmla="*/ 1123832 w 2111812"/>
                                    <a:gd name="connsiteY3" fmla="*/ 483877 h 1066701"/>
                                    <a:gd name="connsiteX4" fmla="*/ 1406860 w 2111812"/>
                                    <a:gd name="connsiteY4" fmla="*/ 179077 h 1066701"/>
                                    <a:gd name="connsiteX5" fmla="*/ 1733432 w 2111812"/>
                                    <a:gd name="connsiteY5" fmla="*/ 4904 h 1066701"/>
                                    <a:gd name="connsiteX6" fmla="*/ 2092660 w 2111812"/>
                                    <a:gd name="connsiteY6" fmla="*/ 91991 h 1066701"/>
                                    <a:gd name="connsiteX7" fmla="*/ 2016459 w 2111812"/>
                                    <a:gd name="connsiteY7" fmla="*/ 527418 h 1066701"/>
                                    <a:gd name="connsiteX8" fmla="*/ 1625386 w 2111812"/>
                                    <a:gd name="connsiteY8" fmla="*/ 1055816 h 1066701"/>
                                    <a:gd name="connsiteX9" fmla="*/ 1385900 w 2111812"/>
                                    <a:gd name="connsiteY9" fmla="*/ 957843 h 1066701"/>
                                    <a:gd name="connsiteX10" fmla="*/ 1102870 w 2111812"/>
                                    <a:gd name="connsiteY10" fmla="*/ 1001384 h 1066701"/>
                                    <a:gd name="connsiteX11" fmla="*/ 874273 w 2111812"/>
                                    <a:gd name="connsiteY11" fmla="*/ 1023158 h 1066701"/>
                                    <a:gd name="connsiteX12" fmla="*/ 634786 w 2111812"/>
                                    <a:gd name="connsiteY12" fmla="*/ 1044930 h 1066701"/>
                                    <a:gd name="connsiteX13" fmla="*/ 319100 w 2111812"/>
                                    <a:gd name="connsiteY13" fmla="*/ 1001385 h 1066701"/>
                                    <a:gd name="connsiteX14" fmla="*/ 155815 w 2111812"/>
                                    <a:gd name="connsiteY14" fmla="*/ 859873 h 1066701"/>
                                    <a:gd name="connsiteX15" fmla="*/ 14300 w 2111812"/>
                                    <a:gd name="connsiteY15" fmla="*/ 881644 h 1066701"/>
                                    <a:gd name="connsiteX16" fmla="*/ 3415 w 2111812"/>
                                    <a:gd name="connsiteY16" fmla="*/ 1044930 h 1066701"/>
                                    <a:gd name="connsiteX17" fmla="*/ 221129 w 2111812"/>
                                    <a:gd name="connsiteY17" fmla="*/ 1066701 h 1066701"/>
                                    <a:gd name="connsiteX0" fmla="*/ 285631 w 2106694"/>
                                    <a:gd name="connsiteY0" fmla="*/ 70219 h 1066701"/>
                                    <a:gd name="connsiteX1" fmla="*/ 427145 w 2106694"/>
                                    <a:gd name="connsiteY1" fmla="*/ 385905 h 1066701"/>
                                    <a:gd name="connsiteX2" fmla="*/ 710172 w 2106694"/>
                                    <a:gd name="connsiteY2" fmla="*/ 233503 h 1066701"/>
                                    <a:gd name="connsiteX3" fmla="*/ 1123832 w 2106694"/>
                                    <a:gd name="connsiteY3" fmla="*/ 483877 h 1066701"/>
                                    <a:gd name="connsiteX4" fmla="*/ 1406860 w 2106694"/>
                                    <a:gd name="connsiteY4" fmla="*/ 179077 h 1066701"/>
                                    <a:gd name="connsiteX5" fmla="*/ 1733432 w 2106694"/>
                                    <a:gd name="connsiteY5" fmla="*/ 4904 h 1066701"/>
                                    <a:gd name="connsiteX6" fmla="*/ 2092660 w 2106694"/>
                                    <a:gd name="connsiteY6" fmla="*/ 91991 h 1066701"/>
                                    <a:gd name="connsiteX7" fmla="*/ 2016459 w 2106694"/>
                                    <a:gd name="connsiteY7" fmla="*/ 527418 h 1066701"/>
                                    <a:gd name="connsiteX8" fmla="*/ 1853986 w 2106694"/>
                                    <a:gd name="connsiteY8" fmla="*/ 794559 h 1066701"/>
                                    <a:gd name="connsiteX9" fmla="*/ 1625386 w 2106694"/>
                                    <a:gd name="connsiteY9" fmla="*/ 1055816 h 1066701"/>
                                    <a:gd name="connsiteX10" fmla="*/ 1385900 w 2106694"/>
                                    <a:gd name="connsiteY10" fmla="*/ 957843 h 1066701"/>
                                    <a:gd name="connsiteX11" fmla="*/ 1102870 w 2106694"/>
                                    <a:gd name="connsiteY11" fmla="*/ 1001384 h 1066701"/>
                                    <a:gd name="connsiteX12" fmla="*/ 874273 w 2106694"/>
                                    <a:gd name="connsiteY12" fmla="*/ 1023158 h 1066701"/>
                                    <a:gd name="connsiteX13" fmla="*/ 634786 w 2106694"/>
                                    <a:gd name="connsiteY13" fmla="*/ 1044930 h 1066701"/>
                                    <a:gd name="connsiteX14" fmla="*/ 319100 w 2106694"/>
                                    <a:gd name="connsiteY14" fmla="*/ 1001385 h 1066701"/>
                                    <a:gd name="connsiteX15" fmla="*/ 155815 w 2106694"/>
                                    <a:gd name="connsiteY15" fmla="*/ 859873 h 1066701"/>
                                    <a:gd name="connsiteX16" fmla="*/ 14300 w 2106694"/>
                                    <a:gd name="connsiteY16" fmla="*/ 881644 h 1066701"/>
                                    <a:gd name="connsiteX17" fmla="*/ 3415 w 2106694"/>
                                    <a:gd name="connsiteY17" fmla="*/ 1044930 h 1066701"/>
                                    <a:gd name="connsiteX18" fmla="*/ 221129 w 2106694"/>
                                    <a:gd name="connsiteY18" fmla="*/ 1066701 h 1066701"/>
                                    <a:gd name="connsiteX0" fmla="*/ 285631 w 2105971"/>
                                    <a:gd name="connsiteY0" fmla="*/ 70219 h 1066701"/>
                                    <a:gd name="connsiteX1" fmla="*/ 427145 w 2105971"/>
                                    <a:gd name="connsiteY1" fmla="*/ 385905 h 1066701"/>
                                    <a:gd name="connsiteX2" fmla="*/ 710172 w 2105971"/>
                                    <a:gd name="connsiteY2" fmla="*/ 233503 h 1066701"/>
                                    <a:gd name="connsiteX3" fmla="*/ 1123832 w 2105971"/>
                                    <a:gd name="connsiteY3" fmla="*/ 483877 h 1066701"/>
                                    <a:gd name="connsiteX4" fmla="*/ 1406860 w 2105971"/>
                                    <a:gd name="connsiteY4" fmla="*/ 179077 h 1066701"/>
                                    <a:gd name="connsiteX5" fmla="*/ 1733432 w 2105971"/>
                                    <a:gd name="connsiteY5" fmla="*/ 4904 h 1066701"/>
                                    <a:gd name="connsiteX6" fmla="*/ 2092660 w 2105971"/>
                                    <a:gd name="connsiteY6" fmla="*/ 91991 h 1066701"/>
                                    <a:gd name="connsiteX7" fmla="*/ 2016459 w 2105971"/>
                                    <a:gd name="connsiteY7" fmla="*/ 527418 h 1066701"/>
                                    <a:gd name="connsiteX8" fmla="*/ 1897529 w 2105971"/>
                                    <a:gd name="connsiteY8" fmla="*/ 827216 h 1066701"/>
                                    <a:gd name="connsiteX9" fmla="*/ 1625386 w 2105971"/>
                                    <a:gd name="connsiteY9" fmla="*/ 1055816 h 1066701"/>
                                    <a:gd name="connsiteX10" fmla="*/ 1385900 w 2105971"/>
                                    <a:gd name="connsiteY10" fmla="*/ 957843 h 1066701"/>
                                    <a:gd name="connsiteX11" fmla="*/ 1102870 w 2105971"/>
                                    <a:gd name="connsiteY11" fmla="*/ 1001384 h 1066701"/>
                                    <a:gd name="connsiteX12" fmla="*/ 874273 w 2105971"/>
                                    <a:gd name="connsiteY12" fmla="*/ 1023158 h 1066701"/>
                                    <a:gd name="connsiteX13" fmla="*/ 634786 w 2105971"/>
                                    <a:gd name="connsiteY13" fmla="*/ 1044930 h 1066701"/>
                                    <a:gd name="connsiteX14" fmla="*/ 319100 w 2105971"/>
                                    <a:gd name="connsiteY14" fmla="*/ 1001385 h 1066701"/>
                                    <a:gd name="connsiteX15" fmla="*/ 155815 w 2105971"/>
                                    <a:gd name="connsiteY15" fmla="*/ 859873 h 1066701"/>
                                    <a:gd name="connsiteX16" fmla="*/ 14300 w 2105971"/>
                                    <a:gd name="connsiteY16" fmla="*/ 881644 h 1066701"/>
                                    <a:gd name="connsiteX17" fmla="*/ 3415 w 2105971"/>
                                    <a:gd name="connsiteY17" fmla="*/ 1044930 h 1066701"/>
                                    <a:gd name="connsiteX18" fmla="*/ 221129 w 2105971"/>
                                    <a:gd name="connsiteY18" fmla="*/ 1066701 h 1066701"/>
                                    <a:gd name="connsiteX0" fmla="*/ 285631 w 2105971"/>
                                    <a:gd name="connsiteY0" fmla="*/ 70219 h 1066701"/>
                                    <a:gd name="connsiteX1" fmla="*/ 427145 w 2105971"/>
                                    <a:gd name="connsiteY1" fmla="*/ 385905 h 1066701"/>
                                    <a:gd name="connsiteX2" fmla="*/ 710172 w 2105971"/>
                                    <a:gd name="connsiteY2" fmla="*/ 233503 h 1066701"/>
                                    <a:gd name="connsiteX3" fmla="*/ 1123832 w 2105971"/>
                                    <a:gd name="connsiteY3" fmla="*/ 483877 h 1066701"/>
                                    <a:gd name="connsiteX4" fmla="*/ 1406860 w 2105971"/>
                                    <a:gd name="connsiteY4" fmla="*/ 179077 h 1066701"/>
                                    <a:gd name="connsiteX5" fmla="*/ 1733432 w 2105971"/>
                                    <a:gd name="connsiteY5" fmla="*/ 4904 h 1066701"/>
                                    <a:gd name="connsiteX6" fmla="*/ 2092660 w 2105971"/>
                                    <a:gd name="connsiteY6" fmla="*/ 91991 h 1066701"/>
                                    <a:gd name="connsiteX7" fmla="*/ 2016459 w 2105971"/>
                                    <a:gd name="connsiteY7" fmla="*/ 527418 h 1066701"/>
                                    <a:gd name="connsiteX8" fmla="*/ 1897529 w 2105971"/>
                                    <a:gd name="connsiteY8" fmla="*/ 827216 h 1066701"/>
                                    <a:gd name="connsiteX9" fmla="*/ 1625386 w 2105971"/>
                                    <a:gd name="connsiteY9" fmla="*/ 1055816 h 1066701"/>
                                    <a:gd name="connsiteX10" fmla="*/ 1353243 w 2105971"/>
                                    <a:gd name="connsiteY10" fmla="*/ 936072 h 1066701"/>
                                    <a:gd name="connsiteX11" fmla="*/ 1102870 w 2105971"/>
                                    <a:gd name="connsiteY11" fmla="*/ 1001384 h 1066701"/>
                                    <a:gd name="connsiteX12" fmla="*/ 874273 w 2105971"/>
                                    <a:gd name="connsiteY12" fmla="*/ 1023158 h 1066701"/>
                                    <a:gd name="connsiteX13" fmla="*/ 634786 w 2105971"/>
                                    <a:gd name="connsiteY13" fmla="*/ 1044930 h 1066701"/>
                                    <a:gd name="connsiteX14" fmla="*/ 319100 w 2105971"/>
                                    <a:gd name="connsiteY14" fmla="*/ 1001385 h 1066701"/>
                                    <a:gd name="connsiteX15" fmla="*/ 155815 w 2105971"/>
                                    <a:gd name="connsiteY15" fmla="*/ 859873 h 1066701"/>
                                    <a:gd name="connsiteX16" fmla="*/ 14300 w 2105971"/>
                                    <a:gd name="connsiteY16" fmla="*/ 881644 h 1066701"/>
                                    <a:gd name="connsiteX17" fmla="*/ 3415 w 2105971"/>
                                    <a:gd name="connsiteY17" fmla="*/ 1044930 h 1066701"/>
                                    <a:gd name="connsiteX18" fmla="*/ 221129 w 2105971"/>
                                    <a:gd name="connsiteY18" fmla="*/ 1066701 h 1066701"/>
                                    <a:gd name="connsiteX0" fmla="*/ 285631 w 2105971"/>
                                    <a:gd name="connsiteY0" fmla="*/ 70219 h 1066701"/>
                                    <a:gd name="connsiteX1" fmla="*/ 427145 w 2105971"/>
                                    <a:gd name="connsiteY1" fmla="*/ 385905 h 1066701"/>
                                    <a:gd name="connsiteX2" fmla="*/ 710172 w 2105971"/>
                                    <a:gd name="connsiteY2" fmla="*/ 233503 h 1066701"/>
                                    <a:gd name="connsiteX3" fmla="*/ 1123832 w 2105971"/>
                                    <a:gd name="connsiteY3" fmla="*/ 483877 h 1066701"/>
                                    <a:gd name="connsiteX4" fmla="*/ 1406860 w 2105971"/>
                                    <a:gd name="connsiteY4" fmla="*/ 179077 h 1066701"/>
                                    <a:gd name="connsiteX5" fmla="*/ 1733432 w 2105971"/>
                                    <a:gd name="connsiteY5" fmla="*/ 4904 h 1066701"/>
                                    <a:gd name="connsiteX6" fmla="*/ 2092660 w 2105971"/>
                                    <a:gd name="connsiteY6" fmla="*/ 91991 h 1066701"/>
                                    <a:gd name="connsiteX7" fmla="*/ 2016459 w 2105971"/>
                                    <a:gd name="connsiteY7" fmla="*/ 527418 h 1066701"/>
                                    <a:gd name="connsiteX8" fmla="*/ 1897529 w 2105971"/>
                                    <a:gd name="connsiteY8" fmla="*/ 827216 h 1066701"/>
                                    <a:gd name="connsiteX9" fmla="*/ 1625386 w 2105971"/>
                                    <a:gd name="connsiteY9" fmla="*/ 1055816 h 1066701"/>
                                    <a:gd name="connsiteX10" fmla="*/ 1353243 w 2105971"/>
                                    <a:gd name="connsiteY10" fmla="*/ 936072 h 1066701"/>
                                    <a:gd name="connsiteX11" fmla="*/ 1113756 w 2105971"/>
                                    <a:gd name="connsiteY11" fmla="*/ 1044927 h 1066701"/>
                                    <a:gd name="connsiteX12" fmla="*/ 874273 w 2105971"/>
                                    <a:gd name="connsiteY12" fmla="*/ 1023158 h 1066701"/>
                                    <a:gd name="connsiteX13" fmla="*/ 634786 w 2105971"/>
                                    <a:gd name="connsiteY13" fmla="*/ 1044930 h 1066701"/>
                                    <a:gd name="connsiteX14" fmla="*/ 319100 w 2105971"/>
                                    <a:gd name="connsiteY14" fmla="*/ 1001385 h 1066701"/>
                                    <a:gd name="connsiteX15" fmla="*/ 155815 w 2105971"/>
                                    <a:gd name="connsiteY15" fmla="*/ 859873 h 1066701"/>
                                    <a:gd name="connsiteX16" fmla="*/ 14300 w 2105971"/>
                                    <a:gd name="connsiteY16" fmla="*/ 881644 h 1066701"/>
                                    <a:gd name="connsiteX17" fmla="*/ 3415 w 2105971"/>
                                    <a:gd name="connsiteY17" fmla="*/ 1044930 h 1066701"/>
                                    <a:gd name="connsiteX18" fmla="*/ 221129 w 2105971"/>
                                    <a:gd name="connsiteY18" fmla="*/ 1066701 h 1066701"/>
                                    <a:gd name="connsiteX0" fmla="*/ 285631 w 2105971"/>
                                    <a:gd name="connsiteY0" fmla="*/ 70219 h 1066701"/>
                                    <a:gd name="connsiteX1" fmla="*/ 427145 w 2105971"/>
                                    <a:gd name="connsiteY1" fmla="*/ 385905 h 1066701"/>
                                    <a:gd name="connsiteX2" fmla="*/ 710172 w 2105971"/>
                                    <a:gd name="connsiteY2" fmla="*/ 233503 h 1066701"/>
                                    <a:gd name="connsiteX3" fmla="*/ 1123832 w 2105971"/>
                                    <a:gd name="connsiteY3" fmla="*/ 483877 h 1066701"/>
                                    <a:gd name="connsiteX4" fmla="*/ 1406860 w 2105971"/>
                                    <a:gd name="connsiteY4" fmla="*/ 179077 h 1066701"/>
                                    <a:gd name="connsiteX5" fmla="*/ 1733432 w 2105971"/>
                                    <a:gd name="connsiteY5" fmla="*/ 4904 h 1066701"/>
                                    <a:gd name="connsiteX6" fmla="*/ 2092660 w 2105971"/>
                                    <a:gd name="connsiteY6" fmla="*/ 91991 h 1066701"/>
                                    <a:gd name="connsiteX7" fmla="*/ 2016459 w 2105971"/>
                                    <a:gd name="connsiteY7" fmla="*/ 527418 h 1066701"/>
                                    <a:gd name="connsiteX8" fmla="*/ 1897529 w 2105971"/>
                                    <a:gd name="connsiteY8" fmla="*/ 827216 h 1066701"/>
                                    <a:gd name="connsiteX9" fmla="*/ 1625386 w 2105971"/>
                                    <a:gd name="connsiteY9" fmla="*/ 1055816 h 1066701"/>
                                    <a:gd name="connsiteX10" fmla="*/ 1353243 w 2105971"/>
                                    <a:gd name="connsiteY10" fmla="*/ 936072 h 1066701"/>
                                    <a:gd name="connsiteX11" fmla="*/ 1113756 w 2105971"/>
                                    <a:gd name="connsiteY11" fmla="*/ 1044927 h 1066701"/>
                                    <a:gd name="connsiteX12" fmla="*/ 874273 w 2105971"/>
                                    <a:gd name="connsiteY12" fmla="*/ 1055815 h 1066701"/>
                                    <a:gd name="connsiteX13" fmla="*/ 634786 w 2105971"/>
                                    <a:gd name="connsiteY13" fmla="*/ 1044930 h 1066701"/>
                                    <a:gd name="connsiteX14" fmla="*/ 319100 w 2105971"/>
                                    <a:gd name="connsiteY14" fmla="*/ 1001385 h 1066701"/>
                                    <a:gd name="connsiteX15" fmla="*/ 155815 w 2105971"/>
                                    <a:gd name="connsiteY15" fmla="*/ 859873 h 1066701"/>
                                    <a:gd name="connsiteX16" fmla="*/ 14300 w 2105971"/>
                                    <a:gd name="connsiteY16" fmla="*/ 881644 h 1066701"/>
                                    <a:gd name="connsiteX17" fmla="*/ 3415 w 2105971"/>
                                    <a:gd name="connsiteY17" fmla="*/ 1044930 h 1066701"/>
                                    <a:gd name="connsiteX18" fmla="*/ 221129 w 2105971"/>
                                    <a:gd name="connsiteY18" fmla="*/ 1066701 h 1066701"/>
                                    <a:gd name="connsiteX0" fmla="*/ 285631 w 2133484"/>
                                    <a:gd name="connsiteY0" fmla="*/ 70026 h 1066508"/>
                                    <a:gd name="connsiteX1" fmla="*/ 427145 w 2133484"/>
                                    <a:gd name="connsiteY1" fmla="*/ 385712 h 1066508"/>
                                    <a:gd name="connsiteX2" fmla="*/ 710172 w 2133484"/>
                                    <a:gd name="connsiteY2" fmla="*/ 233310 h 1066508"/>
                                    <a:gd name="connsiteX3" fmla="*/ 1123832 w 2133484"/>
                                    <a:gd name="connsiteY3" fmla="*/ 483684 h 1066508"/>
                                    <a:gd name="connsiteX4" fmla="*/ 1406860 w 2133484"/>
                                    <a:gd name="connsiteY4" fmla="*/ 178884 h 1066508"/>
                                    <a:gd name="connsiteX5" fmla="*/ 1733432 w 2133484"/>
                                    <a:gd name="connsiteY5" fmla="*/ 4711 h 1066508"/>
                                    <a:gd name="connsiteX6" fmla="*/ 2092660 w 2133484"/>
                                    <a:gd name="connsiteY6" fmla="*/ 91798 h 1066508"/>
                                    <a:gd name="connsiteX7" fmla="*/ 2103545 w 2133484"/>
                                    <a:gd name="connsiteY7" fmla="*/ 516339 h 1066508"/>
                                    <a:gd name="connsiteX8" fmla="*/ 1897529 w 2133484"/>
                                    <a:gd name="connsiteY8" fmla="*/ 827023 h 1066508"/>
                                    <a:gd name="connsiteX9" fmla="*/ 1625386 w 2133484"/>
                                    <a:gd name="connsiteY9" fmla="*/ 1055623 h 1066508"/>
                                    <a:gd name="connsiteX10" fmla="*/ 1353243 w 2133484"/>
                                    <a:gd name="connsiteY10" fmla="*/ 935879 h 1066508"/>
                                    <a:gd name="connsiteX11" fmla="*/ 1113756 w 2133484"/>
                                    <a:gd name="connsiteY11" fmla="*/ 1044734 h 1066508"/>
                                    <a:gd name="connsiteX12" fmla="*/ 874273 w 2133484"/>
                                    <a:gd name="connsiteY12" fmla="*/ 1055622 h 1066508"/>
                                    <a:gd name="connsiteX13" fmla="*/ 634786 w 2133484"/>
                                    <a:gd name="connsiteY13" fmla="*/ 1044737 h 1066508"/>
                                    <a:gd name="connsiteX14" fmla="*/ 319100 w 2133484"/>
                                    <a:gd name="connsiteY14" fmla="*/ 1001192 h 1066508"/>
                                    <a:gd name="connsiteX15" fmla="*/ 155815 w 2133484"/>
                                    <a:gd name="connsiteY15" fmla="*/ 859680 h 1066508"/>
                                    <a:gd name="connsiteX16" fmla="*/ 14300 w 2133484"/>
                                    <a:gd name="connsiteY16" fmla="*/ 881451 h 1066508"/>
                                    <a:gd name="connsiteX17" fmla="*/ 3415 w 2133484"/>
                                    <a:gd name="connsiteY17" fmla="*/ 1044737 h 1066508"/>
                                    <a:gd name="connsiteX18" fmla="*/ 221129 w 2133484"/>
                                    <a:gd name="connsiteY18" fmla="*/ 1066508 h 1066508"/>
                                    <a:gd name="connsiteX0" fmla="*/ 285631 w 2130934"/>
                                    <a:gd name="connsiteY0" fmla="*/ 70026 h 1066508"/>
                                    <a:gd name="connsiteX1" fmla="*/ 427145 w 2130934"/>
                                    <a:gd name="connsiteY1" fmla="*/ 385712 h 1066508"/>
                                    <a:gd name="connsiteX2" fmla="*/ 710172 w 2130934"/>
                                    <a:gd name="connsiteY2" fmla="*/ 233310 h 1066508"/>
                                    <a:gd name="connsiteX3" fmla="*/ 1123832 w 2130934"/>
                                    <a:gd name="connsiteY3" fmla="*/ 483684 h 1066508"/>
                                    <a:gd name="connsiteX4" fmla="*/ 1406860 w 2130934"/>
                                    <a:gd name="connsiteY4" fmla="*/ 178884 h 1066508"/>
                                    <a:gd name="connsiteX5" fmla="*/ 1733432 w 2130934"/>
                                    <a:gd name="connsiteY5" fmla="*/ 4711 h 1066508"/>
                                    <a:gd name="connsiteX6" fmla="*/ 2092660 w 2130934"/>
                                    <a:gd name="connsiteY6" fmla="*/ 91798 h 1066508"/>
                                    <a:gd name="connsiteX7" fmla="*/ 2103545 w 2130934"/>
                                    <a:gd name="connsiteY7" fmla="*/ 516339 h 1066508"/>
                                    <a:gd name="connsiteX8" fmla="*/ 1941072 w 2130934"/>
                                    <a:gd name="connsiteY8" fmla="*/ 859680 h 1066508"/>
                                    <a:gd name="connsiteX9" fmla="*/ 1625386 w 2130934"/>
                                    <a:gd name="connsiteY9" fmla="*/ 1055623 h 1066508"/>
                                    <a:gd name="connsiteX10" fmla="*/ 1353243 w 2130934"/>
                                    <a:gd name="connsiteY10" fmla="*/ 935879 h 1066508"/>
                                    <a:gd name="connsiteX11" fmla="*/ 1113756 w 2130934"/>
                                    <a:gd name="connsiteY11" fmla="*/ 1044734 h 1066508"/>
                                    <a:gd name="connsiteX12" fmla="*/ 874273 w 2130934"/>
                                    <a:gd name="connsiteY12" fmla="*/ 1055622 h 1066508"/>
                                    <a:gd name="connsiteX13" fmla="*/ 634786 w 2130934"/>
                                    <a:gd name="connsiteY13" fmla="*/ 1044737 h 1066508"/>
                                    <a:gd name="connsiteX14" fmla="*/ 319100 w 2130934"/>
                                    <a:gd name="connsiteY14" fmla="*/ 1001192 h 1066508"/>
                                    <a:gd name="connsiteX15" fmla="*/ 155815 w 2130934"/>
                                    <a:gd name="connsiteY15" fmla="*/ 859680 h 1066508"/>
                                    <a:gd name="connsiteX16" fmla="*/ 14300 w 2130934"/>
                                    <a:gd name="connsiteY16" fmla="*/ 881451 h 1066508"/>
                                    <a:gd name="connsiteX17" fmla="*/ 3415 w 2130934"/>
                                    <a:gd name="connsiteY17" fmla="*/ 1044737 h 1066508"/>
                                    <a:gd name="connsiteX18" fmla="*/ 221129 w 2130934"/>
                                    <a:gd name="connsiteY18" fmla="*/ 1066508 h 1066508"/>
                                    <a:gd name="connsiteX0" fmla="*/ 285631 w 2130934"/>
                                    <a:gd name="connsiteY0" fmla="*/ 70026 h 1066508"/>
                                    <a:gd name="connsiteX1" fmla="*/ 427145 w 2130934"/>
                                    <a:gd name="connsiteY1" fmla="*/ 385712 h 1066508"/>
                                    <a:gd name="connsiteX2" fmla="*/ 710172 w 2130934"/>
                                    <a:gd name="connsiteY2" fmla="*/ 233310 h 1066508"/>
                                    <a:gd name="connsiteX3" fmla="*/ 1123832 w 2130934"/>
                                    <a:gd name="connsiteY3" fmla="*/ 483684 h 1066508"/>
                                    <a:gd name="connsiteX4" fmla="*/ 1406860 w 2130934"/>
                                    <a:gd name="connsiteY4" fmla="*/ 178884 h 1066508"/>
                                    <a:gd name="connsiteX5" fmla="*/ 1733432 w 2130934"/>
                                    <a:gd name="connsiteY5" fmla="*/ 4711 h 1066508"/>
                                    <a:gd name="connsiteX6" fmla="*/ 2092660 w 2130934"/>
                                    <a:gd name="connsiteY6" fmla="*/ 91798 h 1066508"/>
                                    <a:gd name="connsiteX7" fmla="*/ 2103545 w 2130934"/>
                                    <a:gd name="connsiteY7" fmla="*/ 516339 h 1066508"/>
                                    <a:gd name="connsiteX8" fmla="*/ 1941072 w 2130934"/>
                                    <a:gd name="connsiteY8" fmla="*/ 859680 h 1066508"/>
                                    <a:gd name="connsiteX9" fmla="*/ 1647157 w 2130934"/>
                                    <a:gd name="connsiteY9" fmla="*/ 968538 h 1066508"/>
                                    <a:gd name="connsiteX10" fmla="*/ 1353243 w 2130934"/>
                                    <a:gd name="connsiteY10" fmla="*/ 935879 h 1066508"/>
                                    <a:gd name="connsiteX11" fmla="*/ 1113756 w 2130934"/>
                                    <a:gd name="connsiteY11" fmla="*/ 1044734 h 1066508"/>
                                    <a:gd name="connsiteX12" fmla="*/ 874273 w 2130934"/>
                                    <a:gd name="connsiteY12" fmla="*/ 1055622 h 1066508"/>
                                    <a:gd name="connsiteX13" fmla="*/ 634786 w 2130934"/>
                                    <a:gd name="connsiteY13" fmla="*/ 1044737 h 1066508"/>
                                    <a:gd name="connsiteX14" fmla="*/ 319100 w 2130934"/>
                                    <a:gd name="connsiteY14" fmla="*/ 1001192 h 1066508"/>
                                    <a:gd name="connsiteX15" fmla="*/ 155815 w 2130934"/>
                                    <a:gd name="connsiteY15" fmla="*/ 859680 h 1066508"/>
                                    <a:gd name="connsiteX16" fmla="*/ 14300 w 2130934"/>
                                    <a:gd name="connsiteY16" fmla="*/ 881451 h 1066508"/>
                                    <a:gd name="connsiteX17" fmla="*/ 3415 w 2130934"/>
                                    <a:gd name="connsiteY17" fmla="*/ 1044737 h 1066508"/>
                                    <a:gd name="connsiteX18" fmla="*/ 221129 w 2130934"/>
                                    <a:gd name="connsiteY18" fmla="*/ 1066508 h 1066508"/>
                                    <a:gd name="connsiteX0" fmla="*/ 285631 w 2128520"/>
                                    <a:gd name="connsiteY0" fmla="*/ 70026 h 1066508"/>
                                    <a:gd name="connsiteX1" fmla="*/ 427145 w 2128520"/>
                                    <a:gd name="connsiteY1" fmla="*/ 385712 h 1066508"/>
                                    <a:gd name="connsiteX2" fmla="*/ 710172 w 2128520"/>
                                    <a:gd name="connsiteY2" fmla="*/ 233310 h 1066508"/>
                                    <a:gd name="connsiteX3" fmla="*/ 1123832 w 2128520"/>
                                    <a:gd name="connsiteY3" fmla="*/ 483684 h 1066508"/>
                                    <a:gd name="connsiteX4" fmla="*/ 1406860 w 2128520"/>
                                    <a:gd name="connsiteY4" fmla="*/ 178884 h 1066508"/>
                                    <a:gd name="connsiteX5" fmla="*/ 1733432 w 2128520"/>
                                    <a:gd name="connsiteY5" fmla="*/ 4711 h 1066508"/>
                                    <a:gd name="connsiteX6" fmla="*/ 2092660 w 2128520"/>
                                    <a:gd name="connsiteY6" fmla="*/ 91798 h 1066508"/>
                                    <a:gd name="connsiteX7" fmla="*/ 2103545 w 2128520"/>
                                    <a:gd name="connsiteY7" fmla="*/ 516339 h 1066508"/>
                                    <a:gd name="connsiteX8" fmla="*/ 1984615 w 2128520"/>
                                    <a:gd name="connsiteY8" fmla="*/ 870565 h 1066508"/>
                                    <a:gd name="connsiteX9" fmla="*/ 1647157 w 2128520"/>
                                    <a:gd name="connsiteY9" fmla="*/ 968538 h 1066508"/>
                                    <a:gd name="connsiteX10" fmla="*/ 1353243 w 2128520"/>
                                    <a:gd name="connsiteY10" fmla="*/ 935879 h 1066508"/>
                                    <a:gd name="connsiteX11" fmla="*/ 1113756 w 2128520"/>
                                    <a:gd name="connsiteY11" fmla="*/ 1044734 h 1066508"/>
                                    <a:gd name="connsiteX12" fmla="*/ 874273 w 2128520"/>
                                    <a:gd name="connsiteY12" fmla="*/ 1055622 h 1066508"/>
                                    <a:gd name="connsiteX13" fmla="*/ 634786 w 2128520"/>
                                    <a:gd name="connsiteY13" fmla="*/ 1044737 h 1066508"/>
                                    <a:gd name="connsiteX14" fmla="*/ 319100 w 2128520"/>
                                    <a:gd name="connsiteY14" fmla="*/ 1001192 h 1066508"/>
                                    <a:gd name="connsiteX15" fmla="*/ 155815 w 2128520"/>
                                    <a:gd name="connsiteY15" fmla="*/ 859680 h 1066508"/>
                                    <a:gd name="connsiteX16" fmla="*/ 14300 w 2128520"/>
                                    <a:gd name="connsiteY16" fmla="*/ 881451 h 1066508"/>
                                    <a:gd name="connsiteX17" fmla="*/ 3415 w 2128520"/>
                                    <a:gd name="connsiteY17" fmla="*/ 1044737 h 1066508"/>
                                    <a:gd name="connsiteX18" fmla="*/ 221129 w 2128520"/>
                                    <a:gd name="connsiteY18" fmla="*/ 1066508 h 1066508"/>
                                    <a:gd name="connsiteX0" fmla="*/ 285631 w 2128520"/>
                                    <a:gd name="connsiteY0" fmla="*/ 70026 h 1066508"/>
                                    <a:gd name="connsiteX1" fmla="*/ 427145 w 2128520"/>
                                    <a:gd name="connsiteY1" fmla="*/ 385712 h 1066508"/>
                                    <a:gd name="connsiteX2" fmla="*/ 710172 w 2128520"/>
                                    <a:gd name="connsiteY2" fmla="*/ 233310 h 1066508"/>
                                    <a:gd name="connsiteX3" fmla="*/ 1123832 w 2128520"/>
                                    <a:gd name="connsiteY3" fmla="*/ 483684 h 1066508"/>
                                    <a:gd name="connsiteX4" fmla="*/ 1406860 w 2128520"/>
                                    <a:gd name="connsiteY4" fmla="*/ 178884 h 1066508"/>
                                    <a:gd name="connsiteX5" fmla="*/ 1733432 w 2128520"/>
                                    <a:gd name="connsiteY5" fmla="*/ 4711 h 1066508"/>
                                    <a:gd name="connsiteX6" fmla="*/ 2092660 w 2128520"/>
                                    <a:gd name="connsiteY6" fmla="*/ 91798 h 1066508"/>
                                    <a:gd name="connsiteX7" fmla="*/ 2103545 w 2128520"/>
                                    <a:gd name="connsiteY7" fmla="*/ 516339 h 1066508"/>
                                    <a:gd name="connsiteX8" fmla="*/ 1984615 w 2128520"/>
                                    <a:gd name="connsiteY8" fmla="*/ 870565 h 1066508"/>
                                    <a:gd name="connsiteX9" fmla="*/ 1647157 w 2128520"/>
                                    <a:gd name="connsiteY9" fmla="*/ 968538 h 1066508"/>
                                    <a:gd name="connsiteX10" fmla="*/ 1429443 w 2128520"/>
                                    <a:gd name="connsiteY10" fmla="*/ 935879 h 1066508"/>
                                    <a:gd name="connsiteX11" fmla="*/ 1113756 w 2128520"/>
                                    <a:gd name="connsiteY11" fmla="*/ 1044734 h 1066508"/>
                                    <a:gd name="connsiteX12" fmla="*/ 874273 w 2128520"/>
                                    <a:gd name="connsiteY12" fmla="*/ 1055622 h 1066508"/>
                                    <a:gd name="connsiteX13" fmla="*/ 634786 w 2128520"/>
                                    <a:gd name="connsiteY13" fmla="*/ 1044737 h 1066508"/>
                                    <a:gd name="connsiteX14" fmla="*/ 319100 w 2128520"/>
                                    <a:gd name="connsiteY14" fmla="*/ 1001192 h 1066508"/>
                                    <a:gd name="connsiteX15" fmla="*/ 155815 w 2128520"/>
                                    <a:gd name="connsiteY15" fmla="*/ 859680 h 1066508"/>
                                    <a:gd name="connsiteX16" fmla="*/ 14300 w 2128520"/>
                                    <a:gd name="connsiteY16" fmla="*/ 881451 h 1066508"/>
                                    <a:gd name="connsiteX17" fmla="*/ 3415 w 2128520"/>
                                    <a:gd name="connsiteY17" fmla="*/ 1044737 h 1066508"/>
                                    <a:gd name="connsiteX18" fmla="*/ 221129 w 2128520"/>
                                    <a:gd name="connsiteY18" fmla="*/ 1066508 h 1066508"/>
                                    <a:gd name="connsiteX0" fmla="*/ 285631 w 2128520"/>
                                    <a:gd name="connsiteY0" fmla="*/ 70026 h 1066508"/>
                                    <a:gd name="connsiteX1" fmla="*/ 427145 w 2128520"/>
                                    <a:gd name="connsiteY1" fmla="*/ 385712 h 1066508"/>
                                    <a:gd name="connsiteX2" fmla="*/ 710172 w 2128520"/>
                                    <a:gd name="connsiteY2" fmla="*/ 233310 h 1066508"/>
                                    <a:gd name="connsiteX3" fmla="*/ 1123832 w 2128520"/>
                                    <a:gd name="connsiteY3" fmla="*/ 483684 h 1066508"/>
                                    <a:gd name="connsiteX4" fmla="*/ 1406860 w 2128520"/>
                                    <a:gd name="connsiteY4" fmla="*/ 178884 h 1066508"/>
                                    <a:gd name="connsiteX5" fmla="*/ 1733432 w 2128520"/>
                                    <a:gd name="connsiteY5" fmla="*/ 4711 h 1066508"/>
                                    <a:gd name="connsiteX6" fmla="*/ 2092660 w 2128520"/>
                                    <a:gd name="connsiteY6" fmla="*/ 91798 h 1066508"/>
                                    <a:gd name="connsiteX7" fmla="*/ 2103545 w 2128520"/>
                                    <a:gd name="connsiteY7" fmla="*/ 516339 h 1066508"/>
                                    <a:gd name="connsiteX8" fmla="*/ 1984615 w 2128520"/>
                                    <a:gd name="connsiteY8" fmla="*/ 870565 h 1066508"/>
                                    <a:gd name="connsiteX9" fmla="*/ 1745129 w 2128520"/>
                                    <a:gd name="connsiteY9" fmla="*/ 990309 h 1066508"/>
                                    <a:gd name="connsiteX10" fmla="*/ 1429443 w 2128520"/>
                                    <a:gd name="connsiteY10" fmla="*/ 935879 h 1066508"/>
                                    <a:gd name="connsiteX11" fmla="*/ 1113756 w 2128520"/>
                                    <a:gd name="connsiteY11" fmla="*/ 1044734 h 1066508"/>
                                    <a:gd name="connsiteX12" fmla="*/ 874273 w 2128520"/>
                                    <a:gd name="connsiteY12" fmla="*/ 1055622 h 1066508"/>
                                    <a:gd name="connsiteX13" fmla="*/ 634786 w 2128520"/>
                                    <a:gd name="connsiteY13" fmla="*/ 1044737 h 1066508"/>
                                    <a:gd name="connsiteX14" fmla="*/ 319100 w 2128520"/>
                                    <a:gd name="connsiteY14" fmla="*/ 1001192 h 1066508"/>
                                    <a:gd name="connsiteX15" fmla="*/ 155815 w 2128520"/>
                                    <a:gd name="connsiteY15" fmla="*/ 859680 h 1066508"/>
                                    <a:gd name="connsiteX16" fmla="*/ 14300 w 2128520"/>
                                    <a:gd name="connsiteY16" fmla="*/ 881451 h 1066508"/>
                                    <a:gd name="connsiteX17" fmla="*/ 3415 w 2128520"/>
                                    <a:gd name="connsiteY17" fmla="*/ 1044737 h 1066508"/>
                                    <a:gd name="connsiteX18" fmla="*/ 221129 w 2128520"/>
                                    <a:gd name="connsiteY18" fmla="*/ 1066508 h 1066508"/>
                                    <a:gd name="connsiteX0" fmla="*/ 285631 w 2128520"/>
                                    <a:gd name="connsiteY0" fmla="*/ 70026 h 1066508"/>
                                    <a:gd name="connsiteX1" fmla="*/ 427145 w 2128520"/>
                                    <a:gd name="connsiteY1" fmla="*/ 385712 h 1066508"/>
                                    <a:gd name="connsiteX2" fmla="*/ 710172 w 2128520"/>
                                    <a:gd name="connsiteY2" fmla="*/ 233310 h 1066508"/>
                                    <a:gd name="connsiteX3" fmla="*/ 1123832 w 2128520"/>
                                    <a:gd name="connsiteY3" fmla="*/ 483684 h 1066508"/>
                                    <a:gd name="connsiteX4" fmla="*/ 1406860 w 2128520"/>
                                    <a:gd name="connsiteY4" fmla="*/ 178884 h 1066508"/>
                                    <a:gd name="connsiteX5" fmla="*/ 1733432 w 2128520"/>
                                    <a:gd name="connsiteY5" fmla="*/ 4711 h 1066508"/>
                                    <a:gd name="connsiteX6" fmla="*/ 2092660 w 2128520"/>
                                    <a:gd name="connsiteY6" fmla="*/ 91798 h 1066508"/>
                                    <a:gd name="connsiteX7" fmla="*/ 2103545 w 2128520"/>
                                    <a:gd name="connsiteY7" fmla="*/ 516339 h 1066508"/>
                                    <a:gd name="connsiteX8" fmla="*/ 1984615 w 2128520"/>
                                    <a:gd name="connsiteY8" fmla="*/ 870565 h 1066508"/>
                                    <a:gd name="connsiteX9" fmla="*/ 1745129 w 2128520"/>
                                    <a:gd name="connsiteY9" fmla="*/ 990309 h 1066508"/>
                                    <a:gd name="connsiteX10" fmla="*/ 1429443 w 2128520"/>
                                    <a:gd name="connsiteY10" fmla="*/ 935879 h 1066508"/>
                                    <a:gd name="connsiteX11" fmla="*/ 1146413 w 2128520"/>
                                    <a:gd name="connsiteY11" fmla="*/ 1001191 h 1066508"/>
                                    <a:gd name="connsiteX12" fmla="*/ 874273 w 2128520"/>
                                    <a:gd name="connsiteY12" fmla="*/ 1055622 h 1066508"/>
                                    <a:gd name="connsiteX13" fmla="*/ 634786 w 2128520"/>
                                    <a:gd name="connsiteY13" fmla="*/ 1044737 h 1066508"/>
                                    <a:gd name="connsiteX14" fmla="*/ 319100 w 2128520"/>
                                    <a:gd name="connsiteY14" fmla="*/ 1001192 h 1066508"/>
                                    <a:gd name="connsiteX15" fmla="*/ 155815 w 2128520"/>
                                    <a:gd name="connsiteY15" fmla="*/ 859680 h 1066508"/>
                                    <a:gd name="connsiteX16" fmla="*/ 14300 w 2128520"/>
                                    <a:gd name="connsiteY16" fmla="*/ 881451 h 1066508"/>
                                    <a:gd name="connsiteX17" fmla="*/ 3415 w 2128520"/>
                                    <a:gd name="connsiteY17" fmla="*/ 1044737 h 1066508"/>
                                    <a:gd name="connsiteX18" fmla="*/ 221129 w 2128520"/>
                                    <a:gd name="connsiteY18" fmla="*/ 1066508 h 1066508"/>
                                    <a:gd name="connsiteX0" fmla="*/ 285631 w 2128520"/>
                                    <a:gd name="connsiteY0" fmla="*/ 70026 h 1099165"/>
                                    <a:gd name="connsiteX1" fmla="*/ 427145 w 2128520"/>
                                    <a:gd name="connsiteY1" fmla="*/ 385712 h 1099165"/>
                                    <a:gd name="connsiteX2" fmla="*/ 710172 w 2128520"/>
                                    <a:gd name="connsiteY2" fmla="*/ 233310 h 1099165"/>
                                    <a:gd name="connsiteX3" fmla="*/ 1123832 w 2128520"/>
                                    <a:gd name="connsiteY3" fmla="*/ 483684 h 1099165"/>
                                    <a:gd name="connsiteX4" fmla="*/ 1406860 w 2128520"/>
                                    <a:gd name="connsiteY4" fmla="*/ 178884 h 1099165"/>
                                    <a:gd name="connsiteX5" fmla="*/ 1733432 w 2128520"/>
                                    <a:gd name="connsiteY5" fmla="*/ 4711 h 1099165"/>
                                    <a:gd name="connsiteX6" fmla="*/ 2092660 w 2128520"/>
                                    <a:gd name="connsiteY6" fmla="*/ 91798 h 1099165"/>
                                    <a:gd name="connsiteX7" fmla="*/ 2103545 w 2128520"/>
                                    <a:gd name="connsiteY7" fmla="*/ 516339 h 1099165"/>
                                    <a:gd name="connsiteX8" fmla="*/ 1984615 w 2128520"/>
                                    <a:gd name="connsiteY8" fmla="*/ 870565 h 1099165"/>
                                    <a:gd name="connsiteX9" fmla="*/ 1745129 w 2128520"/>
                                    <a:gd name="connsiteY9" fmla="*/ 990309 h 1099165"/>
                                    <a:gd name="connsiteX10" fmla="*/ 1429443 w 2128520"/>
                                    <a:gd name="connsiteY10" fmla="*/ 935879 h 1099165"/>
                                    <a:gd name="connsiteX11" fmla="*/ 1146413 w 2128520"/>
                                    <a:gd name="connsiteY11" fmla="*/ 1001191 h 1099165"/>
                                    <a:gd name="connsiteX12" fmla="*/ 874273 w 2128520"/>
                                    <a:gd name="connsiteY12" fmla="*/ 1055622 h 1099165"/>
                                    <a:gd name="connsiteX13" fmla="*/ 634786 w 2128520"/>
                                    <a:gd name="connsiteY13" fmla="*/ 1044737 h 1099165"/>
                                    <a:gd name="connsiteX14" fmla="*/ 319100 w 2128520"/>
                                    <a:gd name="connsiteY14" fmla="*/ 1001192 h 1099165"/>
                                    <a:gd name="connsiteX15" fmla="*/ 155815 w 2128520"/>
                                    <a:gd name="connsiteY15" fmla="*/ 859680 h 1099165"/>
                                    <a:gd name="connsiteX16" fmla="*/ 14300 w 2128520"/>
                                    <a:gd name="connsiteY16" fmla="*/ 881451 h 1099165"/>
                                    <a:gd name="connsiteX17" fmla="*/ 3415 w 2128520"/>
                                    <a:gd name="connsiteY17" fmla="*/ 1044737 h 1099165"/>
                                    <a:gd name="connsiteX18" fmla="*/ 166701 w 2128520"/>
                                    <a:gd name="connsiteY18" fmla="*/ 1099165 h 1099165"/>
                                    <a:gd name="connsiteX0" fmla="*/ 285631 w 2128520"/>
                                    <a:gd name="connsiteY0" fmla="*/ 70026 h 1110050"/>
                                    <a:gd name="connsiteX1" fmla="*/ 427145 w 2128520"/>
                                    <a:gd name="connsiteY1" fmla="*/ 385712 h 1110050"/>
                                    <a:gd name="connsiteX2" fmla="*/ 710172 w 2128520"/>
                                    <a:gd name="connsiteY2" fmla="*/ 233310 h 1110050"/>
                                    <a:gd name="connsiteX3" fmla="*/ 1123832 w 2128520"/>
                                    <a:gd name="connsiteY3" fmla="*/ 483684 h 1110050"/>
                                    <a:gd name="connsiteX4" fmla="*/ 1406860 w 2128520"/>
                                    <a:gd name="connsiteY4" fmla="*/ 178884 h 1110050"/>
                                    <a:gd name="connsiteX5" fmla="*/ 1733432 w 2128520"/>
                                    <a:gd name="connsiteY5" fmla="*/ 4711 h 1110050"/>
                                    <a:gd name="connsiteX6" fmla="*/ 2092660 w 2128520"/>
                                    <a:gd name="connsiteY6" fmla="*/ 91798 h 1110050"/>
                                    <a:gd name="connsiteX7" fmla="*/ 2103545 w 2128520"/>
                                    <a:gd name="connsiteY7" fmla="*/ 516339 h 1110050"/>
                                    <a:gd name="connsiteX8" fmla="*/ 1984615 w 2128520"/>
                                    <a:gd name="connsiteY8" fmla="*/ 870565 h 1110050"/>
                                    <a:gd name="connsiteX9" fmla="*/ 1745129 w 2128520"/>
                                    <a:gd name="connsiteY9" fmla="*/ 990309 h 1110050"/>
                                    <a:gd name="connsiteX10" fmla="*/ 1429443 w 2128520"/>
                                    <a:gd name="connsiteY10" fmla="*/ 935879 h 1110050"/>
                                    <a:gd name="connsiteX11" fmla="*/ 1146413 w 2128520"/>
                                    <a:gd name="connsiteY11" fmla="*/ 1001191 h 1110050"/>
                                    <a:gd name="connsiteX12" fmla="*/ 874273 w 2128520"/>
                                    <a:gd name="connsiteY12" fmla="*/ 1055622 h 1110050"/>
                                    <a:gd name="connsiteX13" fmla="*/ 634786 w 2128520"/>
                                    <a:gd name="connsiteY13" fmla="*/ 1044737 h 1110050"/>
                                    <a:gd name="connsiteX14" fmla="*/ 319100 w 2128520"/>
                                    <a:gd name="connsiteY14" fmla="*/ 1001192 h 1110050"/>
                                    <a:gd name="connsiteX15" fmla="*/ 155815 w 2128520"/>
                                    <a:gd name="connsiteY15" fmla="*/ 859680 h 1110050"/>
                                    <a:gd name="connsiteX16" fmla="*/ 14300 w 2128520"/>
                                    <a:gd name="connsiteY16" fmla="*/ 881451 h 1110050"/>
                                    <a:gd name="connsiteX17" fmla="*/ 3415 w 2128520"/>
                                    <a:gd name="connsiteY17" fmla="*/ 1044737 h 1110050"/>
                                    <a:gd name="connsiteX18" fmla="*/ 166701 w 2128520"/>
                                    <a:gd name="connsiteY18" fmla="*/ 1099165 h 1110050"/>
                                    <a:gd name="connsiteX19" fmla="*/ 177586 w 2128520"/>
                                    <a:gd name="connsiteY19" fmla="*/ 1110050 h 1110050"/>
                                    <a:gd name="connsiteX0" fmla="*/ 285631 w 2128520"/>
                                    <a:gd name="connsiteY0" fmla="*/ 70026 h 1153593"/>
                                    <a:gd name="connsiteX1" fmla="*/ 427145 w 2128520"/>
                                    <a:gd name="connsiteY1" fmla="*/ 385712 h 1153593"/>
                                    <a:gd name="connsiteX2" fmla="*/ 710172 w 2128520"/>
                                    <a:gd name="connsiteY2" fmla="*/ 233310 h 1153593"/>
                                    <a:gd name="connsiteX3" fmla="*/ 1123832 w 2128520"/>
                                    <a:gd name="connsiteY3" fmla="*/ 483684 h 1153593"/>
                                    <a:gd name="connsiteX4" fmla="*/ 1406860 w 2128520"/>
                                    <a:gd name="connsiteY4" fmla="*/ 178884 h 1153593"/>
                                    <a:gd name="connsiteX5" fmla="*/ 1733432 w 2128520"/>
                                    <a:gd name="connsiteY5" fmla="*/ 4711 h 1153593"/>
                                    <a:gd name="connsiteX6" fmla="*/ 2092660 w 2128520"/>
                                    <a:gd name="connsiteY6" fmla="*/ 91798 h 1153593"/>
                                    <a:gd name="connsiteX7" fmla="*/ 2103545 w 2128520"/>
                                    <a:gd name="connsiteY7" fmla="*/ 516339 h 1153593"/>
                                    <a:gd name="connsiteX8" fmla="*/ 1984615 w 2128520"/>
                                    <a:gd name="connsiteY8" fmla="*/ 870565 h 1153593"/>
                                    <a:gd name="connsiteX9" fmla="*/ 1745129 w 2128520"/>
                                    <a:gd name="connsiteY9" fmla="*/ 990309 h 1153593"/>
                                    <a:gd name="connsiteX10" fmla="*/ 1429443 w 2128520"/>
                                    <a:gd name="connsiteY10" fmla="*/ 935879 h 1153593"/>
                                    <a:gd name="connsiteX11" fmla="*/ 1146413 w 2128520"/>
                                    <a:gd name="connsiteY11" fmla="*/ 1001191 h 1153593"/>
                                    <a:gd name="connsiteX12" fmla="*/ 874273 w 2128520"/>
                                    <a:gd name="connsiteY12" fmla="*/ 1055622 h 1153593"/>
                                    <a:gd name="connsiteX13" fmla="*/ 634786 w 2128520"/>
                                    <a:gd name="connsiteY13" fmla="*/ 1044737 h 1153593"/>
                                    <a:gd name="connsiteX14" fmla="*/ 319100 w 2128520"/>
                                    <a:gd name="connsiteY14" fmla="*/ 1001192 h 1153593"/>
                                    <a:gd name="connsiteX15" fmla="*/ 155815 w 2128520"/>
                                    <a:gd name="connsiteY15" fmla="*/ 859680 h 1153593"/>
                                    <a:gd name="connsiteX16" fmla="*/ 14300 w 2128520"/>
                                    <a:gd name="connsiteY16" fmla="*/ 881451 h 1153593"/>
                                    <a:gd name="connsiteX17" fmla="*/ 3415 w 2128520"/>
                                    <a:gd name="connsiteY17" fmla="*/ 1044737 h 1153593"/>
                                    <a:gd name="connsiteX18" fmla="*/ 166701 w 2128520"/>
                                    <a:gd name="connsiteY18" fmla="*/ 1099165 h 1153593"/>
                                    <a:gd name="connsiteX19" fmla="*/ 471501 w 2128520"/>
                                    <a:gd name="connsiteY19" fmla="*/ 1153593 h 1153593"/>
                                    <a:gd name="connsiteX0" fmla="*/ 285631 w 2128520"/>
                                    <a:gd name="connsiteY0" fmla="*/ 70026 h 1154431"/>
                                    <a:gd name="connsiteX1" fmla="*/ 427145 w 2128520"/>
                                    <a:gd name="connsiteY1" fmla="*/ 385712 h 1154431"/>
                                    <a:gd name="connsiteX2" fmla="*/ 710172 w 2128520"/>
                                    <a:gd name="connsiteY2" fmla="*/ 233310 h 1154431"/>
                                    <a:gd name="connsiteX3" fmla="*/ 1123832 w 2128520"/>
                                    <a:gd name="connsiteY3" fmla="*/ 483684 h 1154431"/>
                                    <a:gd name="connsiteX4" fmla="*/ 1406860 w 2128520"/>
                                    <a:gd name="connsiteY4" fmla="*/ 178884 h 1154431"/>
                                    <a:gd name="connsiteX5" fmla="*/ 1733432 w 2128520"/>
                                    <a:gd name="connsiteY5" fmla="*/ 4711 h 1154431"/>
                                    <a:gd name="connsiteX6" fmla="*/ 2092660 w 2128520"/>
                                    <a:gd name="connsiteY6" fmla="*/ 91798 h 1154431"/>
                                    <a:gd name="connsiteX7" fmla="*/ 2103545 w 2128520"/>
                                    <a:gd name="connsiteY7" fmla="*/ 516339 h 1154431"/>
                                    <a:gd name="connsiteX8" fmla="*/ 1984615 w 2128520"/>
                                    <a:gd name="connsiteY8" fmla="*/ 870565 h 1154431"/>
                                    <a:gd name="connsiteX9" fmla="*/ 1745129 w 2128520"/>
                                    <a:gd name="connsiteY9" fmla="*/ 990309 h 1154431"/>
                                    <a:gd name="connsiteX10" fmla="*/ 1429443 w 2128520"/>
                                    <a:gd name="connsiteY10" fmla="*/ 935879 h 1154431"/>
                                    <a:gd name="connsiteX11" fmla="*/ 1146413 w 2128520"/>
                                    <a:gd name="connsiteY11" fmla="*/ 1001191 h 1154431"/>
                                    <a:gd name="connsiteX12" fmla="*/ 874273 w 2128520"/>
                                    <a:gd name="connsiteY12" fmla="*/ 1055622 h 1154431"/>
                                    <a:gd name="connsiteX13" fmla="*/ 634786 w 2128520"/>
                                    <a:gd name="connsiteY13" fmla="*/ 1044737 h 1154431"/>
                                    <a:gd name="connsiteX14" fmla="*/ 319100 w 2128520"/>
                                    <a:gd name="connsiteY14" fmla="*/ 1001192 h 1154431"/>
                                    <a:gd name="connsiteX15" fmla="*/ 155815 w 2128520"/>
                                    <a:gd name="connsiteY15" fmla="*/ 859680 h 1154431"/>
                                    <a:gd name="connsiteX16" fmla="*/ 14300 w 2128520"/>
                                    <a:gd name="connsiteY16" fmla="*/ 881451 h 1154431"/>
                                    <a:gd name="connsiteX17" fmla="*/ 3415 w 2128520"/>
                                    <a:gd name="connsiteY17" fmla="*/ 1044737 h 1154431"/>
                                    <a:gd name="connsiteX18" fmla="*/ 166701 w 2128520"/>
                                    <a:gd name="connsiteY18" fmla="*/ 1099165 h 1154431"/>
                                    <a:gd name="connsiteX19" fmla="*/ 471501 w 2128520"/>
                                    <a:gd name="connsiteY19" fmla="*/ 1153593 h 1154431"/>
                                    <a:gd name="connsiteX20" fmla="*/ 460615 w 2128520"/>
                                    <a:gd name="connsiteY20" fmla="*/ 1131821 h 1154431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146413 w 2128520"/>
                                    <a:gd name="connsiteY11" fmla="*/ 1001191 h 1176004"/>
                                    <a:gd name="connsiteX12" fmla="*/ 874273 w 2128520"/>
                                    <a:gd name="connsiteY12" fmla="*/ 1055622 h 1176004"/>
                                    <a:gd name="connsiteX13" fmla="*/ 634786 w 2128520"/>
                                    <a:gd name="connsiteY13" fmla="*/ 1044737 h 1176004"/>
                                    <a:gd name="connsiteX14" fmla="*/ 319100 w 2128520"/>
                                    <a:gd name="connsiteY14" fmla="*/ 1001192 h 1176004"/>
                                    <a:gd name="connsiteX15" fmla="*/ 155815 w 2128520"/>
                                    <a:gd name="connsiteY15" fmla="*/ 859680 h 1176004"/>
                                    <a:gd name="connsiteX16" fmla="*/ 14300 w 2128520"/>
                                    <a:gd name="connsiteY16" fmla="*/ 881451 h 1176004"/>
                                    <a:gd name="connsiteX17" fmla="*/ 3415 w 2128520"/>
                                    <a:gd name="connsiteY17" fmla="*/ 1044737 h 1176004"/>
                                    <a:gd name="connsiteX18" fmla="*/ 166701 w 2128520"/>
                                    <a:gd name="connsiteY18" fmla="*/ 1099165 h 1176004"/>
                                    <a:gd name="connsiteX19" fmla="*/ 471501 w 2128520"/>
                                    <a:gd name="connsiteY19" fmla="*/ 1153593 h 1176004"/>
                                    <a:gd name="connsiteX20" fmla="*/ 852501 w 2128520"/>
                                    <a:gd name="connsiteY20" fmla="*/ 1175364 h 1176004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146413 w 2128520"/>
                                    <a:gd name="connsiteY11" fmla="*/ 1001191 h 1176004"/>
                                    <a:gd name="connsiteX12" fmla="*/ 874273 w 2128520"/>
                                    <a:gd name="connsiteY12" fmla="*/ 1055622 h 1176004"/>
                                    <a:gd name="connsiteX13" fmla="*/ 634786 w 2128520"/>
                                    <a:gd name="connsiteY13" fmla="*/ 1044737 h 1176004"/>
                                    <a:gd name="connsiteX14" fmla="*/ 319100 w 2128520"/>
                                    <a:gd name="connsiteY14" fmla="*/ 1001192 h 1176004"/>
                                    <a:gd name="connsiteX15" fmla="*/ 155815 w 2128520"/>
                                    <a:gd name="connsiteY15" fmla="*/ 859680 h 1176004"/>
                                    <a:gd name="connsiteX16" fmla="*/ 14300 w 2128520"/>
                                    <a:gd name="connsiteY16" fmla="*/ 881451 h 1176004"/>
                                    <a:gd name="connsiteX17" fmla="*/ 3415 w 2128520"/>
                                    <a:gd name="connsiteY17" fmla="*/ 1044737 h 1176004"/>
                                    <a:gd name="connsiteX18" fmla="*/ 166701 w 2128520"/>
                                    <a:gd name="connsiteY18" fmla="*/ 1099165 h 1176004"/>
                                    <a:gd name="connsiteX19" fmla="*/ 471501 w 2128520"/>
                                    <a:gd name="connsiteY19" fmla="*/ 1153593 h 1176004"/>
                                    <a:gd name="connsiteX20" fmla="*/ 852501 w 2128520"/>
                                    <a:gd name="connsiteY20" fmla="*/ 1175364 h 1176004"/>
                                    <a:gd name="connsiteX21" fmla="*/ 830729 w 2128520"/>
                                    <a:gd name="connsiteY21" fmla="*/ 1164477 h 1176004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146413 w 2128520"/>
                                    <a:gd name="connsiteY11" fmla="*/ 1001191 h 1176004"/>
                                    <a:gd name="connsiteX12" fmla="*/ 874273 w 2128520"/>
                                    <a:gd name="connsiteY12" fmla="*/ 1055622 h 1176004"/>
                                    <a:gd name="connsiteX13" fmla="*/ 634786 w 2128520"/>
                                    <a:gd name="connsiteY13" fmla="*/ 1044737 h 1176004"/>
                                    <a:gd name="connsiteX14" fmla="*/ 319100 w 2128520"/>
                                    <a:gd name="connsiteY14" fmla="*/ 1001192 h 1176004"/>
                                    <a:gd name="connsiteX15" fmla="*/ 155815 w 2128520"/>
                                    <a:gd name="connsiteY15" fmla="*/ 859680 h 1176004"/>
                                    <a:gd name="connsiteX16" fmla="*/ 14300 w 2128520"/>
                                    <a:gd name="connsiteY16" fmla="*/ 881451 h 1176004"/>
                                    <a:gd name="connsiteX17" fmla="*/ 3415 w 2128520"/>
                                    <a:gd name="connsiteY17" fmla="*/ 1044737 h 1176004"/>
                                    <a:gd name="connsiteX18" fmla="*/ 166701 w 2128520"/>
                                    <a:gd name="connsiteY18" fmla="*/ 1099165 h 1176004"/>
                                    <a:gd name="connsiteX19" fmla="*/ 471501 w 2128520"/>
                                    <a:gd name="connsiteY19" fmla="*/ 1153593 h 1176004"/>
                                    <a:gd name="connsiteX20" fmla="*/ 852501 w 2128520"/>
                                    <a:gd name="connsiteY20" fmla="*/ 1175364 h 1176004"/>
                                    <a:gd name="connsiteX21" fmla="*/ 1222615 w 2128520"/>
                                    <a:gd name="connsiteY21" fmla="*/ 1110048 h 1176004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146413 w 2128520"/>
                                    <a:gd name="connsiteY11" fmla="*/ 1001191 h 1176004"/>
                                    <a:gd name="connsiteX12" fmla="*/ 874273 w 2128520"/>
                                    <a:gd name="connsiteY12" fmla="*/ 1055622 h 1176004"/>
                                    <a:gd name="connsiteX13" fmla="*/ 787186 w 2128520"/>
                                    <a:gd name="connsiteY13" fmla="*/ 935880 h 1176004"/>
                                    <a:gd name="connsiteX14" fmla="*/ 319100 w 2128520"/>
                                    <a:gd name="connsiteY14" fmla="*/ 1001192 h 1176004"/>
                                    <a:gd name="connsiteX15" fmla="*/ 155815 w 2128520"/>
                                    <a:gd name="connsiteY15" fmla="*/ 859680 h 1176004"/>
                                    <a:gd name="connsiteX16" fmla="*/ 14300 w 2128520"/>
                                    <a:gd name="connsiteY16" fmla="*/ 881451 h 1176004"/>
                                    <a:gd name="connsiteX17" fmla="*/ 3415 w 2128520"/>
                                    <a:gd name="connsiteY17" fmla="*/ 1044737 h 1176004"/>
                                    <a:gd name="connsiteX18" fmla="*/ 166701 w 2128520"/>
                                    <a:gd name="connsiteY18" fmla="*/ 1099165 h 1176004"/>
                                    <a:gd name="connsiteX19" fmla="*/ 471501 w 2128520"/>
                                    <a:gd name="connsiteY19" fmla="*/ 1153593 h 1176004"/>
                                    <a:gd name="connsiteX20" fmla="*/ 852501 w 2128520"/>
                                    <a:gd name="connsiteY20" fmla="*/ 1175364 h 1176004"/>
                                    <a:gd name="connsiteX21" fmla="*/ 1222615 w 2128520"/>
                                    <a:gd name="connsiteY21" fmla="*/ 1110048 h 1176004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146413 w 2128520"/>
                                    <a:gd name="connsiteY11" fmla="*/ 1001191 h 1176004"/>
                                    <a:gd name="connsiteX12" fmla="*/ 787186 w 2128520"/>
                                    <a:gd name="connsiteY12" fmla="*/ 935880 h 1176004"/>
                                    <a:gd name="connsiteX13" fmla="*/ 319100 w 2128520"/>
                                    <a:gd name="connsiteY13" fmla="*/ 1001192 h 1176004"/>
                                    <a:gd name="connsiteX14" fmla="*/ 155815 w 2128520"/>
                                    <a:gd name="connsiteY14" fmla="*/ 859680 h 1176004"/>
                                    <a:gd name="connsiteX15" fmla="*/ 14300 w 2128520"/>
                                    <a:gd name="connsiteY15" fmla="*/ 881451 h 1176004"/>
                                    <a:gd name="connsiteX16" fmla="*/ 3415 w 2128520"/>
                                    <a:gd name="connsiteY16" fmla="*/ 1044737 h 1176004"/>
                                    <a:gd name="connsiteX17" fmla="*/ 166701 w 2128520"/>
                                    <a:gd name="connsiteY17" fmla="*/ 1099165 h 1176004"/>
                                    <a:gd name="connsiteX18" fmla="*/ 471501 w 2128520"/>
                                    <a:gd name="connsiteY18" fmla="*/ 1153593 h 1176004"/>
                                    <a:gd name="connsiteX19" fmla="*/ 852501 w 2128520"/>
                                    <a:gd name="connsiteY19" fmla="*/ 1175364 h 1176004"/>
                                    <a:gd name="connsiteX20" fmla="*/ 1222615 w 2128520"/>
                                    <a:gd name="connsiteY20" fmla="*/ 1110048 h 1176004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146413 w 2128520"/>
                                    <a:gd name="connsiteY11" fmla="*/ 1001191 h 1176004"/>
                                    <a:gd name="connsiteX12" fmla="*/ 787186 w 2128520"/>
                                    <a:gd name="connsiteY12" fmla="*/ 935880 h 1176004"/>
                                    <a:gd name="connsiteX13" fmla="*/ 460615 w 2128520"/>
                                    <a:gd name="connsiteY13" fmla="*/ 1033849 h 1176004"/>
                                    <a:gd name="connsiteX14" fmla="*/ 155815 w 2128520"/>
                                    <a:gd name="connsiteY14" fmla="*/ 859680 h 1176004"/>
                                    <a:gd name="connsiteX15" fmla="*/ 14300 w 2128520"/>
                                    <a:gd name="connsiteY15" fmla="*/ 881451 h 1176004"/>
                                    <a:gd name="connsiteX16" fmla="*/ 3415 w 2128520"/>
                                    <a:gd name="connsiteY16" fmla="*/ 1044737 h 1176004"/>
                                    <a:gd name="connsiteX17" fmla="*/ 166701 w 2128520"/>
                                    <a:gd name="connsiteY17" fmla="*/ 1099165 h 1176004"/>
                                    <a:gd name="connsiteX18" fmla="*/ 471501 w 2128520"/>
                                    <a:gd name="connsiteY18" fmla="*/ 1153593 h 1176004"/>
                                    <a:gd name="connsiteX19" fmla="*/ 852501 w 2128520"/>
                                    <a:gd name="connsiteY19" fmla="*/ 1175364 h 1176004"/>
                                    <a:gd name="connsiteX20" fmla="*/ 1222615 w 2128520"/>
                                    <a:gd name="connsiteY20" fmla="*/ 1110048 h 1176004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091985 w 2128520"/>
                                    <a:gd name="connsiteY11" fmla="*/ 1033848 h 1176004"/>
                                    <a:gd name="connsiteX12" fmla="*/ 787186 w 2128520"/>
                                    <a:gd name="connsiteY12" fmla="*/ 935880 h 1176004"/>
                                    <a:gd name="connsiteX13" fmla="*/ 460615 w 2128520"/>
                                    <a:gd name="connsiteY13" fmla="*/ 1033849 h 1176004"/>
                                    <a:gd name="connsiteX14" fmla="*/ 155815 w 2128520"/>
                                    <a:gd name="connsiteY14" fmla="*/ 859680 h 1176004"/>
                                    <a:gd name="connsiteX15" fmla="*/ 14300 w 2128520"/>
                                    <a:gd name="connsiteY15" fmla="*/ 881451 h 1176004"/>
                                    <a:gd name="connsiteX16" fmla="*/ 3415 w 2128520"/>
                                    <a:gd name="connsiteY16" fmla="*/ 1044737 h 1176004"/>
                                    <a:gd name="connsiteX17" fmla="*/ 166701 w 2128520"/>
                                    <a:gd name="connsiteY17" fmla="*/ 1099165 h 1176004"/>
                                    <a:gd name="connsiteX18" fmla="*/ 471501 w 2128520"/>
                                    <a:gd name="connsiteY18" fmla="*/ 1153593 h 1176004"/>
                                    <a:gd name="connsiteX19" fmla="*/ 852501 w 2128520"/>
                                    <a:gd name="connsiteY19" fmla="*/ 1175364 h 1176004"/>
                                    <a:gd name="connsiteX20" fmla="*/ 1222615 w 2128520"/>
                                    <a:gd name="connsiteY20" fmla="*/ 1110048 h 1176004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091985 w 2128520"/>
                                    <a:gd name="connsiteY11" fmla="*/ 1033848 h 1176004"/>
                                    <a:gd name="connsiteX12" fmla="*/ 732757 w 2128520"/>
                                    <a:gd name="connsiteY12" fmla="*/ 946766 h 1176004"/>
                                    <a:gd name="connsiteX13" fmla="*/ 460615 w 2128520"/>
                                    <a:gd name="connsiteY13" fmla="*/ 1033849 h 1176004"/>
                                    <a:gd name="connsiteX14" fmla="*/ 155815 w 2128520"/>
                                    <a:gd name="connsiteY14" fmla="*/ 859680 h 1176004"/>
                                    <a:gd name="connsiteX15" fmla="*/ 14300 w 2128520"/>
                                    <a:gd name="connsiteY15" fmla="*/ 881451 h 1176004"/>
                                    <a:gd name="connsiteX16" fmla="*/ 3415 w 2128520"/>
                                    <a:gd name="connsiteY16" fmla="*/ 1044737 h 1176004"/>
                                    <a:gd name="connsiteX17" fmla="*/ 166701 w 2128520"/>
                                    <a:gd name="connsiteY17" fmla="*/ 1099165 h 1176004"/>
                                    <a:gd name="connsiteX18" fmla="*/ 471501 w 2128520"/>
                                    <a:gd name="connsiteY18" fmla="*/ 1153593 h 1176004"/>
                                    <a:gd name="connsiteX19" fmla="*/ 852501 w 2128520"/>
                                    <a:gd name="connsiteY19" fmla="*/ 1175364 h 1176004"/>
                                    <a:gd name="connsiteX20" fmla="*/ 1222615 w 2128520"/>
                                    <a:gd name="connsiteY20" fmla="*/ 1110048 h 1176004"/>
                                    <a:gd name="connsiteX0" fmla="*/ 350946 w 2128520"/>
                                    <a:gd name="connsiteY0" fmla="*/ 2224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091985 w 2128520"/>
                                    <a:gd name="connsiteY11" fmla="*/ 1033848 h 1176004"/>
                                    <a:gd name="connsiteX12" fmla="*/ 732757 w 2128520"/>
                                    <a:gd name="connsiteY12" fmla="*/ 946766 h 1176004"/>
                                    <a:gd name="connsiteX13" fmla="*/ 460615 w 2128520"/>
                                    <a:gd name="connsiteY13" fmla="*/ 1033849 h 1176004"/>
                                    <a:gd name="connsiteX14" fmla="*/ 155815 w 2128520"/>
                                    <a:gd name="connsiteY14" fmla="*/ 859680 h 1176004"/>
                                    <a:gd name="connsiteX15" fmla="*/ 14300 w 2128520"/>
                                    <a:gd name="connsiteY15" fmla="*/ 881451 h 1176004"/>
                                    <a:gd name="connsiteX16" fmla="*/ 3415 w 2128520"/>
                                    <a:gd name="connsiteY16" fmla="*/ 1044737 h 1176004"/>
                                    <a:gd name="connsiteX17" fmla="*/ 166701 w 2128520"/>
                                    <a:gd name="connsiteY17" fmla="*/ 1099165 h 1176004"/>
                                    <a:gd name="connsiteX18" fmla="*/ 471501 w 2128520"/>
                                    <a:gd name="connsiteY18" fmla="*/ 1153593 h 1176004"/>
                                    <a:gd name="connsiteX19" fmla="*/ 852501 w 2128520"/>
                                    <a:gd name="connsiteY19" fmla="*/ 1175364 h 1176004"/>
                                    <a:gd name="connsiteX20" fmla="*/ 1222615 w 2128520"/>
                                    <a:gd name="connsiteY20" fmla="*/ 1110048 h 1176004"/>
                                    <a:gd name="connsiteX0" fmla="*/ 350946 w 2128520"/>
                                    <a:gd name="connsiteY0" fmla="*/ 222426 h 1176004"/>
                                    <a:gd name="connsiteX1" fmla="*/ 470688 w 2128520"/>
                                    <a:gd name="connsiteY1" fmla="*/ 374827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091985 w 2128520"/>
                                    <a:gd name="connsiteY11" fmla="*/ 1033848 h 1176004"/>
                                    <a:gd name="connsiteX12" fmla="*/ 732757 w 2128520"/>
                                    <a:gd name="connsiteY12" fmla="*/ 946766 h 1176004"/>
                                    <a:gd name="connsiteX13" fmla="*/ 460615 w 2128520"/>
                                    <a:gd name="connsiteY13" fmla="*/ 1033849 h 1176004"/>
                                    <a:gd name="connsiteX14" fmla="*/ 155815 w 2128520"/>
                                    <a:gd name="connsiteY14" fmla="*/ 859680 h 1176004"/>
                                    <a:gd name="connsiteX15" fmla="*/ 14300 w 2128520"/>
                                    <a:gd name="connsiteY15" fmla="*/ 881451 h 1176004"/>
                                    <a:gd name="connsiteX16" fmla="*/ 3415 w 2128520"/>
                                    <a:gd name="connsiteY16" fmla="*/ 1044737 h 1176004"/>
                                    <a:gd name="connsiteX17" fmla="*/ 166701 w 2128520"/>
                                    <a:gd name="connsiteY17" fmla="*/ 1099165 h 1176004"/>
                                    <a:gd name="connsiteX18" fmla="*/ 471501 w 2128520"/>
                                    <a:gd name="connsiteY18" fmla="*/ 1153593 h 1176004"/>
                                    <a:gd name="connsiteX19" fmla="*/ 852501 w 2128520"/>
                                    <a:gd name="connsiteY19" fmla="*/ 1175364 h 1176004"/>
                                    <a:gd name="connsiteX20" fmla="*/ 1222615 w 2128520"/>
                                    <a:gd name="connsiteY20" fmla="*/ 1110048 h 11760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2128520" h="1176004">
                                      <a:moveTo>
                                        <a:pt x="350946" y="222426"/>
                                      </a:moveTo>
                                      <a:cubicBezTo>
                                        <a:pt x="434403" y="333097"/>
                                        <a:pt x="410817" y="373013"/>
                                        <a:pt x="470688" y="374827"/>
                                      </a:cubicBezTo>
                                      <a:cubicBezTo>
                                        <a:pt x="530559" y="376641"/>
                                        <a:pt x="601315" y="215167"/>
                                        <a:pt x="710172" y="233310"/>
                                      </a:cubicBezTo>
                                      <a:cubicBezTo>
                                        <a:pt x="819029" y="251453"/>
                                        <a:pt x="1007717" y="492755"/>
                                        <a:pt x="1123832" y="483684"/>
                                      </a:cubicBezTo>
                                      <a:cubicBezTo>
                                        <a:pt x="1239947" y="474613"/>
                                        <a:pt x="1305260" y="258713"/>
                                        <a:pt x="1406860" y="178884"/>
                                      </a:cubicBezTo>
                                      <a:cubicBezTo>
                                        <a:pt x="1508460" y="99055"/>
                                        <a:pt x="1619132" y="19225"/>
                                        <a:pt x="1733432" y="4711"/>
                                      </a:cubicBezTo>
                                      <a:cubicBezTo>
                                        <a:pt x="1847732" y="-9803"/>
                                        <a:pt x="2030975" y="6527"/>
                                        <a:pt x="2092660" y="91798"/>
                                      </a:cubicBezTo>
                                      <a:cubicBezTo>
                                        <a:pt x="2154345" y="177069"/>
                                        <a:pt x="2121552" y="386545"/>
                                        <a:pt x="2103545" y="516339"/>
                                      </a:cubicBezTo>
                                      <a:cubicBezTo>
                                        <a:pt x="2085538" y="646133"/>
                                        <a:pt x="2049794" y="782499"/>
                                        <a:pt x="1984615" y="870565"/>
                                      </a:cubicBezTo>
                                      <a:cubicBezTo>
                                        <a:pt x="1919436" y="958631"/>
                                        <a:pt x="1823143" y="963095"/>
                                        <a:pt x="1745129" y="990309"/>
                                      </a:cubicBezTo>
                                      <a:cubicBezTo>
                                        <a:pt x="1647158" y="984866"/>
                                        <a:pt x="1476615" y="908665"/>
                                        <a:pt x="1429443" y="935879"/>
                                      </a:cubicBezTo>
                                      <a:cubicBezTo>
                                        <a:pt x="1393293" y="955002"/>
                                        <a:pt x="1096521" y="1036116"/>
                                        <a:pt x="1091985" y="1033848"/>
                                      </a:cubicBezTo>
                                      <a:cubicBezTo>
                                        <a:pt x="984942" y="1033848"/>
                                        <a:pt x="870642" y="946766"/>
                                        <a:pt x="732757" y="946766"/>
                                      </a:cubicBezTo>
                                      <a:cubicBezTo>
                                        <a:pt x="700100" y="932252"/>
                                        <a:pt x="467419" y="1036117"/>
                                        <a:pt x="460615" y="1033849"/>
                                      </a:cubicBezTo>
                                      <a:cubicBezTo>
                                        <a:pt x="404372" y="1024778"/>
                                        <a:pt x="160351" y="861947"/>
                                        <a:pt x="155815" y="859680"/>
                                      </a:cubicBezTo>
                                      <a:cubicBezTo>
                                        <a:pt x="126786" y="836095"/>
                                        <a:pt x="16568" y="881451"/>
                                        <a:pt x="14300" y="881451"/>
                                      </a:cubicBezTo>
                                      <a:cubicBezTo>
                                        <a:pt x="-9286" y="886894"/>
                                        <a:pt x="3415" y="1042469"/>
                                        <a:pt x="3415" y="1044737"/>
                                      </a:cubicBezTo>
                                      <a:cubicBezTo>
                                        <a:pt x="7044" y="1073766"/>
                                        <a:pt x="159898" y="1096897"/>
                                        <a:pt x="166701" y="1099165"/>
                                      </a:cubicBezTo>
                                      <a:cubicBezTo>
                                        <a:pt x="195729" y="1110050"/>
                                        <a:pt x="469233" y="1151325"/>
                                        <a:pt x="471501" y="1153593"/>
                                      </a:cubicBezTo>
                                      <a:cubicBezTo>
                                        <a:pt x="520487" y="1159036"/>
                                        <a:pt x="854769" y="1179900"/>
                                        <a:pt x="852501" y="1175364"/>
                                      </a:cubicBezTo>
                                      <a:cubicBezTo>
                                        <a:pt x="912372" y="1177178"/>
                                        <a:pt x="1227151" y="1112316"/>
                                        <a:pt x="1222615" y="111004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7" name="Freihandform 12"/>
                              <wps:cNvSpPr/>
                              <wps:spPr>
                                <a:xfrm>
                                  <a:off x="0" y="2972882"/>
                                  <a:ext cx="2105140" cy="1119094"/>
                                </a:xfrm>
                                <a:custGeom>
                                  <a:avLst/>
                                  <a:gdLst>
                                    <a:gd name="connsiteX0" fmla="*/ 544286 w 3755571"/>
                                    <a:gd name="connsiteY0" fmla="*/ 0 h 2419048"/>
                                    <a:gd name="connsiteX1" fmla="*/ 315686 w 3755571"/>
                                    <a:gd name="connsiteY1" fmla="*/ 32657 h 2419048"/>
                                    <a:gd name="connsiteX2" fmla="*/ 261257 w 3755571"/>
                                    <a:gd name="connsiteY2" fmla="*/ 54429 h 2419048"/>
                                    <a:gd name="connsiteX3" fmla="*/ 119743 w 3755571"/>
                                    <a:gd name="connsiteY3" fmla="*/ 130629 h 2419048"/>
                                    <a:gd name="connsiteX4" fmla="*/ 32657 w 3755571"/>
                                    <a:gd name="connsiteY4" fmla="*/ 370114 h 2419048"/>
                                    <a:gd name="connsiteX5" fmla="*/ 0 w 3755571"/>
                                    <a:gd name="connsiteY5" fmla="*/ 598714 h 2419048"/>
                                    <a:gd name="connsiteX6" fmla="*/ 32657 w 3755571"/>
                                    <a:gd name="connsiteY6" fmla="*/ 892629 h 2419048"/>
                                    <a:gd name="connsiteX7" fmla="*/ 87086 w 3755571"/>
                                    <a:gd name="connsiteY7" fmla="*/ 1219200 h 2419048"/>
                                    <a:gd name="connsiteX8" fmla="*/ 108857 w 3755571"/>
                                    <a:gd name="connsiteY8" fmla="*/ 1262743 h 2419048"/>
                                    <a:gd name="connsiteX9" fmla="*/ 283028 w 3755571"/>
                                    <a:gd name="connsiteY9" fmla="*/ 1447800 h 2419048"/>
                                    <a:gd name="connsiteX10" fmla="*/ 468086 w 3755571"/>
                                    <a:gd name="connsiteY10" fmla="*/ 1676400 h 2419048"/>
                                    <a:gd name="connsiteX11" fmla="*/ 674914 w 3755571"/>
                                    <a:gd name="connsiteY11" fmla="*/ 1905000 h 2419048"/>
                                    <a:gd name="connsiteX12" fmla="*/ 859971 w 3755571"/>
                                    <a:gd name="connsiteY12" fmla="*/ 2046514 h 2419048"/>
                                    <a:gd name="connsiteX13" fmla="*/ 1371600 w 3755571"/>
                                    <a:gd name="connsiteY13" fmla="*/ 2318657 h 2419048"/>
                                    <a:gd name="connsiteX14" fmla="*/ 1643743 w 3755571"/>
                                    <a:gd name="connsiteY14" fmla="*/ 2329543 h 2419048"/>
                                    <a:gd name="connsiteX15" fmla="*/ 1992086 w 3755571"/>
                                    <a:gd name="connsiteY15" fmla="*/ 2351314 h 2419048"/>
                                    <a:gd name="connsiteX16" fmla="*/ 2264228 w 3755571"/>
                                    <a:gd name="connsiteY16" fmla="*/ 2383971 h 2419048"/>
                                    <a:gd name="connsiteX17" fmla="*/ 2525486 w 3755571"/>
                                    <a:gd name="connsiteY17" fmla="*/ 2383971 h 2419048"/>
                                    <a:gd name="connsiteX18" fmla="*/ 2743200 w 3755571"/>
                                    <a:gd name="connsiteY18" fmla="*/ 2394857 h 2419048"/>
                                    <a:gd name="connsiteX19" fmla="*/ 2939143 w 3755571"/>
                                    <a:gd name="connsiteY19" fmla="*/ 2383971 h 2419048"/>
                                    <a:gd name="connsiteX20" fmla="*/ 3135086 w 3755571"/>
                                    <a:gd name="connsiteY20" fmla="*/ 2383971 h 2419048"/>
                                    <a:gd name="connsiteX21" fmla="*/ 3309257 w 3755571"/>
                                    <a:gd name="connsiteY21" fmla="*/ 2416629 h 2419048"/>
                                    <a:gd name="connsiteX22" fmla="*/ 3450771 w 3755571"/>
                                    <a:gd name="connsiteY22" fmla="*/ 2416629 h 2419048"/>
                                    <a:gd name="connsiteX23" fmla="*/ 3592286 w 3755571"/>
                                    <a:gd name="connsiteY23" fmla="*/ 2416629 h 2419048"/>
                                    <a:gd name="connsiteX24" fmla="*/ 3690257 w 3755571"/>
                                    <a:gd name="connsiteY24" fmla="*/ 2405743 h 2419048"/>
                                    <a:gd name="connsiteX25" fmla="*/ 3755571 w 3755571"/>
                                    <a:gd name="connsiteY25" fmla="*/ 2405743 h 2419048"/>
                                    <a:gd name="connsiteX0" fmla="*/ 315686 w 3755571"/>
                                    <a:gd name="connsiteY0" fmla="*/ 0 h 2386391"/>
                                    <a:gd name="connsiteX1" fmla="*/ 261257 w 3755571"/>
                                    <a:gd name="connsiteY1" fmla="*/ 21772 h 2386391"/>
                                    <a:gd name="connsiteX2" fmla="*/ 119743 w 3755571"/>
                                    <a:gd name="connsiteY2" fmla="*/ 97972 h 2386391"/>
                                    <a:gd name="connsiteX3" fmla="*/ 32657 w 3755571"/>
                                    <a:gd name="connsiteY3" fmla="*/ 337457 h 2386391"/>
                                    <a:gd name="connsiteX4" fmla="*/ 0 w 3755571"/>
                                    <a:gd name="connsiteY4" fmla="*/ 566057 h 2386391"/>
                                    <a:gd name="connsiteX5" fmla="*/ 32657 w 3755571"/>
                                    <a:gd name="connsiteY5" fmla="*/ 859972 h 2386391"/>
                                    <a:gd name="connsiteX6" fmla="*/ 87086 w 3755571"/>
                                    <a:gd name="connsiteY6" fmla="*/ 1186543 h 2386391"/>
                                    <a:gd name="connsiteX7" fmla="*/ 108857 w 3755571"/>
                                    <a:gd name="connsiteY7" fmla="*/ 1230086 h 2386391"/>
                                    <a:gd name="connsiteX8" fmla="*/ 283028 w 3755571"/>
                                    <a:gd name="connsiteY8" fmla="*/ 1415143 h 2386391"/>
                                    <a:gd name="connsiteX9" fmla="*/ 468086 w 3755571"/>
                                    <a:gd name="connsiteY9" fmla="*/ 1643743 h 2386391"/>
                                    <a:gd name="connsiteX10" fmla="*/ 674914 w 3755571"/>
                                    <a:gd name="connsiteY10" fmla="*/ 1872343 h 2386391"/>
                                    <a:gd name="connsiteX11" fmla="*/ 859971 w 3755571"/>
                                    <a:gd name="connsiteY11" fmla="*/ 2013857 h 2386391"/>
                                    <a:gd name="connsiteX12" fmla="*/ 1371600 w 3755571"/>
                                    <a:gd name="connsiteY12" fmla="*/ 2286000 h 2386391"/>
                                    <a:gd name="connsiteX13" fmla="*/ 1643743 w 3755571"/>
                                    <a:gd name="connsiteY13" fmla="*/ 2296886 h 2386391"/>
                                    <a:gd name="connsiteX14" fmla="*/ 1992086 w 3755571"/>
                                    <a:gd name="connsiteY14" fmla="*/ 2318657 h 2386391"/>
                                    <a:gd name="connsiteX15" fmla="*/ 2264228 w 3755571"/>
                                    <a:gd name="connsiteY15" fmla="*/ 2351314 h 2386391"/>
                                    <a:gd name="connsiteX16" fmla="*/ 2525486 w 3755571"/>
                                    <a:gd name="connsiteY16" fmla="*/ 2351314 h 2386391"/>
                                    <a:gd name="connsiteX17" fmla="*/ 2743200 w 3755571"/>
                                    <a:gd name="connsiteY17" fmla="*/ 2362200 h 2386391"/>
                                    <a:gd name="connsiteX18" fmla="*/ 2939143 w 3755571"/>
                                    <a:gd name="connsiteY18" fmla="*/ 2351314 h 2386391"/>
                                    <a:gd name="connsiteX19" fmla="*/ 3135086 w 3755571"/>
                                    <a:gd name="connsiteY19" fmla="*/ 2351314 h 2386391"/>
                                    <a:gd name="connsiteX20" fmla="*/ 3309257 w 3755571"/>
                                    <a:gd name="connsiteY20" fmla="*/ 2383972 h 2386391"/>
                                    <a:gd name="connsiteX21" fmla="*/ 3450771 w 3755571"/>
                                    <a:gd name="connsiteY21" fmla="*/ 2383972 h 2386391"/>
                                    <a:gd name="connsiteX22" fmla="*/ 3592286 w 3755571"/>
                                    <a:gd name="connsiteY22" fmla="*/ 2383972 h 2386391"/>
                                    <a:gd name="connsiteX23" fmla="*/ 3690257 w 3755571"/>
                                    <a:gd name="connsiteY23" fmla="*/ 2373086 h 2386391"/>
                                    <a:gd name="connsiteX24" fmla="*/ 3755571 w 3755571"/>
                                    <a:gd name="connsiteY24" fmla="*/ 2373086 h 2386391"/>
                                    <a:gd name="connsiteX0" fmla="*/ 261257 w 3755571"/>
                                    <a:gd name="connsiteY0" fmla="*/ 0 h 2364619"/>
                                    <a:gd name="connsiteX1" fmla="*/ 119743 w 3755571"/>
                                    <a:gd name="connsiteY1" fmla="*/ 76200 h 2364619"/>
                                    <a:gd name="connsiteX2" fmla="*/ 32657 w 3755571"/>
                                    <a:gd name="connsiteY2" fmla="*/ 315685 h 2364619"/>
                                    <a:gd name="connsiteX3" fmla="*/ 0 w 3755571"/>
                                    <a:gd name="connsiteY3" fmla="*/ 544285 h 2364619"/>
                                    <a:gd name="connsiteX4" fmla="*/ 32657 w 3755571"/>
                                    <a:gd name="connsiteY4" fmla="*/ 838200 h 2364619"/>
                                    <a:gd name="connsiteX5" fmla="*/ 87086 w 3755571"/>
                                    <a:gd name="connsiteY5" fmla="*/ 1164771 h 2364619"/>
                                    <a:gd name="connsiteX6" fmla="*/ 108857 w 3755571"/>
                                    <a:gd name="connsiteY6" fmla="*/ 1208314 h 2364619"/>
                                    <a:gd name="connsiteX7" fmla="*/ 283028 w 3755571"/>
                                    <a:gd name="connsiteY7" fmla="*/ 1393371 h 2364619"/>
                                    <a:gd name="connsiteX8" fmla="*/ 468086 w 3755571"/>
                                    <a:gd name="connsiteY8" fmla="*/ 1621971 h 2364619"/>
                                    <a:gd name="connsiteX9" fmla="*/ 674914 w 3755571"/>
                                    <a:gd name="connsiteY9" fmla="*/ 1850571 h 2364619"/>
                                    <a:gd name="connsiteX10" fmla="*/ 859971 w 3755571"/>
                                    <a:gd name="connsiteY10" fmla="*/ 1992085 h 2364619"/>
                                    <a:gd name="connsiteX11" fmla="*/ 1371600 w 3755571"/>
                                    <a:gd name="connsiteY11" fmla="*/ 2264228 h 2364619"/>
                                    <a:gd name="connsiteX12" fmla="*/ 1643743 w 3755571"/>
                                    <a:gd name="connsiteY12" fmla="*/ 2275114 h 2364619"/>
                                    <a:gd name="connsiteX13" fmla="*/ 1992086 w 3755571"/>
                                    <a:gd name="connsiteY13" fmla="*/ 2296885 h 2364619"/>
                                    <a:gd name="connsiteX14" fmla="*/ 2264228 w 3755571"/>
                                    <a:gd name="connsiteY14" fmla="*/ 2329542 h 2364619"/>
                                    <a:gd name="connsiteX15" fmla="*/ 2525486 w 3755571"/>
                                    <a:gd name="connsiteY15" fmla="*/ 2329542 h 2364619"/>
                                    <a:gd name="connsiteX16" fmla="*/ 2743200 w 3755571"/>
                                    <a:gd name="connsiteY16" fmla="*/ 2340428 h 2364619"/>
                                    <a:gd name="connsiteX17" fmla="*/ 2939143 w 3755571"/>
                                    <a:gd name="connsiteY17" fmla="*/ 2329542 h 2364619"/>
                                    <a:gd name="connsiteX18" fmla="*/ 3135086 w 3755571"/>
                                    <a:gd name="connsiteY18" fmla="*/ 2329542 h 2364619"/>
                                    <a:gd name="connsiteX19" fmla="*/ 3309257 w 3755571"/>
                                    <a:gd name="connsiteY19" fmla="*/ 2362200 h 2364619"/>
                                    <a:gd name="connsiteX20" fmla="*/ 3450771 w 3755571"/>
                                    <a:gd name="connsiteY20" fmla="*/ 2362200 h 2364619"/>
                                    <a:gd name="connsiteX21" fmla="*/ 3592286 w 3755571"/>
                                    <a:gd name="connsiteY21" fmla="*/ 2362200 h 2364619"/>
                                    <a:gd name="connsiteX22" fmla="*/ 3690257 w 3755571"/>
                                    <a:gd name="connsiteY22" fmla="*/ 2351314 h 2364619"/>
                                    <a:gd name="connsiteX23" fmla="*/ 3755571 w 3755571"/>
                                    <a:gd name="connsiteY23" fmla="*/ 2351314 h 2364619"/>
                                    <a:gd name="connsiteX0" fmla="*/ 119743 w 3755571"/>
                                    <a:gd name="connsiteY0" fmla="*/ 0 h 2288419"/>
                                    <a:gd name="connsiteX1" fmla="*/ 32657 w 3755571"/>
                                    <a:gd name="connsiteY1" fmla="*/ 239485 h 2288419"/>
                                    <a:gd name="connsiteX2" fmla="*/ 0 w 3755571"/>
                                    <a:gd name="connsiteY2" fmla="*/ 468085 h 2288419"/>
                                    <a:gd name="connsiteX3" fmla="*/ 32657 w 3755571"/>
                                    <a:gd name="connsiteY3" fmla="*/ 762000 h 2288419"/>
                                    <a:gd name="connsiteX4" fmla="*/ 87086 w 3755571"/>
                                    <a:gd name="connsiteY4" fmla="*/ 1088571 h 2288419"/>
                                    <a:gd name="connsiteX5" fmla="*/ 108857 w 3755571"/>
                                    <a:gd name="connsiteY5" fmla="*/ 1132114 h 2288419"/>
                                    <a:gd name="connsiteX6" fmla="*/ 283028 w 3755571"/>
                                    <a:gd name="connsiteY6" fmla="*/ 1317171 h 2288419"/>
                                    <a:gd name="connsiteX7" fmla="*/ 468086 w 3755571"/>
                                    <a:gd name="connsiteY7" fmla="*/ 1545771 h 2288419"/>
                                    <a:gd name="connsiteX8" fmla="*/ 674914 w 3755571"/>
                                    <a:gd name="connsiteY8" fmla="*/ 1774371 h 2288419"/>
                                    <a:gd name="connsiteX9" fmla="*/ 859971 w 3755571"/>
                                    <a:gd name="connsiteY9" fmla="*/ 1915885 h 2288419"/>
                                    <a:gd name="connsiteX10" fmla="*/ 1371600 w 3755571"/>
                                    <a:gd name="connsiteY10" fmla="*/ 2188028 h 2288419"/>
                                    <a:gd name="connsiteX11" fmla="*/ 1643743 w 3755571"/>
                                    <a:gd name="connsiteY11" fmla="*/ 2198914 h 2288419"/>
                                    <a:gd name="connsiteX12" fmla="*/ 1992086 w 3755571"/>
                                    <a:gd name="connsiteY12" fmla="*/ 2220685 h 2288419"/>
                                    <a:gd name="connsiteX13" fmla="*/ 2264228 w 3755571"/>
                                    <a:gd name="connsiteY13" fmla="*/ 2253342 h 2288419"/>
                                    <a:gd name="connsiteX14" fmla="*/ 2525486 w 3755571"/>
                                    <a:gd name="connsiteY14" fmla="*/ 2253342 h 2288419"/>
                                    <a:gd name="connsiteX15" fmla="*/ 2743200 w 3755571"/>
                                    <a:gd name="connsiteY15" fmla="*/ 2264228 h 2288419"/>
                                    <a:gd name="connsiteX16" fmla="*/ 2939143 w 3755571"/>
                                    <a:gd name="connsiteY16" fmla="*/ 2253342 h 2288419"/>
                                    <a:gd name="connsiteX17" fmla="*/ 3135086 w 3755571"/>
                                    <a:gd name="connsiteY17" fmla="*/ 2253342 h 2288419"/>
                                    <a:gd name="connsiteX18" fmla="*/ 3309257 w 3755571"/>
                                    <a:gd name="connsiteY18" fmla="*/ 2286000 h 2288419"/>
                                    <a:gd name="connsiteX19" fmla="*/ 3450771 w 3755571"/>
                                    <a:gd name="connsiteY19" fmla="*/ 2286000 h 2288419"/>
                                    <a:gd name="connsiteX20" fmla="*/ 3592286 w 3755571"/>
                                    <a:gd name="connsiteY20" fmla="*/ 2286000 h 2288419"/>
                                    <a:gd name="connsiteX21" fmla="*/ 3690257 w 3755571"/>
                                    <a:gd name="connsiteY21" fmla="*/ 2275114 h 2288419"/>
                                    <a:gd name="connsiteX22" fmla="*/ 3755571 w 3755571"/>
                                    <a:gd name="connsiteY22" fmla="*/ 2275114 h 2288419"/>
                                    <a:gd name="connsiteX0" fmla="*/ 119743 w 3755571"/>
                                    <a:gd name="connsiteY0" fmla="*/ 24297 h 2312716"/>
                                    <a:gd name="connsiteX1" fmla="*/ 124679 w 3755571"/>
                                    <a:gd name="connsiteY1" fmla="*/ 11846 h 2312716"/>
                                    <a:gd name="connsiteX2" fmla="*/ 32657 w 3755571"/>
                                    <a:gd name="connsiteY2" fmla="*/ 263782 h 2312716"/>
                                    <a:gd name="connsiteX3" fmla="*/ 0 w 3755571"/>
                                    <a:gd name="connsiteY3" fmla="*/ 492382 h 2312716"/>
                                    <a:gd name="connsiteX4" fmla="*/ 32657 w 3755571"/>
                                    <a:gd name="connsiteY4" fmla="*/ 786297 h 2312716"/>
                                    <a:gd name="connsiteX5" fmla="*/ 87086 w 3755571"/>
                                    <a:gd name="connsiteY5" fmla="*/ 1112868 h 2312716"/>
                                    <a:gd name="connsiteX6" fmla="*/ 108857 w 3755571"/>
                                    <a:gd name="connsiteY6" fmla="*/ 1156411 h 2312716"/>
                                    <a:gd name="connsiteX7" fmla="*/ 283028 w 3755571"/>
                                    <a:gd name="connsiteY7" fmla="*/ 1341468 h 2312716"/>
                                    <a:gd name="connsiteX8" fmla="*/ 468086 w 3755571"/>
                                    <a:gd name="connsiteY8" fmla="*/ 1570068 h 2312716"/>
                                    <a:gd name="connsiteX9" fmla="*/ 674914 w 3755571"/>
                                    <a:gd name="connsiteY9" fmla="*/ 1798668 h 2312716"/>
                                    <a:gd name="connsiteX10" fmla="*/ 859971 w 3755571"/>
                                    <a:gd name="connsiteY10" fmla="*/ 1940182 h 2312716"/>
                                    <a:gd name="connsiteX11" fmla="*/ 1371600 w 3755571"/>
                                    <a:gd name="connsiteY11" fmla="*/ 2212325 h 2312716"/>
                                    <a:gd name="connsiteX12" fmla="*/ 1643743 w 3755571"/>
                                    <a:gd name="connsiteY12" fmla="*/ 2223211 h 2312716"/>
                                    <a:gd name="connsiteX13" fmla="*/ 1992086 w 3755571"/>
                                    <a:gd name="connsiteY13" fmla="*/ 2244982 h 2312716"/>
                                    <a:gd name="connsiteX14" fmla="*/ 2264228 w 3755571"/>
                                    <a:gd name="connsiteY14" fmla="*/ 2277639 h 2312716"/>
                                    <a:gd name="connsiteX15" fmla="*/ 2525486 w 3755571"/>
                                    <a:gd name="connsiteY15" fmla="*/ 2277639 h 2312716"/>
                                    <a:gd name="connsiteX16" fmla="*/ 2743200 w 3755571"/>
                                    <a:gd name="connsiteY16" fmla="*/ 2288525 h 2312716"/>
                                    <a:gd name="connsiteX17" fmla="*/ 2939143 w 3755571"/>
                                    <a:gd name="connsiteY17" fmla="*/ 2277639 h 2312716"/>
                                    <a:gd name="connsiteX18" fmla="*/ 3135086 w 3755571"/>
                                    <a:gd name="connsiteY18" fmla="*/ 2277639 h 2312716"/>
                                    <a:gd name="connsiteX19" fmla="*/ 3309257 w 3755571"/>
                                    <a:gd name="connsiteY19" fmla="*/ 2310297 h 2312716"/>
                                    <a:gd name="connsiteX20" fmla="*/ 3450771 w 3755571"/>
                                    <a:gd name="connsiteY20" fmla="*/ 2310297 h 2312716"/>
                                    <a:gd name="connsiteX21" fmla="*/ 3592286 w 3755571"/>
                                    <a:gd name="connsiteY21" fmla="*/ 2310297 h 2312716"/>
                                    <a:gd name="connsiteX22" fmla="*/ 3690257 w 3755571"/>
                                    <a:gd name="connsiteY22" fmla="*/ 2299411 h 2312716"/>
                                    <a:gd name="connsiteX23" fmla="*/ 3755571 w 3755571"/>
                                    <a:gd name="connsiteY23" fmla="*/ 2299411 h 2312716"/>
                                    <a:gd name="connsiteX0" fmla="*/ 119743 w 3755571"/>
                                    <a:gd name="connsiteY0" fmla="*/ 95371 h 2383790"/>
                                    <a:gd name="connsiteX1" fmla="*/ 168222 w 3755571"/>
                                    <a:gd name="connsiteY1" fmla="*/ 6720 h 2383790"/>
                                    <a:gd name="connsiteX2" fmla="*/ 32657 w 3755571"/>
                                    <a:gd name="connsiteY2" fmla="*/ 334856 h 2383790"/>
                                    <a:gd name="connsiteX3" fmla="*/ 0 w 3755571"/>
                                    <a:gd name="connsiteY3" fmla="*/ 563456 h 2383790"/>
                                    <a:gd name="connsiteX4" fmla="*/ 32657 w 3755571"/>
                                    <a:gd name="connsiteY4" fmla="*/ 857371 h 2383790"/>
                                    <a:gd name="connsiteX5" fmla="*/ 87086 w 3755571"/>
                                    <a:gd name="connsiteY5" fmla="*/ 1183942 h 2383790"/>
                                    <a:gd name="connsiteX6" fmla="*/ 108857 w 3755571"/>
                                    <a:gd name="connsiteY6" fmla="*/ 1227485 h 2383790"/>
                                    <a:gd name="connsiteX7" fmla="*/ 283028 w 3755571"/>
                                    <a:gd name="connsiteY7" fmla="*/ 1412542 h 2383790"/>
                                    <a:gd name="connsiteX8" fmla="*/ 468086 w 3755571"/>
                                    <a:gd name="connsiteY8" fmla="*/ 1641142 h 2383790"/>
                                    <a:gd name="connsiteX9" fmla="*/ 674914 w 3755571"/>
                                    <a:gd name="connsiteY9" fmla="*/ 1869742 h 2383790"/>
                                    <a:gd name="connsiteX10" fmla="*/ 859971 w 3755571"/>
                                    <a:gd name="connsiteY10" fmla="*/ 2011256 h 2383790"/>
                                    <a:gd name="connsiteX11" fmla="*/ 1371600 w 3755571"/>
                                    <a:gd name="connsiteY11" fmla="*/ 2283399 h 2383790"/>
                                    <a:gd name="connsiteX12" fmla="*/ 1643743 w 3755571"/>
                                    <a:gd name="connsiteY12" fmla="*/ 2294285 h 2383790"/>
                                    <a:gd name="connsiteX13" fmla="*/ 1992086 w 3755571"/>
                                    <a:gd name="connsiteY13" fmla="*/ 2316056 h 2383790"/>
                                    <a:gd name="connsiteX14" fmla="*/ 2264228 w 3755571"/>
                                    <a:gd name="connsiteY14" fmla="*/ 2348713 h 2383790"/>
                                    <a:gd name="connsiteX15" fmla="*/ 2525486 w 3755571"/>
                                    <a:gd name="connsiteY15" fmla="*/ 2348713 h 2383790"/>
                                    <a:gd name="connsiteX16" fmla="*/ 2743200 w 3755571"/>
                                    <a:gd name="connsiteY16" fmla="*/ 2359599 h 2383790"/>
                                    <a:gd name="connsiteX17" fmla="*/ 2939143 w 3755571"/>
                                    <a:gd name="connsiteY17" fmla="*/ 2348713 h 2383790"/>
                                    <a:gd name="connsiteX18" fmla="*/ 3135086 w 3755571"/>
                                    <a:gd name="connsiteY18" fmla="*/ 2348713 h 2383790"/>
                                    <a:gd name="connsiteX19" fmla="*/ 3309257 w 3755571"/>
                                    <a:gd name="connsiteY19" fmla="*/ 2381371 h 2383790"/>
                                    <a:gd name="connsiteX20" fmla="*/ 3450771 w 3755571"/>
                                    <a:gd name="connsiteY20" fmla="*/ 2381371 h 2383790"/>
                                    <a:gd name="connsiteX21" fmla="*/ 3592286 w 3755571"/>
                                    <a:gd name="connsiteY21" fmla="*/ 2381371 h 2383790"/>
                                    <a:gd name="connsiteX22" fmla="*/ 3690257 w 3755571"/>
                                    <a:gd name="connsiteY22" fmla="*/ 2370485 h 2383790"/>
                                    <a:gd name="connsiteX23" fmla="*/ 3755571 w 3755571"/>
                                    <a:gd name="connsiteY23" fmla="*/ 2370485 h 2383790"/>
                                    <a:gd name="connsiteX0" fmla="*/ 43543 w 3755571"/>
                                    <a:gd name="connsiteY0" fmla="*/ 84927 h 2384231"/>
                                    <a:gd name="connsiteX1" fmla="*/ 168222 w 3755571"/>
                                    <a:gd name="connsiteY1" fmla="*/ 7161 h 2384231"/>
                                    <a:gd name="connsiteX2" fmla="*/ 32657 w 3755571"/>
                                    <a:gd name="connsiteY2" fmla="*/ 335297 h 2384231"/>
                                    <a:gd name="connsiteX3" fmla="*/ 0 w 3755571"/>
                                    <a:gd name="connsiteY3" fmla="*/ 563897 h 2384231"/>
                                    <a:gd name="connsiteX4" fmla="*/ 32657 w 3755571"/>
                                    <a:gd name="connsiteY4" fmla="*/ 857812 h 2384231"/>
                                    <a:gd name="connsiteX5" fmla="*/ 87086 w 3755571"/>
                                    <a:gd name="connsiteY5" fmla="*/ 1184383 h 2384231"/>
                                    <a:gd name="connsiteX6" fmla="*/ 108857 w 3755571"/>
                                    <a:gd name="connsiteY6" fmla="*/ 1227926 h 2384231"/>
                                    <a:gd name="connsiteX7" fmla="*/ 283028 w 3755571"/>
                                    <a:gd name="connsiteY7" fmla="*/ 1412983 h 2384231"/>
                                    <a:gd name="connsiteX8" fmla="*/ 468086 w 3755571"/>
                                    <a:gd name="connsiteY8" fmla="*/ 1641583 h 2384231"/>
                                    <a:gd name="connsiteX9" fmla="*/ 674914 w 3755571"/>
                                    <a:gd name="connsiteY9" fmla="*/ 1870183 h 2384231"/>
                                    <a:gd name="connsiteX10" fmla="*/ 859971 w 3755571"/>
                                    <a:gd name="connsiteY10" fmla="*/ 2011697 h 2384231"/>
                                    <a:gd name="connsiteX11" fmla="*/ 1371600 w 3755571"/>
                                    <a:gd name="connsiteY11" fmla="*/ 2283840 h 2384231"/>
                                    <a:gd name="connsiteX12" fmla="*/ 1643743 w 3755571"/>
                                    <a:gd name="connsiteY12" fmla="*/ 2294726 h 2384231"/>
                                    <a:gd name="connsiteX13" fmla="*/ 1992086 w 3755571"/>
                                    <a:gd name="connsiteY13" fmla="*/ 2316497 h 2384231"/>
                                    <a:gd name="connsiteX14" fmla="*/ 2264228 w 3755571"/>
                                    <a:gd name="connsiteY14" fmla="*/ 2349154 h 2384231"/>
                                    <a:gd name="connsiteX15" fmla="*/ 2525486 w 3755571"/>
                                    <a:gd name="connsiteY15" fmla="*/ 2349154 h 2384231"/>
                                    <a:gd name="connsiteX16" fmla="*/ 2743200 w 3755571"/>
                                    <a:gd name="connsiteY16" fmla="*/ 2360040 h 2384231"/>
                                    <a:gd name="connsiteX17" fmla="*/ 2939143 w 3755571"/>
                                    <a:gd name="connsiteY17" fmla="*/ 2349154 h 2384231"/>
                                    <a:gd name="connsiteX18" fmla="*/ 3135086 w 3755571"/>
                                    <a:gd name="connsiteY18" fmla="*/ 2349154 h 2384231"/>
                                    <a:gd name="connsiteX19" fmla="*/ 3309257 w 3755571"/>
                                    <a:gd name="connsiteY19" fmla="*/ 2381812 h 2384231"/>
                                    <a:gd name="connsiteX20" fmla="*/ 3450771 w 3755571"/>
                                    <a:gd name="connsiteY20" fmla="*/ 2381812 h 2384231"/>
                                    <a:gd name="connsiteX21" fmla="*/ 3592286 w 3755571"/>
                                    <a:gd name="connsiteY21" fmla="*/ 2381812 h 2384231"/>
                                    <a:gd name="connsiteX22" fmla="*/ 3690257 w 3755571"/>
                                    <a:gd name="connsiteY22" fmla="*/ 2370926 h 2384231"/>
                                    <a:gd name="connsiteX23" fmla="*/ 3755571 w 3755571"/>
                                    <a:gd name="connsiteY23" fmla="*/ 2370926 h 2384231"/>
                                    <a:gd name="connsiteX0" fmla="*/ 168222 w 3755571"/>
                                    <a:gd name="connsiteY0" fmla="*/ 0 h 2377070"/>
                                    <a:gd name="connsiteX1" fmla="*/ 32657 w 3755571"/>
                                    <a:gd name="connsiteY1" fmla="*/ 328136 h 2377070"/>
                                    <a:gd name="connsiteX2" fmla="*/ 0 w 3755571"/>
                                    <a:gd name="connsiteY2" fmla="*/ 556736 h 2377070"/>
                                    <a:gd name="connsiteX3" fmla="*/ 32657 w 3755571"/>
                                    <a:gd name="connsiteY3" fmla="*/ 850651 h 2377070"/>
                                    <a:gd name="connsiteX4" fmla="*/ 87086 w 3755571"/>
                                    <a:gd name="connsiteY4" fmla="*/ 1177222 h 2377070"/>
                                    <a:gd name="connsiteX5" fmla="*/ 108857 w 3755571"/>
                                    <a:gd name="connsiteY5" fmla="*/ 1220765 h 2377070"/>
                                    <a:gd name="connsiteX6" fmla="*/ 283028 w 3755571"/>
                                    <a:gd name="connsiteY6" fmla="*/ 1405822 h 2377070"/>
                                    <a:gd name="connsiteX7" fmla="*/ 468086 w 3755571"/>
                                    <a:gd name="connsiteY7" fmla="*/ 1634422 h 2377070"/>
                                    <a:gd name="connsiteX8" fmla="*/ 674914 w 3755571"/>
                                    <a:gd name="connsiteY8" fmla="*/ 1863022 h 2377070"/>
                                    <a:gd name="connsiteX9" fmla="*/ 859971 w 3755571"/>
                                    <a:gd name="connsiteY9" fmla="*/ 2004536 h 2377070"/>
                                    <a:gd name="connsiteX10" fmla="*/ 1371600 w 3755571"/>
                                    <a:gd name="connsiteY10" fmla="*/ 2276679 h 2377070"/>
                                    <a:gd name="connsiteX11" fmla="*/ 1643743 w 3755571"/>
                                    <a:gd name="connsiteY11" fmla="*/ 2287565 h 2377070"/>
                                    <a:gd name="connsiteX12" fmla="*/ 1992086 w 3755571"/>
                                    <a:gd name="connsiteY12" fmla="*/ 2309336 h 2377070"/>
                                    <a:gd name="connsiteX13" fmla="*/ 2264228 w 3755571"/>
                                    <a:gd name="connsiteY13" fmla="*/ 2341993 h 2377070"/>
                                    <a:gd name="connsiteX14" fmla="*/ 2525486 w 3755571"/>
                                    <a:gd name="connsiteY14" fmla="*/ 2341993 h 2377070"/>
                                    <a:gd name="connsiteX15" fmla="*/ 2743200 w 3755571"/>
                                    <a:gd name="connsiteY15" fmla="*/ 2352879 h 2377070"/>
                                    <a:gd name="connsiteX16" fmla="*/ 2939143 w 3755571"/>
                                    <a:gd name="connsiteY16" fmla="*/ 2341993 h 2377070"/>
                                    <a:gd name="connsiteX17" fmla="*/ 3135086 w 3755571"/>
                                    <a:gd name="connsiteY17" fmla="*/ 2341993 h 2377070"/>
                                    <a:gd name="connsiteX18" fmla="*/ 3309257 w 3755571"/>
                                    <a:gd name="connsiteY18" fmla="*/ 2374651 h 2377070"/>
                                    <a:gd name="connsiteX19" fmla="*/ 3450771 w 3755571"/>
                                    <a:gd name="connsiteY19" fmla="*/ 2374651 h 2377070"/>
                                    <a:gd name="connsiteX20" fmla="*/ 3592286 w 3755571"/>
                                    <a:gd name="connsiteY20" fmla="*/ 2374651 h 2377070"/>
                                    <a:gd name="connsiteX21" fmla="*/ 3690257 w 3755571"/>
                                    <a:gd name="connsiteY21" fmla="*/ 2363765 h 2377070"/>
                                    <a:gd name="connsiteX22" fmla="*/ 3755571 w 3755571"/>
                                    <a:gd name="connsiteY22" fmla="*/ 2363765 h 2377070"/>
                                    <a:gd name="connsiteX0" fmla="*/ 181982 w 3769331"/>
                                    <a:gd name="connsiteY0" fmla="*/ 0 h 2377070"/>
                                    <a:gd name="connsiteX1" fmla="*/ 13760 w 3769331"/>
                                    <a:gd name="connsiteY1" fmla="*/ 164850 h 2377070"/>
                                    <a:gd name="connsiteX2" fmla="*/ 13760 w 3769331"/>
                                    <a:gd name="connsiteY2" fmla="*/ 556736 h 2377070"/>
                                    <a:gd name="connsiteX3" fmla="*/ 46417 w 3769331"/>
                                    <a:gd name="connsiteY3" fmla="*/ 850651 h 2377070"/>
                                    <a:gd name="connsiteX4" fmla="*/ 100846 w 3769331"/>
                                    <a:gd name="connsiteY4" fmla="*/ 1177222 h 2377070"/>
                                    <a:gd name="connsiteX5" fmla="*/ 122617 w 3769331"/>
                                    <a:gd name="connsiteY5" fmla="*/ 1220765 h 2377070"/>
                                    <a:gd name="connsiteX6" fmla="*/ 296788 w 3769331"/>
                                    <a:gd name="connsiteY6" fmla="*/ 1405822 h 2377070"/>
                                    <a:gd name="connsiteX7" fmla="*/ 481846 w 3769331"/>
                                    <a:gd name="connsiteY7" fmla="*/ 1634422 h 2377070"/>
                                    <a:gd name="connsiteX8" fmla="*/ 688674 w 3769331"/>
                                    <a:gd name="connsiteY8" fmla="*/ 1863022 h 2377070"/>
                                    <a:gd name="connsiteX9" fmla="*/ 873731 w 3769331"/>
                                    <a:gd name="connsiteY9" fmla="*/ 2004536 h 2377070"/>
                                    <a:gd name="connsiteX10" fmla="*/ 1385360 w 3769331"/>
                                    <a:gd name="connsiteY10" fmla="*/ 2276679 h 2377070"/>
                                    <a:gd name="connsiteX11" fmla="*/ 1657503 w 3769331"/>
                                    <a:gd name="connsiteY11" fmla="*/ 2287565 h 2377070"/>
                                    <a:gd name="connsiteX12" fmla="*/ 2005846 w 3769331"/>
                                    <a:gd name="connsiteY12" fmla="*/ 2309336 h 2377070"/>
                                    <a:gd name="connsiteX13" fmla="*/ 2277988 w 3769331"/>
                                    <a:gd name="connsiteY13" fmla="*/ 2341993 h 2377070"/>
                                    <a:gd name="connsiteX14" fmla="*/ 2539246 w 3769331"/>
                                    <a:gd name="connsiteY14" fmla="*/ 2341993 h 2377070"/>
                                    <a:gd name="connsiteX15" fmla="*/ 2756960 w 3769331"/>
                                    <a:gd name="connsiteY15" fmla="*/ 2352879 h 2377070"/>
                                    <a:gd name="connsiteX16" fmla="*/ 2952903 w 3769331"/>
                                    <a:gd name="connsiteY16" fmla="*/ 2341993 h 2377070"/>
                                    <a:gd name="connsiteX17" fmla="*/ 3148846 w 3769331"/>
                                    <a:gd name="connsiteY17" fmla="*/ 2341993 h 2377070"/>
                                    <a:gd name="connsiteX18" fmla="*/ 3323017 w 3769331"/>
                                    <a:gd name="connsiteY18" fmla="*/ 2374651 h 2377070"/>
                                    <a:gd name="connsiteX19" fmla="*/ 3464531 w 3769331"/>
                                    <a:gd name="connsiteY19" fmla="*/ 2374651 h 2377070"/>
                                    <a:gd name="connsiteX20" fmla="*/ 3606046 w 3769331"/>
                                    <a:gd name="connsiteY20" fmla="*/ 2374651 h 2377070"/>
                                    <a:gd name="connsiteX21" fmla="*/ 3704017 w 3769331"/>
                                    <a:gd name="connsiteY21" fmla="*/ 2363765 h 2377070"/>
                                    <a:gd name="connsiteX22" fmla="*/ 3769331 w 3769331"/>
                                    <a:gd name="connsiteY22" fmla="*/ 2363765 h 2377070"/>
                                    <a:gd name="connsiteX0" fmla="*/ 234144 w 3821493"/>
                                    <a:gd name="connsiteY0" fmla="*/ 0 h 2377070"/>
                                    <a:gd name="connsiteX1" fmla="*/ 65922 w 3821493"/>
                                    <a:gd name="connsiteY1" fmla="*/ 164850 h 2377070"/>
                                    <a:gd name="connsiteX2" fmla="*/ 608 w 3821493"/>
                                    <a:gd name="connsiteY2" fmla="*/ 426108 h 2377070"/>
                                    <a:gd name="connsiteX3" fmla="*/ 98579 w 3821493"/>
                                    <a:gd name="connsiteY3" fmla="*/ 850651 h 2377070"/>
                                    <a:gd name="connsiteX4" fmla="*/ 153008 w 3821493"/>
                                    <a:gd name="connsiteY4" fmla="*/ 1177222 h 2377070"/>
                                    <a:gd name="connsiteX5" fmla="*/ 174779 w 3821493"/>
                                    <a:gd name="connsiteY5" fmla="*/ 1220765 h 2377070"/>
                                    <a:gd name="connsiteX6" fmla="*/ 348950 w 3821493"/>
                                    <a:gd name="connsiteY6" fmla="*/ 1405822 h 2377070"/>
                                    <a:gd name="connsiteX7" fmla="*/ 534008 w 3821493"/>
                                    <a:gd name="connsiteY7" fmla="*/ 1634422 h 2377070"/>
                                    <a:gd name="connsiteX8" fmla="*/ 740836 w 3821493"/>
                                    <a:gd name="connsiteY8" fmla="*/ 1863022 h 2377070"/>
                                    <a:gd name="connsiteX9" fmla="*/ 925893 w 3821493"/>
                                    <a:gd name="connsiteY9" fmla="*/ 2004536 h 2377070"/>
                                    <a:gd name="connsiteX10" fmla="*/ 1437522 w 3821493"/>
                                    <a:gd name="connsiteY10" fmla="*/ 2276679 h 2377070"/>
                                    <a:gd name="connsiteX11" fmla="*/ 1709665 w 3821493"/>
                                    <a:gd name="connsiteY11" fmla="*/ 2287565 h 2377070"/>
                                    <a:gd name="connsiteX12" fmla="*/ 2058008 w 3821493"/>
                                    <a:gd name="connsiteY12" fmla="*/ 2309336 h 2377070"/>
                                    <a:gd name="connsiteX13" fmla="*/ 2330150 w 3821493"/>
                                    <a:gd name="connsiteY13" fmla="*/ 2341993 h 2377070"/>
                                    <a:gd name="connsiteX14" fmla="*/ 2591408 w 3821493"/>
                                    <a:gd name="connsiteY14" fmla="*/ 2341993 h 2377070"/>
                                    <a:gd name="connsiteX15" fmla="*/ 2809122 w 3821493"/>
                                    <a:gd name="connsiteY15" fmla="*/ 2352879 h 2377070"/>
                                    <a:gd name="connsiteX16" fmla="*/ 3005065 w 3821493"/>
                                    <a:gd name="connsiteY16" fmla="*/ 2341993 h 2377070"/>
                                    <a:gd name="connsiteX17" fmla="*/ 3201008 w 3821493"/>
                                    <a:gd name="connsiteY17" fmla="*/ 2341993 h 2377070"/>
                                    <a:gd name="connsiteX18" fmla="*/ 3375179 w 3821493"/>
                                    <a:gd name="connsiteY18" fmla="*/ 2374651 h 2377070"/>
                                    <a:gd name="connsiteX19" fmla="*/ 3516693 w 3821493"/>
                                    <a:gd name="connsiteY19" fmla="*/ 2374651 h 2377070"/>
                                    <a:gd name="connsiteX20" fmla="*/ 3658208 w 3821493"/>
                                    <a:gd name="connsiteY20" fmla="*/ 2374651 h 2377070"/>
                                    <a:gd name="connsiteX21" fmla="*/ 3756179 w 3821493"/>
                                    <a:gd name="connsiteY21" fmla="*/ 2363765 h 2377070"/>
                                    <a:gd name="connsiteX22" fmla="*/ 3821493 w 3821493"/>
                                    <a:gd name="connsiteY22" fmla="*/ 2363765 h 2377070"/>
                                    <a:gd name="connsiteX0" fmla="*/ 247650 w 3834999"/>
                                    <a:gd name="connsiteY0" fmla="*/ 0 h 2377070"/>
                                    <a:gd name="connsiteX1" fmla="*/ 79428 w 3834999"/>
                                    <a:gd name="connsiteY1" fmla="*/ 164850 h 2377070"/>
                                    <a:gd name="connsiteX2" fmla="*/ 14114 w 3834999"/>
                                    <a:gd name="connsiteY2" fmla="*/ 426108 h 2377070"/>
                                    <a:gd name="connsiteX3" fmla="*/ 14113 w 3834999"/>
                                    <a:gd name="connsiteY3" fmla="*/ 741794 h 2377070"/>
                                    <a:gd name="connsiteX4" fmla="*/ 166514 w 3834999"/>
                                    <a:gd name="connsiteY4" fmla="*/ 1177222 h 2377070"/>
                                    <a:gd name="connsiteX5" fmla="*/ 188285 w 3834999"/>
                                    <a:gd name="connsiteY5" fmla="*/ 1220765 h 2377070"/>
                                    <a:gd name="connsiteX6" fmla="*/ 362456 w 3834999"/>
                                    <a:gd name="connsiteY6" fmla="*/ 1405822 h 2377070"/>
                                    <a:gd name="connsiteX7" fmla="*/ 547514 w 3834999"/>
                                    <a:gd name="connsiteY7" fmla="*/ 1634422 h 2377070"/>
                                    <a:gd name="connsiteX8" fmla="*/ 754342 w 3834999"/>
                                    <a:gd name="connsiteY8" fmla="*/ 1863022 h 2377070"/>
                                    <a:gd name="connsiteX9" fmla="*/ 939399 w 3834999"/>
                                    <a:gd name="connsiteY9" fmla="*/ 2004536 h 2377070"/>
                                    <a:gd name="connsiteX10" fmla="*/ 1451028 w 3834999"/>
                                    <a:gd name="connsiteY10" fmla="*/ 2276679 h 2377070"/>
                                    <a:gd name="connsiteX11" fmla="*/ 1723171 w 3834999"/>
                                    <a:gd name="connsiteY11" fmla="*/ 2287565 h 2377070"/>
                                    <a:gd name="connsiteX12" fmla="*/ 2071514 w 3834999"/>
                                    <a:gd name="connsiteY12" fmla="*/ 2309336 h 2377070"/>
                                    <a:gd name="connsiteX13" fmla="*/ 2343656 w 3834999"/>
                                    <a:gd name="connsiteY13" fmla="*/ 2341993 h 2377070"/>
                                    <a:gd name="connsiteX14" fmla="*/ 2604914 w 3834999"/>
                                    <a:gd name="connsiteY14" fmla="*/ 2341993 h 2377070"/>
                                    <a:gd name="connsiteX15" fmla="*/ 2822628 w 3834999"/>
                                    <a:gd name="connsiteY15" fmla="*/ 2352879 h 2377070"/>
                                    <a:gd name="connsiteX16" fmla="*/ 3018571 w 3834999"/>
                                    <a:gd name="connsiteY16" fmla="*/ 2341993 h 2377070"/>
                                    <a:gd name="connsiteX17" fmla="*/ 3214514 w 3834999"/>
                                    <a:gd name="connsiteY17" fmla="*/ 2341993 h 2377070"/>
                                    <a:gd name="connsiteX18" fmla="*/ 3388685 w 3834999"/>
                                    <a:gd name="connsiteY18" fmla="*/ 2374651 h 2377070"/>
                                    <a:gd name="connsiteX19" fmla="*/ 3530199 w 3834999"/>
                                    <a:gd name="connsiteY19" fmla="*/ 2374651 h 2377070"/>
                                    <a:gd name="connsiteX20" fmla="*/ 3671714 w 3834999"/>
                                    <a:gd name="connsiteY20" fmla="*/ 2374651 h 2377070"/>
                                    <a:gd name="connsiteX21" fmla="*/ 3769685 w 3834999"/>
                                    <a:gd name="connsiteY21" fmla="*/ 2363765 h 2377070"/>
                                    <a:gd name="connsiteX22" fmla="*/ 3834999 w 3834999"/>
                                    <a:gd name="connsiteY22" fmla="*/ 2363765 h 2377070"/>
                                    <a:gd name="connsiteX0" fmla="*/ 247650 w 3834999"/>
                                    <a:gd name="connsiteY0" fmla="*/ 0 h 2377070"/>
                                    <a:gd name="connsiteX1" fmla="*/ 79428 w 3834999"/>
                                    <a:gd name="connsiteY1" fmla="*/ 164850 h 2377070"/>
                                    <a:gd name="connsiteX2" fmla="*/ 14114 w 3834999"/>
                                    <a:gd name="connsiteY2" fmla="*/ 426108 h 2377070"/>
                                    <a:gd name="connsiteX3" fmla="*/ 14113 w 3834999"/>
                                    <a:gd name="connsiteY3" fmla="*/ 741794 h 2377070"/>
                                    <a:gd name="connsiteX4" fmla="*/ 166514 w 3834999"/>
                                    <a:gd name="connsiteY4" fmla="*/ 1177222 h 2377070"/>
                                    <a:gd name="connsiteX5" fmla="*/ 362456 w 3834999"/>
                                    <a:gd name="connsiteY5" fmla="*/ 1405822 h 2377070"/>
                                    <a:gd name="connsiteX6" fmla="*/ 547514 w 3834999"/>
                                    <a:gd name="connsiteY6" fmla="*/ 1634422 h 2377070"/>
                                    <a:gd name="connsiteX7" fmla="*/ 754342 w 3834999"/>
                                    <a:gd name="connsiteY7" fmla="*/ 1863022 h 2377070"/>
                                    <a:gd name="connsiteX8" fmla="*/ 939399 w 3834999"/>
                                    <a:gd name="connsiteY8" fmla="*/ 2004536 h 2377070"/>
                                    <a:gd name="connsiteX9" fmla="*/ 1451028 w 3834999"/>
                                    <a:gd name="connsiteY9" fmla="*/ 2276679 h 2377070"/>
                                    <a:gd name="connsiteX10" fmla="*/ 1723171 w 3834999"/>
                                    <a:gd name="connsiteY10" fmla="*/ 2287565 h 2377070"/>
                                    <a:gd name="connsiteX11" fmla="*/ 2071514 w 3834999"/>
                                    <a:gd name="connsiteY11" fmla="*/ 2309336 h 2377070"/>
                                    <a:gd name="connsiteX12" fmla="*/ 2343656 w 3834999"/>
                                    <a:gd name="connsiteY12" fmla="*/ 2341993 h 2377070"/>
                                    <a:gd name="connsiteX13" fmla="*/ 2604914 w 3834999"/>
                                    <a:gd name="connsiteY13" fmla="*/ 2341993 h 2377070"/>
                                    <a:gd name="connsiteX14" fmla="*/ 2822628 w 3834999"/>
                                    <a:gd name="connsiteY14" fmla="*/ 2352879 h 2377070"/>
                                    <a:gd name="connsiteX15" fmla="*/ 3018571 w 3834999"/>
                                    <a:gd name="connsiteY15" fmla="*/ 2341993 h 2377070"/>
                                    <a:gd name="connsiteX16" fmla="*/ 3214514 w 3834999"/>
                                    <a:gd name="connsiteY16" fmla="*/ 2341993 h 2377070"/>
                                    <a:gd name="connsiteX17" fmla="*/ 3388685 w 3834999"/>
                                    <a:gd name="connsiteY17" fmla="*/ 2374651 h 2377070"/>
                                    <a:gd name="connsiteX18" fmla="*/ 3530199 w 3834999"/>
                                    <a:gd name="connsiteY18" fmla="*/ 2374651 h 2377070"/>
                                    <a:gd name="connsiteX19" fmla="*/ 3671714 w 3834999"/>
                                    <a:gd name="connsiteY19" fmla="*/ 2374651 h 2377070"/>
                                    <a:gd name="connsiteX20" fmla="*/ 3769685 w 3834999"/>
                                    <a:gd name="connsiteY20" fmla="*/ 2363765 h 2377070"/>
                                    <a:gd name="connsiteX21" fmla="*/ 3834999 w 3834999"/>
                                    <a:gd name="connsiteY21" fmla="*/ 2363765 h 2377070"/>
                                    <a:gd name="connsiteX0" fmla="*/ 247650 w 3834999"/>
                                    <a:gd name="connsiteY0" fmla="*/ 0 h 2377070"/>
                                    <a:gd name="connsiteX1" fmla="*/ 79428 w 3834999"/>
                                    <a:gd name="connsiteY1" fmla="*/ 164850 h 2377070"/>
                                    <a:gd name="connsiteX2" fmla="*/ 14114 w 3834999"/>
                                    <a:gd name="connsiteY2" fmla="*/ 426108 h 2377070"/>
                                    <a:gd name="connsiteX3" fmla="*/ 14113 w 3834999"/>
                                    <a:gd name="connsiteY3" fmla="*/ 741794 h 2377070"/>
                                    <a:gd name="connsiteX4" fmla="*/ 166514 w 3834999"/>
                                    <a:gd name="connsiteY4" fmla="*/ 1177222 h 2377070"/>
                                    <a:gd name="connsiteX5" fmla="*/ 297142 w 3834999"/>
                                    <a:gd name="connsiteY5" fmla="*/ 1449364 h 2377070"/>
                                    <a:gd name="connsiteX6" fmla="*/ 547514 w 3834999"/>
                                    <a:gd name="connsiteY6" fmla="*/ 1634422 h 2377070"/>
                                    <a:gd name="connsiteX7" fmla="*/ 754342 w 3834999"/>
                                    <a:gd name="connsiteY7" fmla="*/ 1863022 h 2377070"/>
                                    <a:gd name="connsiteX8" fmla="*/ 939399 w 3834999"/>
                                    <a:gd name="connsiteY8" fmla="*/ 2004536 h 2377070"/>
                                    <a:gd name="connsiteX9" fmla="*/ 1451028 w 3834999"/>
                                    <a:gd name="connsiteY9" fmla="*/ 2276679 h 2377070"/>
                                    <a:gd name="connsiteX10" fmla="*/ 1723171 w 3834999"/>
                                    <a:gd name="connsiteY10" fmla="*/ 2287565 h 2377070"/>
                                    <a:gd name="connsiteX11" fmla="*/ 2071514 w 3834999"/>
                                    <a:gd name="connsiteY11" fmla="*/ 2309336 h 2377070"/>
                                    <a:gd name="connsiteX12" fmla="*/ 2343656 w 3834999"/>
                                    <a:gd name="connsiteY12" fmla="*/ 2341993 h 2377070"/>
                                    <a:gd name="connsiteX13" fmla="*/ 2604914 w 3834999"/>
                                    <a:gd name="connsiteY13" fmla="*/ 2341993 h 2377070"/>
                                    <a:gd name="connsiteX14" fmla="*/ 2822628 w 3834999"/>
                                    <a:gd name="connsiteY14" fmla="*/ 2352879 h 2377070"/>
                                    <a:gd name="connsiteX15" fmla="*/ 3018571 w 3834999"/>
                                    <a:gd name="connsiteY15" fmla="*/ 2341993 h 2377070"/>
                                    <a:gd name="connsiteX16" fmla="*/ 3214514 w 3834999"/>
                                    <a:gd name="connsiteY16" fmla="*/ 2341993 h 2377070"/>
                                    <a:gd name="connsiteX17" fmla="*/ 3388685 w 3834999"/>
                                    <a:gd name="connsiteY17" fmla="*/ 2374651 h 2377070"/>
                                    <a:gd name="connsiteX18" fmla="*/ 3530199 w 3834999"/>
                                    <a:gd name="connsiteY18" fmla="*/ 2374651 h 2377070"/>
                                    <a:gd name="connsiteX19" fmla="*/ 3671714 w 3834999"/>
                                    <a:gd name="connsiteY19" fmla="*/ 2374651 h 2377070"/>
                                    <a:gd name="connsiteX20" fmla="*/ 3769685 w 3834999"/>
                                    <a:gd name="connsiteY20" fmla="*/ 2363765 h 2377070"/>
                                    <a:gd name="connsiteX21" fmla="*/ 3834999 w 3834999"/>
                                    <a:gd name="connsiteY21" fmla="*/ 2363765 h 2377070"/>
                                    <a:gd name="connsiteX0" fmla="*/ 247650 w 3834999"/>
                                    <a:gd name="connsiteY0" fmla="*/ 0 h 2377070"/>
                                    <a:gd name="connsiteX1" fmla="*/ 79428 w 3834999"/>
                                    <a:gd name="connsiteY1" fmla="*/ 164850 h 2377070"/>
                                    <a:gd name="connsiteX2" fmla="*/ 14114 w 3834999"/>
                                    <a:gd name="connsiteY2" fmla="*/ 426108 h 2377070"/>
                                    <a:gd name="connsiteX3" fmla="*/ 14113 w 3834999"/>
                                    <a:gd name="connsiteY3" fmla="*/ 741794 h 2377070"/>
                                    <a:gd name="connsiteX4" fmla="*/ 166514 w 3834999"/>
                                    <a:gd name="connsiteY4" fmla="*/ 1177222 h 2377070"/>
                                    <a:gd name="connsiteX5" fmla="*/ 297142 w 3834999"/>
                                    <a:gd name="connsiteY5" fmla="*/ 1449364 h 2377070"/>
                                    <a:gd name="connsiteX6" fmla="*/ 514857 w 3834999"/>
                                    <a:gd name="connsiteY6" fmla="*/ 1677965 h 2377070"/>
                                    <a:gd name="connsiteX7" fmla="*/ 754342 w 3834999"/>
                                    <a:gd name="connsiteY7" fmla="*/ 1863022 h 2377070"/>
                                    <a:gd name="connsiteX8" fmla="*/ 939399 w 3834999"/>
                                    <a:gd name="connsiteY8" fmla="*/ 2004536 h 2377070"/>
                                    <a:gd name="connsiteX9" fmla="*/ 1451028 w 3834999"/>
                                    <a:gd name="connsiteY9" fmla="*/ 2276679 h 2377070"/>
                                    <a:gd name="connsiteX10" fmla="*/ 1723171 w 3834999"/>
                                    <a:gd name="connsiteY10" fmla="*/ 2287565 h 2377070"/>
                                    <a:gd name="connsiteX11" fmla="*/ 2071514 w 3834999"/>
                                    <a:gd name="connsiteY11" fmla="*/ 2309336 h 2377070"/>
                                    <a:gd name="connsiteX12" fmla="*/ 2343656 w 3834999"/>
                                    <a:gd name="connsiteY12" fmla="*/ 2341993 h 2377070"/>
                                    <a:gd name="connsiteX13" fmla="*/ 2604914 w 3834999"/>
                                    <a:gd name="connsiteY13" fmla="*/ 2341993 h 2377070"/>
                                    <a:gd name="connsiteX14" fmla="*/ 2822628 w 3834999"/>
                                    <a:gd name="connsiteY14" fmla="*/ 2352879 h 2377070"/>
                                    <a:gd name="connsiteX15" fmla="*/ 3018571 w 3834999"/>
                                    <a:gd name="connsiteY15" fmla="*/ 2341993 h 2377070"/>
                                    <a:gd name="connsiteX16" fmla="*/ 3214514 w 3834999"/>
                                    <a:gd name="connsiteY16" fmla="*/ 2341993 h 2377070"/>
                                    <a:gd name="connsiteX17" fmla="*/ 3388685 w 3834999"/>
                                    <a:gd name="connsiteY17" fmla="*/ 2374651 h 2377070"/>
                                    <a:gd name="connsiteX18" fmla="*/ 3530199 w 3834999"/>
                                    <a:gd name="connsiteY18" fmla="*/ 2374651 h 2377070"/>
                                    <a:gd name="connsiteX19" fmla="*/ 3671714 w 3834999"/>
                                    <a:gd name="connsiteY19" fmla="*/ 2374651 h 2377070"/>
                                    <a:gd name="connsiteX20" fmla="*/ 3769685 w 3834999"/>
                                    <a:gd name="connsiteY20" fmla="*/ 2363765 h 2377070"/>
                                    <a:gd name="connsiteX21" fmla="*/ 3834999 w 3834999"/>
                                    <a:gd name="connsiteY21" fmla="*/ 2363765 h 2377070"/>
                                    <a:gd name="connsiteX0" fmla="*/ 247650 w 3834999"/>
                                    <a:gd name="connsiteY0" fmla="*/ 0 h 2377070"/>
                                    <a:gd name="connsiteX1" fmla="*/ 79428 w 3834999"/>
                                    <a:gd name="connsiteY1" fmla="*/ 164850 h 2377070"/>
                                    <a:gd name="connsiteX2" fmla="*/ 14114 w 3834999"/>
                                    <a:gd name="connsiteY2" fmla="*/ 426108 h 2377070"/>
                                    <a:gd name="connsiteX3" fmla="*/ 14113 w 3834999"/>
                                    <a:gd name="connsiteY3" fmla="*/ 741794 h 2377070"/>
                                    <a:gd name="connsiteX4" fmla="*/ 166514 w 3834999"/>
                                    <a:gd name="connsiteY4" fmla="*/ 1177222 h 2377070"/>
                                    <a:gd name="connsiteX5" fmla="*/ 297142 w 3834999"/>
                                    <a:gd name="connsiteY5" fmla="*/ 1449364 h 2377070"/>
                                    <a:gd name="connsiteX6" fmla="*/ 514857 w 3834999"/>
                                    <a:gd name="connsiteY6" fmla="*/ 1677965 h 2377070"/>
                                    <a:gd name="connsiteX7" fmla="*/ 754342 w 3834999"/>
                                    <a:gd name="connsiteY7" fmla="*/ 1863022 h 2377070"/>
                                    <a:gd name="connsiteX8" fmla="*/ 1048257 w 3834999"/>
                                    <a:gd name="connsiteY8" fmla="*/ 2080736 h 2377070"/>
                                    <a:gd name="connsiteX9" fmla="*/ 1451028 w 3834999"/>
                                    <a:gd name="connsiteY9" fmla="*/ 2276679 h 2377070"/>
                                    <a:gd name="connsiteX10" fmla="*/ 1723171 w 3834999"/>
                                    <a:gd name="connsiteY10" fmla="*/ 2287565 h 2377070"/>
                                    <a:gd name="connsiteX11" fmla="*/ 2071514 w 3834999"/>
                                    <a:gd name="connsiteY11" fmla="*/ 2309336 h 2377070"/>
                                    <a:gd name="connsiteX12" fmla="*/ 2343656 w 3834999"/>
                                    <a:gd name="connsiteY12" fmla="*/ 2341993 h 2377070"/>
                                    <a:gd name="connsiteX13" fmla="*/ 2604914 w 3834999"/>
                                    <a:gd name="connsiteY13" fmla="*/ 2341993 h 2377070"/>
                                    <a:gd name="connsiteX14" fmla="*/ 2822628 w 3834999"/>
                                    <a:gd name="connsiteY14" fmla="*/ 2352879 h 2377070"/>
                                    <a:gd name="connsiteX15" fmla="*/ 3018571 w 3834999"/>
                                    <a:gd name="connsiteY15" fmla="*/ 2341993 h 2377070"/>
                                    <a:gd name="connsiteX16" fmla="*/ 3214514 w 3834999"/>
                                    <a:gd name="connsiteY16" fmla="*/ 2341993 h 2377070"/>
                                    <a:gd name="connsiteX17" fmla="*/ 3388685 w 3834999"/>
                                    <a:gd name="connsiteY17" fmla="*/ 2374651 h 2377070"/>
                                    <a:gd name="connsiteX18" fmla="*/ 3530199 w 3834999"/>
                                    <a:gd name="connsiteY18" fmla="*/ 2374651 h 2377070"/>
                                    <a:gd name="connsiteX19" fmla="*/ 3671714 w 3834999"/>
                                    <a:gd name="connsiteY19" fmla="*/ 2374651 h 2377070"/>
                                    <a:gd name="connsiteX20" fmla="*/ 3769685 w 3834999"/>
                                    <a:gd name="connsiteY20" fmla="*/ 2363765 h 2377070"/>
                                    <a:gd name="connsiteX21" fmla="*/ 3834999 w 3834999"/>
                                    <a:gd name="connsiteY21" fmla="*/ 2363765 h 2377070"/>
                                    <a:gd name="connsiteX0" fmla="*/ 247650 w 3834999"/>
                                    <a:gd name="connsiteY0" fmla="*/ 0 h 2377070"/>
                                    <a:gd name="connsiteX1" fmla="*/ 79428 w 3834999"/>
                                    <a:gd name="connsiteY1" fmla="*/ 164850 h 2377070"/>
                                    <a:gd name="connsiteX2" fmla="*/ 14114 w 3834999"/>
                                    <a:gd name="connsiteY2" fmla="*/ 426108 h 2377070"/>
                                    <a:gd name="connsiteX3" fmla="*/ 14113 w 3834999"/>
                                    <a:gd name="connsiteY3" fmla="*/ 741794 h 2377070"/>
                                    <a:gd name="connsiteX4" fmla="*/ 166514 w 3834999"/>
                                    <a:gd name="connsiteY4" fmla="*/ 1177222 h 2377070"/>
                                    <a:gd name="connsiteX5" fmla="*/ 297142 w 3834999"/>
                                    <a:gd name="connsiteY5" fmla="*/ 1449364 h 2377070"/>
                                    <a:gd name="connsiteX6" fmla="*/ 514857 w 3834999"/>
                                    <a:gd name="connsiteY6" fmla="*/ 1677965 h 2377070"/>
                                    <a:gd name="connsiteX7" fmla="*/ 754342 w 3834999"/>
                                    <a:gd name="connsiteY7" fmla="*/ 1863022 h 2377070"/>
                                    <a:gd name="connsiteX8" fmla="*/ 1048257 w 3834999"/>
                                    <a:gd name="connsiteY8" fmla="*/ 2080736 h 2377070"/>
                                    <a:gd name="connsiteX9" fmla="*/ 1298628 w 3834999"/>
                                    <a:gd name="connsiteY9" fmla="*/ 2211365 h 2377070"/>
                                    <a:gd name="connsiteX10" fmla="*/ 1723171 w 3834999"/>
                                    <a:gd name="connsiteY10" fmla="*/ 2287565 h 2377070"/>
                                    <a:gd name="connsiteX11" fmla="*/ 2071514 w 3834999"/>
                                    <a:gd name="connsiteY11" fmla="*/ 2309336 h 2377070"/>
                                    <a:gd name="connsiteX12" fmla="*/ 2343656 w 3834999"/>
                                    <a:gd name="connsiteY12" fmla="*/ 2341993 h 2377070"/>
                                    <a:gd name="connsiteX13" fmla="*/ 2604914 w 3834999"/>
                                    <a:gd name="connsiteY13" fmla="*/ 2341993 h 2377070"/>
                                    <a:gd name="connsiteX14" fmla="*/ 2822628 w 3834999"/>
                                    <a:gd name="connsiteY14" fmla="*/ 2352879 h 2377070"/>
                                    <a:gd name="connsiteX15" fmla="*/ 3018571 w 3834999"/>
                                    <a:gd name="connsiteY15" fmla="*/ 2341993 h 2377070"/>
                                    <a:gd name="connsiteX16" fmla="*/ 3214514 w 3834999"/>
                                    <a:gd name="connsiteY16" fmla="*/ 2341993 h 2377070"/>
                                    <a:gd name="connsiteX17" fmla="*/ 3388685 w 3834999"/>
                                    <a:gd name="connsiteY17" fmla="*/ 2374651 h 2377070"/>
                                    <a:gd name="connsiteX18" fmla="*/ 3530199 w 3834999"/>
                                    <a:gd name="connsiteY18" fmla="*/ 2374651 h 2377070"/>
                                    <a:gd name="connsiteX19" fmla="*/ 3671714 w 3834999"/>
                                    <a:gd name="connsiteY19" fmla="*/ 2374651 h 2377070"/>
                                    <a:gd name="connsiteX20" fmla="*/ 3769685 w 3834999"/>
                                    <a:gd name="connsiteY20" fmla="*/ 2363765 h 2377070"/>
                                    <a:gd name="connsiteX21" fmla="*/ 3834999 w 3834999"/>
                                    <a:gd name="connsiteY21" fmla="*/ 2363765 h 2377070"/>
                                    <a:gd name="connsiteX0" fmla="*/ 247650 w 3834999"/>
                                    <a:gd name="connsiteY0" fmla="*/ 0 h 2377525"/>
                                    <a:gd name="connsiteX1" fmla="*/ 79428 w 3834999"/>
                                    <a:gd name="connsiteY1" fmla="*/ 164850 h 2377525"/>
                                    <a:gd name="connsiteX2" fmla="*/ 14114 w 3834999"/>
                                    <a:gd name="connsiteY2" fmla="*/ 426108 h 2377525"/>
                                    <a:gd name="connsiteX3" fmla="*/ 14113 w 3834999"/>
                                    <a:gd name="connsiteY3" fmla="*/ 741794 h 2377525"/>
                                    <a:gd name="connsiteX4" fmla="*/ 166514 w 3834999"/>
                                    <a:gd name="connsiteY4" fmla="*/ 1177222 h 2377525"/>
                                    <a:gd name="connsiteX5" fmla="*/ 297142 w 3834999"/>
                                    <a:gd name="connsiteY5" fmla="*/ 1449364 h 2377525"/>
                                    <a:gd name="connsiteX6" fmla="*/ 514857 w 3834999"/>
                                    <a:gd name="connsiteY6" fmla="*/ 1677965 h 2377525"/>
                                    <a:gd name="connsiteX7" fmla="*/ 754342 w 3834999"/>
                                    <a:gd name="connsiteY7" fmla="*/ 1863022 h 2377525"/>
                                    <a:gd name="connsiteX8" fmla="*/ 1048257 w 3834999"/>
                                    <a:gd name="connsiteY8" fmla="*/ 2080736 h 2377525"/>
                                    <a:gd name="connsiteX9" fmla="*/ 1298628 w 3834999"/>
                                    <a:gd name="connsiteY9" fmla="*/ 2211365 h 2377525"/>
                                    <a:gd name="connsiteX10" fmla="*/ 1723171 w 3834999"/>
                                    <a:gd name="connsiteY10" fmla="*/ 2287565 h 2377525"/>
                                    <a:gd name="connsiteX11" fmla="*/ 2071514 w 3834999"/>
                                    <a:gd name="connsiteY11" fmla="*/ 2309336 h 2377525"/>
                                    <a:gd name="connsiteX12" fmla="*/ 2343656 w 3834999"/>
                                    <a:gd name="connsiteY12" fmla="*/ 2341993 h 2377525"/>
                                    <a:gd name="connsiteX13" fmla="*/ 2604914 w 3834999"/>
                                    <a:gd name="connsiteY13" fmla="*/ 2341993 h 2377525"/>
                                    <a:gd name="connsiteX14" fmla="*/ 2822628 w 3834999"/>
                                    <a:gd name="connsiteY14" fmla="*/ 2352879 h 2377525"/>
                                    <a:gd name="connsiteX15" fmla="*/ 3018571 w 3834999"/>
                                    <a:gd name="connsiteY15" fmla="*/ 2341993 h 2377525"/>
                                    <a:gd name="connsiteX16" fmla="*/ 3214514 w 3834999"/>
                                    <a:gd name="connsiteY16" fmla="*/ 2341993 h 2377525"/>
                                    <a:gd name="connsiteX17" fmla="*/ 3530199 w 3834999"/>
                                    <a:gd name="connsiteY17" fmla="*/ 2374651 h 2377525"/>
                                    <a:gd name="connsiteX18" fmla="*/ 3671714 w 3834999"/>
                                    <a:gd name="connsiteY18" fmla="*/ 2374651 h 2377525"/>
                                    <a:gd name="connsiteX19" fmla="*/ 3769685 w 3834999"/>
                                    <a:gd name="connsiteY19" fmla="*/ 2363765 h 2377525"/>
                                    <a:gd name="connsiteX20" fmla="*/ 3834999 w 3834999"/>
                                    <a:gd name="connsiteY20" fmla="*/ 2363765 h 2377525"/>
                                    <a:gd name="connsiteX0" fmla="*/ 247650 w 3834999"/>
                                    <a:gd name="connsiteY0" fmla="*/ 0 h 2374651"/>
                                    <a:gd name="connsiteX1" fmla="*/ 79428 w 3834999"/>
                                    <a:gd name="connsiteY1" fmla="*/ 164850 h 2374651"/>
                                    <a:gd name="connsiteX2" fmla="*/ 14114 w 3834999"/>
                                    <a:gd name="connsiteY2" fmla="*/ 426108 h 2374651"/>
                                    <a:gd name="connsiteX3" fmla="*/ 14113 w 3834999"/>
                                    <a:gd name="connsiteY3" fmla="*/ 741794 h 2374651"/>
                                    <a:gd name="connsiteX4" fmla="*/ 166514 w 3834999"/>
                                    <a:gd name="connsiteY4" fmla="*/ 1177222 h 2374651"/>
                                    <a:gd name="connsiteX5" fmla="*/ 297142 w 3834999"/>
                                    <a:gd name="connsiteY5" fmla="*/ 1449364 h 2374651"/>
                                    <a:gd name="connsiteX6" fmla="*/ 514857 w 3834999"/>
                                    <a:gd name="connsiteY6" fmla="*/ 1677965 h 2374651"/>
                                    <a:gd name="connsiteX7" fmla="*/ 754342 w 3834999"/>
                                    <a:gd name="connsiteY7" fmla="*/ 1863022 h 2374651"/>
                                    <a:gd name="connsiteX8" fmla="*/ 1048257 w 3834999"/>
                                    <a:gd name="connsiteY8" fmla="*/ 2080736 h 2374651"/>
                                    <a:gd name="connsiteX9" fmla="*/ 1298628 w 3834999"/>
                                    <a:gd name="connsiteY9" fmla="*/ 2211365 h 2374651"/>
                                    <a:gd name="connsiteX10" fmla="*/ 1723171 w 3834999"/>
                                    <a:gd name="connsiteY10" fmla="*/ 2287565 h 2374651"/>
                                    <a:gd name="connsiteX11" fmla="*/ 2071514 w 3834999"/>
                                    <a:gd name="connsiteY11" fmla="*/ 2309336 h 2374651"/>
                                    <a:gd name="connsiteX12" fmla="*/ 2343656 w 3834999"/>
                                    <a:gd name="connsiteY12" fmla="*/ 2341993 h 2374651"/>
                                    <a:gd name="connsiteX13" fmla="*/ 2604914 w 3834999"/>
                                    <a:gd name="connsiteY13" fmla="*/ 2341993 h 2374651"/>
                                    <a:gd name="connsiteX14" fmla="*/ 2822628 w 3834999"/>
                                    <a:gd name="connsiteY14" fmla="*/ 2352879 h 2374651"/>
                                    <a:gd name="connsiteX15" fmla="*/ 3018571 w 3834999"/>
                                    <a:gd name="connsiteY15" fmla="*/ 2341993 h 2374651"/>
                                    <a:gd name="connsiteX16" fmla="*/ 3214514 w 3834999"/>
                                    <a:gd name="connsiteY16" fmla="*/ 2341993 h 2374651"/>
                                    <a:gd name="connsiteX17" fmla="*/ 3530199 w 3834999"/>
                                    <a:gd name="connsiteY17" fmla="*/ 2374651 h 2374651"/>
                                    <a:gd name="connsiteX18" fmla="*/ 3769685 w 3834999"/>
                                    <a:gd name="connsiteY18" fmla="*/ 2363765 h 2374651"/>
                                    <a:gd name="connsiteX19" fmla="*/ 3834999 w 3834999"/>
                                    <a:gd name="connsiteY19" fmla="*/ 2363765 h 2374651"/>
                                    <a:gd name="connsiteX0" fmla="*/ 247650 w 3834999"/>
                                    <a:gd name="connsiteY0" fmla="*/ 0 h 2365193"/>
                                    <a:gd name="connsiteX1" fmla="*/ 79428 w 3834999"/>
                                    <a:gd name="connsiteY1" fmla="*/ 164850 h 2365193"/>
                                    <a:gd name="connsiteX2" fmla="*/ 14114 w 3834999"/>
                                    <a:gd name="connsiteY2" fmla="*/ 426108 h 2365193"/>
                                    <a:gd name="connsiteX3" fmla="*/ 14113 w 3834999"/>
                                    <a:gd name="connsiteY3" fmla="*/ 741794 h 2365193"/>
                                    <a:gd name="connsiteX4" fmla="*/ 166514 w 3834999"/>
                                    <a:gd name="connsiteY4" fmla="*/ 1177222 h 2365193"/>
                                    <a:gd name="connsiteX5" fmla="*/ 297142 w 3834999"/>
                                    <a:gd name="connsiteY5" fmla="*/ 1449364 h 2365193"/>
                                    <a:gd name="connsiteX6" fmla="*/ 514857 w 3834999"/>
                                    <a:gd name="connsiteY6" fmla="*/ 1677965 h 2365193"/>
                                    <a:gd name="connsiteX7" fmla="*/ 754342 w 3834999"/>
                                    <a:gd name="connsiteY7" fmla="*/ 1863022 h 2365193"/>
                                    <a:gd name="connsiteX8" fmla="*/ 1048257 w 3834999"/>
                                    <a:gd name="connsiteY8" fmla="*/ 2080736 h 2365193"/>
                                    <a:gd name="connsiteX9" fmla="*/ 1298628 w 3834999"/>
                                    <a:gd name="connsiteY9" fmla="*/ 2211365 h 2365193"/>
                                    <a:gd name="connsiteX10" fmla="*/ 1723171 w 3834999"/>
                                    <a:gd name="connsiteY10" fmla="*/ 2287565 h 2365193"/>
                                    <a:gd name="connsiteX11" fmla="*/ 2071514 w 3834999"/>
                                    <a:gd name="connsiteY11" fmla="*/ 2309336 h 2365193"/>
                                    <a:gd name="connsiteX12" fmla="*/ 2343656 w 3834999"/>
                                    <a:gd name="connsiteY12" fmla="*/ 2341993 h 2365193"/>
                                    <a:gd name="connsiteX13" fmla="*/ 2604914 w 3834999"/>
                                    <a:gd name="connsiteY13" fmla="*/ 2341993 h 2365193"/>
                                    <a:gd name="connsiteX14" fmla="*/ 2822628 w 3834999"/>
                                    <a:gd name="connsiteY14" fmla="*/ 2352879 h 2365193"/>
                                    <a:gd name="connsiteX15" fmla="*/ 3018571 w 3834999"/>
                                    <a:gd name="connsiteY15" fmla="*/ 2341993 h 2365193"/>
                                    <a:gd name="connsiteX16" fmla="*/ 3214514 w 3834999"/>
                                    <a:gd name="connsiteY16" fmla="*/ 2341993 h 2365193"/>
                                    <a:gd name="connsiteX17" fmla="*/ 3530199 w 3834999"/>
                                    <a:gd name="connsiteY17" fmla="*/ 2341994 h 2365193"/>
                                    <a:gd name="connsiteX18" fmla="*/ 3769685 w 3834999"/>
                                    <a:gd name="connsiteY18" fmla="*/ 2363765 h 2365193"/>
                                    <a:gd name="connsiteX19" fmla="*/ 3834999 w 3834999"/>
                                    <a:gd name="connsiteY19" fmla="*/ 2363765 h 2365193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297142 w 3769685"/>
                                    <a:gd name="connsiteY5" fmla="*/ 1449364 h 2363765"/>
                                    <a:gd name="connsiteX6" fmla="*/ 514857 w 3769685"/>
                                    <a:gd name="connsiteY6" fmla="*/ 1677965 h 2363765"/>
                                    <a:gd name="connsiteX7" fmla="*/ 754342 w 3769685"/>
                                    <a:gd name="connsiteY7" fmla="*/ 1863022 h 2363765"/>
                                    <a:gd name="connsiteX8" fmla="*/ 1048257 w 3769685"/>
                                    <a:gd name="connsiteY8" fmla="*/ 2080736 h 2363765"/>
                                    <a:gd name="connsiteX9" fmla="*/ 1298628 w 3769685"/>
                                    <a:gd name="connsiteY9" fmla="*/ 2211365 h 2363765"/>
                                    <a:gd name="connsiteX10" fmla="*/ 1723171 w 3769685"/>
                                    <a:gd name="connsiteY10" fmla="*/ 2287565 h 2363765"/>
                                    <a:gd name="connsiteX11" fmla="*/ 2071514 w 3769685"/>
                                    <a:gd name="connsiteY11" fmla="*/ 2309336 h 2363765"/>
                                    <a:gd name="connsiteX12" fmla="*/ 2343656 w 3769685"/>
                                    <a:gd name="connsiteY12" fmla="*/ 2341993 h 2363765"/>
                                    <a:gd name="connsiteX13" fmla="*/ 2604914 w 3769685"/>
                                    <a:gd name="connsiteY13" fmla="*/ 2341993 h 2363765"/>
                                    <a:gd name="connsiteX14" fmla="*/ 2822628 w 3769685"/>
                                    <a:gd name="connsiteY14" fmla="*/ 2352879 h 2363765"/>
                                    <a:gd name="connsiteX15" fmla="*/ 3018571 w 3769685"/>
                                    <a:gd name="connsiteY15" fmla="*/ 2341993 h 2363765"/>
                                    <a:gd name="connsiteX16" fmla="*/ 3214514 w 3769685"/>
                                    <a:gd name="connsiteY16" fmla="*/ 2341993 h 2363765"/>
                                    <a:gd name="connsiteX17" fmla="*/ 3530199 w 3769685"/>
                                    <a:gd name="connsiteY17" fmla="*/ 2341994 h 2363765"/>
                                    <a:gd name="connsiteX18" fmla="*/ 3769685 w 3769685"/>
                                    <a:gd name="connsiteY18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754342 w 3769685"/>
                                    <a:gd name="connsiteY6" fmla="*/ 1863022 h 2363765"/>
                                    <a:gd name="connsiteX7" fmla="*/ 1048257 w 3769685"/>
                                    <a:gd name="connsiteY7" fmla="*/ 2080736 h 2363765"/>
                                    <a:gd name="connsiteX8" fmla="*/ 1298628 w 3769685"/>
                                    <a:gd name="connsiteY8" fmla="*/ 2211365 h 2363765"/>
                                    <a:gd name="connsiteX9" fmla="*/ 1723171 w 3769685"/>
                                    <a:gd name="connsiteY9" fmla="*/ 2287565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1004713 w 3769685"/>
                                    <a:gd name="connsiteY6" fmla="*/ 1743279 h 2363765"/>
                                    <a:gd name="connsiteX7" fmla="*/ 1048257 w 3769685"/>
                                    <a:gd name="connsiteY7" fmla="*/ 2080736 h 2363765"/>
                                    <a:gd name="connsiteX8" fmla="*/ 1298628 w 3769685"/>
                                    <a:gd name="connsiteY8" fmla="*/ 2211365 h 2363765"/>
                                    <a:gd name="connsiteX9" fmla="*/ 1723171 w 3769685"/>
                                    <a:gd name="connsiteY9" fmla="*/ 2287565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1004713 w 3769685"/>
                                    <a:gd name="connsiteY6" fmla="*/ 1743279 h 2363765"/>
                                    <a:gd name="connsiteX7" fmla="*/ 1298628 w 3769685"/>
                                    <a:gd name="connsiteY7" fmla="*/ 1808593 h 2363765"/>
                                    <a:gd name="connsiteX8" fmla="*/ 1298628 w 3769685"/>
                                    <a:gd name="connsiteY8" fmla="*/ 2211365 h 2363765"/>
                                    <a:gd name="connsiteX9" fmla="*/ 1723171 w 3769685"/>
                                    <a:gd name="connsiteY9" fmla="*/ 2287565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1080913 w 3769685"/>
                                    <a:gd name="connsiteY6" fmla="*/ 1667079 h 2363765"/>
                                    <a:gd name="connsiteX7" fmla="*/ 1298628 w 3769685"/>
                                    <a:gd name="connsiteY7" fmla="*/ 1808593 h 2363765"/>
                                    <a:gd name="connsiteX8" fmla="*/ 1298628 w 3769685"/>
                                    <a:gd name="connsiteY8" fmla="*/ 2211365 h 2363765"/>
                                    <a:gd name="connsiteX9" fmla="*/ 1723171 w 3769685"/>
                                    <a:gd name="connsiteY9" fmla="*/ 2287565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1080913 w 3769685"/>
                                    <a:gd name="connsiteY6" fmla="*/ 1667079 h 2363765"/>
                                    <a:gd name="connsiteX7" fmla="*/ 1353057 w 3769685"/>
                                    <a:gd name="connsiteY7" fmla="*/ 1754164 h 2363765"/>
                                    <a:gd name="connsiteX8" fmla="*/ 1298628 w 3769685"/>
                                    <a:gd name="connsiteY8" fmla="*/ 2211365 h 2363765"/>
                                    <a:gd name="connsiteX9" fmla="*/ 1723171 w 3769685"/>
                                    <a:gd name="connsiteY9" fmla="*/ 2287565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1080913 w 3769685"/>
                                    <a:gd name="connsiteY6" fmla="*/ 1667079 h 2363765"/>
                                    <a:gd name="connsiteX7" fmla="*/ 1353057 w 3769685"/>
                                    <a:gd name="connsiteY7" fmla="*/ 1754164 h 2363765"/>
                                    <a:gd name="connsiteX8" fmla="*/ 1646971 w 3769685"/>
                                    <a:gd name="connsiteY8" fmla="*/ 1808593 h 2363765"/>
                                    <a:gd name="connsiteX9" fmla="*/ 1723171 w 3769685"/>
                                    <a:gd name="connsiteY9" fmla="*/ 2287565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1080913 w 3769685"/>
                                    <a:gd name="connsiteY6" fmla="*/ 1667079 h 2363765"/>
                                    <a:gd name="connsiteX7" fmla="*/ 1385714 w 3769685"/>
                                    <a:gd name="connsiteY7" fmla="*/ 1688850 h 2363765"/>
                                    <a:gd name="connsiteX8" fmla="*/ 1646971 w 3769685"/>
                                    <a:gd name="connsiteY8" fmla="*/ 1808593 h 2363765"/>
                                    <a:gd name="connsiteX9" fmla="*/ 1723171 w 3769685"/>
                                    <a:gd name="connsiteY9" fmla="*/ 2287565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1080913 w 3769685"/>
                                    <a:gd name="connsiteY6" fmla="*/ 1667079 h 2363765"/>
                                    <a:gd name="connsiteX7" fmla="*/ 1385714 w 3769685"/>
                                    <a:gd name="connsiteY7" fmla="*/ 1688850 h 2363765"/>
                                    <a:gd name="connsiteX8" fmla="*/ 1646971 w 3769685"/>
                                    <a:gd name="connsiteY8" fmla="*/ 1808593 h 2363765"/>
                                    <a:gd name="connsiteX9" fmla="*/ 1984428 w 3769685"/>
                                    <a:gd name="connsiteY9" fmla="*/ 1873908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70622"/>
                                    <a:gd name="connsiteX1" fmla="*/ 79428 w 3769685"/>
                                    <a:gd name="connsiteY1" fmla="*/ 164850 h 2370622"/>
                                    <a:gd name="connsiteX2" fmla="*/ 14114 w 3769685"/>
                                    <a:gd name="connsiteY2" fmla="*/ 426108 h 2370622"/>
                                    <a:gd name="connsiteX3" fmla="*/ 14113 w 3769685"/>
                                    <a:gd name="connsiteY3" fmla="*/ 741794 h 2370622"/>
                                    <a:gd name="connsiteX4" fmla="*/ 166514 w 3769685"/>
                                    <a:gd name="connsiteY4" fmla="*/ 1177222 h 2370622"/>
                                    <a:gd name="connsiteX5" fmla="*/ 514857 w 3769685"/>
                                    <a:gd name="connsiteY5" fmla="*/ 1677965 h 2370622"/>
                                    <a:gd name="connsiteX6" fmla="*/ 1080913 w 3769685"/>
                                    <a:gd name="connsiteY6" fmla="*/ 1667079 h 2370622"/>
                                    <a:gd name="connsiteX7" fmla="*/ 1385714 w 3769685"/>
                                    <a:gd name="connsiteY7" fmla="*/ 1688850 h 2370622"/>
                                    <a:gd name="connsiteX8" fmla="*/ 1646971 w 3769685"/>
                                    <a:gd name="connsiteY8" fmla="*/ 1808593 h 2370622"/>
                                    <a:gd name="connsiteX9" fmla="*/ 1984428 w 3769685"/>
                                    <a:gd name="connsiteY9" fmla="*/ 1873908 h 2370622"/>
                                    <a:gd name="connsiteX10" fmla="*/ 2332771 w 3769685"/>
                                    <a:gd name="connsiteY10" fmla="*/ 1950107 h 2370622"/>
                                    <a:gd name="connsiteX11" fmla="*/ 2343656 w 3769685"/>
                                    <a:gd name="connsiteY11" fmla="*/ 2341993 h 2370622"/>
                                    <a:gd name="connsiteX12" fmla="*/ 2604914 w 3769685"/>
                                    <a:gd name="connsiteY12" fmla="*/ 2341993 h 2370622"/>
                                    <a:gd name="connsiteX13" fmla="*/ 2822628 w 3769685"/>
                                    <a:gd name="connsiteY13" fmla="*/ 2352879 h 2370622"/>
                                    <a:gd name="connsiteX14" fmla="*/ 3018571 w 3769685"/>
                                    <a:gd name="connsiteY14" fmla="*/ 2341993 h 2370622"/>
                                    <a:gd name="connsiteX15" fmla="*/ 3214514 w 3769685"/>
                                    <a:gd name="connsiteY15" fmla="*/ 2341993 h 2370622"/>
                                    <a:gd name="connsiteX16" fmla="*/ 3530199 w 3769685"/>
                                    <a:gd name="connsiteY16" fmla="*/ 2341994 h 2370622"/>
                                    <a:gd name="connsiteX17" fmla="*/ 3769685 w 3769685"/>
                                    <a:gd name="connsiteY17" fmla="*/ 2363765 h 2370622"/>
                                    <a:gd name="connsiteX0" fmla="*/ 247650 w 3769685"/>
                                    <a:gd name="connsiteY0" fmla="*/ 0 h 2374937"/>
                                    <a:gd name="connsiteX1" fmla="*/ 79428 w 3769685"/>
                                    <a:gd name="connsiteY1" fmla="*/ 164850 h 2374937"/>
                                    <a:gd name="connsiteX2" fmla="*/ 14114 w 3769685"/>
                                    <a:gd name="connsiteY2" fmla="*/ 426108 h 2374937"/>
                                    <a:gd name="connsiteX3" fmla="*/ 14113 w 3769685"/>
                                    <a:gd name="connsiteY3" fmla="*/ 741794 h 2374937"/>
                                    <a:gd name="connsiteX4" fmla="*/ 166514 w 3769685"/>
                                    <a:gd name="connsiteY4" fmla="*/ 1177222 h 2374937"/>
                                    <a:gd name="connsiteX5" fmla="*/ 514857 w 3769685"/>
                                    <a:gd name="connsiteY5" fmla="*/ 1677965 h 2374937"/>
                                    <a:gd name="connsiteX6" fmla="*/ 1080913 w 3769685"/>
                                    <a:gd name="connsiteY6" fmla="*/ 1667079 h 2374937"/>
                                    <a:gd name="connsiteX7" fmla="*/ 1385714 w 3769685"/>
                                    <a:gd name="connsiteY7" fmla="*/ 1688850 h 2374937"/>
                                    <a:gd name="connsiteX8" fmla="*/ 1646971 w 3769685"/>
                                    <a:gd name="connsiteY8" fmla="*/ 1808593 h 2374937"/>
                                    <a:gd name="connsiteX9" fmla="*/ 1984428 w 3769685"/>
                                    <a:gd name="connsiteY9" fmla="*/ 1873908 h 2374937"/>
                                    <a:gd name="connsiteX10" fmla="*/ 2332771 w 3769685"/>
                                    <a:gd name="connsiteY10" fmla="*/ 1950107 h 2374937"/>
                                    <a:gd name="connsiteX11" fmla="*/ 2343656 w 3769685"/>
                                    <a:gd name="connsiteY11" fmla="*/ 2341993 h 2374937"/>
                                    <a:gd name="connsiteX12" fmla="*/ 2822628 w 3769685"/>
                                    <a:gd name="connsiteY12" fmla="*/ 2352879 h 2374937"/>
                                    <a:gd name="connsiteX13" fmla="*/ 3018571 w 3769685"/>
                                    <a:gd name="connsiteY13" fmla="*/ 2341993 h 2374937"/>
                                    <a:gd name="connsiteX14" fmla="*/ 3214514 w 3769685"/>
                                    <a:gd name="connsiteY14" fmla="*/ 2341993 h 2374937"/>
                                    <a:gd name="connsiteX15" fmla="*/ 3530199 w 3769685"/>
                                    <a:gd name="connsiteY15" fmla="*/ 2341994 h 2374937"/>
                                    <a:gd name="connsiteX16" fmla="*/ 3769685 w 3769685"/>
                                    <a:gd name="connsiteY16" fmla="*/ 2363765 h 2374937"/>
                                    <a:gd name="connsiteX0" fmla="*/ 247650 w 3769685"/>
                                    <a:gd name="connsiteY0" fmla="*/ 0 h 2374937"/>
                                    <a:gd name="connsiteX1" fmla="*/ 79428 w 3769685"/>
                                    <a:gd name="connsiteY1" fmla="*/ 164850 h 2374937"/>
                                    <a:gd name="connsiteX2" fmla="*/ 14114 w 3769685"/>
                                    <a:gd name="connsiteY2" fmla="*/ 426108 h 2374937"/>
                                    <a:gd name="connsiteX3" fmla="*/ 14113 w 3769685"/>
                                    <a:gd name="connsiteY3" fmla="*/ 741794 h 2374937"/>
                                    <a:gd name="connsiteX4" fmla="*/ 166514 w 3769685"/>
                                    <a:gd name="connsiteY4" fmla="*/ 1177222 h 2374937"/>
                                    <a:gd name="connsiteX5" fmla="*/ 514857 w 3769685"/>
                                    <a:gd name="connsiteY5" fmla="*/ 1677965 h 2374937"/>
                                    <a:gd name="connsiteX6" fmla="*/ 1080913 w 3769685"/>
                                    <a:gd name="connsiteY6" fmla="*/ 1667079 h 2374937"/>
                                    <a:gd name="connsiteX7" fmla="*/ 1385714 w 3769685"/>
                                    <a:gd name="connsiteY7" fmla="*/ 1688850 h 2374937"/>
                                    <a:gd name="connsiteX8" fmla="*/ 1646971 w 3769685"/>
                                    <a:gd name="connsiteY8" fmla="*/ 1808593 h 2374937"/>
                                    <a:gd name="connsiteX9" fmla="*/ 1984428 w 3769685"/>
                                    <a:gd name="connsiteY9" fmla="*/ 1873908 h 2374937"/>
                                    <a:gd name="connsiteX10" fmla="*/ 2332771 w 3769685"/>
                                    <a:gd name="connsiteY10" fmla="*/ 1950107 h 2374937"/>
                                    <a:gd name="connsiteX11" fmla="*/ 2343656 w 3769685"/>
                                    <a:gd name="connsiteY11" fmla="*/ 2341993 h 2374937"/>
                                    <a:gd name="connsiteX12" fmla="*/ 2822628 w 3769685"/>
                                    <a:gd name="connsiteY12" fmla="*/ 2352879 h 2374937"/>
                                    <a:gd name="connsiteX13" fmla="*/ 3214514 w 3769685"/>
                                    <a:gd name="connsiteY13" fmla="*/ 2341993 h 2374937"/>
                                    <a:gd name="connsiteX14" fmla="*/ 3530199 w 3769685"/>
                                    <a:gd name="connsiteY14" fmla="*/ 2341994 h 2374937"/>
                                    <a:gd name="connsiteX15" fmla="*/ 3769685 w 3769685"/>
                                    <a:gd name="connsiteY15" fmla="*/ 2363765 h 2374937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080913 w 3769685"/>
                                    <a:gd name="connsiteY6" fmla="*/ 1667079 h 2383688"/>
                                    <a:gd name="connsiteX7" fmla="*/ 1385714 w 3769685"/>
                                    <a:gd name="connsiteY7" fmla="*/ 1688850 h 2383688"/>
                                    <a:gd name="connsiteX8" fmla="*/ 1646971 w 3769685"/>
                                    <a:gd name="connsiteY8" fmla="*/ 1808593 h 2383688"/>
                                    <a:gd name="connsiteX9" fmla="*/ 1984428 w 3769685"/>
                                    <a:gd name="connsiteY9" fmla="*/ 1873908 h 2383688"/>
                                    <a:gd name="connsiteX10" fmla="*/ 2332771 w 3769685"/>
                                    <a:gd name="connsiteY10" fmla="*/ 1950107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080913 w 3769685"/>
                                    <a:gd name="connsiteY6" fmla="*/ 1667079 h 2383688"/>
                                    <a:gd name="connsiteX7" fmla="*/ 1385714 w 3769685"/>
                                    <a:gd name="connsiteY7" fmla="*/ 1688850 h 2383688"/>
                                    <a:gd name="connsiteX8" fmla="*/ 1646971 w 3769685"/>
                                    <a:gd name="connsiteY8" fmla="*/ 1808593 h 2383688"/>
                                    <a:gd name="connsiteX9" fmla="*/ 1984428 w 3769685"/>
                                    <a:gd name="connsiteY9" fmla="*/ 1873908 h 2383688"/>
                                    <a:gd name="connsiteX10" fmla="*/ 2343657 w 3769685"/>
                                    <a:gd name="connsiteY10" fmla="*/ 1863022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080913 w 3769685"/>
                                    <a:gd name="connsiteY6" fmla="*/ 1667079 h 2383688"/>
                                    <a:gd name="connsiteX7" fmla="*/ 1385714 w 3769685"/>
                                    <a:gd name="connsiteY7" fmla="*/ 1688850 h 2383688"/>
                                    <a:gd name="connsiteX8" fmla="*/ 1646971 w 3769685"/>
                                    <a:gd name="connsiteY8" fmla="*/ 1808593 h 2383688"/>
                                    <a:gd name="connsiteX9" fmla="*/ 1995313 w 3769685"/>
                                    <a:gd name="connsiteY9" fmla="*/ 1808594 h 2383688"/>
                                    <a:gd name="connsiteX10" fmla="*/ 2343657 w 3769685"/>
                                    <a:gd name="connsiteY10" fmla="*/ 1863022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85714 w 3769685"/>
                                    <a:gd name="connsiteY7" fmla="*/ 1688850 h 2383688"/>
                                    <a:gd name="connsiteX8" fmla="*/ 1646971 w 3769685"/>
                                    <a:gd name="connsiteY8" fmla="*/ 1808593 h 2383688"/>
                                    <a:gd name="connsiteX9" fmla="*/ 1995313 w 3769685"/>
                                    <a:gd name="connsiteY9" fmla="*/ 1808594 h 2383688"/>
                                    <a:gd name="connsiteX10" fmla="*/ 2343657 w 3769685"/>
                                    <a:gd name="connsiteY10" fmla="*/ 1863022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85714 w 3769685"/>
                                    <a:gd name="connsiteY7" fmla="*/ 1688850 h 2383688"/>
                                    <a:gd name="connsiteX8" fmla="*/ 1646971 w 3769685"/>
                                    <a:gd name="connsiteY8" fmla="*/ 1808593 h 2383688"/>
                                    <a:gd name="connsiteX9" fmla="*/ 2115056 w 3769685"/>
                                    <a:gd name="connsiteY9" fmla="*/ 1667080 h 2383688"/>
                                    <a:gd name="connsiteX10" fmla="*/ 2343657 w 3769685"/>
                                    <a:gd name="connsiteY10" fmla="*/ 1863022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85714 w 3769685"/>
                                    <a:gd name="connsiteY7" fmla="*/ 1688850 h 2383688"/>
                                    <a:gd name="connsiteX8" fmla="*/ 1701400 w 3769685"/>
                                    <a:gd name="connsiteY8" fmla="*/ 1732393 h 2383688"/>
                                    <a:gd name="connsiteX9" fmla="*/ 2115056 w 3769685"/>
                                    <a:gd name="connsiteY9" fmla="*/ 1667080 h 2383688"/>
                                    <a:gd name="connsiteX10" fmla="*/ 2343657 w 3769685"/>
                                    <a:gd name="connsiteY10" fmla="*/ 1863022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74828 w 3769685"/>
                                    <a:gd name="connsiteY7" fmla="*/ 1645307 h 2383688"/>
                                    <a:gd name="connsiteX8" fmla="*/ 1701400 w 3769685"/>
                                    <a:gd name="connsiteY8" fmla="*/ 1732393 h 2383688"/>
                                    <a:gd name="connsiteX9" fmla="*/ 2115056 w 3769685"/>
                                    <a:gd name="connsiteY9" fmla="*/ 1667080 h 2383688"/>
                                    <a:gd name="connsiteX10" fmla="*/ 2343657 w 3769685"/>
                                    <a:gd name="connsiteY10" fmla="*/ 1863022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74828 w 3769685"/>
                                    <a:gd name="connsiteY7" fmla="*/ 1645307 h 2383688"/>
                                    <a:gd name="connsiteX8" fmla="*/ 1701400 w 3769685"/>
                                    <a:gd name="connsiteY8" fmla="*/ 1732393 h 2383688"/>
                                    <a:gd name="connsiteX9" fmla="*/ 2115056 w 3769685"/>
                                    <a:gd name="connsiteY9" fmla="*/ 1667080 h 2383688"/>
                                    <a:gd name="connsiteX10" fmla="*/ 2419857 w 3769685"/>
                                    <a:gd name="connsiteY10" fmla="*/ 1754165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74828 w 3769685"/>
                                    <a:gd name="connsiteY7" fmla="*/ 1645307 h 2383688"/>
                                    <a:gd name="connsiteX8" fmla="*/ 1701400 w 3769685"/>
                                    <a:gd name="connsiteY8" fmla="*/ 1732393 h 2383688"/>
                                    <a:gd name="connsiteX9" fmla="*/ 2115056 w 3769685"/>
                                    <a:gd name="connsiteY9" fmla="*/ 1667080 h 2383688"/>
                                    <a:gd name="connsiteX10" fmla="*/ 2441629 w 3769685"/>
                                    <a:gd name="connsiteY10" fmla="*/ 1667079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74828 w 3769685"/>
                                    <a:gd name="connsiteY7" fmla="*/ 1645307 h 2383688"/>
                                    <a:gd name="connsiteX8" fmla="*/ 1701400 w 3769685"/>
                                    <a:gd name="connsiteY8" fmla="*/ 1732393 h 2383688"/>
                                    <a:gd name="connsiteX9" fmla="*/ 2082399 w 3769685"/>
                                    <a:gd name="connsiteY9" fmla="*/ 1579995 h 2383688"/>
                                    <a:gd name="connsiteX10" fmla="*/ 2441629 w 3769685"/>
                                    <a:gd name="connsiteY10" fmla="*/ 1667079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74828 w 3769685"/>
                                    <a:gd name="connsiteY7" fmla="*/ 1645307 h 2383688"/>
                                    <a:gd name="connsiteX8" fmla="*/ 1712285 w 3769685"/>
                                    <a:gd name="connsiteY8" fmla="*/ 1677964 h 2383688"/>
                                    <a:gd name="connsiteX9" fmla="*/ 2082399 w 3769685"/>
                                    <a:gd name="connsiteY9" fmla="*/ 1579995 h 2383688"/>
                                    <a:gd name="connsiteX10" fmla="*/ 2441629 w 3769685"/>
                                    <a:gd name="connsiteY10" fmla="*/ 1667079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74828 w 3769685"/>
                                    <a:gd name="connsiteY7" fmla="*/ 1645307 h 2383688"/>
                                    <a:gd name="connsiteX8" fmla="*/ 1390650 w 3769685"/>
                                    <a:gd name="connsiteY8" fmla="*/ 1578427 h 2383688"/>
                                    <a:gd name="connsiteX9" fmla="*/ 1712285 w 3769685"/>
                                    <a:gd name="connsiteY9" fmla="*/ 1677964 h 2383688"/>
                                    <a:gd name="connsiteX10" fmla="*/ 2082399 w 3769685"/>
                                    <a:gd name="connsiteY10" fmla="*/ 1579995 h 2383688"/>
                                    <a:gd name="connsiteX11" fmla="*/ 2441629 w 3769685"/>
                                    <a:gd name="connsiteY11" fmla="*/ 1667079 h 2383688"/>
                                    <a:gd name="connsiteX12" fmla="*/ 2583142 w 3769685"/>
                                    <a:gd name="connsiteY12" fmla="*/ 1895679 h 2383688"/>
                                    <a:gd name="connsiteX13" fmla="*/ 2822628 w 3769685"/>
                                    <a:gd name="connsiteY13" fmla="*/ 2352879 h 2383688"/>
                                    <a:gd name="connsiteX14" fmla="*/ 3214514 w 3769685"/>
                                    <a:gd name="connsiteY14" fmla="*/ 2341993 h 2383688"/>
                                    <a:gd name="connsiteX15" fmla="*/ 3530199 w 3769685"/>
                                    <a:gd name="connsiteY15" fmla="*/ 2341994 h 2383688"/>
                                    <a:gd name="connsiteX16" fmla="*/ 3769685 w 3769685"/>
                                    <a:gd name="connsiteY16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13570 w 3769685"/>
                                    <a:gd name="connsiteY6" fmla="*/ 1525565 h 2383688"/>
                                    <a:gd name="connsiteX7" fmla="*/ 1374828 w 3769685"/>
                                    <a:gd name="connsiteY7" fmla="*/ 1645307 h 2383688"/>
                                    <a:gd name="connsiteX8" fmla="*/ 1390650 w 3769685"/>
                                    <a:gd name="connsiteY8" fmla="*/ 1578427 h 2383688"/>
                                    <a:gd name="connsiteX9" fmla="*/ 1712285 w 3769685"/>
                                    <a:gd name="connsiteY9" fmla="*/ 1677964 h 2383688"/>
                                    <a:gd name="connsiteX10" fmla="*/ 2082399 w 3769685"/>
                                    <a:gd name="connsiteY10" fmla="*/ 1579995 h 2383688"/>
                                    <a:gd name="connsiteX11" fmla="*/ 2441629 w 3769685"/>
                                    <a:gd name="connsiteY11" fmla="*/ 1667079 h 2383688"/>
                                    <a:gd name="connsiteX12" fmla="*/ 2583142 w 3769685"/>
                                    <a:gd name="connsiteY12" fmla="*/ 1895679 h 2383688"/>
                                    <a:gd name="connsiteX13" fmla="*/ 2822628 w 3769685"/>
                                    <a:gd name="connsiteY13" fmla="*/ 2352879 h 2383688"/>
                                    <a:gd name="connsiteX14" fmla="*/ 3214514 w 3769685"/>
                                    <a:gd name="connsiteY14" fmla="*/ 2341993 h 2383688"/>
                                    <a:gd name="connsiteX15" fmla="*/ 3530199 w 3769685"/>
                                    <a:gd name="connsiteY15" fmla="*/ 2341994 h 2383688"/>
                                    <a:gd name="connsiteX16" fmla="*/ 3769685 w 3769685"/>
                                    <a:gd name="connsiteY16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612829 w 3769685"/>
                                    <a:gd name="connsiteY5" fmla="*/ 1623536 h 2383688"/>
                                    <a:gd name="connsiteX6" fmla="*/ 1113570 w 3769685"/>
                                    <a:gd name="connsiteY6" fmla="*/ 1525565 h 2383688"/>
                                    <a:gd name="connsiteX7" fmla="*/ 1374828 w 3769685"/>
                                    <a:gd name="connsiteY7" fmla="*/ 1645307 h 2383688"/>
                                    <a:gd name="connsiteX8" fmla="*/ 1390650 w 3769685"/>
                                    <a:gd name="connsiteY8" fmla="*/ 1578427 h 2383688"/>
                                    <a:gd name="connsiteX9" fmla="*/ 1712285 w 3769685"/>
                                    <a:gd name="connsiteY9" fmla="*/ 1677964 h 2383688"/>
                                    <a:gd name="connsiteX10" fmla="*/ 2082399 w 3769685"/>
                                    <a:gd name="connsiteY10" fmla="*/ 1579995 h 2383688"/>
                                    <a:gd name="connsiteX11" fmla="*/ 2441629 w 3769685"/>
                                    <a:gd name="connsiteY11" fmla="*/ 1667079 h 2383688"/>
                                    <a:gd name="connsiteX12" fmla="*/ 2583142 w 3769685"/>
                                    <a:gd name="connsiteY12" fmla="*/ 1895679 h 2383688"/>
                                    <a:gd name="connsiteX13" fmla="*/ 2822628 w 3769685"/>
                                    <a:gd name="connsiteY13" fmla="*/ 2352879 h 2383688"/>
                                    <a:gd name="connsiteX14" fmla="*/ 3214514 w 3769685"/>
                                    <a:gd name="connsiteY14" fmla="*/ 2341993 h 2383688"/>
                                    <a:gd name="connsiteX15" fmla="*/ 3530199 w 3769685"/>
                                    <a:gd name="connsiteY15" fmla="*/ 2341994 h 2383688"/>
                                    <a:gd name="connsiteX16" fmla="*/ 3769685 w 3769685"/>
                                    <a:gd name="connsiteY16" fmla="*/ 2363765 h 2383688"/>
                                    <a:gd name="connsiteX0" fmla="*/ 251574 w 3773609"/>
                                    <a:gd name="connsiteY0" fmla="*/ 0 h 2383688"/>
                                    <a:gd name="connsiteX1" fmla="*/ 83352 w 3773609"/>
                                    <a:gd name="connsiteY1" fmla="*/ 164850 h 2383688"/>
                                    <a:gd name="connsiteX2" fmla="*/ 18038 w 3773609"/>
                                    <a:gd name="connsiteY2" fmla="*/ 426108 h 2383688"/>
                                    <a:gd name="connsiteX3" fmla="*/ 18037 w 3773609"/>
                                    <a:gd name="connsiteY3" fmla="*/ 741794 h 2383688"/>
                                    <a:gd name="connsiteX4" fmla="*/ 224867 w 3773609"/>
                                    <a:gd name="connsiteY4" fmla="*/ 1155450 h 2383688"/>
                                    <a:gd name="connsiteX5" fmla="*/ 616753 w 3773609"/>
                                    <a:gd name="connsiteY5" fmla="*/ 1623536 h 2383688"/>
                                    <a:gd name="connsiteX6" fmla="*/ 1117494 w 3773609"/>
                                    <a:gd name="connsiteY6" fmla="*/ 1525565 h 2383688"/>
                                    <a:gd name="connsiteX7" fmla="*/ 1378752 w 3773609"/>
                                    <a:gd name="connsiteY7" fmla="*/ 1645307 h 2383688"/>
                                    <a:gd name="connsiteX8" fmla="*/ 1394574 w 3773609"/>
                                    <a:gd name="connsiteY8" fmla="*/ 1578427 h 2383688"/>
                                    <a:gd name="connsiteX9" fmla="*/ 1716209 w 3773609"/>
                                    <a:gd name="connsiteY9" fmla="*/ 1677964 h 2383688"/>
                                    <a:gd name="connsiteX10" fmla="*/ 2086323 w 3773609"/>
                                    <a:gd name="connsiteY10" fmla="*/ 1579995 h 2383688"/>
                                    <a:gd name="connsiteX11" fmla="*/ 2445553 w 3773609"/>
                                    <a:gd name="connsiteY11" fmla="*/ 1667079 h 2383688"/>
                                    <a:gd name="connsiteX12" fmla="*/ 2587066 w 3773609"/>
                                    <a:gd name="connsiteY12" fmla="*/ 1895679 h 2383688"/>
                                    <a:gd name="connsiteX13" fmla="*/ 2826552 w 3773609"/>
                                    <a:gd name="connsiteY13" fmla="*/ 2352879 h 2383688"/>
                                    <a:gd name="connsiteX14" fmla="*/ 3218438 w 3773609"/>
                                    <a:gd name="connsiteY14" fmla="*/ 2341993 h 2383688"/>
                                    <a:gd name="connsiteX15" fmla="*/ 3534123 w 3773609"/>
                                    <a:gd name="connsiteY15" fmla="*/ 2341994 h 2383688"/>
                                    <a:gd name="connsiteX16" fmla="*/ 3773609 w 3773609"/>
                                    <a:gd name="connsiteY16" fmla="*/ 2363765 h 2383688"/>
                                    <a:gd name="connsiteX0" fmla="*/ 251574 w 3773609"/>
                                    <a:gd name="connsiteY0" fmla="*/ 0 h 2383688"/>
                                    <a:gd name="connsiteX1" fmla="*/ 83352 w 3773609"/>
                                    <a:gd name="connsiteY1" fmla="*/ 164850 h 2383688"/>
                                    <a:gd name="connsiteX2" fmla="*/ 18038 w 3773609"/>
                                    <a:gd name="connsiteY2" fmla="*/ 426108 h 2383688"/>
                                    <a:gd name="connsiteX3" fmla="*/ 18037 w 3773609"/>
                                    <a:gd name="connsiteY3" fmla="*/ 741794 h 2383688"/>
                                    <a:gd name="connsiteX4" fmla="*/ 224867 w 3773609"/>
                                    <a:gd name="connsiteY4" fmla="*/ 1155450 h 2383688"/>
                                    <a:gd name="connsiteX5" fmla="*/ 616753 w 3773609"/>
                                    <a:gd name="connsiteY5" fmla="*/ 1623536 h 2383688"/>
                                    <a:gd name="connsiteX6" fmla="*/ 1117494 w 3773609"/>
                                    <a:gd name="connsiteY6" fmla="*/ 1525565 h 2383688"/>
                                    <a:gd name="connsiteX7" fmla="*/ 1394574 w 3773609"/>
                                    <a:gd name="connsiteY7" fmla="*/ 1578427 h 2383688"/>
                                    <a:gd name="connsiteX8" fmla="*/ 1716209 w 3773609"/>
                                    <a:gd name="connsiteY8" fmla="*/ 1677964 h 2383688"/>
                                    <a:gd name="connsiteX9" fmla="*/ 2086323 w 3773609"/>
                                    <a:gd name="connsiteY9" fmla="*/ 1579995 h 2383688"/>
                                    <a:gd name="connsiteX10" fmla="*/ 2445553 w 3773609"/>
                                    <a:gd name="connsiteY10" fmla="*/ 1667079 h 2383688"/>
                                    <a:gd name="connsiteX11" fmla="*/ 2587066 w 3773609"/>
                                    <a:gd name="connsiteY11" fmla="*/ 1895679 h 2383688"/>
                                    <a:gd name="connsiteX12" fmla="*/ 2826552 w 3773609"/>
                                    <a:gd name="connsiteY12" fmla="*/ 2352879 h 2383688"/>
                                    <a:gd name="connsiteX13" fmla="*/ 3218438 w 3773609"/>
                                    <a:gd name="connsiteY13" fmla="*/ 2341993 h 2383688"/>
                                    <a:gd name="connsiteX14" fmla="*/ 3534123 w 3773609"/>
                                    <a:gd name="connsiteY14" fmla="*/ 2341994 h 2383688"/>
                                    <a:gd name="connsiteX15" fmla="*/ 3773609 w 3773609"/>
                                    <a:gd name="connsiteY15" fmla="*/ 2363765 h 2383688"/>
                                    <a:gd name="connsiteX0" fmla="*/ 251574 w 3773609"/>
                                    <a:gd name="connsiteY0" fmla="*/ 0 h 2388505"/>
                                    <a:gd name="connsiteX1" fmla="*/ 83352 w 3773609"/>
                                    <a:gd name="connsiteY1" fmla="*/ 164850 h 2388505"/>
                                    <a:gd name="connsiteX2" fmla="*/ 18038 w 3773609"/>
                                    <a:gd name="connsiteY2" fmla="*/ 426108 h 2388505"/>
                                    <a:gd name="connsiteX3" fmla="*/ 18037 w 3773609"/>
                                    <a:gd name="connsiteY3" fmla="*/ 741794 h 2388505"/>
                                    <a:gd name="connsiteX4" fmla="*/ 224867 w 3773609"/>
                                    <a:gd name="connsiteY4" fmla="*/ 1155450 h 2388505"/>
                                    <a:gd name="connsiteX5" fmla="*/ 616753 w 3773609"/>
                                    <a:gd name="connsiteY5" fmla="*/ 1623536 h 2388505"/>
                                    <a:gd name="connsiteX6" fmla="*/ 1117494 w 3773609"/>
                                    <a:gd name="connsiteY6" fmla="*/ 1525565 h 2388505"/>
                                    <a:gd name="connsiteX7" fmla="*/ 1394574 w 3773609"/>
                                    <a:gd name="connsiteY7" fmla="*/ 1578427 h 2388505"/>
                                    <a:gd name="connsiteX8" fmla="*/ 1716209 w 3773609"/>
                                    <a:gd name="connsiteY8" fmla="*/ 1677964 h 2388505"/>
                                    <a:gd name="connsiteX9" fmla="*/ 2086323 w 3773609"/>
                                    <a:gd name="connsiteY9" fmla="*/ 1579995 h 2388505"/>
                                    <a:gd name="connsiteX10" fmla="*/ 2445553 w 3773609"/>
                                    <a:gd name="connsiteY10" fmla="*/ 1667079 h 2388505"/>
                                    <a:gd name="connsiteX11" fmla="*/ 2695923 w 3773609"/>
                                    <a:gd name="connsiteY11" fmla="*/ 1830365 h 2388505"/>
                                    <a:gd name="connsiteX12" fmla="*/ 2826552 w 3773609"/>
                                    <a:gd name="connsiteY12" fmla="*/ 2352879 h 2388505"/>
                                    <a:gd name="connsiteX13" fmla="*/ 3218438 w 3773609"/>
                                    <a:gd name="connsiteY13" fmla="*/ 2341993 h 2388505"/>
                                    <a:gd name="connsiteX14" fmla="*/ 3534123 w 3773609"/>
                                    <a:gd name="connsiteY14" fmla="*/ 2341994 h 2388505"/>
                                    <a:gd name="connsiteX15" fmla="*/ 3773609 w 3773609"/>
                                    <a:gd name="connsiteY15" fmla="*/ 2363765 h 2388505"/>
                                    <a:gd name="connsiteX0" fmla="*/ 251574 w 3773609"/>
                                    <a:gd name="connsiteY0" fmla="*/ 0 h 2367008"/>
                                    <a:gd name="connsiteX1" fmla="*/ 83352 w 3773609"/>
                                    <a:gd name="connsiteY1" fmla="*/ 164850 h 2367008"/>
                                    <a:gd name="connsiteX2" fmla="*/ 18038 w 3773609"/>
                                    <a:gd name="connsiteY2" fmla="*/ 426108 h 2367008"/>
                                    <a:gd name="connsiteX3" fmla="*/ 18037 w 3773609"/>
                                    <a:gd name="connsiteY3" fmla="*/ 741794 h 2367008"/>
                                    <a:gd name="connsiteX4" fmla="*/ 224867 w 3773609"/>
                                    <a:gd name="connsiteY4" fmla="*/ 1155450 h 2367008"/>
                                    <a:gd name="connsiteX5" fmla="*/ 616753 w 3773609"/>
                                    <a:gd name="connsiteY5" fmla="*/ 1623536 h 2367008"/>
                                    <a:gd name="connsiteX6" fmla="*/ 1117494 w 3773609"/>
                                    <a:gd name="connsiteY6" fmla="*/ 1525565 h 2367008"/>
                                    <a:gd name="connsiteX7" fmla="*/ 1394574 w 3773609"/>
                                    <a:gd name="connsiteY7" fmla="*/ 1578427 h 2367008"/>
                                    <a:gd name="connsiteX8" fmla="*/ 1716209 w 3773609"/>
                                    <a:gd name="connsiteY8" fmla="*/ 1677964 h 2367008"/>
                                    <a:gd name="connsiteX9" fmla="*/ 2086323 w 3773609"/>
                                    <a:gd name="connsiteY9" fmla="*/ 1579995 h 2367008"/>
                                    <a:gd name="connsiteX10" fmla="*/ 2445553 w 3773609"/>
                                    <a:gd name="connsiteY10" fmla="*/ 1667079 h 2367008"/>
                                    <a:gd name="connsiteX11" fmla="*/ 2695923 w 3773609"/>
                                    <a:gd name="connsiteY11" fmla="*/ 1830365 h 2367008"/>
                                    <a:gd name="connsiteX12" fmla="*/ 2924524 w 3773609"/>
                                    <a:gd name="connsiteY12" fmla="*/ 1993650 h 2367008"/>
                                    <a:gd name="connsiteX13" fmla="*/ 3218438 w 3773609"/>
                                    <a:gd name="connsiteY13" fmla="*/ 2341993 h 2367008"/>
                                    <a:gd name="connsiteX14" fmla="*/ 3534123 w 3773609"/>
                                    <a:gd name="connsiteY14" fmla="*/ 2341994 h 2367008"/>
                                    <a:gd name="connsiteX15" fmla="*/ 3773609 w 3773609"/>
                                    <a:gd name="connsiteY15" fmla="*/ 2363765 h 2367008"/>
                                    <a:gd name="connsiteX0" fmla="*/ 251574 w 3773609"/>
                                    <a:gd name="connsiteY0" fmla="*/ 0 h 2370232"/>
                                    <a:gd name="connsiteX1" fmla="*/ 83352 w 3773609"/>
                                    <a:gd name="connsiteY1" fmla="*/ 164850 h 2370232"/>
                                    <a:gd name="connsiteX2" fmla="*/ 18038 w 3773609"/>
                                    <a:gd name="connsiteY2" fmla="*/ 426108 h 2370232"/>
                                    <a:gd name="connsiteX3" fmla="*/ 18037 w 3773609"/>
                                    <a:gd name="connsiteY3" fmla="*/ 741794 h 2370232"/>
                                    <a:gd name="connsiteX4" fmla="*/ 224867 w 3773609"/>
                                    <a:gd name="connsiteY4" fmla="*/ 1155450 h 2370232"/>
                                    <a:gd name="connsiteX5" fmla="*/ 616753 w 3773609"/>
                                    <a:gd name="connsiteY5" fmla="*/ 1623536 h 2370232"/>
                                    <a:gd name="connsiteX6" fmla="*/ 1117494 w 3773609"/>
                                    <a:gd name="connsiteY6" fmla="*/ 1525565 h 2370232"/>
                                    <a:gd name="connsiteX7" fmla="*/ 1394574 w 3773609"/>
                                    <a:gd name="connsiteY7" fmla="*/ 1578427 h 2370232"/>
                                    <a:gd name="connsiteX8" fmla="*/ 1716209 w 3773609"/>
                                    <a:gd name="connsiteY8" fmla="*/ 1677964 h 2370232"/>
                                    <a:gd name="connsiteX9" fmla="*/ 2086323 w 3773609"/>
                                    <a:gd name="connsiteY9" fmla="*/ 1579995 h 2370232"/>
                                    <a:gd name="connsiteX10" fmla="*/ 2445553 w 3773609"/>
                                    <a:gd name="connsiteY10" fmla="*/ 1667079 h 2370232"/>
                                    <a:gd name="connsiteX11" fmla="*/ 2695923 w 3773609"/>
                                    <a:gd name="connsiteY11" fmla="*/ 1830365 h 2370232"/>
                                    <a:gd name="connsiteX12" fmla="*/ 2565295 w 3773609"/>
                                    <a:gd name="connsiteY12" fmla="*/ 1950107 h 2370232"/>
                                    <a:gd name="connsiteX13" fmla="*/ 3218438 w 3773609"/>
                                    <a:gd name="connsiteY13" fmla="*/ 2341993 h 2370232"/>
                                    <a:gd name="connsiteX14" fmla="*/ 3534123 w 3773609"/>
                                    <a:gd name="connsiteY14" fmla="*/ 2341994 h 2370232"/>
                                    <a:gd name="connsiteX15" fmla="*/ 3773609 w 3773609"/>
                                    <a:gd name="connsiteY15" fmla="*/ 2363765 h 2370232"/>
                                    <a:gd name="connsiteX0" fmla="*/ 251574 w 3773609"/>
                                    <a:gd name="connsiteY0" fmla="*/ 0 h 2370232"/>
                                    <a:gd name="connsiteX1" fmla="*/ 83352 w 3773609"/>
                                    <a:gd name="connsiteY1" fmla="*/ 164850 h 2370232"/>
                                    <a:gd name="connsiteX2" fmla="*/ 18038 w 3773609"/>
                                    <a:gd name="connsiteY2" fmla="*/ 426108 h 2370232"/>
                                    <a:gd name="connsiteX3" fmla="*/ 18037 w 3773609"/>
                                    <a:gd name="connsiteY3" fmla="*/ 741794 h 2370232"/>
                                    <a:gd name="connsiteX4" fmla="*/ 224867 w 3773609"/>
                                    <a:gd name="connsiteY4" fmla="*/ 1155450 h 2370232"/>
                                    <a:gd name="connsiteX5" fmla="*/ 616753 w 3773609"/>
                                    <a:gd name="connsiteY5" fmla="*/ 1623536 h 2370232"/>
                                    <a:gd name="connsiteX6" fmla="*/ 1117494 w 3773609"/>
                                    <a:gd name="connsiteY6" fmla="*/ 1525565 h 2370232"/>
                                    <a:gd name="connsiteX7" fmla="*/ 1394574 w 3773609"/>
                                    <a:gd name="connsiteY7" fmla="*/ 1578427 h 2370232"/>
                                    <a:gd name="connsiteX8" fmla="*/ 1716209 w 3773609"/>
                                    <a:gd name="connsiteY8" fmla="*/ 1677964 h 2370232"/>
                                    <a:gd name="connsiteX9" fmla="*/ 2086323 w 3773609"/>
                                    <a:gd name="connsiteY9" fmla="*/ 1579995 h 2370232"/>
                                    <a:gd name="connsiteX10" fmla="*/ 2445553 w 3773609"/>
                                    <a:gd name="connsiteY10" fmla="*/ 1667079 h 2370232"/>
                                    <a:gd name="connsiteX11" fmla="*/ 2663266 w 3773609"/>
                                    <a:gd name="connsiteY11" fmla="*/ 1775936 h 2370232"/>
                                    <a:gd name="connsiteX12" fmla="*/ 2565295 w 3773609"/>
                                    <a:gd name="connsiteY12" fmla="*/ 1950107 h 2370232"/>
                                    <a:gd name="connsiteX13" fmla="*/ 3218438 w 3773609"/>
                                    <a:gd name="connsiteY13" fmla="*/ 2341993 h 2370232"/>
                                    <a:gd name="connsiteX14" fmla="*/ 3534123 w 3773609"/>
                                    <a:gd name="connsiteY14" fmla="*/ 2341994 h 2370232"/>
                                    <a:gd name="connsiteX15" fmla="*/ 3773609 w 3773609"/>
                                    <a:gd name="connsiteY15" fmla="*/ 2363765 h 2370232"/>
                                    <a:gd name="connsiteX0" fmla="*/ 251574 w 3773609"/>
                                    <a:gd name="connsiteY0" fmla="*/ 0 h 2389226"/>
                                    <a:gd name="connsiteX1" fmla="*/ 83352 w 3773609"/>
                                    <a:gd name="connsiteY1" fmla="*/ 164850 h 2389226"/>
                                    <a:gd name="connsiteX2" fmla="*/ 18038 w 3773609"/>
                                    <a:gd name="connsiteY2" fmla="*/ 426108 h 2389226"/>
                                    <a:gd name="connsiteX3" fmla="*/ 18037 w 3773609"/>
                                    <a:gd name="connsiteY3" fmla="*/ 741794 h 2389226"/>
                                    <a:gd name="connsiteX4" fmla="*/ 224867 w 3773609"/>
                                    <a:gd name="connsiteY4" fmla="*/ 1155450 h 2389226"/>
                                    <a:gd name="connsiteX5" fmla="*/ 616753 w 3773609"/>
                                    <a:gd name="connsiteY5" fmla="*/ 1623536 h 2389226"/>
                                    <a:gd name="connsiteX6" fmla="*/ 1117494 w 3773609"/>
                                    <a:gd name="connsiteY6" fmla="*/ 1525565 h 2389226"/>
                                    <a:gd name="connsiteX7" fmla="*/ 1394574 w 3773609"/>
                                    <a:gd name="connsiteY7" fmla="*/ 1578427 h 2389226"/>
                                    <a:gd name="connsiteX8" fmla="*/ 1716209 w 3773609"/>
                                    <a:gd name="connsiteY8" fmla="*/ 1677964 h 2389226"/>
                                    <a:gd name="connsiteX9" fmla="*/ 2086323 w 3773609"/>
                                    <a:gd name="connsiteY9" fmla="*/ 1579995 h 2389226"/>
                                    <a:gd name="connsiteX10" fmla="*/ 2445553 w 3773609"/>
                                    <a:gd name="connsiteY10" fmla="*/ 1667079 h 2389226"/>
                                    <a:gd name="connsiteX11" fmla="*/ 2663266 w 3773609"/>
                                    <a:gd name="connsiteY11" fmla="*/ 1775936 h 2389226"/>
                                    <a:gd name="connsiteX12" fmla="*/ 2565295 w 3773609"/>
                                    <a:gd name="connsiteY12" fmla="*/ 1950107 h 2389226"/>
                                    <a:gd name="connsiteX13" fmla="*/ 2293152 w 3773609"/>
                                    <a:gd name="connsiteY13" fmla="*/ 1786822 h 2389226"/>
                                    <a:gd name="connsiteX14" fmla="*/ 3534123 w 3773609"/>
                                    <a:gd name="connsiteY14" fmla="*/ 2341994 h 2389226"/>
                                    <a:gd name="connsiteX15" fmla="*/ 3773609 w 3773609"/>
                                    <a:gd name="connsiteY15" fmla="*/ 2363765 h 2389226"/>
                                    <a:gd name="connsiteX0" fmla="*/ 251574 w 3773609"/>
                                    <a:gd name="connsiteY0" fmla="*/ 0 h 2363765"/>
                                    <a:gd name="connsiteX1" fmla="*/ 83352 w 3773609"/>
                                    <a:gd name="connsiteY1" fmla="*/ 164850 h 2363765"/>
                                    <a:gd name="connsiteX2" fmla="*/ 18038 w 3773609"/>
                                    <a:gd name="connsiteY2" fmla="*/ 426108 h 2363765"/>
                                    <a:gd name="connsiteX3" fmla="*/ 18037 w 3773609"/>
                                    <a:gd name="connsiteY3" fmla="*/ 741794 h 2363765"/>
                                    <a:gd name="connsiteX4" fmla="*/ 224867 w 3773609"/>
                                    <a:gd name="connsiteY4" fmla="*/ 1155450 h 2363765"/>
                                    <a:gd name="connsiteX5" fmla="*/ 616753 w 3773609"/>
                                    <a:gd name="connsiteY5" fmla="*/ 1623536 h 2363765"/>
                                    <a:gd name="connsiteX6" fmla="*/ 1117494 w 3773609"/>
                                    <a:gd name="connsiteY6" fmla="*/ 1525565 h 2363765"/>
                                    <a:gd name="connsiteX7" fmla="*/ 1394574 w 3773609"/>
                                    <a:gd name="connsiteY7" fmla="*/ 1578427 h 2363765"/>
                                    <a:gd name="connsiteX8" fmla="*/ 1716209 w 3773609"/>
                                    <a:gd name="connsiteY8" fmla="*/ 1677964 h 2363765"/>
                                    <a:gd name="connsiteX9" fmla="*/ 2086323 w 3773609"/>
                                    <a:gd name="connsiteY9" fmla="*/ 1579995 h 2363765"/>
                                    <a:gd name="connsiteX10" fmla="*/ 2445553 w 3773609"/>
                                    <a:gd name="connsiteY10" fmla="*/ 1667079 h 2363765"/>
                                    <a:gd name="connsiteX11" fmla="*/ 2663266 w 3773609"/>
                                    <a:gd name="connsiteY11" fmla="*/ 1775936 h 2363765"/>
                                    <a:gd name="connsiteX12" fmla="*/ 2565295 w 3773609"/>
                                    <a:gd name="connsiteY12" fmla="*/ 1950107 h 2363765"/>
                                    <a:gd name="connsiteX13" fmla="*/ 2293152 w 3773609"/>
                                    <a:gd name="connsiteY13" fmla="*/ 1786822 h 2363765"/>
                                    <a:gd name="connsiteX14" fmla="*/ 2010123 w 3773609"/>
                                    <a:gd name="connsiteY14" fmla="*/ 1743279 h 2363765"/>
                                    <a:gd name="connsiteX15" fmla="*/ 3773609 w 3773609"/>
                                    <a:gd name="connsiteY15" fmla="*/ 2363765 h 2363765"/>
                                    <a:gd name="connsiteX0" fmla="*/ 251574 w 2667361"/>
                                    <a:gd name="connsiteY0" fmla="*/ 0 h 1950125"/>
                                    <a:gd name="connsiteX1" fmla="*/ 83352 w 2667361"/>
                                    <a:gd name="connsiteY1" fmla="*/ 164850 h 1950125"/>
                                    <a:gd name="connsiteX2" fmla="*/ 18038 w 2667361"/>
                                    <a:gd name="connsiteY2" fmla="*/ 426108 h 1950125"/>
                                    <a:gd name="connsiteX3" fmla="*/ 18037 w 2667361"/>
                                    <a:gd name="connsiteY3" fmla="*/ 741794 h 1950125"/>
                                    <a:gd name="connsiteX4" fmla="*/ 224867 w 2667361"/>
                                    <a:gd name="connsiteY4" fmla="*/ 1155450 h 1950125"/>
                                    <a:gd name="connsiteX5" fmla="*/ 616753 w 2667361"/>
                                    <a:gd name="connsiteY5" fmla="*/ 1623536 h 1950125"/>
                                    <a:gd name="connsiteX6" fmla="*/ 1117494 w 2667361"/>
                                    <a:gd name="connsiteY6" fmla="*/ 1525565 h 1950125"/>
                                    <a:gd name="connsiteX7" fmla="*/ 1394574 w 2667361"/>
                                    <a:gd name="connsiteY7" fmla="*/ 1578427 h 1950125"/>
                                    <a:gd name="connsiteX8" fmla="*/ 1716209 w 2667361"/>
                                    <a:gd name="connsiteY8" fmla="*/ 1677964 h 1950125"/>
                                    <a:gd name="connsiteX9" fmla="*/ 2086323 w 2667361"/>
                                    <a:gd name="connsiteY9" fmla="*/ 1579995 h 1950125"/>
                                    <a:gd name="connsiteX10" fmla="*/ 2445553 w 2667361"/>
                                    <a:gd name="connsiteY10" fmla="*/ 1667079 h 1950125"/>
                                    <a:gd name="connsiteX11" fmla="*/ 2663266 w 2667361"/>
                                    <a:gd name="connsiteY11" fmla="*/ 1775936 h 1950125"/>
                                    <a:gd name="connsiteX12" fmla="*/ 2565295 w 2667361"/>
                                    <a:gd name="connsiteY12" fmla="*/ 1950107 h 1950125"/>
                                    <a:gd name="connsiteX13" fmla="*/ 2293152 w 2667361"/>
                                    <a:gd name="connsiteY13" fmla="*/ 1786822 h 1950125"/>
                                    <a:gd name="connsiteX14" fmla="*/ 2010123 w 2667361"/>
                                    <a:gd name="connsiteY14" fmla="*/ 1743279 h 1950125"/>
                                    <a:gd name="connsiteX15" fmla="*/ 1770637 w 2667361"/>
                                    <a:gd name="connsiteY15" fmla="*/ 1873908 h 1950125"/>
                                    <a:gd name="connsiteX0" fmla="*/ 251574 w 2667361"/>
                                    <a:gd name="connsiteY0" fmla="*/ 0 h 1950125"/>
                                    <a:gd name="connsiteX1" fmla="*/ 83352 w 2667361"/>
                                    <a:gd name="connsiteY1" fmla="*/ 164850 h 1950125"/>
                                    <a:gd name="connsiteX2" fmla="*/ 18038 w 2667361"/>
                                    <a:gd name="connsiteY2" fmla="*/ 426108 h 1950125"/>
                                    <a:gd name="connsiteX3" fmla="*/ 18037 w 2667361"/>
                                    <a:gd name="connsiteY3" fmla="*/ 741794 h 1950125"/>
                                    <a:gd name="connsiteX4" fmla="*/ 224867 w 2667361"/>
                                    <a:gd name="connsiteY4" fmla="*/ 1155450 h 1950125"/>
                                    <a:gd name="connsiteX5" fmla="*/ 486125 w 2667361"/>
                                    <a:gd name="connsiteY5" fmla="*/ 1514679 h 1950125"/>
                                    <a:gd name="connsiteX6" fmla="*/ 1117494 w 2667361"/>
                                    <a:gd name="connsiteY6" fmla="*/ 1525565 h 1950125"/>
                                    <a:gd name="connsiteX7" fmla="*/ 1394574 w 2667361"/>
                                    <a:gd name="connsiteY7" fmla="*/ 1578427 h 1950125"/>
                                    <a:gd name="connsiteX8" fmla="*/ 1716209 w 2667361"/>
                                    <a:gd name="connsiteY8" fmla="*/ 1677964 h 1950125"/>
                                    <a:gd name="connsiteX9" fmla="*/ 2086323 w 2667361"/>
                                    <a:gd name="connsiteY9" fmla="*/ 1579995 h 1950125"/>
                                    <a:gd name="connsiteX10" fmla="*/ 2445553 w 2667361"/>
                                    <a:gd name="connsiteY10" fmla="*/ 1667079 h 1950125"/>
                                    <a:gd name="connsiteX11" fmla="*/ 2663266 w 2667361"/>
                                    <a:gd name="connsiteY11" fmla="*/ 1775936 h 1950125"/>
                                    <a:gd name="connsiteX12" fmla="*/ 2565295 w 2667361"/>
                                    <a:gd name="connsiteY12" fmla="*/ 1950107 h 1950125"/>
                                    <a:gd name="connsiteX13" fmla="*/ 2293152 w 2667361"/>
                                    <a:gd name="connsiteY13" fmla="*/ 1786822 h 1950125"/>
                                    <a:gd name="connsiteX14" fmla="*/ 2010123 w 2667361"/>
                                    <a:gd name="connsiteY14" fmla="*/ 1743279 h 1950125"/>
                                    <a:gd name="connsiteX15" fmla="*/ 1770637 w 2667361"/>
                                    <a:gd name="connsiteY15" fmla="*/ 1873908 h 1950125"/>
                                    <a:gd name="connsiteX0" fmla="*/ 251574 w 2667361"/>
                                    <a:gd name="connsiteY0" fmla="*/ 0 h 1950125"/>
                                    <a:gd name="connsiteX1" fmla="*/ 83352 w 2667361"/>
                                    <a:gd name="connsiteY1" fmla="*/ 164850 h 1950125"/>
                                    <a:gd name="connsiteX2" fmla="*/ 18038 w 2667361"/>
                                    <a:gd name="connsiteY2" fmla="*/ 426108 h 1950125"/>
                                    <a:gd name="connsiteX3" fmla="*/ 18037 w 2667361"/>
                                    <a:gd name="connsiteY3" fmla="*/ 741794 h 1950125"/>
                                    <a:gd name="connsiteX4" fmla="*/ 224867 w 2667361"/>
                                    <a:gd name="connsiteY4" fmla="*/ 1155450 h 1950125"/>
                                    <a:gd name="connsiteX5" fmla="*/ 486125 w 2667361"/>
                                    <a:gd name="connsiteY5" fmla="*/ 1514679 h 1950125"/>
                                    <a:gd name="connsiteX6" fmla="*/ 1106608 w 2667361"/>
                                    <a:gd name="connsiteY6" fmla="*/ 1503793 h 1950125"/>
                                    <a:gd name="connsiteX7" fmla="*/ 1394574 w 2667361"/>
                                    <a:gd name="connsiteY7" fmla="*/ 1578427 h 1950125"/>
                                    <a:gd name="connsiteX8" fmla="*/ 1716209 w 2667361"/>
                                    <a:gd name="connsiteY8" fmla="*/ 1677964 h 1950125"/>
                                    <a:gd name="connsiteX9" fmla="*/ 2086323 w 2667361"/>
                                    <a:gd name="connsiteY9" fmla="*/ 1579995 h 1950125"/>
                                    <a:gd name="connsiteX10" fmla="*/ 2445553 w 2667361"/>
                                    <a:gd name="connsiteY10" fmla="*/ 1667079 h 1950125"/>
                                    <a:gd name="connsiteX11" fmla="*/ 2663266 w 2667361"/>
                                    <a:gd name="connsiteY11" fmla="*/ 1775936 h 1950125"/>
                                    <a:gd name="connsiteX12" fmla="*/ 2565295 w 2667361"/>
                                    <a:gd name="connsiteY12" fmla="*/ 1950107 h 1950125"/>
                                    <a:gd name="connsiteX13" fmla="*/ 2293152 w 2667361"/>
                                    <a:gd name="connsiteY13" fmla="*/ 1786822 h 1950125"/>
                                    <a:gd name="connsiteX14" fmla="*/ 2010123 w 2667361"/>
                                    <a:gd name="connsiteY14" fmla="*/ 1743279 h 1950125"/>
                                    <a:gd name="connsiteX15" fmla="*/ 1770637 w 2667361"/>
                                    <a:gd name="connsiteY15" fmla="*/ 1873908 h 1950125"/>
                                    <a:gd name="connsiteX0" fmla="*/ 251574 w 2667361"/>
                                    <a:gd name="connsiteY0" fmla="*/ 0 h 1950125"/>
                                    <a:gd name="connsiteX1" fmla="*/ 83352 w 2667361"/>
                                    <a:gd name="connsiteY1" fmla="*/ 164850 h 1950125"/>
                                    <a:gd name="connsiteX2" fmla="*/ 18038 w 2667361"/>
                                    <a:gd name="connsiteY2" fmla="*/ 426108 h 1950125"/>
                                    <a:gd name="connsiteX3" fmla="*/ 18037 w 2667361"/>
                                    <a:gd name="connsiteY3" fmla="*/ 741794 h 1950125"/>
                                    <a:gd name="connsiteX4" fmla="*/ 224867 w 2667361"/>
                                    <a:gd name="connsiteY4" fmla="*/ 1155450 h 1950125"/>
                                    <a:gd name="connsiteX5" fmla="*/ 486125 w 2667361"/>
                                    <a:gd name="connsiteY5" fmla="*/ 1514679 h 1950125"/>
                                    <a:gd name="connsiteX6" fmla="*/ 758265 w 2667361"/>
                                    <a:gd name="connsiteY6" fmla="*/ 1329622 h 1950125"/>
                                    <a:gd name="connsiteX7" fmla="*/ 1394574 w 2667361"/>
                                    <a:gd name="connsiteY7" fmla="*/ 1578427 h 1950125"/>
                                    <a:gd name="connsiteX8" fmla="*/ 1716209 w 2667361"/>
                                    <a:gd name="connsiteY8" fmla="*/ 1677964 h 1950125"/>
                                    <a:gd name="connsiteX9" fmla="*/ 2086323 w 2667361"/>
                                    <a:gd name="connsiteY9" fmla="*/ 1579995 h 1950125"/>
                                    <a:gd name="connsiteX10" fmla="*/ 2445553 w 2667361"/>
                                    <a:gd name="connsiteY10" fmla="*/ 1667079 h 1950125"/>
                                    <a:gd name="connsiteX11" fmla="*/ 2663266 w 2667361"/>
                                    <a:gd name="connsiteY11" fmla="*/ 1775936 h 1950125"/>
                                    <a:gd name="connsiteX12" fmla="*/ 2565295 w 2667361"/>
                                    <a:gd name="connsiteY12" fmla="*/ 1950107 h 1950125"/>
                                    <a:gd name="connsiteX13" fmla="*/ 2293152 w 2667361"/>
                                    <a:gd name="connsiteY13" fmla="*/ 1786822 h 1950125"/>
                                    <a:gd name="connsiteX14" fmla="*/ 2010123 w 2667361"/>
                                    <a:gd name="connsiteY14" fmla="*/ 1743279 h 1950125"/>
                                    <a:gd name="connsiteX15" fmla="*/ 1770637 w 2667361"/>
                                    <a:gd name="connsiteY15" fmla="*/ 1873908 h 1950125"/>
                                    <a:gd name="connsiteX0" fmla="*/ 251574 w 2667361"/>
                                    <a:gd name="connsiteY0" fmla="*/ 0 h 1950125"/>
                                    <a:gd name="connsiteX1" fmla="*/ 83352 w 2667361"/>
                                    <a:gd name="connsiteY1" fmla="*/ 164850 h 1950125"/>
                                    <a:gd name="connsiteX2" fmla="*/ 18038 w 2667361"/>
                                    <a:gd name="connsiteY2" fmla="*/ 426108 h 1950125"/>
                                    <a:gd name="connsiteX3" fmla="*/ 18037 w 2667361"/>
                                    <a:gd name="connsiteY3" fmla="*/ 741794 h 1950125"/>
                                    <a:gd name="connsiteX4" fmla="*/ 224867 w 2667361"/>
                                    <a:gd name="connsiteY4" fmla="*/ 1155450 h 1950125"/>
                                    <a:gd name="connsiteX5" fmla="*/ 486125 w 2667361"/>
                                    <a:gd name="connsiteY5" fmla="*/ 1514679 h 1950125"/>
                                    <a:gd name="connsiteX6" fmla="*/ 758265 w 2667361"/>
                                    <a:gd name="connsiteY6" fmla="*/ 1329622 h 1950125"/>
                                    <a:gd name="connsiteX7" fmla="*/ 1133317 w 2667361"/>
                                    <a:gd name="connsiteY7" fmla="*/ 1513113 h 1950125"/>
                                    <a:gd name="connsiteX8" fmla="*/ 1716209 w 2667361"/>
                                    <a:gd name="connsiteY8" fmla="*/ 1677964 h 1950125"/>
                                    <a:gd name="connsiteX9" fmla="*/ 2086323 w 2667361"/>
                                    <a:gd name="connsiteY9" fmla="*/ 1579995 h 1950125"/>
                                    <a:gd name="connsiteX10" fmla="*/ 2445553 w 2667361"/>
                                    <a:gd name="connsiteY10" fmla="*/ 1667079 h 1950125"/>
                                    <a:gd name="connsiteX11" fmla="*/ 2663266 w 2667361"/>
                                    <a:gd name="connsiteY11" fmla="*/ 1775936 h 1950125"/>
                                    <a:gd name="connsiteX12" fmla="*/ 2565295 w 2667361"/>
                                    <a:gd name="connsiteY12" fmla="*/ 1950107 h 1950125"/>
                                    <a:gd name="connsiteX13" fmla="*/ 2293152 w 2667361"/>
                                    <a:gd name="connsiteY13" fmla="*/ 1786822 h 1950125"/>
                                    <a:gd name="connsiteX14" fmla="*/ 2010123 w 2667361"/>
                                    <a:gd name="connsiteY14" fmla="*/ 1743279 h 1950125"/>
                                    <a:gd name="connsiteX15" fmla="*/ 1770637 w 2667361"/>
                                    <a:gd name="connsiteY15" fmla="*/ 1873908 h 1950125"/>
                                    <a:gd name="connsiteX0" fmla="*/ 251574 w 2667361"/>
                                    <a:gd name="connsiteY0" fmla="*/ 0 h 1950125"/>
                                    <a:gd name="connsiteX1" fmla="*/ 83352 w 2667361"/>
                                    <a:gd name="connsiteY1" fmla="*/ 164850 h 1950125"/>
                                    <a:gd name="connsiteX2" fmla="*/ 18038 w 2667361"/>
                                    <a:gd name="connsiteY2" fmla="*/ 426108 h 1950125"/>
                                    <a:gd name="connsiteX3" fmla="*/ 18037 w 2667361"/>
                                    <a:gd name="connsiteY3" fmla="*/ 741794 h 1950125"/>
                                    <a:gd name="connsiteX4" fmla="*/ 224867 w 2667361"/>
                                    <a:gd name="connsiteY4" fmla="*/ 1155450 h 1950125"/>
                                    <a:gd name="connsiteX5" fmla="*/ 486125 w 2667361"/>
                                    <a:gd name="connsiteY5" fmla="*/ 1514679 h 1950125"/>
                                    <a:gd name="connsiteX6" fmla="*/ 758265 w 2667361"/>
                                    <a:gd name="connsiteY6" fmla="*/ 1329622 h 1950125"/>
                                    <a:gd name="connsiteX7" fmla="*/ 1133317 w 2667361"/>
                                    <a:gd name="connsiteY7" fmla="*/ 1513113 h 1950125"/>
                                    <a:gd name="connsiteX8" fmla="*/ 1465838 w 2667361"/>
                                    <a:gd name="connsiteY8" fmla="*/ 1264307 h 1950125"/>
                                    <a:gd name="connsiteX9" fmla="*/ 2086323 w 2667361"/>
                                    <a:gd name="connsiteY9" fmla="*/ 1579995 h 1950125"/>
                                    <a:gd name="connsiteX10" fmla="*/ 2445553 w 2667361"/>
                                    <a:gd name="connsiteY10" fmla="*/ 1667079 h 1950125"/>
                                    <a:gd name="connsiteX11" fmla="*/ 2663266 w 2667361"/>
                                    <a:gd name="connsiteY11" fmla="*/ 1775936 h 1950125"/>
                                    <a:gd name="connsiteX12" fmla="*/ 2565295 w 2667361"/>
                                    <a:gd name="connsiteY12" fmla="*/ 1950107 h 1950125"/>
                                    <a:gd name="connsiteX13" fmla="*/ 2293152 w 2667361"/>
                                    <a:gd name="connsiteY13" fmla="*/ 1786822 h 1950125"/>
                                    <a:gd name="connsiteX14" fmla="*/ 2010123 w 2667361"/>
                                    <a:gd name="connsiteY14" fmla="*/ 1743279 h 1950125"/>
                                    <a:gd name="connsiteX15" fmla="*/ 1770637 w 2667361"/>
                                    <a:gd name="connsiteY15" fmla="*/ 1873908 h 1950125"/>
                                    <a:gd name="connsiteX0" fmla="*/ 251574 w 2667361"/>
                                    <a:gd name="connsiteY0" fmla="*/ 0 h 1950125"/>
                                    <a:gd name="connsiteX1" fmla="*/ 83352 w 2667361"/>
                                    <a:gd name="connsiteY1" fmla="*/ 164850 h 1950125"/>
                                    <a:gd name="connsiteX2" fmla="*/ 18038 w 2667361"/>
                                    <a:gd name="connsiteY2" fmla="*/ 426108 h 1950125"/>
                                    <a:gd name="connsiteX3" fmla="*/ 18037 w 2667361"/>
                                    <a:gd name="connsiteY3" fmla="*/ 741794 h 1950125"/>
                                    <a:gd name="connsiteX4" fmla="*/ 224867 w 2667361"/>
                                    <a:gd name="connsiteY4" fmla="*/ 1155450 h 1950125"/>
                                    <a:gd name="connsiteX5" fmla="*/ 486125 w 2667361"/>
                                    <a:gd name="connsiteY5" fmla="*/ 1514679 h 1950125"/>
                                    <a:gd name="connsiteX6" fmla="*/ 758265 w 2667361"/>
                                    <a:gd name="connsiteY6" fmla="*/ 1329622 h 1950125"/>
                                    <a:gd name="connsiteX7" fmla="*/ 1133317 w 2667361"/>
                                    <a:gd name="connsiteY7" fmla="*/ 1513113 h 1950125"/>
                                    <a:gd name="connsiteX8" fmla="*/ 1465838 w 2667361"/>
                                    <a:gd name="connsiteY8" fmla="*/ 1264307 h 1950125"/>
                                    <a:gd name="connsiteX9" fmla="*/ 1737981 w 2667361"/>
                                    <a:gd name="connsiteY9" fmla="*/ 1373166 h 1950125"/>
                                    <a:gd name="connsiteX10" fmla="*/ 2445553 w 2667361"/>
                                    <a:gd name="connsiteY10" fmla="*/ 1667079 h 1950125"/>
                                    <a:gd name="connsiteX11" fmla="*/ 2663266 w 2667361"/>
                                    <a:gd name="connsiteY11" fmla="*/ 1775936 h 1950125"/>
                                    <a:gd name="connsiteX12" fmla="*/ 2565295 w 2667361"/>
                                    <a:gd name="connsiteY12" fmla="*/ 1950107 h 1950125"/>
                                    <a:gd name="connsiteX13" fmla="*/ 2293152 w 2667361"/>
                                    <a:gd name="connsiteY13" fmla="*/ 1786822 h 1950125"/>
                                    <a:gd name="connsiteX14" fmla="*/ 2010123 w 2667361"/>
                                    <a:gd name="connsiteY14" fmla="*/ 1743279 h 1950125"/>
                                    <a:gd name="connsiteX15" fmla="*/ 1770637 w 2667361"/>
                                    <a:gd name="connsiteY15" fmla="*/ 1873908 h 1950125"/>
                                    <a:gd name="connsiteX0" fmla="*/ 251574 w 2708030"/>
                                    <a:gd name="connsiteY0" fmla="*/ 0 h 1950125"/>
                                    <a:gd name="connsiteX1" fmla="*/ 83352 w 2708030"/>
                                    <a:gd name="connsiteY1" fmla="*/ 164850 h 1950125"/>
                                    <a:gd name="connsiteX2" fmla="*/ 18038 w 2708030"/>
                                    <a:gd name="connsiteY2" fmla="*/ 426108 h 1950125"/>
                                    <a:gd name="connsiteX3" fmla="*/ 18037 w 2708030"/>
                                    <a:gd name="connsiteY3" fmla="*/ 741794 h 1950125"/>
                                    <a:gd name="connsiteX4" fmla="*/ 224867 w 2708030"/>
                                    <a:gd name="connsiteY4" fmla="*/ 1155450 h 1950125"/>
                                    <a:gd name="connsiteX5" fmla="*/ 486125 w 2708030"/>
                                    <a:gd name="connsiteY5" fmla="*/ 1514679 h 1950125"/>
                                    <a:gd name="connsiteX6" fmla="*/ 758265 w 2708030"/>
                                    <a:gd name="connsiteY6" fmla="*/ 1329622 h 1950125"/>
                                    <a:gd name="connsiteX7" fmla="*/ 1133317 w 2708030"/>
                                    <a:gd name="connsiteY7" fmla="*/ 1513113 h 1950125"/>
                                    <a:gd name="connsiteX8" fmla="*/ 1465838 w 2708030"/>
                                    <a:gd name="connsiteY8" fmla="*/ 1264307 h 1950125"/>
                                    <a:gd name="connsiteX9" fmla="*/ 1737981 w 2708030"/>
                                    <a:gd name="connsiteY9" fmla="*/ 1373166 h 1950125"/>
                                    <a:gd name="connsiteX10" fmla="*/ 1835953 w 2708030"/>
                                    <a:gd name="connsiteY10" fmla="*/ 1579993 h 1950125"/>
                                    <a:gd name="connsiteX11" fmla="*/ 2663266 w 2708030"/>
                                    <a:gd name="connsiteY11" fmla="*/ 1775936 h 1950125"/>
                                    <a:gd name="connsiteX12" fmla="*/ 2565295 w 2708030"/>
                                    <a:gd name="connsiteY12" fmla="*/ 1950107 h 1950125"/>
                                    <a:gd name="connsiteX13" fmla="*/ 2293152 w 2708030"/>
                                    <a:gd name="connsiteY13" fmla="*/ 1786822 h 1950125"/>
                                    <a:gd name="connsiteX14" fmla="*/ 2010123 w 2708030"/>
                                    <a:gd name="connsiteY14" fmla="*/ 1743279 h 1950125"/>
                                    <a:gd name="connsiteX15" fmla="*/ 1770637 w 2708030"/>
                                    <a:gd name="connsiteY15" fmla="*/ 1873908 h 1950125"/>
                                    <a:gd name="connsiteX0" fmla="*/ 251574 w 2708030"/>
                                    <a:gd name="connsiteY0" fmla="*/ 0 h 1950125"/>
                                    <a:gd name="connsiteX1" fmla="*/ 83352 w 2708030"/>
                                    <a:gd name="connsiteY1" fmla="*/ 164850 h 1950125"/>
                                    <a:gd name="connsiteX2" fmla="*/ 18038 w 2708030"/>
                                    <a:gd name="connsiteY2" fmla="*/ 426108 h 1950125"/>
                                    <a:gd name="connsiteX3" fmla="*/ 18037 w 2708030"/>
                                    <a:gd name="connsiteY3" fmla="*/ 741794 h 1950125"/>
                                    <a:gd name="connsiteX4" fmla="*/ 224867 w 2708030"/>
                                    <a:gd name="connsiteY4" fmla="*/ 1155450 h 1950125"/>
                                    <a:gd name="connsiteX5" fmla="*/ 486125 w 2708030"/>
                                    <a:gd name="connsiteY5" fmla="*/ 1427594 h 1950125"/>
                                    <a:gd name="connsiteX6" fmla="*/ 758265 w 2708030"/>
                                    <a:gd name="connsiteY6" fmla="*/ 1329622 h 1950125"/>
                                    <a:gd name="connsiteX7" fmla="*/ 1133317 w 2708030"/>
                                    <a:gd name="connsiteY7" fmla="*/ 1513113 h 1950125"/>
                                    <a:gd name="connsiteX8" fmla="*/ 1465838 w 2708030"/>
                                    <a:gd name="connsiteY8" fmla="*/ 1264307 h 1950125"/>
                                    <a:gd name="connsiteX9" fmla="*/ 1737981 w 2708030"/>
                                    <a:gd name="connsiteY9" fmla="*/ 1373166 h 1950125"/>
                                    <a:gd name="connsiteX10" fmla="*/ 1835953 w 2708030"/>
                                    <a:gd name="connsiteY10" fmla="*/ 1579993 h 1950125"/>
                                    <a:gd name="connsiteX11" fmla="*/ 2663266 w 2708030"/>
                                    <a:gd name="connsiteY11" fmla="*/ 1775936 h 1950125"/>
                                    <a:gd name="connsiteX12" fmla="*/ 2565295 w 2708030"/>
                                    <a:gd name="connsiteY12" fmla="*/ 1950107 h 1950125"/>
                                    <a:gd name="connsiteX13" fmla="*/ 2293152 w 2708030"/>
                                    <a:gd name="connsiteY13" fmla="*/ 1786822 h 1950125"/>
                                    <a:gd name="connsiteX14" fmla="*/ 2010123 w 2708030"/>
                                    <a:gd name="connsiteY14" fmla="*/ 1743279 h 1950125"/>
                                    <a:gd name="connsiteX15" fmla="*/ 1770637 w 2708030"/>
                                    <a:gd name="connsiteY15" fmla="*/ 1873908 h 1950125"/>
                                    <a:gd name="connsiteX0" fmla="*/ 251574 w 2588288"/>
                                    <a:gd name="connsiteY0" fmla="*/ 0 h 1951940"/>
                                    <a:gd name="connsiteX1" fmla="*/ 83352 w 2588288"/>
                                    <a:gd name="connsiteY1" fmla="*/ 164850 h 1951940"/>
                                    <a:gd name="connsiteX2" fmla="*/ 18038 w 2588288"/>
                                    <a:gd name="connsiteY2" fmla="*/ 426108 h 1951940"/>
                                    <a:gd name="connsiteX3" fmla="*/ 18037 w 2588288"/>
                                    <a:gd name="connsiteY3" fmla="*/ 741794 h 1951940"/>
                                    <a:gd name="connsiteX4" fmla="*/ 224867 w 2588288"/>
                                    <a:gd name="connsiteY4" fmla="*/ 1155450 h 1951940"/>
                                    <a:gd name="connsiteX5" fmla="*/ 486125 w 2588288"/>
                                    <a:gd name="connsiteY5" fmla="*/ 1427594 h 1951940"/>
                                    <a:gd name="connsiteX6" fmla="*/ 758265 w 2588288"/>
                                    <a:gd name="connsiteY6" fmla="*/ 1329622 h 1951940"/>
                                    <a:gd name="connsiteX7" fmla="*/ 1133317 w 2588288"/>
                                    <a:gd name="connsiteY7" fmla="*/ 1513113 h 1951940"/>
                                    <a:gd name="connsiteX8" fmla="*/ 1465838 w 2588288"/>
                                    <a:gd name="connsiteY8" fmla="*/ 1264307 h 1951940"/>
                                    <a:gd name="connsiteX9" fmla="*/ 1737981 w 2588288"/>
                                    <a:gd name="connsiteY9" fmla="*/ 1373166 h 1951940"/>
                                    <a:gd name="connsiteX10" fmla="*/ 1835953 w 2588288"/>
                                    <a:gd name="connsiteY10" fmla="*/ 1579993 h 1951940"/>
                                    <a:gd name="connsiteX11" fmla="*/ 1661780 w 2588288"/>
                                    <a:gd name="connsiteY11" fmla="*/ 1667078 h 1951940"/>
                                    <a:gd name="connsiteX12" fmla="*/ 2565295 w 2588288"/>
                                    <a:gd name="connsiteY12" fmla="*/ 1950107 h 1951940"/>
                                    <a:gd name="connsiteX13" fmla="*/ 2293152 w 2588288"/>
                                    <a:gd name="connsiteY13" fmla="*/ 1786822 h 1951940"/>
                                    <a:gd name="connsiteX14" fmla="*/ 2010123 w 2588288"/>
                                    <a:gd name="connsiteY14" fmla="*/ 1743279 h 1951940"/>
                                    <a:gd name="connsiteX15" fmla="*/ 1770637 w 2588288"/>
                                    <a:gd name="connsiteY15" fmla="*/ 1873908 h 1951940"/>
                                    <a:gd name="connsiteX0" fmla="*/ 251574 w 2311227"/>
                                    <a:gd name="connsiteY0" fmla="*/ 0 h 1873908"/>
                                    <a:gd name="connsiteX1" fmla="*/ 83352 w 2311227"/>
                                    <a:gd name="connsiteY1" fmla="*/ 164850 h 1873908"/>
                                    <a:gd name="connsiteX2" fmla="*/ 18038 w 2311227"/>
                                    <a:gd name="connsiteY2" fmla="*/ 426108 h 1873908"/>
                                    <a:gd name="connsiteX3" fmla="*/ 18037 w 2311227"/>
                                    <a:gd name="connsiteY3" fmla="*/ 741794 h 1873908"/>
                                    <a:gd name="connsiteX4" fmla="*/ 224867 w 2311227"/>
                                    <a:gd name="connsiteY4" fmla="*/ 1155450 h 1873908"/>
                                    <a:gd name="connsiteX5" fmla="*/ 486125 w 2311227"/>
                                    <a:gd name="connsiteY5" fmla="*/ 1427594 h 1873908"/>
                                    <a:gd name="connsiteX6" fmla="*/ 758265 w 2311227"/>
                                    <a:gd name="connsiteY6" fmla="*/ 1329622 h 1873908"/>
                                    <a:gd name="connsiteX7" fmla="*/ 1133317 w 2311227"/>
                                    <a:gd name="connsiteY7" fmla="*/ 1513113 h 1873908"/>
                                    <a:gd name="connsiteX8" fmla="*/ 1465838 w 2311227"/>
                                    <a:gd name="connsiteY8" fmla="*/ 1264307 h 1873908"/>
                                    <a:gd name="connsiteX9" fmla="*/ 1737981 w 2311227"/>
                                    <a:gd name="connsiteY9" fmla="*/ 1373166 h 1873908"/>
                                    <a:gd name="connsiteX10" fmla="*/ 1835953 w 2311227"/>
                                    <a:gd name="connsiteY10" fmla="*/ 1579993 h 1873908"/>
                                    <a:gd name="connsiteX11" fmla="*/ 1661780 w 2311227"/>
                                    <a:gd name="connsiteY11" fmla="*/ 1667078 h 1873908"/>
                                    <a:gd name="connsiteX12" fmla="*/ 1454952 w 2311227"/>
                                    <a:gd name="connsiteY12" fmla="*/ 1536450 h 1873908"/>
                                    <a:gd name="connsiteX13" fmla="*/ 2293152 w 2311227"/>
                                    <a:gd name="connsiteY13" fmla="*/ 1786822 h 1873908"/>
                                    <a:gd name="connsiteX14" fmla="*/ 2010123 w 2311227"/>
                                    <a:gd name="connsiteY14" fmla="*/ 1743279 h 1873908"/>
                                    <a:gd name="connsiteX15" fmla="*/ 1770637 w 2311227"/>
                                    <a:gd name="connsiteY15" fmla="*/ 1873908 h 1873908"/>
                                    <a:gd name="connsiteX0" fmla="*/ 251574 w 2030446"/>
                                    <a:gd name="connsiteY0" fmla="*/ 0 h 1873908"/>
                                    <a:gd name="connsiteX1" fmla="*/ 83352 w 2030446"/>
                                    <a:gd name="connsiteY1" fmla="*/ 164850 h 1873908"/>
                                    <a:gd name="connsiteX2" fmla="*/ 18038 w 2030446"/>
                                    <a:gd name="connsiteY2" fmla="*/ 426108 h 1873908"/>
                                    <a:gd name="connsiteX3" fmla="*/ 18037 w 2030446"/>
                                    <a:gd name="connsiteY3" fmla="*/ 741794 h 1873908"/>
                                    <a:gd name="connsiteX4" fmla="*/ 224867 w 2030446"/>
                                    <a:gd name="connsiteY4" fmla="*/ 1155450 h 1873908"/>
                                    <a:gd name="connsiteX5" fmla="*/ 486125 w 2030446"/>
                                    <a:gd name="connsiteY5" fmla="*/ 1427594 h 1873908"/>
                                    <a:gd name="connsiteX6" fmla="*/ 758265 w 2030446"/>
                                    <a:gd name="connsiteY6" fmla="*/ 1329622 h 1873908"/>
                                    <a:gd name="connsiteX7" fmla="*/ 1133317 w 2030446"/>
                                    <a:gd name="connsiteY7" fmla="*/ 1513113 h 1873908"/>
                                    <a:gd name="connsiteX8" fmla="*/ 1465838 w 2030446"/>
                                    <a:gd name="connsiteY8" fmla="*/ 1264307 h 1873908"/>
                                    <a:gd name="connsiteX9" fmla="*/ 1737981 w 2030446"/>
                                    <a:gd name="connsiteY9" fmla="*/ 1373166 h 1873908"/>
                                    <a:gd name="connsiteX10" fmla="*/ 1835953 w 2030446"/>
                                    <a:gd name="connsiteY10" fmla="*/ 1579993 h 1873908"/>
                                    <a:gd name="connsiteX11" fmla="*/ 1661780 w 2030446"/>
                                    <a:gd name="connsiteY11" fmla="*/ 1667078 h 1873908"/>
                                    <a:gd name="connsiteX12" fmla="*/ 1454952 w 2030446"/>
                                    <a:gd name="connsiteY12" fmla="*/ 1536450 h 1873908"/>
                                    <a:gd name="connsiteX13" fmla="*/ 1063067 w 2030446"/>
                                    <a:gd name="connsiteY13" fmla="*/ 1667079 h 1873908"/>
                                    <a:gd name="connsiteX14" fmla="*/ 2010123 w 2030446"/>
                                    <a:gd name="connsiteY14" fmla="*/ 1743279 h 1873908"/>
                                    <a:gd name="connsiteX15" fmla="*/ 1770637 w 2030446"/>
                                    <a:gd name="connsiteY15" fmla="*/ 1873908 h 1873908"/>
                                    <a:gd name="connsiteX0" fmla="*/ 251574 w 1837971"/>
                                    <a:gd name="connsiteY0" fmla="*/ 0 h 1873908"/>
                                    <a:gd name="connsiteX1" fmla="*/ 83352 w 1837971"/>
                                    <a:gd name="connsiteY1" fmla="*/ 164850 h 1873908"/>
                                    <a:gd name="connsiteX2" fmla="*/ 18038 w 1837971"/>
                                    <a:gd name="connsiteY2" fmla="*/ 426108 h 1873908"/>
                                    <a:gd name="connsiteX3" fmla="*/ 18037 w 1837971"/>
                                    <a:gd name="connsiteY3" fmla="*/ 741794 h 1873908"/>
                                    <a:gd name="connsiteX4" fmla="*/ 224867 w 1837971"/>
                                    <a:gd name="connsiteY4" fmla="*/ 1155450 h 1873908"/>
                                    <a:gd name="connsiteX5" fmla="*/ 486125 w 1837971"/>
                                    <a:gd name="connsiteY5" fmla="*/ 1427594 h 1873908"/>
                                    <a:gd name="connsiteX6" fmla="*/ 758265 w 1837971"/>
                                    <a:gd name="connsiteY6" fmla="*/ 1329622 h 1873908"/>
                                    <a:gd name="connsiteX7" fmla="*/ 1133317 w 1837971"/>
                                    <a:gd name="connsiteY7" fmla="*/ 1513113 h 1873908"/>
                                    <a:gd name="connsiteX8" fmla="*/ 1465838 w 1837971"/>
                                    <a:gd name="connsiteY8" fmla="*/ 1264307 h 1873908"/>
                                    <a:gd name="connsiteX9" fmla="*/ 1737981 w 1837971"/>
                                    <a:gd name="connsiteY9" fmla="*/ 1373166 h 1873908"/>
                                    <a:gd name="connsiteX10" fmla="*/ 1835953 w 1837971"/>
                                    <a:gd name="connsiteY10" fmla="*/ 1579993 h 1873908"/>
                                    <a:gd name="connsiteX11" fmla="*/ 1661780 w 1837971"/>
                                    <a:gd name="connsiteY11" fmla="*/ 1667078 h 1873908"/>
                                    <a:gd name="connsiteX12" fmla="*/ 1454952 w 1837971"/>
                                    <a:gd name="connsiteY12" fmla="*/ 1536450 h 1873908"/>
                                    <a:gd name="connsiteX13" fmla="*/ 1063067 w 1837971"/>
                                    <a:gd name="connsiteY13" fmla="*/ 1667079 h 1873908"/>
                                    <a:gd name="connsiteX14" fmla="*/ 758266 w 1837971"/>
                                    <a:gd name="connsiteY14" fmla="*/ 1547337 h 1873908"/>
                                    <a:gd name="connsiteX15" fmla="*/ 1770637 w 1837971"/>
                                    <a:gd name="connsiteY15" fmla="*/ 1873908 h 1873908"/>
                                    <a:gd name="connsiteX0" fmla="*/ 251574 w 1837971"/>
                                    <a:gd name="connsiteY0" fmla="*/ 0 h 1699737"/>
                                    <a:gd name="connsiteX1" fmla="*/ 83352 w 1837971"/>
                                    <a:gd name="connsiteY1" fmla="*/ 164850 h 1699737"/>
                                    <a:gd name="connsiteX2" fmla="*/ 18038 w 1837971"/>
                                    <a:gd name="connsiteY2" fmla="*/ 426108 h 1699737"/>
                                    <a:gd name="connsiteX3" fmla="*/ 18037 w 1837971"/>
                                    <a:gd name="connsiteY3" fmla="*/ 741794 h 1699737"/>
                                    <a:gd name="connsiteX4" fmla="*/ 224867 w 1837971"/>
                                    <a:gd name="connsiteY4" fmla="*/ 1155450 h 1699737"/>
                                    <a:gd name="connsiteX5" fmla="*/ 486125 w 1837971"/>
                                    <a:gd name="connsiteY5" fmla="*/ 1427594 h 1699737"/>
                                    <a:gd name="connsiteX6" fmla="*/ 758265 w 1837971"/>
                                    <a:gd name="connsiteY6" fmla="*/ 1329622 h 1699737"/>
                                    <a:gd name="connsiteX7" fmla="*/ 1133317 w 1837971"/>
                                    <a:gd name="connsiteY7" fmla="*/ 1513113 h 1699737"/>
                                    <a:gd name="connsiteX8" fmla="*/ 1465838 w 1837971"/>
                                    <a:gd name="connsiteY8" fmla="*/ 1264307 h 1699737"/>
                                    <a:gd name="connsiteX9" fmla="*/ 1737981 w 1837971"/>
                                    <a:gd name="connsiteY9" fmla="*/ 1373166 h 1699737"/>
                                    <a:gd name="connsiteX10" fmla="*/ 1835953 w 1837971"/>
                                    <a:gd name="connsiteY10" fmla="*/ 1579993 h 1699737"/>
                                    <a:gd name="connsiteX11" fmla="*/ 1661780 w 1837971"/>
                                    <a:gd name="connsiteY11" fmla="*/ 1667078 h 1699737"/>
                                    <a:gd name="connsiteX12" fmla="*/ 1454952 w 1837971"/>
                                    <a:gd name="connsiteY12" fmla="*/ 1536450 h 1699737"/>
                                    <a:gd name="connsiteX13" fmla="*/ 1063067 w 1837971"/>
                                    <a:gd name="connsiteY13" fmla="*/ 1667079 h 1699737"/>
                                    <a:gd name="connsiteX14" fmla="*/ 758266 w 1837971"/>
                                    <a:gd name="connsiteY14" fmla="*/ 1547337 h 1699737"/>
                                    <a:gd name="connsiteX15" fmla="*/ 736494 w 1837971"/>
                                    <a:gd name="connsiteY15" fmla="*/ 1699737 h 1699737"/>
                                    <a:gd name="connsiteX0" fmla="*/ 251574 w 1837971"/>
                                    <a:gd name="connsiteY0" fmla="*/ 0 h 1710586"/>
                                    <a:gd name="connsiteX1" fmla="*/ 83352 w 1837971"/>
                                    <a:gd name="connsiteY1" fmla="*/ 164850 h 1710586"/>
                                    <a:gd name="connsiteX2" fmla="*/ 18038 w 1837971"/>
                                    <a:gd name="connsiteY2" fmla="*/ 426108 h 1710586"/>
                                    <a:gd name="connsiteX3" fmla="*/ 18037 w 1837971"/>
                                    <a:gd name="connsiteY3" fmla="*/ 741794 h 1710586"/>
                                    <a:gd name="connsiteX4" fmla="*/ 224867 w 1837971"/>
                                    <a:gd name="connsiteY4" fmla="*/ 1155450 h 1710586"/>
                                    <a:gd name="connsiteX5" fmla="*/ 486125 w 1837971"/>
                                    <a:gd name="connsiteY5" fmla="*/ 1427594 h 1710586"/>
                                    <a:gd name="connsiteX6" fmla="*/ 758265 w 1837971"/>
                                    <a:gd name="connsiteY6" fmla="*/ 1329622 h 1710586"/>
                                    <a:gd name="connsiteX7" fmla="*/ 1133317 w 1837971"/>
                                    <a:gd name="connsiteY7" fmla="*/ 1513113 h 1710586"/>
                                    <a:gd name="connsiteX8" fmla="*/ 1465838 w 1837971"/>
                                    <a:gd name="connsiteY8" fmla="*/ 1264307 h 1710586"/>
                                    <a:gd name="connsiteX9" fmla="*/ 1737981 w 1837971"/>
                                    <a:gd name="connsiteY9" fmla="*/ 1373166 h 1710586"/>
                                    <a:gd name="connsiteX10" fmla="*/ 1835953 w 1837971"/>
                                    <a:gd name="connsiteY10" fmla="*/ 1579993 h 1710586"/>
                                    <a:gd name="connsiteX11" fmla="*/ 1661780 w 1837971"/>
                                    <a:gd name="connsiteY11" fmla="*/ 1667078 h 1710586"/>
                                    <a:gd name="connsiteX12" fmla="*/ 1454952 w 1837971"/>
                                    <a:gd name="connsiteY12" fmla="*/ 1536450 h 1710586"/>
                                    <a:gd name="connsiteX13" fmla="*/ 1063067 w 1837971"/>
                                    <a:gd name="connsiteY13" fmla="*/ 1667079 h 1710586"/>
                                    <a:gd name="connsiteX14" fmla="*/ 758266 w 1837971"/>
                                    <a:gd name="connsiteY14" fmla="*/ 1547337 h 1710586"/>
                                    <a:gd name="connsiteX15" fmla="*/ 736494 w 1837971"/>
                                    <a:gd name="connsiteY15" fmla="*/ 1699737 h 1710586"/>
                                    <a:gd name="connsiteX16" fmla="*/ 687003 w 1837971"/>
                                    <a:gd name="connsiteY16" fmla="*/ 1698171 h 1710586"/>
                                    <a:gd name="connsiteX0" fmla="*/ 251574 w 1837971"/>
                                    <a:gd name="connsiteY0" fmla="*/ 0 h 1705605"/>
                                    <a:gd name="connsiteX1" fmla="*/ 83352 w 1837971"/>
                                    <a:gd name="connsiteY1" fmla="*/ 164850 h 1705605"/>
                                    <a:gd name="connsiteX2" fmla="*/ 18038 w 1837971"/>
                                    <a:gd name="connsiteY2" fmla="*/ 426108 h 1705605"/>
                                    <a:gd name="connsiteX3" fmla="*/ 18037 w 1837971"/>
                                    <a:gd name="connsiteY3" fmla="*/ 741794 h 1705605"/>
                                    <a:gd name="connsiteX4" fmla="*/ 224867 w 1837971"/>
                                    <a:gd name="connsiteY4" fmla="*/ 1155450 h 1705605"/>
                                    <a:gd name="connsiteX5" fmla="*/ 486125 w 1837971"/>
                                    <a:gd name="connsiteY5" fmla="*/ 1427594 h 1705605"/>
                                    <a:gd name="connsiteX6" fmla="*/ 758265 w 1837971"/>
                                    <a:gd name="connsiteY6" fmla="*/ 1329622 h 1705605"/>
                                    <a:gd name="connsiteX7" fmla="*/ 1133317 w 1837971"/>
                                    <a:gd name="connsiteY7" fmla="*/ 1513113 h 1705605"/>
                                    <a:gd name="connsiteX8" fmla="*/ 1465838 w 1837971"/>
                                    <a:gd name="connsiteY8" fmla="*/ 1264307 h 1705605"/>
                                    <a:gd name="connsiteX9" fmla="*/ 1737981 w 1837971"/>
                                    <a:gd name="connsiteY9" fmla="*/ 1373166 h 1705605"/>
                                    <a:gd name="connsiteX10" fmla="*/ 1835953 w 1837971"/>
                                    <a:gd name="connsiteY10" fmla="*/ 1579993 h 1705605"/>
                                    <a:gd name="connsiteX11" fmla="*/ 1661780 w 1837971"/>
                                    <a:gd name="connsiteY11" fmla="*/ 1667078 h 1705605"/>
                                    <a:gd name="connsiteX12" fmla="*/ 1454952 w 1837971"/>
                                    <a:gd name="connsiteY12" fmla="*/ 1536450 h 1705605"/>
                                    <a:gd name="connsiteX13" fmla="*/ 1063067 w 1837971"/>
                                    <a:gd name="connsiteY13" fmla="*/ 1667079 h 1705605"/>
                                    <a:gd name="connsiteX14" fmla="*/ 758266 w 1837971"/>
                                    <a:gd name="connsiteY14" fmla="*/ 1547337 h 1705605"/>
                                    <a:gd name="connsiteX15" fmla="*/ 736494 w 1837971"/>
                                    <a:gd name="connsiteY15" fmla="*/ 1699737 h 1705605"/>
                                    <a:gd name="connsiteX16" fmla="*/ 436632 w 1837971"/>
                                    <a:gd name="connsiteY16" fmla="*/ 1676400 h 1705605"/>
                                    <a:gd name="connsiteX0" fmla="*/ 251574 w 1837971"/>
                                    <a:gd name="connsiteY0" fmla="*/ 0 h 1705605"/>
                                    <a:gd name="connsiteX1" fmla="*/ 83352 w 1837971"/>
                                    <a:gd name="connsiteY1" fmla="*/ 164850 h 1705605"/>
                                    <a:gd name="connsiteX2" fmla="*/ 18038 w 1837971"/>
                                    <a:gd name="connsiteY2" fmla="*/ 426108 h 1705605"/>
                                    <a:gd name="connsiteX3" fmla="*/ 18037 w 1837971"/>
                                    <a:gd name="connsiteY3" fmla="*/ 741794 h 1705605"/>
                                    <a:gd name="connsiteX4" fmla="*/ 224867 w 1837971"/>
                                    <a:gd name="connsiteY4" fmla="*/ 1155450 h 1705605"/>
                                    <a:gd name="connsiteX5" fmla="*/ 486125 w 1837971"/>
                                    <a:gd name="connsiteY5" fmla="*/ 1427594 h 1705605"/>
                                    <a:gd name="connsiteX6" fmla="*/ 758265 w 1837971"/>
                                    <a:gd name="connsiteY6" fmla="*/ 1329622 h 1705605"/>
                                    <a:gd name="connsiteX7" fmla="*/ 1133317 w 1837971"/>
                                    <a:gd name="connsiteY7" fmla="*/ 1513113 h 1705605"/>
                                    <a:gd name="connsiteX8" fmla="*/ 1465838 w 1837971"/>
                                    <a:gd name="connsiteY8" fmla="*/ 1264307 h 1705605"/>
                                    <a:gd name="connsiteX9" fmla="*/ 1737981 w 1837971"/>
                                    <a:gd name="connsiteY9" fmla="*/ 1373166 h 1705605"/>
                                    <a:gd name="connsiteX10" fmla="*/ 1835953 w 1837971"/>
                                    <a:gd name="connsiteY10" fmla="*/ 1579993 h 1705605"/>
                                    <a:gd name="connsiteX11" fmla="*/ 1661780 w 1837971"/>
                                    <a:gd name="connsiteY11" fmla="*/ 1667078 h 1705605"/>
                                    <a:gd name="connsiteX12" fmla="*/ 1454952 w 1837971"/>
                                    <a:gd name="connsiteY12" fmla="*/ 1536450 h 1705605"/>
                                    <a:gd name="connsiteX13" fmla="*/ 1063067 w 1837971"/>
                                    <a:gd name="connsiteY13" fmla="*/ 1667079 h 1705605"/>
                                    <a:gd name="connsiteX14" fmla="*/ 758266 w 1837971"/>
                                    <a:gd name="connsiteY14" fmla="*/ 1547337 h 1705605"/>
                                    <a:gd name="connsiteX15" fmla="*/ 649408 w 1837971"/>
                                    <a:gd name="connsiteY15" fmla="*/ 1699737 h 1705605"/>
                                    <a:gd name="connsiteX16" fmla="*/ 436632 w 1837971"/>
                                    <a:gd name="connsiteY16" fmla="*/ 1676400 h 1705605"/>
                                    <a:gd name="connsiteX0" fmla="*/ 251574 w 1837971"/>
                                    <a:gd name="connsiteY0" fmla="*/ 0 h 1705605"/>
                                    <a:gd name="connsiteX1" fmla="*/ 83352 w 1837971"/>
                                    <a:gd name="connsiteY1" fmla="*/ 164850 h 1705605"/>
                                    <a:gd name="connsiteX2" fmla="*/ 18038 w 1837971"/>
                                    <a:gd name="connsiteY2" fmla="*/ 426108 h 1705605"/>
                                    <a:gd name="connsiteX3" fmla="*/ 18037 w 1837971"/>
                                    <a:gd name="connsiteY3" fmla="*/ 741794 h 1705605"/>
                                    <a:gd name="connsiteX4" fmla="*/ 224867 w 1837971"/>
                                    <a:gd name="connsiteY4" fmla="*/ 1155450 h 1705605"/>
                                    <a:gd name="connsiteX5" fmla="*/ 486125 w 1837971"/>
                                    <a:gd name="connsiteY5" fmla="*/ 1427594 h 1705605"/>
                                    <a:gd name="connsiteX6" fmla="*/ 758265 w 1837971"/>
                                    <a:gd name="connsiteY6" fmla="*/ 1329622 h 1705605"/>
                                    <a:gd name="connsiteX7" fmla="*/ 1133317 w 1837971"/>
                                    <a:gd name="connsiteY7" fmla="*/ 1513113 h 1705605"/>
                                    <a:gd name="connsiteX8" fmla="*/ 1465838 w 1837971"/>
                                    <a:gd name="connsiteY8" fmla="*/ 1264307 h 1705605"/>
                                    <a:gd name="connsiteX9" fmla="*/ 1737981 w 1837971"/>
                                    <a:gd name="connsiteY9" fmla="*/ 1373166 h 1705605"/>
                                    <a:gd name="connsiteX10" fmla="*/ 1835953 w 1837971"/>
                                    <a:gd name="connsiteY10" fmla="*/ 1579993 h 1705605"/>
                                    <a:gd name="connsiteX11" fmla="*/ 1661780 w 1837971"/>
                                    <a:gd name="connsiteY11" fmla="*/ 1667078 h 1705605"/>
                                    <a:gd name="connsiteX12" fmla="*/ 1454952 w 1837971"/>
                                    <a:gd name="connsiteY12" fmla="*/ 1536450 h 1705605"/>
                                    <a:gd name="connsiteX13" fmla="*/ 1063067 w 1837971"/>
                                    <a:gd name="connsiteY13" fmla="*/ 1667079 h 1705605"/>
                                    <a:gd name="connsiteX14" fmla="*/ 758266 w 1837971"/>
                                    <a:gd name="connsiteY14" fmla="*/ 1547337 h 1705605"/>
                                    <a:gd name="connsiteX15" fmla="*/ 649408 w 1837971"/>
                                    <a:gd name="connsiteY15" fmla="*/ 1699737 h 1705605"/>
                                    <a:gd name="connsiteX16" fmla="*/ 436632 w 1837971"/>
                                    <a:gd name="connsiteY16" fmla="*/ 1676400 h 1705605"/>
                                    <a:gd name="connsiteX17" fmla="*/ 425746 w 1837971"/>
                                    <a:gd name="connsiteY17" fmla="*/ 1676399 h 1705605"/>
                                    <a:gd name="connsiteX0" fmla="*/ 251574 w 1837971"/>
                                    <a:gd name="connsiteY0" fmla="*/ 0 h 1705605"/>
                                    <a:gd name="connsiteX1" fmla="*/ 83352 w 1837971"/>
                                    <a:gd name="connsiteY1" fmla="*/ 164850 h 1705605"/>
                                    <a:gd name="connsiteX2" fmla="*/ 18038 w 1837971"/>
                                    <a:gd name="connsiteY2" fmla="*/ 426108 h 1705605"/>
                                    <a:gd name="connsiteX3" fmla="*/ 18037 w 1837971"/>
                                    <a:gd name="connsiteY3" fmla="*/ 741794 h 1705605"/>
                                    <a:gd name="connsiteX4" fmla="*/ 224867 w 1837971"/>
                                    <a:gd name="connsiteY4" fmla="*/ 1155450 h 1705605"/>
                                    <a:gd name="connsiteX5" fmla="*/ 486125 w 1837971"/>
                                    <a:gd name="connsiteY5" fmla="*/ 1427594 h 1705605"/>
                                    <a:gd name="connsiteX6" fmla="*/ 758265 w 1837971"/>
                                    <a:gd name="connsiteY6" fmla="*/ 1329622 h 1705605"/>
                                    <a:gd name="connsiteX7" fmla="*/ 1133317 w 1837971"/>
                                    <a:gd name="connsiteY7" fmla="*/ 1513113 h 1705605"/>
                                    <a:gd name="connsiteX8" fmla="*/ 1465838 w 1837971"/>
                                    <a:gd name="connsiteY8" fmla="*/ 1264307 h 1705605"/>
                                    <a:gd name="connsiteX9" fmla="*/ 1737981 w 1837971"/>
                                    <a:gd name="connsiteY9" fmla="*/ 1373166 h 1705605"/>
                                    <a:gd name="connsiteX10" fmla="*/ 1835953 w 1837971"/>
                                    <a:gd name="connsiteY10" fmla="*/ 1579993 h 1705605"/>
                                    <a:gd name="connsiteX11" fmla="*/ 1661780 w 1837971"/>
                                    <a:gd name="connsiteY11" fmla="*/ 1667078 h 1705605"/>
                                    <a:gd name="connsiteX12" fmla="*/ 1454952 w 1837971"/>
                                    <a:gd name="connsiteY12" fmla="*/ 1536450 h 1705605"/>
                                    <a:gd name="connsiteX13" fmla="*/ 1063067 w 1837971"/>
                                    <a:gd name="connsiteY13" fmla="*/ 1667079 h 1705605"/>
                                    <a:gd name="connsiteX14" fmla="*/ 758266 w 1837971"/>
                                    <a:gd name="connsiteY14" fmla="*/ 1547337 h 1705605"/>
                                    <a:gd name="connsiteX15" fmla="*/ 649408 w 1837971"/>
                                    <a:gd name="connsiteY15" fmla="*/ 1699737 h 1705605"/>
                                    <a:gd name="connsiteX16" fmla="*/ 436632 w 1837971"/>
                                    <a:gd name="connsiteY16" fmla="*/ 1676400 h 1705605"/>
                                    <a:gd name="connsiteX17" fmla="*/ 197146 w 1837971"/>
                                    <a:gd name="connsiteY17" fmla="*/ 1458684 h 1705605"/>
                                    <a:gd name="connsiteX0" fmla="*/ 251574 w 1837971"/>
                                    <a:gd name="connsiteY0" fmla="*/ 0 h 1705605"/>
                                    <a:gd name="connsiteX1" fmla="*/ 83352 w 1837971"/>
                                    <a:gd name="connsiteY1" fmla="*/ 164850 h 1705605"/>
                                    <a:gd name="connsiteX2" fmla="*/ 18038 w 1837971"/>
                                    <a:gd name="connsiteY2" fmla="*/ 426108 h 1705605"/>
                                    <a:gd name="connsiteX3" fmla="*/ 18037 w 1837971"/>
                                    <a:gd name="connsiteY3" fmla="*/ 741794 h 1705605"/>
                                    <a:gd name="connsiteX4" fmla="*/ 224867 w 1837971"/>
                                    <a:gd name="connsiteY4" fmla="*/ 1155450 h 1705605"/>
                                    <a:gd name="connsiteX5" fmla="*/ 486125 w 1837971"/>
                                    <a:gd name="connsiteY5" fmla="*/ 1427594 h 1705605"/>
                                    <a:gd name="connsiteX6" fmla="*/ 758265 w 1837971"/>
                                    <a:gd name="connsiteY6" fmla="*/ 1329622 h 1705605"/>
                                    <a:gd name="connsiteX7" fmla="*/ 1133317 w 1837971"/>
                                    <a:gd name="connsiteY7" fmla="*/ 1513113 h 1705605"/>
                                    <a:gd name="connsiteX8" fmla="*/ 1465838 w 1837971"/>
                                    <a:gd name="connsiteY8" fmla="*/ 1264307 h 1705605"/>
                                    <a:gd name="connsiteX9" fmla="*/ 1737981 w 1837971"/>
                                    <a:gd name="connsiteY9" fmla="*/ 1373166 h 1705605"/>
                                    <a:gd name="connsiteX10" fmla="*/ 1835953 w 1837971"/>
                                    <a:gd name="connsiteY10" fmla="*/ 1579993 h 1705605"/>
                                    <a:gd name="connsiteX11" fmla="*/ 1661780 w 1837971"/>
                                    <a:gd name="connsiteY11" fmla="*/ 1667078 h 1705605"/>
                                    <a:gd name="connsiteX12" fmla="*/ 1454952 w 1837971"/>
                                    <a:gd name="connsiteY12" fmla="*/ 1536450 h 1705605"/>
                                    <a:gd name="connsiteX13" fmla="*/ 1063067 w 1837971"/>
                                    <a:gd name="connsiteY13" fmla="*/ 1667079 h 1705605"/>
                                    <a:gd name="connsiteX14" fmla="*/ 758266 w 1837971"/>
                                    <a:gd name="connsiteY14" fmla="*/ 1547337 h 1705605"/>
                                    <a:gd name="connsiteX15" fmla="*/ 649408 w 1837971"/>
                                    <a:gd name="connsiteY15" fmla="*/ 1699737 h 1705605"/>
                                    <a:gd name="connsiteX16" fmla="*/ 436632 w 1837971"/>
                                    <a:gd name="connsiteY16" fmla="*/ 1676400 h 1705605"/>
                                    <a:gd name="connsiteX17" fmla="*/ 197146 w 1837971"/>
                                    <a:gd name="connsiteY17" fmla="*/ 1458684 h 1705605"/>
                                    <a:gd name="connsiteX18" fmla="*/ 186260 w 1837971"/>
                                    <a:gd name="connsiteY18" fmla="*/ 1447799 h 1705605"/>
                                    <a:gd name="connsiteX0" fmla="*/ 251574 w 1837971"/>
                                    <a:gd name="connsiteY0" fmla="*/ 0 h 1705605"/>
                                    <a:gd name="connsiteX1" fmla="*/ 83352 w 1837971"/>
                                    <a:gd name="connsiteY1" fmla="*/ 164850 h 1705605"/>
                                    <a:gd name="connsiteX2" fmla="*/ 18038 w 1837971"/>
                                    <a:gd name="connsiteY2" fmla="*/ 426108 h 1705605"/>
                                    <a:gd name="connsiteX3" fmla="*/ 18037 w 1837971"/>
                                    <a:gd name="connsiteY3" fmla="*/ 741794 h 1705605"/>
                                    <a:gd name="connsiteX4" fmla="*/ 224867 w 1837971"/>
                                    <a:gd name="connsiteY4" fmla="*/ 1155450 h 1705605"/>
                                    <a:gd name="connsiteX5" fmla="*/ 486125 w 1837971"/>
                                    <a:gd name="connsiteY5" fmla="*/ 1427594 h 1705605"/>
                                    <a:gd name="connsiteX6" fmla="*/ 758265 w 1837971"/>
                                    <a:gd name="connsiteY6" fmla="*/ 1329622 h 1705605"/>
                                    <a:gd name="connsiteX7" fmla="*/ 1133317 w 1837971"/>
                                    <a:gd name="connsiteY7" fmla="*/ 1513113 h 1705605"/>
                                    <a:gd name="connsiteX8" fmla="*/ 1465838 w 1837971"/>
                                    <a:gd name="connsiteY8" fmla="*/ 1264307 h 1705605"/>
                                    <a:gd name="connsiteX9" fmla="*/ 1737981 w 1837971"/>
                                    <a:gd name="connsiteY9" fmla="*/ 1373166 h 1705605"/>
                                    <a:gd name="connsiteX10" fmla="*/ 1835953 w 1837971"/>
                                    <a:gd name="connsiteY10" fmla="*/ 1579993 h 1705605"/>
                                    <a:gd name="connsiteX11" fmla="*/ 1661780 w 1837971"/>
                                    <a:gd name="connsiteY11" fmla="*/ 1667078 h 1705605"/>
                                    <a:gd name="connsiteX12" fmla="*/ 1454952 w 1837971"/>
                                    <a:gd name="connsiteY12" fmla="*/ 1536450 h 1705605"/>
                                    <a:gd name="connsiteX13" fmla="*/ 1063067 w 1837971"/>
                                    <a:gd name="connsiteY13" fmla="*/ 1667079 h 1705605"/>
                                    <a:gd name="connsiteX14" fmla="*/ 758266 w 1837971"/>
                                    <a:gd name="connsiteY14" fmla="*/ 1547337 h 1705605"/>
                                    <a:gd name="connsiteX15" fmla="*/ 649408 w 1837971"/>
                                    <a:gd name="connsiteY15" fmla="*/ 1699737 h 1705605"/>
                                    <a:gd name="connsiteX16" fmla="*/ 436632 w 1837971"/>
                                    <a:gd name="connsiteY16" fmla="*/ 1676400 h 1705605"/>
                                    <a:gd name="connsiteX17" fmla="*/ 197146 w 1837971"/>
                                    <a:gd name="connsiteY17" fmla="*/ 1458684 h 1705605"/>
                                    <a:gd name="connsiteX18" fmla="*/ 55631 w 1837971"/>
                                    <a:gd name="connsiteY18" fmla="*/ 1458684 h 1705605"/>
                                    <a:gd name="connsiteX0" fmla="*/ 251574 w 1837971"/>
                                    <a:gd name="connsiteY0" fmla="*/ 0 h 1705605"/>
                                    <a:gd name="connsiteX1" fmla="*/ 83352 w 1837971"/>
                                    <a:gd name="connsiteY1" fmla="*/ 164850 h 1705605"/>
                                    <a:gd name="connsiteX2" fmla="*/ 18038 w 1837971"/>
                                    <a:gd name="connsiteY2" fmla="*/ 426108 h 1705605"/>
                                    <a:gd name="connsiteX3" fmla="*/ 18037 w 1837971"/>
                                    <a:gd name="connsiteY3" fmla="*/ 741794 h 1705605"/>
                                    <a:gd name="connsiteX4" fmla="*/ 224867 w 1837971"/>
                                    <a:gd name="connsiteY4" fmla="*/ 1155450 h 1705605"/>
                                    <a:gd name="connsiteX5" fmla="*/ 486125 w 1837971"/>
                                    <a:gd name="connsiteY5" fmla="*/ 1427594 h 1705605"/>
                                    <a:gd name="connsiteX6" fmla="*/ 758265 w 1837971"/>
                                    <a:gd name="connsiteY6" fmla="*/ 1329622 h 1705605"/>
                                    <a:gd name="connsiteX7" fmla="*/ 1133317 w 1837971"/>
                                    <a:gd name="connsiteY7" fmla="*/ 1513113 h 1705605"/>
                                    <a:gd name="connsiteX8" fmla="*/ 1465838 w 1837971"/>
                                    <a:gd name="connsiteY8" fmla="*/ 1264307 h 1705605"/>
                                    <a:gd name="connsiteX9" fmla="*/ 1737981 w 1837971"/>
                                    <a:gd name="connsiteY9" fmla="*/ 1373166 h 1705605"/>
                                    <a:gd name="connsiteX10" fmla="*/ 1835953 w 1837971"/>
                                    <a:gd name="connsiteY10" fmla="*/ 1579993 h 1705605"/>
                                    <a:gd name="connsiteX11" fmla="*/ 1661780 w 1837971"/>
                                    <a:gd name="connsiteY11" fmla="*/ 1667078 h 1705605"/>
                                    <a:gd name="connsiteX12" fmla="*/ 1454952 w 1837971"/>
                                    <a:gd name="connsiteY12" fmla="*/ 1536450 h 1705605"/>
                                    <a:gd name="connsiteX13" fmla="*/ 1063067 w 1837971"/>
                                    <a:gd name="connsiteY13" fmla="*/ 1667079 h 1705605"/>
                                    <a:gd name="connsiteX14" fmla="*/ 758266 w 1837971"/>
                                    <a:gd name="connsiteY14" fmla="*/ 1547337 h 1705605"/>
                                    <a:gd name="connsiteX15" fmla="*/ 649408 w 1837971"/>
                                    <a:gd name="connsiteY15" fmla="*/ 1699737 h 1705605"/>
                                    <a:gd name="connsiteX16" fmla="*/ 436632 w 1837971"/>
                                    <a:gd name="connsiteY16" fmla="*/ 1676400 h 1705605"/>
                                    <a:gd name="connsiteX17" fmla="*/ 197146 w 1837971"/>
                                    <a:gd name="connsiteY17" fmla="*/ 1458684 h 1705605"/>
                                    <a:gd name="connsiteX18" fmla="*/ 55631 w 1837971"/>
                                    <a:gd name="connsiteY18" fmla="*/ 1458684 h 1705605"/>
                                    <a:gd name="connsiteX19" fmla="*/ 33860 w 1837971"/>
                                    <a:gd name="connsiteY19" fmla="*/ 1447799 h 1705605"/>
                                    <a:gd name="connsiteX0" fmla="*/ 359229 w 1945626"/>
                                    <a:gd name="connsiteY0" fmla="*/ 0 h 1705605"/>
                                    <a:gd name="connsiteX1" fmla="*/ 191007 w 1945626"/>
                                    <a:gd name="connsiteY1" fmla="*/ 164850 h 1705605"/>
                                    <a:gd name="connsiteX2" fmla="*/ 125693 w 1945626"/>
                                    <a:gd name="connsiteY2" fmla="*/ 426108 h 1705605"/>
                                    <a:gd name="connsiteX3" fmla="*/ 125692 w 1945626"/>
                                    <a:gd name="connsiteY3" fmla="*/ 741794 h 1705605"/>
                                    <a:gd name="connsiteX4" fmla="*/ 332522 w 1945626"/>
                                    <a:gd name="connsiteY4" fmla="*/ 1155450 h 1705605"/>
                                    <a:gd name="connsiteX5" fmla="*/ 593780 w 1945626"/>
                                    <a:gd name="connsiteY5" fmla="*/ 1427594 h 1705605"/>
                                    <a:gd name="connsiteX6" fmla="*/ 865920 w 1945626"/>
                                    <a:gd name="connsiteY6" fmla="*/ 1329622 h 1705605"/>
                                    <a:gd name="connsiteX7" fmla="*/ 1240972 w 1945626"/>
                                    <a:gd name="connsiteY7" fmla="*/ 1513113 h 1705605"/>
                                    <a:gd name="connsiteX8" fmla="*/ 1573493 w 1945626"/>
                                    <a:gd name="connsiteY8" fmla="*/ 1264307 h 1705605"/>
                                    <a:gd name="connsiteX9" fmla="*/ 1845636 w 1945626"/>
                                    <a:gd name="connsiteY9" fmla="*/ 1373166 h 1705605"/>
                                    <a:gd name="connsiteX10" fmla="*/ 1943608 w 1945626"/>
                                    <a:gd name="connsiteY10" fmla="*/ 1579993 h 1705605"/>
                                    <a:gd name="connsiteX11" fmla="*/ 1769435 w 1945626"/>
                                    <a:gd name="connsiteY11" fmla="*/ 1667078 h 1705605"/>
                                    <a:gd name="connsiteX12" fmla="*/ 1562607 w 1945626"/>
                                    <a:gd name="connsiteY12" fmla="*/ 1536450 h 1705605"/>
                                    <a:gd name="connsiteX13" fmla="*/ 1170722 w 1945626"/>
                                    <a:gd name="connsiteY13" fmla="*/ 1667079 h 1705605"/>
                                    <a:gd name="connsiteX14" fmla="*/ 865921 w 1945626"/>
                                    <a:gd name="connsiteY14" fmla="*/ 1547337 h 1705605"/>
                                    <a:gd name="connsiteX15" fmla="*/ 757063 w 1945626"/>
                                    <a:gd name="connsiteY15" fmla="*/ 1699737 h 1705605"/>
                                    <a:gd name="connsiteX16" fmla="*/ 544287 w 1945626"/>
                                    <a:gd name="connsiteY16" fmla="*/ 1676400 h 1705605"/>
                                    <a:gd name="connsiteX17" fmla="*/ 304801 w 1945626"/>
                                    <a:gd name="connsiteY17" fmla="*/ 1458684 h 1705605"/>
                                    <a:gd name="connsiteX18" fmla="*/ 163286 w 1945626"/>
                                    <a:gd name="connsiteY18" fmla="*/ 1458684 h 1705605"/>
                                    <a:gd name="connsiteX19" fmla="*/ 0 w 1945626"/>
                                    <a:gd name="connsiteY19" fmla="*/ 1545770 h 1705605"/>
                                    <a:gd name="connsiteX0" fmla="*/ 374986 w 1961383"/>
                                    <a:gd name="connsiteY0" fmla="*/ 0 h 1705605"/>
                                    <a:gd name="connsiteX1" fmla="*/ 206764 w 1961383"/>
                                    <a:gd name="connsiteY1" fmla="*/ 164850 h 1705605"/>
                                    <a:gd name="connsiteX2" fmla="*/ 141450 w 1961383"/>
                                    <a:gd name="connsiteY2" fmla="*/ 426108 h 1705605"/>
                                    <a:gd name="connsiteX3" fmla="*/ 141449 w 1961383"/>
                                    <a:gd name="connsiteY3" fmla="*/ 741794 h 1705605"/>
                                    <a:gd name="connsiteX4" fmla="*/ 348279 w 1961383"/>
                                    <a:gd name="connsiteY4" fmla="*/ 1155450 h 1705605"/>
                                    <a:gd name="connsiteX5" fmla="*/ 609537 w 1961383"/>
                                    <a:gd name="connsiteY5" fmla="*/ 1427594 h 1705605"/>
                                    <a:gd name="connsiteX6" fmla="*/ 881677 w 1961383"/>
                                    <a:gd name="connsiteY6" fmla="*/ 1329622 h 1705605"/>
                                    <a:gd name="connsiteX7" fmla="*/ 1256729 w 1961383"/>
                                    <a:gd name="connsiteY7" fmla="*/ 1513113 h 1705605"/>
                                    <a:gd name="connsiteX8" fmla="*/ 1589250 w 1961383"/>
                                    <a:gd name="connsiteY8" fmla="*/ 1264307 h 1705605"/>
                                    <a:gd name="connsiteX9" fmla="*/ 1861393 w 1961383"/>
                                    <a:gd name="connsiteY9" fmla="*/ 1373166 h 1705605"/>
                                    <a:gd name="connsiteX10" fmla="*/ 1959365 w 1961383"/>
                                    <a:gd name="connsiteY10" fmla="*/ 1579993 h 1705605"/>
                                    <a:gd name="connsiteX11" fmla="*/ 1785192 w 1961383"/>
                                    <a:gd name="connsiteY11" fmla="*/ 1667078 h 1705605"/>
                                    <a:gd name="connsiteX12" fmla="*/ 1578364 w 1961383"/>
                                    <a:gd name="connsiteY12" fmla="*/ 1536450 h 1705605"/>
                                    <a:gd name="connsiteX13" fmla="*/ 1186479 w 1961383"/>
                                    <a:gd name="connsiteY13" fmla="*/ 1667079 h 1705605"/>
                                    <a:gd name="connsiteX14" fmla="*/ 881678 w 1961383"/>
                                    <a:gd name="connsiteY14" fmla="*/ 1547337 h 1705605"/>
                                    <a:gd name="connsiteX15" fmla="*/ 772820 w 1961383"/>
                                    <a:gd name="connsiteY15" fmla="*/ 1699737 h 1705605"/>
                                    <a:gd name="connsiteX16" fmla="*/ 560044 w 1961383"/>
                                    <a:gd name="connsiteY16" fmla="*/ 1676400 h 1705605"/>
                                    <a:gd name="connsiteX17" fmla="*/ 320558 w 1961383"/>
                                    <a:gd name="connsiteY17" fmla="*/ 1458684 h 1705605"/>
                                    <a:gd name="connsiteX18" fmla="*/ 179043 w 1961383"/>
                                    <a:gd name="connsiteY18" fmla="*/ 1458684 h 1705605"/>
                                    <a:gd name="connsiteX19" fmla="*/ 15757 w 1961383"/>
                                    <a:gd name="connsiteY19" fmla="*/ 1545770 h 1705605"/>
                                    <a:gd name="connsiteX20" fmla="*/ 4872 w 1961383"/>
                                    <a:gd name="connsiteY20" fmla="*/ 1534885 h 1705605"/>
                                    <a:gd name="connsiteX0" fmla="*/ 446314 w 2032711"/>
                                    <a:gd name="connsiteY0" fmla="*/ 0 h 1796158"/>
                                    <a:gd name="connsiteX1" fmla="*/ 278092 w 2032711"/>
                                    <a:gd name="connsiteY1" fmla="*/ 164850 h 1796158"/>
                                    <a:gd name="connsiteX2" fmla="*/ 212778 w 2032711"/>
                                    <a:gd name="connsiteY2" fmla="*/ 426108 h 1796158"/>
                                    <a:gd name="connsiteX3" fmla="*/ 212777 w 2032711"/>
                                    <a:gd name="connsiteY3" fmla="*/ 741794 h 1796158"/>
                                    <a:gd name="connsiteX4" fmla="*/ 419607 w 2032711"/>
                                    <a:gd name="connsiteY4" fmla="*/ 1155450 h 1796158"/>
                                    <a:gd name="connsiteX5" fmla="*/ 680865 w 2032711"/>
                                    <a:gd name="connsiteY5" fmla="*/ 1427594 h 1796158"/>
                                    <a:gd name="connsiteX6" fmla="*/ 953005 w 2032711"/>
                                    <a:gd name="connsiteY6" fmla="*/ 1329622 h 1796158"/>
                                    <a:gd name="connsiteX7" fmla="*/ 1328057 w 2032711"/>
                                    <a:gd name="connsiteY7" fmla="*/ 1513113 h 1796158"/>
                                    <a:gd name="connsiteX8" fmla="*/ 1660578 w 2032711"/>
                                    <a:gd name="connsiteY8" fmla="*/ 1264307 h 1796158"/>
                                    <a:gd name="connsiteX9" fmla="*/ 1932721 w 2032711"/>
                                    <a:gd name="connsiteY9" fmla="*/ 1373166 h 1796158"/>
                                    <a:gd name="connsiteX10" fmla="*/ 2030693 w 2032711"/>
                                    <a:gd name="connsiteY10" fmla="*/ 1579993 h 1796158"/>
                                    <a:gd name="connsiteX11" fmla="*/ 1856520 w 2032711"/>
                                    <a:gd name="connsiteY11" fmla="*/ 1667078 h 1796158"/>
                                    <a:gd name="connsiteX12" fmla="*/ 1649692 w 2032711"/>
                                    <a:gd name="connsiteY12" fmla="*/ 1536450 h 1796158"/>
                                    <a:gd name="connsiteX13" fmla="*/ 1257807 w 2032711"/>
                                    <a:gd name="connsiteY13" fmla="*/ 1667079 h 1796158"/>
                                    <a:gd name="connsiteX14" fmla="*/ 953006 w 2032711"/>
                                    <a:gd name="connsiteY14" fmla="*/ 1547337 h 1796158"/>
                                    <a:gd name="connsiteX15" fmla="*/ 844148 w 2032711"/>
                                    <a:gd name="connsiteY15" fmla="*/ 1699737 h 1796158"/>
                                    <a:gd name="connsiteX16" fmla="*/ 631372 w 2032711"/>
                                    <a:gd name="connsiteY16" fmla="*/ 1676400 h 1796158"/>
                                    <a:gd name="connsiteX17" fmla="*/ 391886 w 2032711"/>
                                    <a:gd name="connsiteY17" fmla="*/ 1458684 h 1796158"/>
                                    <a:gd name="connsiteX18" fmla="*/ 250371 w 2032711"/>
                                    <a:gd name="connsiteY18" fmla="*/ 1458684 h 1796158"/>
                                    <a:gd name="connsiteX19" fmla="*/ 87085 w 2032711"/>
                                    <a:gd name="connsiteY19" fmla="*/ 1545770 h 1796158"/>
                                    <a:gd name="connsiteX20" fmla="*/ 0 w 2032711"/>
                                    <a:gd name="connsiteY20" fmla="*/ 1796143 h 1796158"/>
                                    <a:gd name="connsiteX0" fmla="*/ 446314 w 2047182"/>
                                    <a:gd name="connsiteY0" fmla="*/ 0 h 1796158"/>
                                    <a:gd name="connsiteX1" fmla="*/ 278092 w 2047182"/>
                                    <a:gd name="connsiteY1" fmla="*/ 164850 h 1796158"/>
                                    <a:gd name="connsiteX2" fmla="*/ 212778 w 2047182"/>
                                    <a:gd name="connsiteY2" fmla="*/ 426108 h 1796158"/>
                                    <a:gd name="connsiteX3" fmla="*/ 212777 w 2047182"/>
                                    <a:gd name="connsiteY3" fmla="*/ 741794 h 1796158"/>
                                    <a:gd name="connsiteX4" fmla="*/ 419607 w 2047182"/>
                                    <a:gd name="connsiteY4" fmla="*/ 1155450 h 1796158"/>
                                    <a:gd name="connsiteX5" fmla="*/ 680865 w 2047182"/>
                                    <a:gd name="connsiteY5" fmla="*/ 1427594 h 1796158"/>
                                    <a:gd name="connsiteX6" fmla="*/ 953005 w 2047182"/>
                                    <a:gd name="connsiteY6" fmla="*/ 1329622 h 1796158"/>
                                    <a:gd name="connsiteX7" fmla="*/ 1328057 w 2047182"/>
                                    <a:gd name="connsiteY7" fmla="*/ 1513113 h 1796158"/>
                                    <a:gd name="connsiteX8" fmla="*/ 1660578 w 2047182"/>
                                    <a:gd name="connsiteY8" fmla="*/ 1264307 h 1796158"/>
                                    <a:gd name="connsiteX9" fmla="*/ 1998035 w 2047182"/>
                                    <a:gd name="connsiteY9" fmla="*/ 1068366 h 1796158"/>
                                    <a:gd name="connsiteX10" fmla="*/ 2030693 w 2047182"/>
                                    <a:gd name="connsiteY10" fmla="*/ 1579993 h 1796158"/>
                                    <a:gd name="connsiteX11" fmla="*/ 1856520 w 2047182"/>
                                    <a:gd name="connsiteY11" fmla="*/ 1667078 h 1796158"/>
                                    <a:gd name="connsiteX12" fmla="*/ 1649692 w 2047182"/>
                                    <a:gd name="connsiteY12" fmla="*/ 1536450 h 1796158"/>
                                    <a:gd name="connsiteX13" fmla="*/ 1257807 w 2047182"/>
                                    <a:gd name="connsiteY13" fmla="*/ 1667079 h 1796158"/>
                                    <a:gd name="connsiteX14" fmla="*/ 953006 w 2047182"/>
                                    <a:gd name="connsiteY14" fmla="*/ 1547337 h 1796158"/>
                                    <a:gd name="connsiteX15" fmla="*/ 844148 w 2047182"/>
                                    <a:gd name="connsiteY15" fmla="*/ 1699737 h 1796158"/>
                                    <a:gd name="connsiteX16" fmla="*/ 631372 w 2047182"/>
                                    <a:gd name="connsiteY16" fmla="*/ 1676400 h 1796158"/>
                                    <a:gd name="connsiteX17" fmla="*/ 391886 w 2047182"/>
                                    <a:gd name="connsiteY17" fmla="*/ 1458684 h 1796158"/>
                                    <a:gd name="connsiteX18" fmla="*/ 250371 w 2047182"/>
                                    <a:gd name="connsiteY18" fmla="*/ 1458684 h 1796158"/>
                                    <a:gd name="connsiteX19" fmla="*/ 87085 w 2047182"/>
                                    <a:gd name="connsiteY19" fmla="*/ 1545770 h 1796158"/>
                                    <a:gd name="connsiteX20" fmla="*/ 0 w 2047182"/>
                                    <a:gd name="connsiteY20" fmla="*/ 1796143 h 1796158"/>
                                    <a:gd name="connsiteX0" fmla="*/ 446314 w 2063456"/>
                                    <a:gd name="connsiteY0" fmla="*/ 0 h 1796158"/>
                                    <a:gd name="connsiteX1" fmla="*/ 278092 w 2063456"/>
                                    <a:gd name="connsiteY1" fmla="*/ 164850 h 1796158"/>
                                    <a:gd name="connsiteX2" fmla="*/ 212778 w 2063456"/>
                                    <a:gd name="connsiteY2" fmla="*/ 426108 h 1796158"/>
                                    <a:gd name="connsiteX3" fmla="*/ 212777 w 2063456"/>
                                    <a:gd name="connsiteY3" fmla="*/ 741794 h 1796158"/>
                                    <a:gd name="connsiteX4" fmla="*/ 419607 w 2063456"/>
                                    <a:gd name="connsiteY4" fmla="*/ 1155450 h 1796158"/>
                                    <a:gd name="connsiteX5" fmla="*/ 680865 w 2063456"/>
                                    <a:gd name="connsiteY5" fmla="*/ 1427594 h 1796158"/>
                                    <a:gd name="connsiteX6" fmla="*/ 953005 w 2063456"/>
                                    <a:gd name="connsiteY6" fmla="*/ 1329622 h 1796158"/>
                                    <a:gd name="connsiteX7" fmla="*/ 1328057 w 2063456"/>
                                    <a:gd name="connsiteY7" fmla="*/ 1513113 h 1796158"/>
                                    <a:gd name="connsiteX8" fmla="*/ 1660578 w 2063456"/>
                                    <a:gd name="connsiteY8" fmla="*/ 1264307 h 1796158"/>
                                    <a:gd name="connsiteX9" fmla="*/ 1998035 w 2063456"/>
                                    <a:gd name="connsiteY9" fmla="*/ 1068366 h 1796158"/>
                                    <a:gd name="connsiteX10" fmla="*/ 2052465 w 2063456"/>
                                    <a:gd name="connsiteY10" fmla="*/ 1340508 h 1796158"/>
                                    <a:gd name="connsiteX11" fmla="*/ 1856520 w 2063456"/>
                                    <a:gd name="connsiteY11" fmla="*/ 1667078 h 1796158"/>
                                    <a:gd name="connsiteX12" fmla="*/ 1649692 w 2063456"/>
                                    <a:gd name="connsiteY12" fmla="*/ 1536450 h 1796158"/>
                                    <a:gd name="connsiteX13" fmla="*/ 1257807 w 2063456"/>
                                    <a:gd name="connsiteY13" fmla="*/ 1667079 h 1796158"/>
                                    <a:gd name="connsiteX14" fmla="*/ 953006 w 2063456"/>
                                    <a:gd name="connsiteY14" fmla="*/ 1547337 h 1796158"/>
                                    <a:gd name="connsiteX15" fmla="*/ 844148 w 2063456"/>
                                    <a:gd name="connsiteY15" fmla="*/ 1699737 h 1796158"/>
                                    <a:gd name="connsiteX16" fmla="*/ 631372 w 2063456"/>
                                    <a:gd name="connsiteY16" fmla="*/ 1676400 h 1796158"/>
                                    <a:gd name="connsiteX17" fmla="*/ 391886 w 2063456"/>
                                    <a:gd name="connsiteY17" fmla="*/ 1458684 h 1796158"/>
                                    <a:gd name="connsiteX18" fmla="*/ 250371 w 2063456"/>
                                    <a:gd name="connsiteY18" fmla="*/ 1458684 h 1796158"/>
                                    <a:gd name="connsiteX19" fmla="*/ 87085 w 2063456"/>
                                    <a:gd name="connsiteY19" fmla="*/ 1545770 h 1796158"/>
                                    <a:gd name="connsiteX20" fmla="*/ 0 w 2063456"/>
                                    <a:gd name="connsiteY20" fmla="*/ 1796143 h 1796158"/>
                                    <a:gd name="connsiteX0" fmla="*/ 446314 w 2063456"/>
                                    <a:gd name="connsiteY0" fmla="*/ 0 h 1796158"/>
                                    <a:gd name="connsiteX1" fmla="*/ 278092 w 2063456"/>
                                    <a:gd name="connsiteY1" fmla="*/ 164850 h 1796158"/>
                                    <a:gd name="connsiteX2" fmla="*/ 212778 w 2063456"/>
                                    <a:gd name="connsiteY2" fmla="*/ 426108 h 1796158"/>
                                    <a:gd name="connsiteX3" fmla="*/ 212777 w 2063456"/>
                                    <a:gd name="connsiteY3" fmla="*/ 741794 h 1796158"/>
                                    <a:gd name="connsiteX4" fmla="*/ 419607 w 2063456"/>
                                    <a:gd name="connsiteY4" fmla="*/ 1155450 h 1796158"/>
                                    <a:gd name="connsiteX5" fmla="*/ 680865 w 2063456"/>
                                    <a:gd name="connsiteY5" fmla="*/ 1427594 h 1796158"/>
                                    <a:gd name="connsiteX6" fmla="*/ 953005 w 2063456"/>
                                    <a:gd name="connsiteY6" fmla="*/ 1329622 h 1796158"/>
                                    <a:gd name="connsiteX7" fmla="*/ 1328057 w 2063456"/>
                                    <a:gd name="connsiteY7" fmla="*/ 1513113 h 1796158"/>
                                    <a:gd name="connsiteX8" fmla="*/ 1660578 w 2063456"/>
                                    <a:gd name="connsiteY8" fmla="*/ 1264307 h 1796158"/>
                                    <a:gd name="connsiteX9" fmla="*/ 1998035 w 2063456"/>
                                    <a:gd name="connsiteY9" fmla="*/ 1068366 h 1796158"/>
                                    <a:gd name="connsiteX10" fmla="*/ 2052465 w 2063456"/>
                                    <a:gd name="connsiteY10" fmla="*/ 1340508 h 1796158"/>
                                    <a:gd name="connsiteX11" fmla="*/ 1856520 w 2063456"/>
                                    <a:gd name="connsiteY11" fmla="*/ 1667078 h 1796158"/>
                                    <a:gd name="connsiteX12" fmla="*/ 1649692 w 2063456"/>
                                    <a:gd name="connsiteY12" fmla="*/ 1536450 h 1796158"/>
                                    <a:gd name="connsiteX13" fmla="*/ 1257807 w 2063456"/>
                                    <a:gd name="connsiteY13" fmla="*/ 1667079 h 1796158"/>
                                    <a:gd name="connsiteX14" fmla="*/ 1007435 w 2063456"/>
                                    <a:gd name="connsiteY14" fmla="*/ 1634422 h 1796158"/>
                                    <a:gd name="connsiteX15" fmla="*/ 844148 w 2063456"/>
                                    <a:gd name="connsiteY15" fmla="*/ 1699737 h 1796158"/>
                                    <a:gd name="connsiteX16" fmla="*/ 631372 w 2063456"/>
                                    <a:gd name="connsiteY16" fmla="*/ 1676400 h 1796158"/>
                                    <a:gd name="connsiteX17" fmla="*/ 391886 w 2063456"/>
                                    <a:gd name="connsiteY17" fmla="*/ 1458684 h 1796158"/>
                                    <a:gd name="connsiteX18" fmla="*/ 250371 w 2063456"/>
                                    <a:gd name="connsiteY18" fmla="*/ 1458684 h 1796158"/>
                                    <a:gd name="connsiteX19" fmla="*/ 87085 w 2063456"/>
                                    <a:gd name="connsiteY19" fmla="*/ 1545770 h 1796158"/>
                                    <a:gd name="connsiteX20" fmla="*/ 0 w 2063456"/>
                                    <a:gd name="connsiteY20" fmla="*/ 1796143 h 1796158"/>
                                    <a:gd name="connsiteX0" fmla="*/ 446314 w 2063456"/>
                                    <a:gd name="connsiteY0" fmla="*/ 0 h 1796158"/>
                                    <a:gd name="connsiteX1" fmla="*/ 278092 w 2063456"/>
                                    <a:gd name="connsiteY1" fmla="*/ 164850 h 1796158"/>
                                    <a:gd name="connsiteX2" fmla="*/ 212778 w 2063456"/>
                                    <a:gd name="connsiteY2" fmla="*/ 426108 h 1796158"/>
                                    <a:gd name="connsiteX3" fmla="*/ 212777 w 2063456"/>
                                    <a:gd name="connsiteY3" fmla="*/ 741794 h 1796158"/>
                                    <a:gd name="connsiteX4" fmla="*/ 419607 w 2063456"/>
                                    <a:gd name="connsiteY4" fmla="*/ 1155450 h 1796158"/>
                                    <a:gd name="connsiteX5" fmla="*/ 680865 w 2063456"/>
                                    <a:gd name="connsiteY5" fmla="*/ 1427594 h 1796158"/>
                                    <a:gd name="connsiteX6" fmla="*/ 953005 w 2063456"/>
                                    <a:gd name="connsiteY6" fmla="*/ 1329622 h 1796158"/>
                                    <a:gd name="connsiteX7" fmla="*/ 1328057 w 2063456"/>
                                    <a:gd name="connsiteY7" fmla="*/ 1513113 h 1796158"/>
                                    <a:gd name="connsiteX8" fmla="*/ 1660578 w 2063456"/>
                                    <a:gd name="connsiteY8" fmla="*/ 1264307 h 1796158"/>
                                    <a:gd name="connsiteX9" fmla="*/ 1998035 w 2063456"/>
                                    <a:gd name="connsiteY9" fmla="*/ 1068366 h 1796158"/>
                                    <a:gd name="connsiteX10" fmla="*/ 2052465 w 2063456"/>
                                    <a:gd name="connsiteY10" fmla="*/ 1340508 h 1796158"/>
                                    <a:gd name="connsiteX11" fmla="*/ 1856520 w 2063456"/>
                                    <a:gd name="connsiteY11" fmla="*/ 1667078 h 1796158"/>
                                    <a:gd name="connsiteX12" fmla="*/ 1649692 w 2063456"/>
                                    <a:gd name="connsiteY12" fmla="*/ 1536450 h 1796158"/>
                                    <a:gd name="connsiteX13" fmla="*/ 1257807 w 2063456"/>
                                    <a:gd name="connsiteY13" fmla="*/ 1667079 h 1796158"/>
                                    <a:gd name="connsiteX14" fmla="*/ 1007435 w 2063456"/>
                                    <a:gd name="connsiteY14" fmla="*/ 1667079 h 1796158"/>
                                    <a:gd name="connsiteX15" fmla="*/ 844148 w 2063456"/>
                                    <a:gd name="connsiteY15" fmla="*/ 1699737 h 1796158"/>
                                    <a:gd name="connsiteX16" fmla="*/ 631372 w 2063456"/>
                                    <a:gd name="connsiteY16" fmla="*/ 1676400 h 1796158"/>
                                    <a:gd name="connsiteX17" fmla="*/ 391886 w 2063456"/>
                                    <a:gd name="connsiteY17" fmla="*/ 1458684 h 1796158"/>
                                    <a:gd name="connsiteX18" fmla="*/ 250371 w 2063456"/>
                                    <a:gd name="connsiteY18" fmla="*/ 1458684 h 1796158"/>
                                    <a:gd name="connsiteX19" fmla="*/ 87085 w 2063456"/>
                                    <a:gd name="connsiteY19" fmla="*/ 1545770 h 1796158"/>
                                    <a:gd name="connsiteX20" fmla="*/ 0 w 2063456"/>
                                    <a:gd name="connsiteY20" fmla="*/ 1796143 h 1796158"/>
                                    <a:gd name="connsiteX0" fmla="*/ 448799 w 2065941"/>
                                    <a:gd name="connsiteY0" fmla="*/ 0 h 1816914"/>
                                    <a:gd name="connsiteX1" fmla="*/ 280577 w 2065941"/>
                                    <a:gd name="connsiteY1" fmla="*/ 164850 h 1816914"/>
                                    <a:gd name="connsiteX2" fmla="*/ 215263 w 2065941"/>
                                    <a:gd name="connsiteY2" fmla="*/ 426108 h 1816914"/>
                                    <a:gd name="connsiteX3" fmla="*/ 215262 w 2065941"/>
                                    <a:gd name="connsiteY3" fmla="*/ 741794 h 1816914"/>
                                    <a:gd name="connsiteX4" fmla="*/ 422092 w 2065941"/>
                                    <a:gd name="connsiteY4" fmla="*/ 1155450 h 1816914"/>
                                    <a:gd name="connsiteX5" fmla="*/ 683350 w 2065941"/>
                                    <a:gd name="connsiteY5" fmla="*/ 1427594 h 1816914"/>
                                    <a:gd name="connsiteX6" fmla="*/ 955490 w 2065941"/>
                                    <a:gd name="connsiteY6" fmla="*/ 1329622 h 1816914"/>
                                    <a:gd name="connsiteX7" fmla="*/ 1330542 w 2065941"/>
                                    <a:gd name="connsiteY7" fmla="*/ 1513113 h 1816914"/>
                                    <a:gd name="connsiteX8" fmla="*/ 1663063 w 2065941"/>
                                    <a:gd name="connsiteY8" fmla="*/ 1264307 h 1816914"/>
                                    <a:gd name="connsiteX9" fmla="*/ 2000520 w 2065941"/>
                                    <a:gd name="connsiteY9" fmla="*/ 1068366 h 1816914"/>
                                    <a:gd name="connsiteX10" fmla="*/ 2054950 w 2065941"/>
                                    <a:gd name="connsiteY10" fmla="*/ 1340508 h 1816914"/>
                                    <a:gd name="connsiteX11" fmla="*/ 1859005 w 2065941"/>
                                    <a:gd name="connsiteY11" fmla="*/ 1667078 h 1816914"/>
                                    <a:gd name="connsiteX12" fmla="*/ 1652177 w 2065941"/>
                                    <a:gd name="connsiteY12" fmla="*/ 1536450 h 1816914"/>
                                    <a:gd name="connsiteX13" fmla="*/ 1260292 w 2065941"/>
                                    <a:gd name="connsiteY13" fmla="*/ 1667079 h 1816914"/>
                                    <a:gd name="connsiteX14" fmla="*/ 1009920 w 2065941"/>
                                    <a:gd name="connsiteY14" fmla="*/ 1667079 h 1816914"/>
                                    <a:gd name="connsiteX15" fmla="*/ 846633 w 2065941"/>
                                    <a:gd name="connsiteY15" fmla="*/ 1699737 h 1816914"/>
                                    <a:gd name="connsiteX16" fmla="*/ 633857 w 2065941"/>
                                    <a:gd name="connsiteY16" fmla="*/ 1676400 h 1816914"/>
                                    <a:gd name="connsiteX17" fmla="*/ 394371 w 2065941"/>
                                    <a:gd name="connsiteY17" fmla="*/ 1458684 h 1816914"/>
                                    <a:gd name="connsiteX18" fmla="*/ 252856 w 2065941"/>
                                    <a:gd name="connsiteY18" fmla="*/ 1458684 h 1816914"/>
                                    <a:gd name="connsiteX19" fmla="*/ 89570 w 2065941"/>
                                    <a:gd name="connsiteY19" fmla="*/ 1545770 h 1816914"/>
                                    <a:gd name="connsiteX20" fmla="*/ 2485 w 2065941"/>
                                    <a:gd name="connsiteY20" fmla="*/ 1796143 h 1816914"/>
                                    <a:gd name="connsiteX21" fmla="*/ 24257 w 2065941"/>
                                    <a:gd name="connsiteY21" fmla="*/ 1803401 h 1816914"/>
                                    <a:gd name="connsiteX0" fmla="*/ 446980 w 2064122"/>
                                    <a:gd name="connsiteY0" fmla="*/ 0 h 2010230"/>
                                    <a:gd name="connsiteX1" fmla="*/ 278758 w 2064122"/>
                                    <a:gd name="connsiteY1" fmla="*/ 164850 h 2010230"/>
                                    <a:gd name="connsiteX2" fmla="*/ 213444 w 2064122"/>
                                    <a:gd name="connsiteY2" fmla="*/ 426108 h 2010230"/>
                                    <a:gd name="connsiteX3" fmla="*/ 213443 w 2064122"/>
                                    <a:gd name="connsiteY3" fmla="*/ 741794 h 2010230"/>
                                    <a:gd name="connsiteX4" fmla="*/ 420273 w 2064122"/>
                                    <a:gd name="connsiteY4" fmla="*/ 1155450 h 2010230"/>
                                    <a:gd name="connsiteX5" fmla="*/ 681531 w 2064122"/>
                                    <a:gd name="connsiteY5" fmla="*/ 1427594 h 2010230"/>
                                    <a:gd name="connsiteX6" fmla="*/ 953671 w 2064122"/>
                                    <a:gd name="connsiteY6" fmla="*/ 1329622 h 2010230"/>
                                    <a:gd name="connsiteX7" fmla="*/ 1328723 w 2064122"/>
                                    <a:gd name="connsiteY7" fmla="*/ 1513113 h 2010230"/>
                                    <a:gd name="connsiteX8" fmla="*/ 1661244 w 2064122"/>
                                    <a:gd name="connsiteY8" fmla="*/ 1264307 h 2010230"/>
                                    <a:gd name="connsiteX9" fmla="*/ 1998701 w 2064122"/>
                                    <a:gd name="connsiteY9" fmla="*/ 1068366 h 2010230"/>
                                    <a:gd name="connsiteX10" fmla="*/ 2053131 w 2064122"/>
                                    <a:gd name="connsiteY10" fmla="*/ 1340508 h 2010230"/>
                                    <a:gd name="connsiteX11" fmla="*/ 1857186 w 2064122"/>
                                    <a:gd name="connsiteY11" fmla="*/ 1667078 h 2010230"/>
                                    <a:gd name="connsiteX12" fmla="*/ 1650358 w 2064122"/>
                                    <a:gd name="connsiteY12" fmla="*/ 1536450 h 2010230"/>
                                    <a:gd name="connsiteX13" fmla="*/ 1258473 w 2064122"/>
                                    <a:gd name="connsiteY13" fmla="*/ 1667079 h 2010230"/>
                                    <a:gd name="connsiteX14" fmla="*/ 1008101 w 2064122"/>
                                    <a:gd name="connsiteY14" fmla="*/ 1667079 h 2010230"/>
                                    <a:gd name="connsiteX15" fmla="*/ 844814 w 2064122"/>
                                    <a:gd name="connsiteY15" fmla="*/ 1699737 h 2010230"/>
                                    <a:gd name="connsiteX16" fmla="*/ 632038 w 2064122"/>
                                    <a:gd name="connsiteY16" fmla="*/ 1676400 h 2010230"/>
                                    <a:gd name="connsiteX17" fmla="*/ 392552 w 2064122"/>
                                    <a:gd name="connsiteY17" fmla="*/ 1458684 h 2010230"/>
                                    <a:gd name="connsiteX18" fmla="*/ 251037 w 2064122"/>
                                    <a:gd name="connsiteY18" fmla="*/ 1458684 h 2010230"/>
                                    <a:gd name="connsiteX19" fmla="*/ 87751 w 2064122"/>
                                    <a:gd name="connsiteY19" fmla="*/ 1545770 h 2010230"/>
                                    <a:gd name="connsiteX20" fmla="*/ 666 w 2064122"/>
                                    <a:gd name="connsiteY20" fmla="*/ 1796143 h 2010230"/>
                                    <a:gd name="connsiteX21" fmla="*/ 120409 w 2064122"/>
                                    <a:gd name="connsiteY21" fmla="*/ 2010230 h 2010230"/>
                                    <a:gd name="connsiteX0" fmla="*/ 446980 w 2064122"/>
                                    <a:gd name="connsiteY0" fmla="*/ 0 h 2020996"/>
                                    <a:gd name="connsiteX1" fmla="*/ 278758 w 2064122"/>
                                    <a:gd name="connsiteY1" fmla="*/ 164850 h 2020996"/>
                                    <a:gd name="connsiteX2" fmla="*/ 213444 w 2064122"/>
                                    <a:gd name="connsiteY2" fmla="*/ 426108 h 2020996"/>
                                    <a:gd name="connsiteX3" fmla="*/ 213443 w 2064122"/>
                                    <a:gd name="connsiteY3" fmla="*/ 741794 h 2020996"/>
                                    <a:gd name="connsiteX4" fmla="*/ 420273 w 2064122"/>
                                    <a:gd name="connsiteY4" fmla="*/ 1155450 h 2020996"/>
                                    <a:gd name="connsiteX5" fmla="*/ 681531 w 2064122"/>
                                    <a:gd name="connsiteY5" fmla="*/ 1427594 h 2020996"/>
                                    <a:gd name="connsiteX6" fmla="*/ 953671 w 2064122"/>
                                    <a:gd name="connsiteY6" fmla="*/ 1329622 h 2020996"/>
                                    <a:gd name="connsiteX7" fmla="*/ 1328723 w 2064122"/>
                                    <a:gd name="connsiteY7" fmla="*/ 1513113 h 2020996"/>
                                    <a:gd name="connsiteX8" fmla="*/ 1661244 w 2064122"/>
                                    <a:gd name="connsiteY8" fmla="*/ 1264307 h 2020996"/>
                                    <a:gd name="connsiteX9" fmla="*/ 1998701 w 2064122"/>
                                    <a:gd name="connsiteY9" fmla="*/ 1068366 h 2020996"/>
                                    <a:gd name="connsiteX10" fmla="*/ 2053131 w 2064122"/>
                                    <a:gd name="connsiteY10" fmla="*/ 1340508 h 2020996"/>
                                    <a:gd name="connsiteX11" fmla="*/ 1857186 w 2064122"/>
                                    <a:gd name="connsiteY11" fmla="*/ 1667078 h 2020996"/>
                                    <a:gd name="connsiteX12" fmla="*/ 1650358 w 2064122"/>
                                    <a:gd name="connsiteY12" fmla="*/ 1536450 h 2020996"/>
                                    <a:gd name="connsiteX13" fmla="*/ 1258473 w 2064122"/>
                                    <a:gd name="connsiteY13" fmla="*/ 1667079 h 2020996"/>
                                    <a:gd name="connsiteX14" fmla="*/ 1008101 w 2064122"/>
                                    <a:gd name="connsiteY14" fmla="*/ 1667079 h 2020996"/>
                                    <a:gd name="connsiteX15" fmla="*/ 844814 w 2064122"/>
                                    <a:gd name="connsiteY15" fmla="*/ 1699737 h 2020996"/>
                                    <a:gd name="connsiteX16" fmla="*/ 632038 w 2064122"/>
                                    <a:gd name="connsiteY16" fmla="*/ 1676400 h 2020996"/>
                                    <a:gd name="connsiteX17" fmla="*/ 392552 w 2064122"/>
                                    <a:gd name="connsiteY17" fmla="*/ 1458684 h 2020996"/>
                                    <a:gd name="connsiteX18" fmla="*/ 251037 w 2064122"/>
                                    <a:gd name="connsiteY18" fmla="*/ 1458684 h 2020996"/>
                                    <a:gd name="connsiteX19" fmla="*/ 87751 w 2064122"/>
                                    <a:gd name="connsiteY19" fmla="*/ 1545770 h 2020996"/>
                                    <a:gd name="connsiteX20" fmla="*/ 666 w 2064122"/>
                                    <a:gd name="connsiteY20" fmla="*/ 1796143 h 2020996"/>
                                    <a:gd name="connsiteX21" fmla="*/ 120409 w 2064122"/>
                                    <a:gd name="connsiteY21" fmla="*/ 2010230 h 2020996"/>
                                    <a:gd name="connsiteX22" fmla="*/ 98638 w 2064122"/>
                                    <a:gd name="connsiteY22" fmla="*/ 1988459 h 2020996"/>
                                    <a:gd name="connsiteX0" fmla="*/ 446980 w 2064122"/>
                                    <a:gd name="connsiteY0" fmla="*/ 0 h 2022884"/>
                                    <a:gd name="connsiteX1" fmla="*/ 278758 w 2064122"/>
                                    <a:gd name="connsiteY1" fmla="*/ 164850 h 2022884"/>
                                    <a:gd name="connsiteX2" fmla="*/ 213444 w 2064122"/>
                                    <a:gd name="connsiteY2" fmla="*/ 426108 h 2022884"/>
                                    <a:gd name="connsiteX3" fmla="*/ 213443 w 2064122"/>
                                    <a:gd name="connsiteY3" fmla="*/ 741794 h 2022884"/>
                                    <a:gd name="connsiteX4" fmla="*/ 420273 w 2064122"/>
                                    <a:gd name="connsiteY4" fmla="*/ 1155450 h 2022884"/>
                                    <a:gd name="connsiteX5" fmla="*/ 681531 w 2064122"/>
                                    <a:gd name="connsiteY5" fmla="*/ 1427594 h 2022884"/>
                                    <a:gd name="connsiteX6" fmla="*/ 953671 w 2064122"/>
                                    <a:gd name="connsiteY6" fmla="*/ 1329622 h 2022884"/>
                                    <a:gd name="connsiteX7" fmla="*/ 1328723 w 2064122"/>
                                    <a:gd name="connsiteY7" fmla="*/ 1513113 h 2022884"/>
                                    <a:gd name="connsiteX8" fmla="*/ 1661244 w 2064122"/>
                                    <a:gd name="connsiteY8" fmla="*/ 1264307 h 2022884"/>
                                    <a:gd name="connsiteX9" fmla="*/ 1998701 w 2064122"/>
                                    <a:gd name="connsiteY9" fmla="*/ 1068366 h 2022884"/>
                                    <a:gd name="connsiteX10" fmla="*/ 2053131 w 2064122"/>
                                    <a:gd name="connsiteY10" fmla="*/ 1340508 h 2022884"/>
                                    <a:gd name="connsiteX11" fmla="*/ 1857186 w 2064122"/>
                                    <a:gd name="connsiteY11" fmla="*/ 1667078 h 2022884"/>
                                    <a:gd name="connsiteX12" fmla="*/ 1650358 w 2064122"/>
                                    <a:gd name="connsiteY12" fmla="*/ 1536450 h 2022884"/>
                                    <a:gd name="connsiteX13" fmla="*/ 1258473 w 2064122"/>
                                    <a:gd name="connsiteY13" fmla="*/ 1667079 h 2022884"/>
                                    <a:gd name="connsiteX14" fmla="*/ 1008101 w 2064122"/>
                                    <a:gd name="connsiteY14" fmla="*/ 1667079 h 2022884"/>
                                    <a:gd name="connsiteX15" fmla="*/ 844814 w 2064122"/>
                                    <a:gd name="connsiteY15" fmla="*/ 1699737 h 2022884"/>
                                    <a:gd name="connsiteX16" fmla="*/ 632038 w 2064122"/>
                                    <a:gd name="connsiteY16" fmla="*/ 1676400 h 2022884"/>
                                    <a:gd name="connsiteX17" fmla="*/ 392552 w 2064122"/>
                                    <a:gd name="connsiteY17" fmla="*/ 1458684 h 2022884"/>
                                    <a:gd name="connsiteX18" fmla="*/ 251037 w 2064122"/>
                                    <a:gd name="connsiteY18" fmla="*/ 1458684 h 2022884"/>
                                    <a:gd name="connsiteX19" fmla="*/ 87751 w 2064122"/>
                                    <a:gd name="connsiteY19" fmla="*/ 1545770 h 2022884"/>
                                    <a:gd name="connsiteX20" fmla="*/ 666 w 2064122"/>
                                    <a:gd name="connsiteY20" fmla="*/ 1796143 h 2022884"/>
                                    <a:gd name="connsiteX21" fmla="*/ 120409 w 2064122"/>
                                    <a:gd name="connsiteY21" fmla="*/ 2010230 h 2022884"/>
                                    <a:gd name="connsiteX22" fmla="*/ 436095 w 2064122"/>
                                    <a:gd name="connsiteY22" fmla="*/ 1999345 h 2022884"/>
                                    <a:gd name="connsiteX0" fmla="*/ 534066 w 2064122"/>
                                    <a:gd name="connsiteY0" fmla="*/ 0 h 2066427"/>
                                    <a:gd name="connsiteX1" fmla="*/ 278758 w 2064122"/>
                                    <a:gd name="connsiteY1" fmla="*/ 208393 h 2066427"/>
                                    <a:gd name="connsiteX2" fmla="*/ 213444 w 2064122"/>
                                    <a:gd name="connsiteY2" fmla="*/ 469651 h 2066427"/>
                                    <a:gd name="connsiteX3" fmla="*/ 213443 w 2064122"/>
                                    <a:gd name="connsiteY3" fmla="*/ 785337 h 2066427"/>
                                    <a:gd name="connsiteX4" fmla="*/ 420273 w 2064122"/>
                                    <a:gd name="connsiteY4" fmla="*/ 1198993 h 2066427"/>
                                    <a:gd name="connsiteX5" fmla="*/ 681531 w 2064122"/>
                                    <a:gd name="connsiteY5" fmla="*/ 1471137 h 2066427"/>
                                    <a:gd name="connsiteX6" fmla="*/ 953671 w 2064122"/>
                                    <a:gd name="connsiteY6" fmla="*/ 1373165 h 2066427"/>
                                    <a:gd name="connsiteX7" fmla="*/ 1328723 w 2064122"/>
                                    <a:gd name="connsiteY7" fmla="*/ 1556656 h 2066427"/>
                                    <a:gd name="connsiteX8" fmla="*/ 1661244 w 2064122"/>
                                    <a:gd name="connsiteY8" fmla="*/ 1307850 h 2066427"/>
                                    <a:gd name="connsiteX9" fmla="*/ 1998701 w 2064122"/>
                                    <a:gd name="connsiteY9" fmla="*/ 1111909 h 2066427"/>
                                    <a:gd name="connsiteX10" fmla="*/ 2053131 w 2064122"/>
                                    <a:gd name="connsiteY10" fmla="*/ 1384051 h 2066427"/>
                                    <a:gd name="connsiteX11" fmla="*/ 1857186 w 2064122"/>
                                    <a:gd name="connsiteY11" fmla="*/ 1710621 h 2066427"/>
                                    <a:gd name="connsiteX12" fmla="*/ 1650358 w 2064122"/>
                                    <a:gd name="connsiteY12" fmla="*/ 1579993 h 2066427"/>
                                    <a:gd name="connsiteX13" fmla="*/ 1258473 w 2064122"/>
                                    <a:gd name="connsiteY13" fmla="*/ 1710622 h 2066427"/>
                                    <a:gd name="connsiteX14" fmla="*/ 1008101 w 2064122"/>
                                    <a:gd name="connsiteY14" fmla="*/ 1710622 h 2066427"/>
                                    <a:gd name="connsiteX15" fmla="*/ 844814 w 2064122"/>
                                    <a:gd name="connsiteY15" fmla="*/ 1743280 h 2066427"/>
                                    <a:gd name="connsiteX16" fmla="*/ 632038 w 2064122"/>
                                    <a:gd name="connsiteY16" fmla="*/ 1719943 h 2066427"/>
                                    <a:gd name="connsiteX17" fmla="*/ 392552 w 2064122"/>
                                    <a:gd name="connsiteY17" fmla="*/ 1502227 h 2066427"/>
                                    <a:gd name="connsiteX18" fmla="*/ 251037 w 2064122"/>
                                    <a:gd name="connsiteY18" fmla="*/ 1502227 h 2066427"/>
                                    <a:gd name="connsiteX19" fmla="*/ 87751 w 2064122"/>
                                    <a:gd name="connsiteY19" fmla="*/ 1589313 h 2066427"/>
                                    <a:gd name="connsiteX20" fmla="*/ 666 w 2064122"/>
                                    <a:gd name="connsiteY20" fmla="*/ 1839686 h 2066427"/>
                                    <a:gd name="connsiteX21" fmla="*/ 120409 w 2064122"/>
                                    <a:gd name="connsiteY21" fmla="*/ 2053773 h 2066427"/>
                                    <a:gd name="connsiteX22" fmla="*/ 436095 w 2064122"/>
                                    <a:gd name="connsiteY22" fmla="*/ 2042888 h 2066427"/>
                                    <a:gd name="connsiteX0" fmla="*/ 534066 w 2102652"/>
                                    <a:gd name="connsiteY0" fmla="*/ 0 h 2066427"/>
                                    <a:gd name="connsiteX1" fmla="*/ 278758 w 2102652"/>
                                    <a:gd name="connsiteY1" fmla="*/ 208393 h 2066427"/>
                                    <a:gd name="connsiteX2" fmla="*/ 213444 w 2102652"/>
                                    <a:gd name="connsiteY2" fmla="*/ 469651 h 2066427"/>
                                    <a:gd name="connsiteX3" fmla="*/ 213443 w 2102652"/>
                                    <a:gd name="connsiteY3" fmla="*/ 785337 h 2066427"/>
                                    <a:gd name="connsiteX4" fmla="*/ 420273 w 2102652"/>
                                    <a:gd name="connsiteY4" fmla="*/ 1198993 h 2066427"/>
                                    <a:gd name="connsiteX5" fmla="*/ 681531 w 2102652"/>
                                    <a:gd name="connsiteY5" fmla="*/ 1471137 h 2066427"/>
                                    <a:gd name="connsiteX6" fmla="*/ 953671 w 2102652"/>
                                    <a:gd name="connsiteY6" fmla="*/ 1373165 h 2066427"/>
                                    <a:gd name="connsiteX7" fmla="*/ 1328723 w 2102652"/>
                                    <a:gd name="connsiteY7" fmla="*/ 1556656 h 2066427"/>
                                    <a:gd name="connsiteX8" fmla="*/ 1661244 w 2102652"/>
                                    <a:gd name="connsiteY8" fmla="*/ 1307850 h 2066427"/>
                                    <a:gd name="connsiteX9" fmla="*/ 1998701 w 2102652"/>
                                    <a:gd name="connsiteY9" fmla="*/ 1111909 h 2066427"/>
                                    <a:gd name="connsiteX10" fmla="*/ 2096674 w 2102652"/>
                                    <a:gd name="connsiteY10" fmla="*/ 1384051 h 2066427"/>
                                    <a:gd name="connsiteX11" fmla="*/ 1857186 w 2102652"/>
                                    <a:gd name="connsiteY11" fmla="*/ 1710621 h 2066427"/>
                                    <a:gd name="connsiteX12" fmla="*/ 1650358 w 2102652"/>
                                    <a:gd name="connsiteY12" fmla="*/ 1579993 h 2066427"/>
                                    <a:gd name="connsiteX13" fmla="*/ 1258473 w 2102652"/>
                                    <a:gd name="connsiteY13" fmla="*/ 1710622 h 2066427"/>
                                    <a:gd name="connsiteX14" fmla="*/ 1008101 w 2102652"/>
                                    <a:gd name="connsiteY14" fmla="*/ 1710622 h 2066427"/>
                                    <a:gd name="connsiteX15" fmla="*/ 844814 w 2102652"/>
                                    <a:gd name="connsiteY15" fmla="*/ 1743280 h 2066427"/>
                                    <a:gd name="connsiteX16" fmla="*/ 632038 w 2102652"/>
                                    <a:gd name="connsiteY16" fmla="*/ 1719943 h 2066427"/>
                                    <a:gd name="connsiteX17" fmla="*/ 392552 w 2102652"/>
                                    <a:gd name="connsiteY17" fmla="*/ 1502227 h 2066427"/>
                                    <a:gd name="connsiteX18" fmla="*/ 251037 w 2102652"/>
                                    <a:gd name="connsiteY18" fmla="*/ 1502227 h 2066427"/>
                                    <a:gd name="connsiteX19" fmla="*/ 87751 w 2102652"/>
                                    <a:gd name="connsiteY19" fmla="*/ 1589313 h 2066427"/>
                                    <a:gd name="connsiteX20" fmla="*/ 666 w 2102652"/>
                                    <a:gd name="connsiteY20" fmla="*/ 1839686 h 2066427"/>
                                    <a:gd name="connsiteX21" fmla="*/ 120409 w 2102652"/>
                                    <a:gd name="connsiteY21" fmla="*/ 2053773 h 2066427"/>
                                    <a:gd name="connsiteX22" fmla="*/ 436095 w 2102652"/>
                                    <a:gd name="connsiteY22" fmla="*/ 2042888 h 2066427"/>
                                    <a:gd name="connsiteX0" fmla="*/ 534066 w 2112397"/>
                                    <a:gd name="connsiteY0" fmla="*/ 0 h 2066427"/>
                                    <a:gd name="connsiteX1" fmla="*/ 278758 w 2112397"/>
                                    <a:gd name="connsiteY1" fmla="*/ 208393 h 2066427"/>
                                    <a:gd name="connsiteX2" fmla="*/ 213444 w 2112397"/>
                                    <a:gd name="connsiteY2" fmla="*/ 469651 h 2066427"/>
                                    <a:gd name="connsiteX3" fmla="*/ 213443 w 2112397"/>
                                    <a:gd name="connsiteY3" fmla="*/ 785337 h 2066427"/>
                                    <a:gd name="connsiteX4" fmla="*/ 420273 w 2112397"/>
                                    <a:gd name="connsiteY4" fmla="*/ 1198993 h 2066427"/>
                                    <a:gd name="connsiteX5" fmla="*/ 681531 w 2112397"/>
                                    <a:gd name="connsiteY5" fmla="*/ 1471137 h 2066427"/>
                                    <a:gd name="connsiteX6" fmla="*/ 953671 w 2112397"/>
                                    <a:gd name="connsiteY6" fmla="*/ 1373165 h 2066427"/>
                                    <a:gd name="connsiteX7" fmla="*/ 1328723 w 2112397"/>
                                    <a:gd name="connsiteY7" fmla="*/ 1556656 h 2066427"/>
                                    <a:gd name="connsiteX8" fmla="*/ 1661244 w 2112397"/>
                                    <a:gd name="connsiteY8" fmla="*/ 1307850 h 2066427"/>
                                    <a:gd name="connsiteX9" fmla="*/ 2042244 w 2112397"/>
                                    <a:gd name="connsiteY9" fmla="*/ 1057481 h 2066427"/>
                                    <a:gd name="connsiteX10" fmla="*/ 2096674 w 2112397"/>
                                    <a:gd name="connsiteY10" fmla="*/ 1384051 h 2066427"/>
                                    <a:gd name="connsiteX11" fmla="*/ 1857186 w 2112397"/>
                                    <a:gd name="connsiteY11" fmla="*/ 1710621 h 2066427"/>
                                    <a:gd name="connsiteX12" fmla="*/ 1650358 w 2112397"/>
                                    <a:gd name="connsiteY12" fmla="*/ 1579993 h 2066427"/>
                                    <a:gd name="connsiteX13" fmla="*/ 1258473 w 2112397"/>
                                    <a:gd name="connsiteY13" fmla="*/ 1710622 h 2066427"/>
                                    <a:gd name="connsiteX14" fmla="*/ 1008101 w 2112397"/>
                                    <a:gd name="connsiteY14" fmla="*/ 1710622 h 2066427"/>
                                    <a:gd name="connsiteX15" fmla="*/ 844814 w 2112397"/>
                                    <a:gd name="connsiteY15" fmla="*/ 1743280 h 2066427"/>
                                    <a:gd name="connsiteX16" fmla="*/ 632038 w 2112397"/>
                                    <a:gd name="connsiteY16" fmla="*/ 1719943 h 2066427"/>
                                    <a:gd name="connsiteX17" fmla="*/ 392552 w 2112397"/>
                                    <a:gd name="connsiteY17" fmla="*/ 1502227 h 2066427"/>
                                    <a:gd name="connsiteX18" fmla="*/ 251037 w 2112397"/>
                                    <a:gd name="connsiteY18" fmla="*/ 1502227 h 2066427"/>
                                    <a:gd name="connsiteX19" fmla="*/ 87751 w 2112397"/>
                                    <a:gd name="connsiteY19" fmla="*/ 1589313 h 2066427"/>
                                    <a:gd name="connsiteX20" fmla="*/ 666 w 2112397"/>
                                    <a:gd name="connsiteY20" fmla="*/ 1839686 h 2066427"/>
                                    <a:gd name="connsiteX21" fmla="*/ 120409 w 2112397"/>
                                    <a:gd name="connsiteY21" fmla="*/ 2053773 h 2066427"/>
                                    <a:gd name="connsiteX22" fmla="*/ 436095 w 2112397"/>
                                    <a:gd name="connsiteY22" fmla="*/ 2042888 h 2066427"/>
                                    <a:gd name="connsiteX0" fmla="*/ 534066 w 2112397"/>
                                    <a:gd name="connsiteY0" fmla="*/ 0 h 2066427"/>
                                    <a:gd name="connsiteX1" fmla="*/ 278758 w 2112397"/>
                                    <a:gd name="connsiteY1" fmla="*/ 208393 h 2066427"/>
                                    <a:gd name="connsiteX2" fmla="*/ 213444 w 2112397"/>
                                    <a:gd name="connsiteY2" fmla="*/ 469651 h 2066427"/>
                                    <a:gd name="connsiteX3" fmla="*/ 213443 w 2112397"/>
                                    <a:gd name="connsiteY3" fmla="*/ 785337 h 2066427"/>
                                    <a:gd name="connsiteX4" fmla="*/ 420273 w 2112397"/>
                                    <a:gd name="connsiteY4" fmla="*/ 1198993 h 2066427"/>
                                    <a:gd name="connsiteX5" fmla="*/ 681531 w 2112397"/>
                                    <a:gd name="connsiteY5" fmla="*/ 1471137 h 2066427"/>
                                    <a:gd name="connsiteX6" fmla="*/ 953671 w 2112397"/>
                                    <a:gd name="connsiteY6" fmla="*/ 1373165 h 2066427"/>
                                    <a:gd name="connsiteX7" fmla="*/ 1328723 w 2112397"/>
                                    <a:gd name="connsiteY7" fmla="*/ 1556656 h 2066427"/>
                                    <a:gd name="connsiteX8" fmla="*/ 1661244 w 2112397"/>
                                    <a:gd name="connsiteY8" fmla="*/ 1307850 h 2066427"/>
                                    <a:gd name="connsiteX9" fmla="*/ 2042244 w 2112397"/>
                                    <a:gd name="connsiteY9" fmla="*/ 1057481 h 2066427"/>
                                    <a:gd name="connsiteX10" fmla="*/ 2096674 w 2112397"/>
                                    <a:gd name="connsiteY10" fmla="*/ 1384051 h 2066427"/>
                                    <a:gd name="connsiteX11" fmla="*/ 1857186 w 2112397"/>
                                    <a:gd name="connsiteY11" fmla="*/ 1710621 h 2066427"/>
                                    <a:gd name="connsiteX12" fmla="*/ 1650358 w 2112397"/>
                                    <a:gd name="connsiteY12" fmla="*/ 1579993 h 2066427"/>
                                    <a:gd name="connsiteX13" fmla="*/ 1258473 w 2112397"/>
                                    <a:gd name="connsiteY13" fmla="*/ 1710622 h 2066427"/>
                                    <a:gd name="connsiteX14" fmla="*/ 844814 w 2112397"/>
                                    <a:gd name="connsiteY14" fmla="*/ 1743280 h 2066427"/>
                                    <a:gd name="connsiteX15" fmla="*/ 632038 w 2112397"/>
                                    <a:gd name="connsiteY15" fmla="*/ 1719943 h 2066427"/>
                                    <a:gd name="connsiteX16" fmla="*/ 392552 w 2112397"/>
                                    <a:gd name="connsiteY16" fmla="*/ 1502227 h 2066427"/>
                                    <a:gd name="connsiteX17" fmla="*/ 251037 w 2112397"/>
                                    <a:gd name="connsiteY17" fmla="*/ 1502227 h 2066427"/>
                                    <a:gd name="connsiteX18" fmla="*/ 87751 w 2112397"/>
                                    <a:gd name="connsiteY18" fmla="*/ 1589313 h 2066427"/>
                                    <a:gd name="connsiteX19" fmla="*/ 666 w 2112397"/>
                                    <a:gd name="connsiteY19" fmla="*/ 1839686 h 2066427"/>
                                    <a:gd name="connsiteX20" fmla="*/ 120409 w 2112397"/>
                                    <a:gd name="connsiteY20" fmla="*/ 2053773 h 2066427"/>
                                    <a:gd name="connsiteX21" fmla="*/ 436095 w 2112397"/>
                                    <a:gd name="connsiteY21" fmla="*/ 2042888 h 2066427"/>
                                    <a:gd name="connsiteX0" fmla="*/ 534066 w 2112397"/>
                                    <a:gd name="connsiteY0" fmla="*/ 0 h 2066427"/>
                                    <a:gd name="connsiteX1" fmla="*/ 278758 w 2112397"/>
                                    <a:gd name="connsiteY1" fmla="*/ 208393 h 2066427"/>
                                    <a:gd name="connsiteX2" fmla="*/ 213444 w 2112397"/>
                                    <a:gd name="connsiteY2" fmla="*/ 469651 h 2066427"/>
                                    <a:gd name="connsiteX3" fmla="*/ 213443 w 2112397"/>
                                    <a:gd name="connsiteY3" fmla="*/ 785337 h 2066427"/>
                                    <a:gd name="connsiteX4" fmla="*/ 420273 w 2112397"/>
                                    <a:gd name="connsiteY4" fmla="*/ 1198993 h 2066427"/>
                                    <a:gd name="connsiteX5" fmla="*/ 681531 w 2112397"/>
                                    <a:gd name="connsiteY5" fmla="*/ 1471137 h 2066427"/>
                                    <a:gd name="connsiteX6" fmla="*/ 953671 w 2112397"/>
                                    <a:gd name="connsiteY6" fmla="*/ 1373165 h 2066427"/>
                                    <a:gd name="connsiteX7" fmla="*/ 1328723 w 2112397"/>
                                    <a:gd name="connsiteY7" fmla="*/ 1556656 h 2066427"/>
                                    <a:gd name="connsiteX8" fmla="*/ 1661244 w 2112397"/>
                                    <a:gd name="connsiteY8" fmla="*/ 1307850 h 2066427"/>
                                    <a:gd name="connsiteX9" fmla="*/ 2042244 w 2112397"/>
                                    <a:gd name="connsiteY9" fmla="*/ 1057481 h 2066427"/>
                                    <a:gd name="connsiteX10" fmla="*/ 2096674 w 2112397"/>
                                    <a:gd name="connsiteY10" fmla="*/ 1384051 h 2066427"/>
                                    <a:gd name="connsiteX11" fmla="*/ 1857186 w 2112397"/>
                                    <a:gd name="connsiteY11" fmla="*/ 1710621 h 2066427"/>
                                    <a:gd name="connsiteX12" fmla="*/ 1650358 w 2112397"/>
                                    <a:gd name="connsiteY12" fmla="*/ 1579993 h 2066427"/>
                                    <a:gd name="connsiteX13" fmla="*/ 1258473 w 2112397"/>
                                    <a:gd name="connsiteY13" fmla="*/ 1710622 h 2066427"/>
                                    <a:gd name="connsiteX14" fmla="*/ 953672 w 2112397"/>
                                    <a:gd name="connsiteY14" fmla="*/ 1699737 h 2066427"/>
                                    <a:gd name="connsiteX15" fmla="*/ 632038 w 2112397"/>
                                    <a:gd name="connsiteY15" fmla="*/ 1719943 h 2066427"/>
                                    <a:gd name="connsiteX16" fmla="*/ 392552 w 2112397"/>
                                    <a:gd name="connsiteY16" fmla="*/ 1502227 h 2066427"/>
                                    <a:gd name="connsiteX17" fmla="*/ 251037 w 2112397"/>
                                    <a:gd name="connsiteY17" fmla="*/ 1502227 h 2066427"/>
                                    <a:gd name="connsiteX18" fmla="*/ 87751 w 2112397"/>
                                    <a:gd name="connsiteY18" fmla="*/ 1589313 h 2066427"/>
                                    <a:gd name="connsiteX19" fmla="*/ 666 w 2112397"/>
                                    <a:gd name="connsiteY19" fmla="*/ 1839686 h 2066427"/>
                                    <a:gd name="connsiteX20" fmla="*/ 120409 w 2112397"/>
                                    <a:gd name="connsiteY20" fmla="*/ 2053773 h 2066427"/>
                                    <a:gd name="connsiteX21" fmla="*/ 436095 w 2112397"/>
                                    <a:gd name="connsiteY21" fmla="*/ 2042888 h 2066427"/>
                                    <a:gd name="connsiteX0" fmla="*/ 534066 w 2105140"/>
                                    <a:gd name="connsiteY0" fmla="*/ 0 h 2066427"/>
                                    <a:gd name="connsiteX1" fmla="*/ 278758 w 2105140"/>
                                    <a:gd name="connsiteY1" fmla="*/ 208393 h 2066427"/>
                                    <a:gd name="connsiteX2" fmla="*/ 213444 w 2105140"/>
                                    <a:gd name="connsiteY2" fmla="*/ 469651 h 2066427"/>
                                    <a:gd name="connsiteX3" fmla="*/ 213443 w 2105140"/>
                                    <a:gd name="connsiteY3" fmla="*/ 785337 h 2066427"/>
                                    <a:gd name="connsiteX4" fmla="*/ 420273 w 2105140"/>
                                    <a:gd name="connsiteY4" fmla="*/ 1198993 h 2066427"/>
                                    <a:gd name="connsiteX5" fmla="*/ 681531 w 2105140"/>
                                    <a:gd name="connsiteY5" fmla="*/ 1471137 h 2066427"/>
                                    <a:gd name="connsiteX6" fmla="*/ 953671 w 2105140"/>
                                    <a:gd name="connsiteY6" fmla="*/ 1373165 h 2066427"/>
                                    <a:gd name="connsiteX7" fmla="*/ 1328723 w 2105140"/>
                                    <a:gd name="connsiteY7" fmla="*/ 1556656 h 2066427"/>
                                    <a:gd name="connsiteX8" fmla="*/ 1661244 w 2105140"/>
                                    <a:gd name="connsiteY8" fmla="*/ 1307850 h 2066427"/>
                                    <a:gd name="connsiteX9" fmla="*/ 2042244 w 2105140"/>
                                    <a:gd name="connsiteY9" fmla="*/ 1057481 h 2066427"/>
                                    <a:gd name="connsiteX10" fmla="*/ 2096674 w 2105140"/>
                                    <a:gd name="connsiteY10" fmla="*/ 1384051 h 2066427"/>
                                    <a:gd name="connsiteX11" fmla="*/ 1955157 w 2105140"/>
                                    <a:gd name="connsiteY11" fmla="*/ 1634421 h 2066427"/>
                                    <a:gd name="connsiteX12" fmla="*/ 1650358 w 2105140"/>
                                    <a:gd name="connsiteY12" fmla="*/ 1579993 h 2066427"/>
                                    <a:gd name="connsiteX13" fmla="*/ 1258473 w 2105140"/>
                                    <a:gd name="connsiteY13" fmla="*/ 1710622 h 2066427"/>
                                    <a:gd name="connsiteX14" fmla="*/ 953672 w 2105140"/>
                                    <a:gd name="connsiteY14" fmla="*/ 1699737 h 2066427"/>
                                    <a:gd name="connsiteX15" fmla="*/ 632038 w 2105140"/>
                                    <a:gd name="connsiteY15" fmla="*/ 1719943 h 2066427"/>
                                    <a:gd name="connsiteX16" fmla="*/ 392552 w 2105140"/>
                                    <a:gd name="connsiteY16" fmla="*/ 1502227 h 2066427"/>
                                    <a:gd name="connsiteX17" fmla="*/ 251037 w 2105140"/>
                                    <a:gd name="connsiteY17" fmla="*/ 1502227 h 2066427"/>
                                    <a:gd name="connsiteX18" fmla="*/ 87751 w 2105140"/>
                                    <a:gd name="connsiteY18" fmla="*/ 1589313 h 2066427"/>
                                    <a:gd name="connsiteX19" fmla="*/ 666 w 2105140"/>
                                    <a:gd name="connsiteY19" fmla="*/ 1839686 h 2066427"/>
                                    <a:gd name="connsiteX20" fmla="*/ 120409 w 2105140"/>
                                    <a:gd name="connsiteY20" fmla="*/ 2053773 h 2066427"/>
                                    <a:gd name="connsiteX21" fmla="*/ 436095 w 2105140"/>
                                    <a:gd name="connsiteY21" fmla="*/ 2042888 h 2066427"/>
                                    <a:gd name="connsiteX0" fmla="*/ 534066 w 2105140"/>
                                    <a:gd name="connsiteY0" fmla="*/ 0 h 2141103"/>
                                    <a:gd name="connsiteX1" fmla="*/ 278758 w 2105140"/>
                                    <a:gd name="connsiteY1" fmla="*/ 208393 h 2141103"/>
                                    <a:gd name="connsiteX2" fmla="*/ 213444 w 2105140"/>
                                    <a:gd name="connsiteY2" fmla="*/ 469651 h 2141103"/>
                                    <a:gd name="connsiteX3" fmla="*/ 213443 w 2105140"/>
                                    <a:gd name="connsiteY3" fmla="*/ 785337 h 2141103"/>
                                    <a:gd name="connsiteX4" fmla="*/ 420273 w 2105140"/>
                                    <a:gd name="connsiteY4" fmla="*/ 1198993 h 2141103"/>
                                    <a:gd name="connsiteX5" fmla="*/ 681531 w 2105140"/>
                                    <a:gd name="connsiteY5" fmla="*/ 1471137 h 2141103"/>
                                    <a:gd name="connsiteX6" fmla="*/ 953671 w 2105140"/>
                                    <a:gd name="connsiteY6" fmla="*/ 1373165 h 2141103"/>
                                    <a:gd name="connsiteX7" fmla="*/ 1328723 w 2105140"/>
                                    <a:gd name="connsiteY7" fmla="*/ 1556656 h 2141103"/>
                                    <a:gd name="connsiteX8" fmla="*/ 1661244 w 2105140"/>
                                    <a:gd name="connsiteY8" fmla="*/ 1307850 h 2141103"/>
                                    <a:gd name="connsiteX9" fmla="*/ 2042244 w 2105140"/>
                                    <a:gd name="connsiteY9" fmla="*/ 1057481 h 2141103"/>
                                    <a:gd name="connsiteX10" fmla="*/ 2096674 w 2105140"/>
                                    <a:gd name="connsiteY10" fmla="*/ 1384051 h 2141103"/>
                                    <a:gd name="connsiteX11" fmla="*/ 1955157 w 2105140"/>
                                    <a:gd name="connsiteY11" fmla="*/ 1634421 h 2141103"/>
                                    <a:gd name="connsiteX12" fmla="*/ 1650358 w 2105140"/>
                                    <a:gd name="connsiteY12" fmla="*/ 1579993 h 2141103"/>
                                    <a:gd name="connsiteX13" fmla="*/ 1258473 w 2105140"/>
                                    <a:gd name="connsiteY13" fmla="*/ 1710622 h 2141103"/>
                                    <a:gd name="connsiteX14" fmla="*/ 953672 w 2105140"/>
                                    <a:gd name="connsiteY14" fmla="*/ 1699737 h 2141103"/>
                                    <a:gd name="connsiteX15" fmla="*/ 632038 w 2105140"/>
                                    <a:gd name="connsiteY15" fmla="*/ 1719943 h 2141103"/>
                                    <a:gd name="connsiteX16" fmla="*/ 392552 w 2105140"/>
                                    <a:gd name="connsiteY16" fmla="*/ 1502227 h 2141103"/>
                                    <a:gd name="connsiteX17" fmla="*/ 251037 w 2105140"/>
                                    <a:gd name="connsiteY17" fmla="*/ 1502227 h 2141103"/>
                                    <a:gd name="connsiteX18" fmla="*/ 87751 w 2105140"/>
                                    <a:gd name="connsiteY18" fmla="*/ 1589313 h 2141103"/>
                                    <a:gd name="connsiteX19" fmla="*/ 666 w 2105140"/>
                                    <a:gd name="connsiteY19" fmla="*/ 1839686 h 2141103"/>
                                    <a:gd name="connsiteX20" fmla="*/ 120409 w 2105140"/>
                                    <a:gd name="connsiteY20" fmla="*/ 2053773 h 2141103"/>
                                    <a:gd name="connsiteX21" fmla="*/ 436095 w 2105140"/>
                                    <a:gd name="connsiteY21" fmla="*/ 2140859 h 2141103"/>
                                    <a:gd name="connsiteX0" fmla="*/ 534066 w 2105140"/>
                                    <a:gd name="connsiteY0" fmla="*/ 0 h 2162631"/>
                                    <a:gd name="connsiteX1" fmla="*/ 278758 w 2105140"/>
                                    <a:gd name="connsiteY1" fmla="*/ 208393 h 2162631"/>
                                    <a:gd name="connsiteX2" fmla="*/ 213444 w 2105140"/>
                                    <a:gd name="connsiteY2" fmla="*/ 469651 h 2162631"/>
                                    <a:gd name="connsiteX3" fmla="*/ 213443 w 2105140"/>
                                    <a:gd name="connsiteY3" fmla="*/ 785337 h 2162631"/>
                                    <a:gd name="connsiteX4" fmla="*/ 420273 w 2105140"/>
                                    <a:gd name="connsiteY4" fmla="*/ 1198993 h 2162631"/>
                                    <a:gd name="connsiteX5" fmla="*/ 681531 w 2105140"/>
                                    <a:gd name="connsiteY5" fmla="*/ 1471137 h 2162631"/>
                                    <a:gd name="connsiteX6" fmla="*/ 953671 w 2105140"/>
                                    <a:gd name="connsiteY6" fmla="*/ 1373165 h 2162631"/>
                                    <a:gd name="connsiteX7" fmla="*/ 1328723 w 2105140"/>
                                    <a:gd name="connsiteY7" fmla="*/ 1556656 h 2162631"/>
                                    <a:gd name="connsiteX8" fmla="*/ 1661244 w 2105140"/>
                                    <a:gd name="connsiteY8" fmla="*/ 1307850 h 2162631"/>
                                    <a:gd name="connsiteX9" fmla="*/ 2042244 w 2105140"/>
                                    <a:gd name="connsiteY9" fmla="*/ 1057481 h 2162631"/>
                                    <a:gd name="connsiteX10" fmla="*/ 2096674 w 2105140"/>
                                    <a:gd name="connsiteY10" fmla="*/ 1384051 h 2162631"/>
                                    <a:gd name="connsiteX11" fmla="*/ 1955157 w 2105140"/>
                                    <a:gd name="connsiteY11" fmla="*/ 1634421 h 2162631"/>
                                    <a:gd name="connsiteX12" fmla="*/ 1650358 w 2105140"/>
                                    <a:gd name="connsiteY12" fmla="*/ 1579993 h 2162631"/>
                                    <a:gd name="connsiteX13" fmla="*/ 1258473 w 2105140"/>
                                    <a:gd name="connsiteY13" fmla="*/ 1710622 h 2162631"/>
                                    <a:gd name="connsiteX14" fmla="*/ 953672 w 2105140"/>
                                    <a:gd name="connsiteY14" fmla="*/ 1699737 h 2162631"/>
                                    <a:gd name="connsiteX15" fmla="*/ 632038 w 2105140"/>
                                    <a:gd name="connsiteY15" fmla="*/ 1719943 h 2162631"/>
                                    <a:gd name="connsiteX16" fmla="*/ 392552 w 2105140"/>
                                    <a:gd name="connsiteY16" fmla="*/ 1502227 h 2162631"/>
                                    <a:gd name="connsiteX17" fmla="*/ 251037 w 2105140"/>
                                    <a:gd name="connsiteY17" fmla="*/ 1502227 h 2162631"/>
                                    <a:gd name="connsiteX18" fmla="*/ 87751 w 2105140"/>
                                    <a:gd name="connsiteY18" fmla="*/ 1589313 h 2162631"/>
                                    <a:gd name="connsiteX19" fmla="*/ 666 w 2105140"/>
                                    <a:gd name="connsiteY19" fmla="*/ 1839686 h 2162631"/>
                                    <a:gd name="connsiteX20" fmla="*/ 120409 w 2105140"/>
                                    <a:gd name="connsiteY20" fmla="*/ 2053773 h 2162631"/>
                                    <a:gd name="connsiteX21" fmla="*/ 436095 w 2105140"/>
                                    <a:gd name="connsiteY21" fmla="*/ 2140859 h 2162631"/>
                                    <a:gd name="connsiteX22" fmla="*/ 414324 w 2105140"/>
                                    <a:gd name="connsiteY22" fmla="*/ 2162631 h 2162631"/>
                                    <a:gd name="connsiteX0" fmla="*/ 534066 w 2105140"/>
                                    <a:gd name="connsiteY0" fmla="*/ 0 h 2173517"/>
                                    <a:gd name="connsiteX1" fmla="*/ 278758 w 2105140"/>
                                    <a:gd name="connsiteY1" fmla="*/ 208393 h 2173517"/>
                                    <a:gd name="connsiteX2" fmla="*/ 213444 w 2105140"/>
                                    <a:gd name="connsiteY2" fmla="*/ 469651 h 2173517"/>
                                    <a:gd name="connsiteX3" fmla="*/ 213443 w 2105140"/>
                                    <a:gd name="connsiteY3" fmla="*/ 785337 h 2173517"/>
                                    <a:gd name="connsiteX4" fmla="*/ 420273 w 2105140"/>
                                    <a:gd name="connsiteY4" fmla="*/ 1198993 h 2173517"/>
                                    <a:gd name="connsiteX5" fmla="*/ 681531 w 2105140"/>
                                    <a:gd name="connsiteY5" fmla="*/ 1471137 h 2173517"/>
                                    <a:gd name="connsiteX6" fmla="*/ 953671 w 2105140"/>
                                    <a:gd name="connsiteY6" fmla="*/ 1373165 h 2173517"/>
                                    <a:gd name="connsiteX7" fmla="*/ 1328723 w 2105140"/>
                                    <a:gd name="connsiteY7" fmla="*/ 1556656 h 2173517"/>
                                    <a:gd name="connsiteX8" fmla="*/ 1661244 w 2105140"/>
                                    <a:gd name="connsiteY8" fmla="*/ 1307850 h 2173517"/>
                                    <a:gd name="connsiteX9" fmla="*/ 2042244 w 2105140"/>
                                    <a:gd name="connsiteY9" fmla="*/ 1057481 h 2173517"/>
                                    <a:gd name="connsiteX10" fmla="*/ 2096674 w 2105140"/>
                                    <a:gd name="connsiteY10" fmla="*/ 1384051 h 2173517"/>
                                    <a:gd name="connsiteX11" fmla="*/ 1955157 w 2105140"/>
                                    <a:gd name="connsiteY11" fmla="*/ 1634421 h 2173517"/>
                                    <a:gd name="connsiteX12" fmla="*/ 1650358 w 2105140"/>
                                    <a:gd name="connsiteY12" fmla="*/ 1579993 h 2173517"/>
                                    <a:gd name="connsiteX13" fmla="*/ 1258473 w 2105140"/>
                                    <a:gd name="connsiteY13" fmla="*/ 1710622 h 2173517"/>
                                    <a:gd name="connsiteX14" fmla="*/ 953672 w 2105140"/>
                                    <a:gd name="connsiteY14" fmla="*/ 1699737 h 2173517"/>
                                    <a:gd name="connsiteX15" fmla="*/ 632038 w 2105140"/>
                                    <a:gd name="connsiteY15" fmla="*/ 1719943 h 2173517"/>
                                    <a:gd name="connsiteX16" fmla="*/ 392552 w 2105140"/>
                                    <a:gd name="connsiteY16" fmla="*/ 1502227 h 2173517"/>
                                    <a:gd name="connsiteX17" fmla="*/ 251037 w 2105140"/>
                                    <a:gd name="connsiteY17" fmla="*/ 1502227 h 2173517"/>
                                    <a:gd name="connsiteX18" fmla="*/ 87751 w 2105140"/>
                                    <a:gd name="connsiteY18" fmla="*/ 1589313 h 2173517"/>
                                    <a:gd name="connsiteX19" fmla="*/ 666 w 2105140"/>
                                    <a:gd name="connsiteY19" fmla="*/ 1839686 h 2173517"/>
                                    <a:gd name="connsiteX20" fmla="*/ 120409 w 2105140"/>
                                    <a:gd name="connsiteY20" fmla="*/ 2053773 h 2173517"/>
                                    <a:gd name="connsiteX21" fmla="*/ 436095 w 2105140"/>
                                    <a:gd name="connsiteY21" fmla="*/ 2140859 h 2173517"/>
                                    <a:gd name="connsiteX22" fmla="*/ 708238 w 2105140"/>
                                    <a:gd name="connsiteY22" fmla="*/ 2173517 h 2173517"/>
                                    <a:gd name="connsiteX0" fmla="*/ 534066 w 2105140"/>
                                    <a:gd name="connsiteY0" fmla="*/ 0 h 2175936"/>
                                    <a:gd name="connsiteX1" fmla="*/ 278758 w 2105140"/>
                                    <a:gd name="connsiteY1" fmla="*/ 208393 h 2175936"/>
                                    <a:gd name="connsiteX2" fmla="*/ 213444 w 2105140"/>
                                    <a:gd name="connsiteY2" fmla="*/ 469651 h 2175936"/>
                                    <a:gd name="connsiteX3" fmla="*/ 213443 w 2105140"/>
                                    <a:gd name="connsiteY3" fmla="*/ 785337 h 2175936"/>
                                    <a:gd name="connsiteX4" fmla="*/ 420273 w 2105140"/>
                                    <a:gd name="connsiteY4" fmla="*/ 1198993 h 2175936"/>
                                    <a:gd name="connsiteX5" fmla="*/ 681531 w 2105140"/>
                                    <a:gd name="connsiteY5" fmla="*/ 1471137 h 2175936"/>
                                    <a:gd name="connsiteX6" fmla="*/ 953671 w 2105140"/>
                                    <a:gd name="connsiteY6" fmla="*/ 1373165 h 2175936"/>
                                    <a:gd name="connsiteX7" fmla="*/ 1328723 w 2105140"/>
                                    <a:gd name="connsiteY7" fmla="*/ 1556656 h 2175936"/>
                                    <a:gd name="connsiteX8" fmla="*/ 1661244 w 2105140"/>
                                    <a:gd name="connsiteY8" fmla="*/ 1307850 h 2175936"/>
                                    <a:gd name="connsiteX9" fmla="*/ 2042244 w 2105140"/>
                                    <a:gd name="connsiteY9" fmla="*/ 1057481 h 2175936"/>
                                    <a:gd name="connsiteX10" fmla="*/ 2096674 w 2105140"/>
                                    <a:gd name="connsiteY10" fmla="*/ 1384051 h 2175936"/>
                                    <a:gd name="connsiteX11" fmla="*/ 1955157 w 2105140"/>
                                    <a:gd name="connsiteY11" fmla="*/ 1634421 h 2175936"/>
                                    <a:gd name="connsiteX12" fmla="*/ 1650358 w 2105140"/>
                                    <a:gd name="connsiteY12" fmla="*/ 1579993 h 2175936"/>
                                    <a:gd name="connsiteX13" fmla="*/ 1258473 w 2105140"/>
                                    <a:gd name="connsiteY13" fmla="*/ 1710622 h 2175936"/>
                                    <a:gd name="connsiteX14" fmla="*/ 953672 w 2105140"/>
                                    <a:gd name="connsiteY14" fmla="*/ 1699737 h 2175936"/>
                                    <a:gd name="connsiteX15" fmla="*/ 632038 w 2105140"/>
                                    <a:gd name="connsiteY15" fmla="*/ 1719943 h 2175936"/>
                                    <a:gd name="connsiteX16" fmla="*/ 392552 w 2105140"/>
                                    <a:gd name="connsiteY16" fmla="*/ 1502227 h 2175936"/>
                                    <a:gd name="connsiteX17" fmla="*/ 251037 w 2105140"/>
                                    <a:gd name="connsiteY17" fmla="*/ 1502227 h 2175936"/>
                                    <a:gd name="connsiteX18" fmla="*/ 87751 w 2105140"/>
                                    <a:gd name="connsiteY18" fmla="*/ 1589313 h 2175936"/>
                                    <a:gd name="connsiteX19" fmla="*/ 666 w 2105140"/>
                                    <a:gd name="connsiteY19" fmla="*/ 1839686 h 2175936"/>
                                    <a:gd name="connsiteX20" fmla="*/ 120409 w 2105140"/>
                                    <a:gd name="connsiteY20" fmla="*/ 2053773 h 2175936"/>
                                    <a:gd name="connsiteX21" fmla="*/ 436095 w 2105140"/>
                                    <a:gd name="connsiteY21" fmla="*/ 2140859 h 2175936"/>
                                    <a:gd name="connsiteX22" fmla="*/ 708238 w 2105140"/>
                                    <a:gd name="connsiteY22" fmla="*/ 2173517 h 2175936"/>
                                    <a:gd name="connsiteX23" fmla="*/ 730009 w 2105140"/>
                                    <a:gd name="connsiteY23" fmla="*/ 2173517 h 2175936"/>
                                    <a:gd name="connsiteX0" fmla="*/ 534066 w 2105140"/>
                                    <a:gd name="connsiteY0" fmla="*/ 0 h 2174627"/>
                                    <a:gd name="connsiteX1" fmla="*/ 278758 w 2105140"/>
                                    <a:gd name="connsiteY1" fmla="*/ 208393 h 2174627"/>
                                    <a:gd name="connsiteX2" fmla="*/ 213444 w 2105140"/>
                                    <a:gd name="connsiteY2" fmla="*/ 469651 h 2174627"/>
                                    <a:gd name="connsiteX3" fmla="*/ 213443 w 2105140"/>
                                    <a:gd name="connsiteY3" fmla="*/ 785337 h 2174627"/>
                                    <a:gd name="connsiteX4" fmla="*/ 420273 w 2105140"/>
                                    <a:gd name="connsiteY4" fmla="*/ 1198993 h 2174627"/>
                                    <a:gd name="connsiteX5" fmla="*/ 681531 w 2105140"/>
                                    <a:gd name="connsiteY5" fmla="*/ 1471137 h 2174627"/>
                                    <a:gd name="connsiteX6" fmla="*/ 953671 w 2105140"/>
                                    <a:gd name="connsiteY6" fmla="*/ 1373165 h 2174627"/>
                                    <a:gd name="connsiteX7" fmla="*/ 1328723 w 2105140"/>
                                    <a:gd name="connsiteY7" fmla="*/ 1556656 h 2174627"/>
                                    <a:gd name="connsiteX8" fmla="*/ 1661244 w 2105140"/>
                                    <a:gd name="connsiteY8" fmla="*/ 1307850 h 2174627"/>
                                    <a:gd name="connsiteX9" fmla="*/ 2042244 w 2105140"/>
                                    <a:gd name="connsiteY9" fmla="*/ 1057481 h 2174627"/>
                                    <a:gd name="connsiteX10" fmla="*/ 2096674 w 2105140"/>
                                    <a:gd name="connsiteY10" fmla="*/ 1384051 h 2174627"/>
                                    <a:gd name="connsiteX11" fmla="*/ 1955157 w 2105140"/>
                                    <a:gd name="connsiteY11" fmla="*/ 1634421 h 2174627"/>
                                    <a:gd name="connsiteX12" fmla="*/ 1650358 w 2105140"/>
                                    <a:gd name="connsiteY12" fmla="*/ 1579993 h 2174627"/>
                                    <a:gd name="connsiteX13" fmla="*/ 1258473 w 2105140"/>
                                    <a:gd name="connsiteY13" fmla="*/ 1710622 h 2174627"/>
                                    <a:gd name="connsiteX14" fmla="*/ 953672 w 2105140"/>
                                    <a:gd name="connsiteY14" fmla="*/ 1699737 h 2174627"/>
                                    <a:gd name="connsiteX15" fmla="*/ 632038 w 2105140"/>
                                    <a:gd name="connsiteY15" fmla="*/ 1719943 h 2174627"/>
                                    <a:gd name="connsiteX16" fmla="*/ 392552 w 2105140"/>
                                    <a:gd name="connsiteY16" fmla="*/ 1502227 h 2174627"/>
                                    <a:gd name="connsiteX17" fmla="*/ 251037 w 2105140"/>
                                    <a:gd name="connsiteY17" fmla="*/ 1502227 h 2174627"/>
                                    <a:gd name="connsiteX18" fmla="*/ 87751 w 2105140"/>
                                    <a:gd name="connsiteY18" fmla="*/ 1589313 h 2174627"/>
                                    <a:gd name="connsiteX19" fmla="*/ 666 w 2105140"/>
                                    <a:gd name="connsiteY19" fmla="*/ 1839686 h 2174627"/>
                                    <a:gd name="connsiteX20" fmla="*/ 120409 w 2105140"/>
                                    <a:gd name="connsiteY20" fmla="*/ 2053773 h 2174627"/>
                                    <a:gd name="connsiteX21" fmla="*/ 436095 w 2105140"/>
                                    <a:gd name="connsiteY21" fmla="*/ 2140859 h 2174627"/>
                                    <a:gd name="connsiteX22" fmla="*/ 708238 w 2105140"/>
                                    <a:gd name="connsiteY22" fmla="*/ 2173517 h 2174627"/>
                                    <a:gd name="connsiteX23" fmla="*/ 947724 w 2105140"/>
                                    <a:gd name="connsiteY23" fmla="*/ 2162631 h 2174627"/>
                                    <a:gd name="connsiteX0" fmla="*/ 534066 w 2105140"/>
                                    <a:gd name="connsiteY0" fmla="*/ 0 h 2174627"/>
                                    <a:gd name="connsiteX1" fmla="*/ 278758 w 2105140"/>
                                    <a:gd name="connsiteY1" fmla="*/ 208393 h 2174627"/>
                                    <a:gd name="connsiteX2" fmla="*/ 213444 w 2105140"/>
                                    <a:gd name="connsiteY2" fmla="*/ 469651 h 2174627"/>
                                    <a:gd name="connsiteX3" fmla="*/ 213443 w 2105140"/>
                                    <a:gd name="connsiteY3" fmla="*/ 785337 h 2174627"/>
                                    <a:gd name="connsiteX4" fmla="*/ 420273 w 2105140"/>
                                    <a:gd name="connsiteY4" fmla="*/ 1198993 h 2174627"/>
                                    <a:gd name="connsiteX5" fmla="*/ 681531 w 2105140"/>
                                    <a:gd name="connsiteY5" fmla="*/ 1471137 h 2174627"/>
                                    <a:gd name="connsiteX6" fmla="*/ 953671 w 2105140"/>
                                    <a:gd name="connsiteY6" fmla="*/ 1373165 h 2174627"/>
                                    <a:gd name="connsiteX7" fmla="*/ 1328723 w 2105140"/>
                                    <a:gd name="connsiteY7" fmla="*/ 1556656 h 2174627"/>
                                    <a:gd name="connsiteX8" fmla="*/ 1661244 w 2105140"/>
                                    <a:gd name="connsiteY8" fmla="*/ 1307850 h 2174627"/>
                                    <a:gd name="connsiteX9" fmla="*/ 2042244 w 2105140"/>
                                    <a:gd name="connsiteY9" fmla="*/ 1057481 h 2174627"/>
                                    <a:gd name="connsiteX10" fmla="*/ 2096674 w 2105140"/>
                                    <a:gd name="connsiteY10" fmla="*/ 1384051 h 2174627"/>
                                    <a:gd name="connsiteX11" fmla="*/ 1955157 w 2105140"/>
                                    <a:gd name="connsiteY11" fmla="*/ 1634421 h 2174627"/>
                                    <a:gd name="connsiteX12" fmla="*/ 1650358 w 2105140"/>
                                    <a:gd name="connsiteY12" fmla="*/ 1579993 h 2174627"/>
                                    <a:gd name="connsiteX13" fmla="*/ 1258473 w 2105140"/>
                                    <a:gd name="connsiteY13" fmla="*/ 1710622 h 2174627"/>
                                    <a:gd name="connsiteX14" fmla="*/ 953672 w 2105140"/>
                                    <a:gd name="connsiteY14" fmla="*/ 1699737 h 2174627"/>
                                    <a:gd name="connsiteX15" fmla="*/ 632038 w 2105140"/>
                                    <a:gd name="connsiteY15" fmla="*/ 1719943 h 2174627"/>
                                    <a:gd name="connsiteX16" fmla="*/ 392552 w 2105140"/>
                                    <a:gd name="connsiteY16" fmla="*/ 1502227 h 2174627"/>
                                    <a:gd name="connsiteX17" fmla="*/ 251037 w 2105140"/>
                                    <a:gd name="connsiteY17" fmla="*/ 1502227 h 2174627"/>
                                    <a:gd name="connsiteX18" fmla="*/ 87751 w 2105140"/>
                                    <a:gd name="connsiteY18" fmla="*/ 1589313 h 2174627"/>
                                    <a:gd name="connsiteX19" fmla="*/ 666 w 2105140"/>
                                    <a:gd name="connsiteY19" fmla="*/ 1839686 h 2174627"/>
                                    <a:gd name="connsiteX20" fmla="*/ 120409 w 2105140"/>
                                    <a:gd name="connsiteY20" fmla="*/ 2053773 h 2174627"/>
                                    <a:gd name="connsiteX21" fmla="*/ 436095 w 2105140"/>
                                    <a:gd name="connsiteY21" fmla="*/ 2140859 h 2174627"/>
                                    <a:gd name="connsiteX22" fmla="*/ 708238 w 2105140"/>
                                    <a:gd name="connsiteY22" fmla="*/ 2173517 h 2174627"/>
                                    <a:gd name="connsiteX23" fmla="*/ 947724 w 2105140"/>
                                    <a:gd name="connsiteY23" fmla="*/ 2162631 h 2174627"/>
                                    <a:gd name="connsiteX24" fmla="*/ 925952 w 2105140"/>
                                    <a:gd name="connsiteY24" fmla="*/ 2140860 h 2174627"/>
                                    <a:gd name="connsiteX0" fmla="*/ 534066 w 2105140"/>
                                    <a:gd name="connsiteY0" fmla="*/ 0 h 2174627"/>
                                    <a:gd name="connsiteX1" fmla="*/ 278758 w 2105140"/>
                                    <a:gd name="connsiteY1" fmla="*/ 208393 h 2174627"/>
                                    <a:gd name="connsiteX2" fmla="*/ 213444 w 2105140"/>
                                    <a:gd name="connsiteY2" fmla="*/ 469651 h 2174627"/>
                                    <a:gd name="connsiteX3" fmla="*/ 213443 w 2105140"/>
                                    <a:gd name="connsiteY3" fmla="*/ 785337 h 2174627"/>
                                    <a:gd name="connsiteX4" fmla="*/ 420273 w 2105140"/>
                                    <a:gd name="connsiteY4" fmla="*/ 1198993 h 2174627"/>
                                    <a:gd name="connsiteX5" fmla="*/ 681531 w 2105140"/>
                                    <a:gd name="connsiteY5" fmla="*/ 1471137 h 2174627"/>
                                    <a:gd name="connsiteX6" fmla="*/ 953671 w 2105140"/>
                                    <a:gd name="connsiteY6" fmla="*/ 1373165 h 2174627"/>
                                    <a:gd name="connsiteX7" fmla="*/ 1328723 w 2105140"/>
                                    <a:gd name="connsiteY7" fmla="*/ 1556656 h 2174627"/>
                                    <a:gd name="connsiteX8" fmla="*/ 1661244 w 2105140"/>
                                    <a:gd name="connsiteY8" fmla="*/ 1307850 h 2174627"/>
                                    <a:gd name="connsiteX9" fmla="*/ 2042244 w 2105140"/>
                                    <a:gd name="connsiteY9" fmla="*/ 1057481 h 2174627"/>
                                    <a:gd name="connsiteX10" fmla="*/ 2096674 w 2105140"/>
                                    <a:gd name="connsiteY10" fmla="*/ 1384051 h 2174627"/>
                                    <a:gd name="connsiteX11" fmla="*/ 1955157 w 2105140"/>
                                    <a:gd name="connsiteY11" fmla="*/ 1634421 h 2174627"/>
                                    <a:gd name="connsiteX12" fmla="*/ 1650358 w 2105140"/>
                                    <a:gd name="connsiteY12" fmla="*/ 1579993 h 2174627"/>
                                    <a:gd name="connsiteX13" fmla="*/ 1258473 w 2105140"/>
                                    <a:gd name="connsiteY13" fmla="*/ 1710622 h 2174627"/>
                                    <a:gd name="connsiteX14" fmla="*/ 953672 w 2105140"/>
                                    <a:gd name="connsiteY14" fmla="*/ 1699737 h 2174627"/>
                                    <a:gd name="connsiteX15" fmla="*/ 632038 w 2105140"/>
                                    <a:gd name="connsiteY15" fmla="*/ 1719943 h 2174627"/>
                                    <a:gd name="connsiteX16" fmla="*/ 392552 w 2105140"/>
                                    <a:gd name="connsiteY16" fmla="*/ 1502227 h 2174627"/>
                                    <a:gd name="connsiteX17" fmla="*/ 251037 w 2105140"/>
                                    <a:gd name="connsiteY17" fmla="*/ 1502227 h 2174627"/>
                                    <a:gd name="connsiteX18" fmla="*/ 87751 w 2105140"/>
                                    <a:gd name="connsiteY18" fmla="*/ 1589313 h 2174627"/>
                                    <a:gd name="connsiteX19" fmla="*/ 666 w 2105140"/>
                                    <a:gd name="connsiteY19" fmla="*/ 1839686 h 2174627"/>
                                    <a:gd name="connsiteX20" fmla="*/ 120409 w 2105140"/>
                                    <a:gd name="connsiteY20" fmla="*/ 2053773 h 2174627"/>
                                    <a:gd name="connsiteX21" fmla="*/ 436095 w 2105140"/>
                                    <a:gd name="connsiteY21" fmla="*/ 2140859 h 2174627"/>
                                    <a:gd name="connsiteX22" fmla="*/ 708238 w 2105140"/>
                                    <a:gd name="connsiteY22" fmla="*/ 2173517 h 2174627"/>
                                    <a:gd name="connsiteX23" fmla="*/ 947724 w 2105140"/>
                                    <a:gd name="connsiteY23" fmla="*/ 2162631 h 2174627"/>
                                    <a:gd name="connsiteX24" fmla="*/ 1426695 w 2105140"/>
                                    <a:gd name="connsiteY24" fmla="*/ 2119088 h 2174627"/>
                                    <a:gd name="connsiteX0" fmla="*/ 534066 w 2105140"/>
                                    <a:gd name="connsiteY0" fmla="*/ 0 h 2175936"/>
                                    <a:gd name="connsiteX1" fmla="*/ 278758 w 2105140"/>
                                    <a:gd name="connsiteY1" fmla="*/ 208393 h 2175936"/>
                                    <a:gd name="connsiteX2" fmla="*/ 213444 w 2105140"/>
                                    <a:gd name="connsiteY2" fmla="*/ 469651 h 2175936"/>
                                    <a:gd name="connsiteX3" fmla="*/ 213443 w 2105140"/>
                                    <a:gd name="connsiteY3" fmla="*/ 785337 h 2175936"/>
                                    <a:gd name="connsiteX4" fmla="*/ 420273 w 2105140"/>
                                    <a:gd name="connsiteY4" fmla="*/ 1198993 h 2175936"/>
                                    <a:gd name="connsiteX5" fmla="*/ 681531 w 2105140"/>
                                    <a:gd name="connsiteY5" fmla="*/ 1471137 h 2175936"/>
                                    <a:gd name="connsiteX6" fmla="*/ 953671 w 2105140"/>
                                    <a:gd name="connsiteY6" fmla="*/ 1373165 h 2175936"/>
                                    <a:gd name="connsiteX7" fmla="*/ 1328723 w 2105140"/>
                                    <a:gd name="connsiteY7" fmla="*/ 1556656 h 2175936"/>
                                    <a:gd name="connsiteX8" fmla="*/ 1661244 w 2105140"/>
                                    <a:gd name="connsiteY8" fmla="*/ 1307850 h 2175936"/>
                                    <a:gd name="connsiteX9" fmla="*/ 2042244 w 2105140"/>
                                    <a:gd name="connsiteY9" fmla="*/ 1057481 h 2175936"/>
                                    <a:gd name="connsiteX10" fmla="*/ 2096674 w 2105140"/>
                                    <a:gd name="connsiteY10" fmla="*/ 1384051 h 2175936"/>
                                    <a:gd name="connsiteX11" fmla="*/ 1955157 w 2105140"/>
                                    <a:gd name="connsiteY11" fmla="*/ 1634421 h 2175936"/>
                                    <a:gd name="connsiteX12" fmla="*/ 1650358 w 2105140"/>
                                    <a:gd name="connsiteY12" fmla="*/ 1579993 h 2175936"/>
                                    <a:gd name="connsiteX13" fmla="*/ 1258473 w 2105140"/>
                                    <a:gd name="connsiteY13" fmla="*/ 1710622 h 2175936"/>
                                    <a:gd name="connsiteX14" fmla="*/ 953672 w 2105140"/>
                                    <a:gd name="connsiteY14" fmla="*/ 1699737 h 2175936"/>
                                    <a:gd name="connsiteX15" fmla="*/ 632038 w 2105140"/>
                                    <a:gd name="connsiteY15" fmla="*/ 1719943 h 2175936"/>
                                    <a:gd name="connsiteX16" fmla="*/ 392552 w 2105140"/>
                                    <a:gd name="connsiteY16" fmla="*/ 1502227 h 2175936"/>
                                    <a:gd name="connsiteX17" fmla="*/ 251037 w 2105140"/>
                                    <a:gd name="connsiteY17" fmla="*/ 1502227 h 2175936"/>
                                    <a:gd name="connsiteX18" fmla="*/ 87751 w 2105140"/>
                                    <a:gd name="connsiteY18" fmla="*/ 1589313 h 2175936"/>
                                    <a:gd name="connsiteX19" fmla="*/ 666 w 2105140"/>
                                    <a:gd name="connsiteY19" fmla="*/ 1839686 h 2175936"/>
                                    <a:gd name="connsiteX20" fmla="*/ 120409 w 2105140"/>
                                    <a:gd name="connsiteY20" fmla="*/ 2053773 h 2175936"/>
                                    <a:gd name="connsiteX21" fmla="*/ 436095 w 2105140"/>
                                    <a:gd name="connsiteY21" fmla="*/ 2140859 h 2175936"/>
                                    <a:gd name="connsiteX22" fmla="*/ 708238 w 2105140"/>
                                    <a:gd name="connsiteY22" fmla="*/ 2173517 h 2175936"/>
                                    <a:gd name="connsiteX23" fmla="*/ 1045696 w 2105140"/>
                                    <a:gd name="connsiteY23" fmla="*/ 2173517 h 2175936"/>
                                    <a:gd name="connsiteX24" fmla="*/ 1426695 w 2105140"/>
                                    <a:gd name="connsiteY24" fmla="*/ 2119088 h 2175936"/>
                                    <a:gd name="connsiteX0" fmla="*/ 534066 w 2105140"/>
                                    <a:gd name="connsiteY0" fmla="*/ 0 h 2175936"/>
                                    <a:gd name="connsiteX1" fmla="*/ 278758 w 2105140"/>
                                    <a:gd name="connsiteY1" fmla="*/ 208393 h 2175936"/>
                                    <a:gd name="connsiteX2" fmla="*/ 213444 w 2105140"/>
                                    <a:gd name="connsiteY2" fmla="*/ 469651 h 2175936"/>
                                    <a:gd name="connsiteX3" fmla="*/ 213443 w 2105140"/>
                                    <a:gd name="connsiteY3" fmla="*/ 785337 h 2175936"/>
                                    <a:gd name="connsiteX4" fmla="*/ 420273 w 2105140"/>
                                    <a:gd name="connsiteY4" fmla="*/ 1198993 h 2175936"/>
                                    <a:gd name="connsiteX5" fmla="*/ 681531 w 2105140"/>
                                    <a:gd name="connsiteY5" fmla="*/ 1471137 h 2175936"/>
                                    <a:gd name="connsiteX6" fmla="*/ 953671 w 2105140"/>
                                    <a:gd name="connsiteY6" fmla="*/ 1373165 h 2175936"/>
                                    <a:gd name="connsiteX7" fmla="*/ 1328723 w 2105140"/>
                                    <a:gd name="connsiteY7" fmla="*/ 1556656 h 2175936"/>
                                    <a:gd name="connsiteX8" fmla="*/ 1661244 w 2105140"/>
                                    <a:gd name="connsiteY8" fmla="*/ 1307850 h 2175936"/>
                                    <a:gd name="connsiteX9" fmla="*/ 2042244 w 2105140"/>
                                    <a:gd name="connsiteY9" fmla="*/ 1057481 h 2175936"/>
                                    <a:gd name="connsiteX10" fmla="*/ 2096674 w 2105140"/>
                                    <a:gd name="connsiteY10" fmla="*/ 1384051 h 2175936"/>
                                    <a:gd name="connsiteX11" fmla="*/ 1955157 w 2105140"/>
                                    <a:gd name="connsiteY11" fmla="*/ 1634421 h 2175936"/>
                                    <a:gd name="connsiteX12" fmla="*/ 1650358 w 2105140"/>
                                    <a:gd name="connsiteY12" fmla="*/ 1579993 h 2175936"/>
                                    <a:gd name="connsiteX13" fmla="*/ 1258473 w 2105140"/>
                                    <a:gd name="connsiteY13" fmla="*/ 1710622 h 2175936"/>
                                    <a:gd name="connsiteX14" fmla="*/ 953672 w 2105140"/>
                                    <a:gd name="connsiteY14" fmla="*/ 1601765 h 2175936"/>
                                    <a:gd name="connsiteX15" fmla="*/ 632038 w 2105140"/>
                                    <a:gd name="connsiteY15" fmla="*/ 1719943 h 2175936"/>
                                    <a:gd name="connsiteX16" fmla="*/ 392552 w 2105140"/>
                                    <a:gd name="connsiteY16" fmla="*/ 1502227 h 2175936"/>
                                    <a:gd name="connsiteX17" fmla="*/ 251037 w 2105140"/>
                                    <a:gd name="connsiteY17" fmla="*/ 1502227 h 2175936"/>
                                    <a:gd name="connsiteX18" fmla="*/ 87751 w 2105140"/>
                                    <a:gd name="connsiteY18" fmla="*/ 1589313 h 2175936"/>
                                    <a:gd name="connsiteX19" fmla="*/ 666 w 2105140"/>
                                    <a:gd name="connsiteY19" fmla="*/ 1839686 h 2175936"/>
                                    <a:gd name="connsiteX20" fmla="*/ 120409 w 2105140"/>
                                    <a:gd name="connsiteY20" fmla="*/ 2053773 h 2175936"/>
                                    <a:gd name="connsiteX21" fmla="*/ 436095 w 2105140"/>
                                    <a:gd name="connsiteY21" fmla="*/ 2140859 h 2175936"/>
                                    <a:gd name="connsiteX22" fmla="*/ 708238 w 2105140"/>
                                    <a:gd name="connsiteY22" fmla="*/ 2173517 h 2175936"/>
                                    <a:gd name="connsiteX23" fmla="*/ 1045696 w 2105140"/>
                                    <a:gd name="connsiteY23" fmla="*/ 2173517 h 2175936"/>
                                    <a:gd name="connsiteX24" fmla="*/ 1426695 w 2105140"/>
                                    <a:gd name="connsiteY24" fmla="*/ 2119088 h 2175936"/>
                                    <a:gd name="connsiteX0" fmla="*/ 278758 w 2105140"/>
                                    <a:gd name="connsiteY0" fmla="*/ 0 h 1967543"/>
                                    <a:gd name="connsiteX1" fmla="*/ 213444 w 2105140"/>
                                    <a:gd name="connsiteY1" fmla="*/ 261258 h 1967543"/>
                                    <a:gd name="connsiteX2" fmla="*/ 213443 w 2105140"/>
                                    <a:gd name="connsiteY2" fmla="*/ 576944 h 1967543"/>
                                    <a:gd name="connsiteX3" fmla="*/ 420273 w 2105140"/>
                                    <a:gd name="connsiteY3" fmla="*/ 990600 h 1967543"/>
                                    <a:gd name="connsiteX4" fmla="*/ 681531 w 2105140"/>
                                    <a:gd name="connsiteY4" fmla="*/ 1262744 h 1967543"/>
                                    <a:gd name="connsiteX5" fmla="*/ 953671 w 2105140"/>
                                    <a:gd name="connsiteY5" fmla="*/ 1164772 h 1967543"/>
                                    <a:gd name="connsiteX6" fmla="*/ 1328723 w 2105140"/>
                                    <a:gd name="connsiteY6" fmla="*/ 1348263 h 1967543"/>
                                    <a:gd name="connsiteX7" fmla="*/ 1661244 w 2105140"/>
                                    <a:gd name="connsiteY7" fmla="*/ 1099457 h 1967543"/>
                                    <a:gd name="connsiteX8" fmla="*/ 2042244 w 2105140"/>
                                    <a:gd name="connsiteY8" fmla="*/ 849088 h 1967543"/>
                                    <a:gd name="connsiteX9" fmla="*/ 2096674 w 2105140"/>
                                    <a:gd name="connsiteY9" fmla="*/ 1175658 h 1967543"/>
                                    <a:gd name="connsiteX10" fmla="*/ 1955157 w 2105140"/>
                                    <a:gd name="connsiteY10" fmla="*/ 1426028 h 1967543"/>
                                    <a:gd name="connsiteX11" fmla="*/ 1650358 w 2105140"/>
                                    <a:gd name="connsiteY11" fmla="*/ 1371600 h 1967543"/>
                                    <a:gd name="connsiteX12" fmla="*/ 1258473 w 2105140"/>
                                    <a:gd name="connsiteY12" fmla="*/ 1502229 h 1967543"/>
                                    <a:gd name="connsiteX13" fmla="*/ 953672 w 2105140"/>
                                    <a:gd name="connsiteY13" fmla="*/ 1393372 h 1967543"/>
                                    <a:gd name="connsiteX14" fmla="*/ 632038 w 2105140"/>
                                    <a:gd name="connsiteY14" fmla="*/ 1511550 h 1967543"/>
                                    <a:gd name="connsiteX15" fmla="*/ 392552 w 2105140"/>
                                    <a:gd name="connsiteY15" fmla="*/ 1293834 h 1967543"/>
                                    <a:gd name="connsiteX16" fmla="*/ 251037 w 2105140"/>
                                    <a:gd name="connsiteY16" fmla="*/ 1293834 h 1967543"/>
                                    <a:gd name="connsiteX17" fmla="*/ 87751 w 2105140"/>
                                    <a:gd name="connsiteY17" fmla="*/ 1380920 h 1967543"/>
                                    <a:gd name="connsiteX18" fmla="*/ 666 w 2105140"/>
                                    <a:gd name="connsiteY18" fmla="*/ 1631293 h 1967543"/>
                                    <a:gd name="connsiteX19" fmla="*/ 120409 w 2105140"/>
                                    <a:gd name="connsiteY19" fmla="*/ 1845380 h 1967543"/>
                                    <a:gd name="connsiteX20" fmla="*/ 436095 w 2105140"/>
                                    <a:gd name="connsiteY20" fmla="*/ 1932466 h 1967543"/>
                                    <a:gd name="connsiteX21" fmla="*/ 708238 w 2105140"/>
                                    <a:gd name="connsiteY21" fmla="*/ 1965124 h 1967543"/>
                                    <a:gd name="connsiteX22" fmla="*/ 1045696 w 2105140"/>
                                    <a:gd name="connsiteY22" fmla="*/ 1965124 h 1967543"/>
                                    <a:gd name="connsiteX23" fmla="*/ 1426695 w 2105140"/>
                                    <a:gd name="connsiteY23" fmla="*/ 1910695 h 1967543"/>
                                    <a:gd name="connsiteX0" fmla="*/ 213444 w 2105140"/>
                                    <a:gd name="connsiteY0" fmla="*/ 0 h 1706285"/>
                                    <a:gd name="connsiteX1" fmla="*/ 213443 w 2105140"/>
                                    <a:gd name="connsiteY1" fmla="*/ 315686 h 1706285"/>
                                    <a:gd name="connsiteX2" fmla="*/ 420273 w 2105140"/>
                                    <a:gd name="connsiteY2" fmla="*/ 729342 h 1706285"/>
                                    <a:gd name="connsiteX3" fmla="*/ 681531 w 2105140"/>
                                    <a:gd name="connsiteY3" fmla="*/ 1001486 h 1706285"/>
                                    <a:gd name="connsiteX4" fmla="*/ 953671 w 2105140"/>
                                    <a:gd name="connsiteY4" fmla="*/ 903514 h 1706285"/>
                                    <a:gd name="connsiteX5" fmla="*/ 1328723 w 2105140"/>
                                    <a:gd name="connsiteY5" fmla="*/ 1087005 h 1706285"/>
                                    <a:gd name="connsiteX6" fmla="*/ 1661244 w 2105140"/>
                                    <a:gd name="connsiteY6" fmla="*/ 838199 h 1706285"/>
                                    <a:gd name="connsiteX7" fmla="*/ 2042244 w 2105140"/>
                                    <a:gd name="connsiteY7" fmla="*/ 587830 h 1706285"/>
                                    <a:gd name="connsiteX8" fmla="*/ 2096674 w 2105140"/>
                                    <a:gd name="connsiteY8" fmla="*/ 914400 h 1706285"/>
                                    <a:gd name="connsiteX9" fmla="*/ 1955157 w 2105140"/>
                                    <a:gd name="connsiteY9" fmla="*/ 1164770 h 1706285"/>
                                    <a:gd name="connsiteX10" fmla="*/ 1650358 w 2105140"/>
                                    <a:gd name="connsiteY10" fmla="*/ 1110342 h 1706285"/>
                                    <a:gd name="connsiteX11" fmla="*/ 1258473 w 2105140"/>
                                    <a:gd name="connsiteY11" fmla="*/ 1240971 h 1706285"/>
                                    <a:gd name="connsiteX12" fmla="*/ 953672 w 2105140"/>
                                    <a:gd name="connsiteY12" fmla="*/ 1132114 h 1706285"/>
                                    <a:gd name="connsiteX13" fmla="*/ 632038 w 2105140"/>
                                    <a:gd name="connsiteY13" fmla="*/ 1250292 h 1706285"/>
                                    <a:gd name="connsiteX14" fmla="*/ 392552 w 2105140"/>
                                    <a:gd name="connsiteY14" fmla="*/ 1032576 h 1706285"/>
                                    <a:gd name="connsiteX15" fmla="*/ 251037 w 2105140"/>
                                    <a:gd name="connsiteY15" fmla="*/ 1032576 h 1706285"/>
                                    <a:gd name="connsiteX16" fmla="*/ 87751 w 2105140"/>
                                    <a:gd name="connsiteY16" fmla="*/ 1119662 h 1706285"/>
                                    <a:gd name="connsiteX17" fmla="*/ 666 w 2105140"/>
                                    <a:gd name="connsiteY17" fmla="*/ 1370035 h 1706285"/>
                                    <a:gd name="connsiteX18" fmla="*/ 120409 w 2105140"/>
                                    <a:gd name="connsiteY18" fmla="*/ 1584122 h 1706285"/>
                                    <a:gd name="connsiteX19" fmla="*/ 436095 w 2105140"/>
                                    <a:gd name="connsiteY19" fmla="*/ 1671208 h 1706285"/>
                                    <a:gd name="connsiteX20" fmla="*/ 708238 w 2105140"/>
                                    <a:gd name="connsiteY20" fmla="*/ 1703866 h 1706285"/>
                                    <a:gd name="connsiteX21" fmla="*/ 1045696 w 2105140"/>
                                    <a:gd name="connsiteY21" fmla="*/ 1703866 h 1706285"/>
                                    <a:gd name="connsiteX22" fmla="*/ 1426695 w 2105140"/>
                                    <a:gd name="connsiteY22" fmla="*/ 1649437 h 1706285"/>
                                    <a:gd name="connsiteX0" fmla="*/ 213443 w 2105140"/>
                                    <a:gd name="connsiteY0" fmla="*/ 0 h 1390599"/>
                                    <a:gd name="connsiteX1" fmla="*/ 420273 w 2105140"/>
                                    <a:gd name="connsiteY1" fmla="*/ 413656 h 1390599"/>
                                    <a:gd name="connsiteX2" fmla="*/ 681531 w 2105140"/>
                                    <a:gd name="connsiteY2" fmla="*/ 685800 h 1390599"/>
                                    <a:gd name="connsiteX3" fmla="*/ 953671 w 2105140"/>
                                    <a:gd name="connsiteY3" fmla="*/ 587828 h 1390599"/>
                                    <a:gd name="connsiteX4" fmla="*/ 1328723 w 2105140"/>
                                    <a:gd name="connsiteY4" fmla="*/ 771319 h 1390599"/>
                                    <a:gd name="connsiteX5" fmla="*/ 1661244 w 2105140"/>
                                    <a:gd name="connsiteY5" fmla="*/ 522513 h 1390599"/>
                                    <a:gd name="connsiteX6" fmla="*/ 2042244 w 2105140"/>
                                    <a:gd name="connsiteY6" fmla="*/ 272144 h 1390599"/>
                                    <a:gd name="connsiteX7" fmla="*/ 2096674 w 2105140"/>
                                    <a:gd name="connsiteY7" fmla="*/ 598714 h 1390599"/>
                                    <a:gd name="connsiteX8" fmla="*/ 1955157 w 2105140"/>
                                    <a:gd name="connsiteY8" fmla="*/ 849084 h 1390599"/>
                                    <a:gd name="connsiteX9" fmla="*/ 1650358 w 2105140"/>
                                    <a:gd name="connsiteY9" fmla="*/ 794656 h 1390599"/>
                                    <a:gd name="connsiteX10" fmla="*/ 1258473 w 2105140"/>
                                    <a:gd name="connsiteY10" fmla="*/ 925285 h 1390599"/>
                                    <a:gd name="connsiteX11" fmla="*/ 953672 w 2105140"/>
                                    <a:gd name="connsiteY11" fmla="*/ 816428 h 1390599"/>
                                    <a:gd name="connsiteX12" fmla="*/ 632038 w 2105140"/>
                                    <a:gd name="connsiteY12" fmla="*/ 934606 h 1390599"/>
                                    <a:gd name="connsiteX13" fmla="*/ 392552 w 2105140"/>
                                    <a:gd name="connsiteY13" fmla="*/ 716890 h 1390599"/>
                                    <a:gd name="connsiteX14" fmla="*/ 251037 w 2105140"/>
                                    <a:gd name="connsiteY14" fmla="*/ 716890 h 1390599"/>
                                    <a:gd name="connsiteX15" fmla="*/ 87751 w 2105140"/>
                                    <a:gd name="connsiteY15" fmla="*/ 803976 h 1390599"/>
                                    <a:gd name="connsiteX16" fmla="*/ 666 w 2105140"/>
                                    <a:gd name="connsiteY16" fmla="*/ 1054349 h 1390599"/>
                                    <a:gd name="connsiteX17" fmla="*/ 120409 w 2105140"/>
                                    <a:gd name="connsiteY17" fmla="*/ 1268436 h 1390599"/>
                                    <a:gd name="connsiteX18" fmla="*/ 436095 w 2105140"/>
                                    <a:gd name="connsiteY18" fmla="*/ 1355522 h 1390599"/>
                                    <a:gd name="connsiteX19" fmla="*/ 708238 w 2105140"/>
                                    <a:gd name="connsiteY19" fmla="*/ 1388180 h 1390599"/>
                                    <a:gd name="connsiteX20" fmla="*/ 1045696 w 2105140"/>
                                    <a:gd name="connsiteY20" fmla="*/ 1388180 h 1390599"/>
                                    <a:gd name="connsiteX21" fmla="*/ 1426695 w 2105140"/>
                                    <a:gd name="connsiteY21" fmla="*/ 1333751 h 1390599"/>
                                    <a:gd name="connsiteX0" fmla="*/ 420273 w 2105140"/>
                                    <a:gd name="connsiteY0" fmla="*/ 142151 h 1119094"/>
                                    <a:gd name="connsiteX1" fmla="*/ 681531 w 2105140"/>
                                    <a:gd name="connsiteY1" fmla="*/ 414295 h 1119094"/>
                                    <a:gd name="connsiteX2" fmla="*/ 953671 w 2105140"/>
                                    <a:gd name="connsiteY2" fmla="*/ 316323 h 1119094"/>
                                    <a:gd name="connsiteX3" fmla="*/ 1328723 w 2105140"/>
                                    <a:gd name="connsiteY3" fmla="*/ 499814 h 1119094"/>
                                    <a:gd name="connsiteX4" fmla="*/ 1661244 w 2105140"/>
                                    <a:gd name="connsiteY4" fmla="*/ 251008 h 1119094"/>
                                    <a:gd name="connsiteX5" fmla="*/ 2042244 w 2105140"/>
                                    <a:gd name="connsiteY5" fmla="*/ 639 h 1119094"/>
                                    <a:gd name="connsiteX6" fmla="*/ 2096674 w 2105140"/>
                                    <a:gd name="connsiteY6" fmla="*/ 327209 h 1119094"/>
                                    <a:gd name="connsiteX7" fmla="*/ 1955157 w 2105140"/>
                                    <a:gd name="connsiteY7" fmla="*/ 577579 h 1119094"/>
                                    <a:gd name="connsiteX8" fmla="*/ 1650358 w 2105140"/>
                                    <a:gd name="connsiteY8" fmla="*/ 523151 h 1119094"/>
                                    <a:gd name="connsiteX9" fmla="*/ 1258473 w 2105140"/>
                                    <a:gd name="connsiteY9" fmla="*/ 653780 h 1119094"/>
                                    <a:gd name="connsiteX10" fmla="*/ 953672 w 2105140"/>
                                    <a:gd name="connsiteY10" fmla="*/ 544923 h 1119094"/>
                                    <a:gd name="connsiteX11" fmla="*/ 632038 w 2105140"/>
                                    <a:gd name="connsiteY11" fmla="*/ 663101 h 1119094"/>
                                    <a:gd name="connsiteX12" fmla="*/ 392552 w 2105140"/>
                                    <a:gd name="connsiteY12" fmla="*/ 445385 h 1119094"/>
                                    <a:gd name="connsiteX13" fmla="*/ 251037 w 2105140"/>
                                    <a:gd name="connsiteY13" fmla="*/ 445385 h 1119094"/>
                                    <a:gd name="connsiteX14" fmla="*/ 87751 w 2105140"/>
                                    <a:gd name="connsiteY14" fmla="*/ 532471 h 1119094"/>
                                    <a:gd name="connsiteX15" fmla="*/ 666 w 2105140"/>
                                    <a:gd name="connsiteY15" fmla="*/ 782844 h 1119094"/>
                                    <a:gd name="connsiteX16" fmla="*/ 120409 w 2105140"/>
                                    <a:gd name="connsiteY16" fmla="*/ 996931 h 1119094"/>
                                    <a:gd name="connsiteX17" fmla="*/ 436095 w 2105140"/>
                                    <a:gd name="connsiteY17" fmla="*/ 1084017 h 1119094"/>
                                    <a:gd name="connsiteX18" fmla="*/ 708238 w 2105140"/>
                                    <a:gd name="connsiteY18" fmla="*/ 1116675 h 1119094"/>
                                    <a:gd name="connsiteX19" fmla="*/ 1045696 w 2105140"/>
                                    <a:gd name="connsiteY19" fmla="*/ 1116675 h 1119094"/>
                                    <a:gd name="connsiteX20" fmla="*/ 1426695 w 2105140"/>
                                    <a:gd name="connsiteY20" fmla="*/ 1062246 h 1119094"/>
                                    <a:gd name="connsiteX0" fmla="*/ 507358 w 2105140"/>
                                    <a:gd name="connsiteY0" fmla="*/ 229236 h 1119094"/>
                                    <a:gd name="connsiteX1" fmla="*/ 681531 w 2105140"/>
                                    <a:gd name="connsiteY1" fmla="*/ 414295 h 1119094"/>
                                    <a:gd name="connsiteX2" fmla="*/ 953671 w 2105140"/>
                                    <a:gd name="connsiteY2" fmla="*/ 316323 h 1119094"/>
                                    <a:gd name="connsiteX3" fmla="*/ 1328723 w 2105140"/>
                                    <a:gd name="connsiteY3" fmla="*/ 499814 h 1119094"/>
                                    <a:gd name="connsiteX4" fmla="*/ 1661244 w 2105140"/>
                                    <a:gd name="connsiteY4" fmla="*/ 251008 h 1119094"/>
                                    <a:gd name="connsiteX5" fmla="*/ 2042244 w 2105140"/>
                                    <a:gd name="connsiteY5" fmla="*/ 639 h 1119094"/>
                                    <a:gd name="connsiteX6" fmla="*/ 2096674 w 2105140"/>
                                    <a:gd name="connsiteY6" fmla="*/ 327209 h 1119094"/>
                                    <a:gd name="connsiteX7" fmla="*/ 1955157 w 2105140"/>
                                    <a:gd name="connsiteY7" fmla="*/ 577579 h 1119094"/>
                                    <a:gd name="connsiteX8" fmla="*/ 1650358 w 2105140"/>
                                    <a:gd name="connsiteY8" fmla="*/ 523151 h 1119094"/>
                                    <a:gd name="connsiteX9" fmla="*/ 1258473 w 2105140"/>
                                    <a:gd name="connsiteY9" fmla="*/ 653780 h 1119094"/>
                                    <a:gd name="connsiteX10" fmla="*/ 953672 w 2105140"/>
                                    <a:gd name="connsiteY10" fmla="*/ 544923 h 1119094"/>
                                    <a:gd name="connsiteX11" fmla="*/ 632038 w 2105140"/>
                                    <a:gd name="connsiteY11" fmla="*/ 663101 h 1119094"/>
                                    <a:gd name="connsiteX12" fmla="*/ 392552 w 2105140"/>
                                    <a:gd name="connsiteY12" fmla="*/ 445385 h 1119094"/>
                                    <a:gd name="connsiteX13" fmla="*/ 251037 w 2105140"/>
                                    <a:gd name="connsiteY13" fmla="*/ 445385 h 1119094"/>
                                    <a:gd name="connsiteX14" fmla="*/ 87751 w 2105140"/>
                                    <a:gd name="connsiteY14" fmla="*/ 532471 h 1119094"/>
                                    <a:gd name="connsiteX15" fmla="*/ 666 w 2105140"/>
                                    <a:gd name="connsiteY15" fmla="*/ 782844 h 1119094"/>
                                    <a:gd name="connsiteX16" fmla="*/ 120409 w 2105140"/>
                                    <a:gd name="connsiteY16" fmla="*/ 996931 h 1119094"/>
                                    <a:gd name="connsiteX17" fmla="*/ 436095 w 2105140"/>
                                    <a:gd name="connsiteY17" fmla="*/ 1084017 h 1119094"/>
                                    <a:gd name="connsiteX18" fmla="*/ 708238 w 2105140"/>
                                    <a:gd name="connsiteY18" fmla="*/ 1116675 h 1119094"/>
                                    <a:gd name="connsiteX19" fmla="*/ 1045696 w 2105140"/>
                                    <a:gd name="connsiteY19" fmla="*/ 1116675 h 1119094"/>
                                    <a:gd name="connsiteX20" fmla="*/ 1426695 w 2105140"/>
                                    <a:gd name="connsiteY20" fmla="*/ 1062246 h 11190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2105140" h="1119094">
                                      <a:moveTo>
                                        <a:pt x="507358" y="229236"/>
                                      </a:moveTo>
                                      <a:cubicBezTo>
                                        <a:pt x="585373" y="343536"/>
                                        <a:pt x="607146" y="399781"/>
                                        <a:pt x="681531" y="414295"/>
                                      </a:cubicBezTo>
                                      <a:cubicBezTo>
                                        <a:pt x="755916" y="428809"/>
                                        <a:pt x="845806" y="302070"/>
                                        <a:pt x="953671" y="316323"/>
                                      </a:cubicBezTo>
                                      <a:cubicBezTo>
                                        <a:pt x="1061536" y="330576"/>
                                        <a:pt x="1228937" y="474414"/>
                                        <a:pt x="1328723" y="499814"/>
                                      </a:cubicBezTo>
                                      <a:cubicBezTo>
                                        <a:pt x="1428509" y="525214"/>
                                        <a:pt x="1542324" y="334204"/>
                                        <a:pt x="1661244" y="251008"/>
                                      </a:cubicBezTo>
                                      <a:cubicBezTo>
                                        <a:pt x="1780164" y="167812"/>
                                        <a:pt x="1969672" y="-12061"/>
                                        <a:pt x="2042244" y="639"/>
                                      </a:cubicBezTo>
                                      <a:cubicBezTo>
                                        <a:pt x="2114816" y="13339"/>
                                        <a:pt x="2111189" y="231052"/>
                                        <a:pt x="2096674" y="327209"/>
                                      </a:cubicBezTo>
                                      <a:cubicBezTo>
                                        <a:pt x="2082160" y="423366"/>
                                        <a:pt x="2029543" y="544922"/>
                                        <a:pt x="1955157" y="577579"/>
                                      </a:cubicBezTo>
                                      <a:cubicBezTo>
                                        <a:pt x="1880771" y="610236"/>
                                        <a:pt x="1766472" y="510451"/>
                                        <a:pt x="1650358" y="523151"/>
                                      </a:cubicBezTo>
                                      <a:cubicBezTo>
                                        <a:pt x="1534244" y="535851"/>
                                        <a:pt x="1374587" y="650151"/>
                                        <a:pt x="1258473" y="653780"/>
                                      </a:cubicBezTo>
                                      <a:cubicBezTo>
                                        <a:pt x="1142359" y="657409"/>
                                        <a:pt x="1058078" y="543370"/>
                                        <a:pt x="953672" y="544923"/>
                                      </a:cubicBezTo>
                                      <a:cubicBezTo>
                                        <a:pt x="890995" y="546476"/>
                                        <a:pt x="702963" y="670880"/>
                                        <a:pt x="632038" y="663101"/>
                                      </a:cubicBezTo>
                                      <a:cubicBezTo>
                                        <a:pt x="594761" y="659211"/>
                                        <a:pt x="394820" y="445385"/>
                                        <a:pt x="392552" y="445385"/>
                                      </a:cubicBezTo>
                                      <a:cubicBezTo>
                                        <a:pt x="350823" y="407285"/>
                                        <a:pt x="253305" y="447653"/>
                                        <a:pt x="251037" y="445385"/>
                                      </a:cubicBezTo>
                                      <a:cubicBezTo>
                                        <a:pt x="223823" y="443571"/>
                                        <a:pt x="92287" y="534739"/>
                                        <a:pt x="87751" y="532471"/>
                                      </a:cubicBezTo>
                                      <a:cubicBezTo>
                                        <a:pt x="58723" y="545171"/>
                                        <a:pt x="2934" y="785112"/>
                                        <a:pt x="666" y="782844"/>
                                      </a:cubicBezTo>
                                      <a:cubicBezTo>
                                        <a:pt x="-10219" y="825782"/>
                                        <a:pt x="115873" y="995419"/>
                                        <a:pt x="120409" y="996931"/>
                                      </a:cubicBezTo>
                                      <a:cubicBezTo>
                                        <a:pt x="136738" y="1028984"/>
                                        <a:pt x="440631" y="1088553"/>
                                        <a:pt x="436095" y="1084017"/>
                                      </a:cubicBezTo>
                                      <a:cubicBezTo>
                                        <a:pt x="485081" y="1102160"/>
                                        <a:pt x="712774" y="1112139"/>
                                        <a:pt x="708238" y="1116675"/>
                                      </a:cubicBezTo>
                                      <a:cubicBezTo>
                                        <a:pt x="757224" y="1122118"/>
                                        <a:pt x="1041161" y="1116675"/>
                                        <a:pt x="1045696" y="1116675"/>
                                      </a:cubicBezTo>
                                      <a:cubicBezTo>
                                        <a:pt x="1081982" y="1111232"/>
                                        <a:pt x="1431231" y="1066782"/>
                                        <a:pt x="1426695" y="1062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4" o:spid="_x0000_s1026" style="position:absolute;margin-left:-7.15pt;margin-top:269.3pt;width:123.6pt;height:86.75pt;z-index:251694080;mso-width-relative:margin;mso-height-relative:margin" coordorigin=",28086" coordsize="23634,12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">
                      <v:shape id="Freihandform 11" o:spid="_x0000_s1027" style="position:absolute;left:2348;top:28086;width:21286;height:11760;visibility:visible;mso-wrap-style:square;v-text-anchor:middle" coordsize="2128520,1176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z5TMUA&#10;AADbAAAADwAAAGRycy9kb3ducmV2LnhtbESPUWvCQBCE3wv9D8cW+tZc6kOQ6CmaajFSlJr+gCW3&#10;TUJzeyF3JvHfe4VCH4fZ+WZnuZ5MKwbqXWNZwWsUgyAurW64UvBV7F/mIJxH1thaJgU3crBePT4s&#10;MdV25E8aLr4SAcIuRQW1910qpStrMugi2xEH79v2Bn2QfSV1j2OAm1bO4jiRBhsODTV2lNVU/lyu&#10;Jrwh59l+027xTZ+25+x9l38ci1yp56dpswDhafL/x3/pg1YwS+B3SwC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jPlMxQAAANsAAAAPAAAAAAAAAAAAAAAAAJgCAABkcnMv&#10;ZG93bnJldi54bWxQSwUGAAAAAAQABAD1AAAAigMAAAAA&#10;" path="m350946,222426v83457,110671,59871,150587,119742,152401c530559,376641,601315,215167,710172,233310v108857,18143,297545,259445,413660,250374c1239947,474613,1305260,258713,1406860,178884,1508460,99055,1619132,19225,1733432,4711v114300,-14514,297543,1816,359228,87087c2154345,177069,2121552,386545,2103545,516339v-18007,129794,-53751,266160,-118930,354226c1919436,958631,1823143,963095,1745129,990309v-97971,-5443,-268514,-81644,-315686,-54430c1393293,955002,1096521,1036116,1091985,1033848v-107043,,-221343,-87082,-359228,-87082c700100,932252,467419,1036117,460615,1033849,404372,1024778,160351,861947,155815,859680,126786,836095,16568,881451,14300,881451,-9286,886894,3415,1042469,3415,1044737v3629,29029,156483,52160,163286,54428c195729,1110050,469233,1151325,471501,1153593v48986,5443,383268,26307,381000,21771c912372,1177178,1227151,1112316,1222615,1110048e" filled="f" strokecolor="#5a5a5a [2109]" strokeweight="2pt">
                        <v:path arrowok="t" o:connecttype="custom" o:connectlocs="350946,222426;470688,374827;710172,233310;1123832,483684;1406860,178884;1733432,4711;2092660,91798;2103545,516339;1984615,870565;1745129,990309;1429443,935879;1091985,1033848;732757,946766;460615,1033849;155815,859680;14300,881451;3415,1044737;166701,1099165;471501,1153593;852501,1175364;1222615,1110048" o:connectangles="0,0,0,0,0,0,0,0,0,0,0,0,0,0,0,0,0,0,0,0,0"/>
                      </v:shape>
                      <v:shape id="Freihandform 12" o:spid="_x0000_s1028" style="position:absolute;top:29728;width:21051;height:11191;visibility:visible;mso-wrap-style:square;v-text-anchor:middle" coordsize="2105140,1119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tSmsQA&#10;AADbAAAADwAAAGRycy9kb3ducmV2LnhtbESPQWvCQBSE74L/YXmCN90YoUrqKioIQinUxEtvr9ln&#10;Ept9G3ZXTf99t1DwOMzMN8xq05tW3Mn5xrKC2TQBQVxa3XCl4FwcJksQPiBrbC2Tgh/ysFkPByvM&#10;tH3wie55qESEsM9QQR1Cl0npy5oM+qntiKN3sc5giNJVUjt8RLhpZZokL9Jgw3Ghxo72NZXf+c0o&#10;KPpj5XbzbZl+5pePZvd17d7frkqNR/32FUSgPjzD/+2jVpAu4O9L/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LUprEAAAA2wAAAA8AAAAAAAAAAAAAAAAAmAIAAGRycy9k&#10;b3ducmV2LnhtbFBLBQYAAAAABAAEAPUAAACJAwAAAAA=&#10;" path="m507358,229236v78015,114300,99788,170545,174173,185059c755916,428809,845806,302070,953671,316323v107865,14253,275266,158091,375052,183491c1428509,525214,1542324,334204,1661244,251008,1780164,167812,1969672,-12061,2042244,639v72572,12700,68945,230413,54430,326570c2082160,423366,2029543,544922,1955157,577579v-74386,32657,-188685,-67128,-304799,-54428c1534244,535851,1374587,650151,1258473,653780,1142359,657409,1058078,543370,953672,544923,890995,546476,702963,670880,632038,663101,594761,659211,394820,445385,392552,445385v-41729,-38100,-139247,2268,-141515,c223823,443571,92287,534739,87751,532471,58723,545171,2934,785112,666,782844v-10885,42938,115207,212575,119743,214087c136738,1028984,440631,1088553,436095,1084017v48986,18143,276679,28122,272143,32658c757224,1122118,1041161,1116675,1045696,1116675v36286,-5443,385535,-49893,380999,-54429e" filled="f" strokecolor="#5a5a5a [2109]" strokeweight="2pt">
                        <v:path arrowok="t" o:connecttype="custom" o:connectlocs="507358,229236;681531,414295;953671,316323;1328723,499814;1661244,251008;2042244,639;2096674,327209;1955157,577579;1650358,523151;1258473,653780;953672,544923;632038,663101;392552,445385;251037,445385;87751,532471;666,782844;120409,996931;436095,1084017;708238,1116675;1045696,1116675;1426695,1062246" o:connectangles="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A52131F" wp14:editId="69B47F46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2710815</wp:posOffset>
                      </wp:positionV>
                      <wp:extent cx="1633855" cy="704850"/>
                      <wp:effectExtent l="0" t="0" r="23495" b="19050"/>
                      <wp:wrapNone/>
                      <wp:docPr id="24" name="Freihand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3855" cy="704850"/>
                              </a:xfrm>
                              <a:custGeom>
                                <a:avLst/>
                                <a:gdLst>
                                  <a:gd name="connsiteX0" fmla="*/ 0 w 2309961"/>
                                  <a:gd name="connsiteY0" fmla="*/ 631371 h 665242"/>
                                  <a:gd name="connsiteX1" fmla="*/ 108857 w 2309961"/>
                                  <a:gd name="connsiteY1" fmla="*/ 566057 h 665242"/>
                                  <a:gd name="connsiteX2" fmla="*/ 185057 w 2309961"/>
                                  <a:gd name="connsiteY2" fmla="*/ 511628 h 665242"/>
                                  <a:gd name="connsiteX3" fmla="*/ 293914 w 2309961"/>
                                  <a:gd name="connsiteY3" fmla="*/ 489857 h 665242"/>
                                  <a:gd name="connsiteX4" fmla="*/ 293914 w 2309961"/>
                                  <a:gd name="connsiteY4" fmla="*/ 489857 h 665242"/>
                                  <a:gd name="connsiteX5" fmla="*/ 370114 w 2309961"/>
                                  <a:gd name="connsiteY5" fmla="*/ 544285 h 665242"/>
                                  <a:gd name="connsiteX6" fmla="*/ 457200 w 2309961"/>
                                  <a:gd name="connsiteY6" fmla="*/ 489857 h 665242"/>
                                  <a:gd name="connsiteX7" fmla="*/ 674914 w 2309961"/>
                                  <a:gd name="connsiteY7" fmla="*/ 272143 h 665242"/>
                                  <a:gd name="connsiteX8" fmla="*/ 870857 w 2309961"/>
                                  <a:gd name="connsiteY8" fmla="*/ 217714 h 665242"/>
                                  <a:gd name="connsiteX9" fmla="*/ 1012371 w 2309961"/>
                                  <a:gd name="connsiteY9" fmla="*/ 261257 h 665242"/>
                                  <a:gd name="connsiteX10" fmla="*/ 1143000 w 2309961"/>
                                  <a:gd name="connsiteY10" fmla="*/ 283028 h 665242"/>
                                  <a:gd name="connsiteX11" fmla="*/ 1273629 w 2309961"/>
                                  <a:gd name="connsiteY11" fmla="*/ 185057 h 665242"/>
                                  <a:gd name="connsiteX12" fmla="*/ 1447800 w 2309961"/>
                                  <a:gd name="connsiteY12" fmla="*/ 76200 h 665242"/>
                                  <a:gd name="connsiteX13" fmla="*/ 1567543 w 2309961"/>
                                  <a:gd name="connsiteY13" fmla="*/ 97971 h 665242"/>
                                  <a:gd name="connsiteX14" fmla="*/ 1741714 w 2309961"/>
                                  <a:gd name="connsiteY14" fmla="*/ 185057 h 665242"/>
                                  <a:gd name="connsiteX15" fmla="*/ 1970314 w 2309961"/>
                                  <a:gd name="connsiteY15" fmla="*/ 43543 h 665242"/>
                                  <a:gd name="connsiteX16" fmla="*/ 2035629 w 2309961"/>
                                  <a:gd name="connsiteY16" fmla="*/ 0 h 665242"/>
                                  <a:gd name="connsiteX17" fmla="*/ 2198914 w 2309961"/>
                                  <a:gd name="connsiteY17" fmla="*/ 43543 h 665242"/>
                                  <a:gd name="connsiteX18" fmla="*/ 2296886 w 2309961"/>
                                  <a:gd name="connsiteY18" fmla="*/ 206828 h 665242"/>
                                  <a:gd name="connsiteX19" fmla="*/ 2307771 w 2309961"/>
                                  <a:gd name="connsiteY19" fmla="*/ 195943 h 665242"/>
                                  <a:gd name="connsiteX20" fmla="*/ 2286000 w 2309961"/>
                                  <a:gd name="connsiteY20" fmla="*/ 261257 h 665242"/>
                                  <a:gd name="connsiteX21" fmla="*/ 2166257 w 2309961"/>
                                  <a:gd name="connsiteY21" fmla="*/ 348343 h 665242"/>
                                  <a:gd name="connsiteX22" fmla="*/ 2090057 w 2309961"/>
                                  <a:gd name="connsiteY22" fmla="*/ 359228 h 665242"/>
                                  <a:gd name="connsiteX23" fmla="*/ 1992086 w 2309961"/>
                                  <a:gd name="connsiteY23" fmla="*/ 391885 h 665242"/>
                                  <a:gd name="connsiteX24" fmla="*/ 1730829 w 2309961"/>
                                  <a:gd name="connsiteY24" fmla="*/ 370114 h 665242"/>
                                  <a:gd name="connsiteX25" fmla="*/ 1567543 w 2309961"/>
                                  <a:gd name="connsiteY25" fmla="*/ 446314 h 665242"/>
                                  <a:gd name="connsiteX26" fmla="*/ 1447800 w 2309961"/>
                                  <a:gd name="connsiteY26" fmla="*/ 511628 h 665242"/>
                                  <a:gd name="connsiteX27" fmla="*/ 1230086 w 2309961"/>
                                  <a:gd name="connsiteY27" fmla="*/ 468085 h 665242"/>
                                  <a:gd name="connsiteX28" fmla="*/ 1143000 w 2309961"/>
                                  <a:gd name="connsiteY28" fmla="*/ 468085 h 665242"/>
                                  <a:gd name="connsiteX29" fmla="*/ 1066800 w 2309961"/>
                                  <a:gd name="connsiteY29" fmla="*/ 533400 h 665242"/>
                                  <a:gd name="connsiteX30" fmla="*/ 968829 w 2309961"/>
                                  <a:gd name="connsiteY30" fmla="*/ 609600 h 665242"/>
                                  <a:gd name="connsiteX31" fmla="*/ 729343 w 2309961"/>
                                  <a:gd name="connsiteY31" fmla="*/ 653143 h 665242"/>
                                  <a:gd name="connsiteX32" fmla="*/ 729343 w 2309961"/>
                                  <a:gd name="connsiteY32" fmla="*/ 653143 h 665242"/>
                                  <a:gd name="connsiteX33" fmla="*/ 707571 w 2309961"/>
                                  <a:gd name="connsiteY33" fmla="*/ 653143 h 665242"/>
                                  <a:gd name="connsiteX34" fmla="*/ 620486 w 2309961"/>
                                  <a:gd name="connsiteY34" fmla="*/ 664028 h 665242"/>
                                  <a:gd name="connsiteX35" fmla="*/ 500743 w 2309961"/>
                                  <a:gd name="connsiteY35" fmla="*/ 620485 h 665242"/>
                                  <a:gd name="connsiteX36" fmla="*/ 391886 w 2309961"/>
                                  <a:gd name="connsiteY36" fmla="*/ 631371 h 665242"/>
                                  <a:gd name="connsiteX37" fmla="*/ 293914 w 2309961"/>
                                  <a:gd name="connsiteY37" fmla="*/ 587828 h 665242"/>
                                  <a:gd name="connsiteX38" fmla="*/ 250371 w 2309961"/>
                                  <a:gd name="connsiteY38" fmla="*/ 587828 h 665242"/>
                                  <a:gd name="connsiteX0" fmla="*/ 0 w 2309961"/>
                                  <a:gd name="connsiteY0" fmla="*/ 631371 h 718456"/>
                                  <a:gd name="connsiteX1" fmla="*/ 108857 w 2309961"/>
                                  <a:gd name="connsiteY1" fmla="*/ 566057 h 718456"/>
                                  <a:gd name="connsiteX2" fmla="*/ 185057 w 2309961"/>
                                  <a:gd name="connsiteY2" fmla="*/ 511628 h 718456"/>
                                  <a:gd name="connsiteX3" fmla="*/ 293914 w 2309961"/>
                                  <a:gd name="connsiteY3" fmla="*/ 489857 h 718456"/>
                                  <a:gd name="connsiteX4" fmla="*/ 293914 w 2309961"/>
                                  <a:gd name="connsiteY4" fmla="*/ 489857 h 718456"/>
                                  <a:gd name="connsiteX5" fmla="*/ 370114 w 2309961"/>
                                  <a:gd name="connsiteY5" fmla="*/ 544285 h 718456"/>
                                  <a:gd name="connsiteX6" fmla="*/ 457200 w 2309961"/>
                                  <a:gd name="connsiteY6" fmla="*/ 489857 h 718456"/>
                                  <a:gd name="connsiteX7" fmla="*/ 674914 w 2309961"/>
                                  <a:gd name="connsiteY7" fmla="*/ 272143 h 718456"/>
                                  <a:gd name="connsiteX8" fmla="*/ 870857 w 2309961"/>
                                  <a:gd name="connsiteY8" fmla="*/ 217714 h 718456"/>
                                  <a:gd name="connsiteX9" fmla="*/ 1012371 w 2309961"/>
                                  <a:gd name="connsiteY9" fmla="*/ 261257 h 718456"/>
                                  <a:gd name="connsiteX10" fmla="*/ 1143000 w 2309961"/>
                                  <a:gd name="connsiteY10" fmla="*/ 283028 h 718456"/>
                                  <a:gd name="connsiteX11" fmla="*/ 1273629 w 2309961"/>
                                  <a:gd name="connsiteY11" fmla="*/ 185057 h 718456"/>
                                  <a:gd name="connsiteX12" fmla="*/ 1447800 w 2309961"/>
                                  <a:gd name="connsiteY12" fmla="*/ 76200 h 718456"/>
                                  <a:gd name="connsiteX13" fmla="*/ 1567543 w 2309961"/>
                                  <a:gd name="connsiteY13" fmla="*/ 97971 h 718456"/>
                                  <a:gd name="connsiteX14" fmla="*/ 1741714 w 2309961"/>
                                  <a:gd name="connsiteY14" fmla="*/ 185057 h 718456"/>
                                  <a:gd name="connsiteX15" fmla="*/ 1970314 w 2309961"/>
                                  <a:gd name="connsiteY15" fmla="*/ 43543 h 718456"/>
                                  <a:gd name="connsiteX16" fmla="*/ 2035629 w 2309961"/>
                                  <a:gd name="connsiteY16" fmla="*/ 0 h 718456"/>
                                  <a:gd name="connsiteX17" fmla="*/ 2198914 w 2309961"/>
                                  <a:gd name="connsiteY17" fmla="*/ 43543 h 718456"/>
                                  <a:gd name="connsiteX18" fmla="*/ 2296886 w 2309961"/>
                                  <a:gd name="connsiteY18" fmla="*/ 206828 h 718456"/>
                                  <a:gd name="connsiteX19" fmla="*/ 2307771 w 2309961"/>
                                  <a:gd name="connsiteY19" fmla="*/ 195943 h 718456"/>
                                  <a:gd name="connsiteX20" fmla="*/ 2286000 w 2309961"/>
                                  <a:gd name="connsiteY20" fmla="*/ 261257 h 718456"/>
                                  <a:gd name="connsiteX21" fmla="*/ 2166257 w 2309961"/>
                                  <a:gd name="connsiteY21" fmla="*/ 348343 h 718456"/>
                                  <a:gd name="connsiteX22" fmla="*/ 2090057 w 2309961"/>
                                  <a:gd name="connsiteY22" fmla="*/ 359228 h 718456"/>
                                  <a:gd name="connsiteX23" fmla="*/ 1992086 w 2309961"/>
                                  <a:gd name="connsiteY23" fmla="*/ 391885 h 718456"/>
                                  <a:gd name="connsiteX24" fmla="*/ 1730829 w 2309961"/>
                                  <a:gd name="connsiteY24" fmla="*/ 370114 h 718456"/>
                                  <a:gd name="connsiteX25" fmla="*/ 1567543 w 2309961"/>
                                  <a:gd name="connsiteY25" fmla="*/ 446314 h 718456"/>
                                  <a:gd name="connsiteX26" fmla="*/ 1447800 w 2309961"/>
                                  <a:gd name="connsiteY26" fmla="*/ 511628 h 718456"/>
                                  <a:gd name="connsiteX27" fmla="*/ 1230086 w 2309961"/>
                                  <a:gd name="connsiteY27" fmla="*/ 468085 h 718456"/>
                                  <a:gd name="connsiteX28" fmla="*/ 1143000 w 2309961"/>
                                  <a:gd name="connsiteY28" fmla="*/ 468085 h 718456"/>
                                  <a:gd name="connsiteX29" fmla="*/ 1066800 w 2309961"/>
                                  <a:gd name="connsiteY29" fmla="*/ 533400 h 718456"/>
                                  <a:gd name="connsiteX30" fmla="*/ 968829 w 2309961"/>
                                  <a:gd name="connsiteY30" fmla="*/ 609600 h 718456"/>
                                  <a:gd name="connsiteX31" fmla="*/ 729343 w 2309961"/>
                                  <a:gd name="connsiteY31" fmla="*/ 653143 h 718456"/>
                                  <a:gd name="connsiteX32" fmla="*/ 729343 w 2309961"/>
                                  <a:gd name="connsiteY32" fmla="*/ 653143 h 718456"/>
                                  <a:gd name="connsiteX33" fmla="*/ 707571 w 2309961"/>
                                  <a:gd name="connsiteY33" fmla="*/ 653143 h 718456"/>
                                  <a:gd name="connsiteX34" fmla="*/ 620486 w 2309961"/>
                                  <a:gd name="connsiteY34" fmla="*/ 664028 h 718456"/>
                                  <a:gd name="connsiteX35" fmla="*/ 500743 w 2309961"/>
                                  <a:gd name="connsiteY35" fmla="*/ 620485 h 718456"/>
                                  <a:gd name="connsiteX36" fmla="*/ 391886 w 2309961"/>
                                  <a:gd name="connsiteY36" fmla="*/ 631371 h 718456"/>
                                  <a:gd name="connsiteX37" fmla="*/ 293914 w 2309961"/>
                                  <a:gd name="connsiteY37" fmla="*/ 587828 h 718456"/>
                                  <a:gd name="connsiteX38" fmla="*/ 10886 w 2309961"/>
                                  <a:gd name="connsiteY38" fmla="*/ 718456 h 718456"/>
                                  <a:gd name="connsiteX0" fmla="*/ 0 w 2309961"/>
                                  <a:gd name="connsiteY0" fmla="*/ 631371 h 718456"/>
                                  <a:gd name="connsiteX1" fmla="*/ 185057 w 2309961"/>
                                  <a:gd name="connsiteY1" fmla="*/ 511628 h 718456"/>
                                  <a:gd name="connsiteX2" fmla="*/ 293914 w 2309961"/>
                                  <a:gd name="connsiteY2" fmla="*/ 489857 h 718456"/>
                                  <a:gd name="connsiteX3" fmla="*/ 293914 w 2309961"/>
                                  <a:gd name="connsiteY3" fmla="*/ 489857 h 718456"/>
                                  <a:gd name="connsiteX4" fmla="*/ 370114 w 2309961"/>
                                  <a:gd name="connsiteY4" fmla="*/ 544285 h 718456"/>
                                  <a:gd name="connsiteX5" fmla="*/ 457200 w 2309961"/>
                                  <a:gd name="connsiteY5" fmla="*/ 489857 h 718456"/>
                                  <a:gd name="connsiteX6" fmla="*/ 674914 w 2309961"/>
                                  <a:gd name="connsiteY6" fmla="*/ 272143 h 718456"/>
                                  <a:gd name="connsiteX7" fmla="*/ 870857 w 2309961"/>
                                  <a:gd name="connsiteY7" fmla="*/ 217714 h 718456"/>
                                  <a:gd name="connsiteX8" fmla="*/ 1012371 w 2309961"/>
                                  <a:gd name="connsiteY8" fmla="*/ 261257 h 718456"/>
                                  <a:gd name="connsiteX9" fmla="*/ 1143000 w 2309961"/>
                                  <a:gd name="connsiteY9" fmla="*/ 283028 h 718456"/>
                                  <a:gd name="connsiteX10" fmla="*/ 1273629 w 2309961"/>
                                  <a:gd name="connsiteY10" fmla="*/ 185057 h 718456"/>
                                  <a:gd name="connsiteX11" fmla="*/ 1447800 w 2309961"/>
                                  <a:gd name="connsiteY11" fmla="*/ 76200 h 718456"/>
                                  <a:gd name="connsiteX12" fmla="*/ 1567543 w 2309961"/>
                                  <a:gd name="connsiteY12" fmla="*/ 97971 h 718456"/>
                                  <a:gd name="connsiteX13" fmla="*/ 1741714 w 2309961"/>
                                  <a:gd name="connsiteY13" fmla="*/ 185057 h 718456"/>
                                  <a:gd name="connsiteX14" fmla="*/ 1970314 w 2309961"/>
                                  <a:gd name="connsiteY14" fmla="*/ 43543 h 718456"/>
                                  <a:gd name="connsiteX15" fmla="*/ 2035629 w 2309961"/>
                                  <a:gd name="connsiteY15" fmla="*/ 0 h 718456"/>
                                  <a:gd name="connsiteX16" fmla="*/ 2198914 w 2309961"/>
                                  <a:gd name="connsiteY16" fmla="*/ 43543 h 718456"/>
                                  <a:gd name="connsiteX17" fmla="*/ 2296886 w 2309961"/>
                                  <a:gd name="connsiteY17" fmla="*/ 206828 h 718456"/>
                                  <a:gd name="connsiteX18" fmla="*/ 2307771 w 2309961"/>
                                  <a:gd name="connsiteY18" fmla="*/ 195943 h 718456"/>
                                  <a:gd name="connsiteX19" fmla="*/ 2286000 w 2309961"/>
                                  <a:gd name="connsiteY19" fmla="*/ 261257 h 718456"/>
                                  <a:gd name="connsiteX20" fmla="*/ 2166257 w 2309961"/>
                                  <a:gd name="connsiteY20" fmla="*/ 348343 h 718456"/>
                                  <a:gd name="connsiteX21" fmla="*/ 2090057 w 2309961"/>
                                  <a:gd name="connsiteY21" fmla="*/ 359228 h 718456"/>
                                  <a:gd name="connsiteX22" fmla="*/ 1992086 w 2309961"/>
                                  <a:gd name="connsiteY22" fmla="*/ 391885 h 718456"/>
                                  <a:gd name="connsiteX23" fmla="*/ 1730829 w 2309961"/>
                                  <a:gd name="connsiteY23" fmla="*/ 370114 h 718456"/>
                                  <a:gd name="connsiteX24" fmla="*/ 1567543 w 2309961"/>
                                  <a:gd name="connsiteY24" fmla="*/ 446314 h 718456"/>
                                  <a:gd name="connsiteX25" fmla="*/ 1447800 w 2309961"/>
                                  <a:gd name="connsiteY25" fmla="*/ 511628 h 718456"/>
                                  <a:gd name="connsiteX26" fmla="*/ 1230086 w 2309961"/>
                                  <a:gd name="connsiteY26" fmla="*/ 468085 h 718456"/>
                                  <a:gd name="connsiteX27" fmla="*/ 1143000 w 2309961"/>
                                  <a:gd name="connsiteY27" fmla="*/ 468085 h 718456"/>
                                  <a:gd name="connsiteX28" fmla="*/ 1066800 w 2309961"/>
                                  <a:gd name="connsiteY28" fmla="*/ 533400 h 718456"/>
                                  <a:gd name="connsiteX29" fmla="*/ 968829 w 2309961"/>
                                  <a:gd name="connsiteY29" fmla="*/ 609600 h 718456"/>
                                  <a:gd name="connsiteX30" fmla="*/ 729343 w 2309961"/>
                                  <a:gd name="connsiteY30" fmla="*/ 653143 h 718456"/>
                                  <a:gd name="connsiteX31" fmla="*/ 729343 w 2309961"/>
                                  <a:gd name="connsiteY31" fmla="*/ 653143 h 718456"/>
                                  <a:gd name="connsiteX32" fmla="*/ 707571 w 2309961"/>
                                  <a:gd name="connsiteY32" fmla="*/ 653143 h 718456"/>
                                  <a:gd name="connsiteX33" fmla="*/ 620486 w 2309961"/>
                                  <a:gd name="connsiteY33" fmla="*/ 664028 h 718456"/>
                                  <a:gd name="connsiteX34" fmla="*/ 500743 w 2309961"/>
                                  <a:gd name="connsiteY34" fmla="*/ 620485 h 718456"/>
                                  <a:gd name="connsiteX35" fmla="*/ 391886 w 2309961"/>
                                  <a:gd name="connsiteY35" fmla="*/ 631371 h 718456"/>
                                  <a:gd name="connsiteX36" fmla="*/ 293914 w 2309961"/>
                                  <a:gd name="connsiteY36" fmla="*/ 587828 h 718456"/>
                                  <a:gd name="connsiteX37" fmla="*/ 10886 w 2309961"/>
                                  <a:gd name="connsiteY37" fmla="*/ 718456 h 718456"/>
                                  <a:gd name="connsiteX0" fmla="*/ 0 w 2309961"/>
                                  <a:gd name="connsiteY0" fmla="*/ 631371 h 718456"/>
                                  <a:gd name="connsiteX1" fmla="*/ 185057 w 2309961"/>
                                  <a:gd name="connsiteY1" fmla="*/ 511628 h 718456"/>
                                  <a:gd name="connsiteX2" fmla="*/ 293914 w 2309961"/>
                                  <a:gd name="connsiteY2" fmla="*/ 489857 h 718456"/>
                                  <a:gd name="connsiteX3" fmla="*/ 293914 w 2309961"/>
                                  <a:gd name="connsiteY3" fmla="*/ 489857 h 718456"/>
                                  <a:gd name="connsiteX4" fmla="*/ 402771 w 2309961"/>
                                  <a:gd name="connsiteY4" fmla="*/ 468085 h 718456"/>
                                  <a:gd name="connsiteX5" fmla="*/ 457200 w 2309961"/>
                                  <a:gd name="connsiteY5" fmla="*/ 489857 h 718456"/>
                                  <a:gd name="connsiteX6" fmla="*/ 674914 w 2309961"/>
                                  <a:gd name="connsiteY6" fmla="*/ 272143 h 718456"/>
                                  <a:gd name="connsiteX7" fmla="*/ 870857 w 2309961"/>
                                  <a:gd name="connsiteY7" fmla="*/ 217714 h 718456"/>
                                  <a:gd name="connsiteX8" fmla="*/ 1012371 w 2309961"/>
                                  <a:gd name="connsiteY8" fmla="*/ 261257 h 718456"/>
                                  <a:gd name="connsiteX9" fmla="*/ 1143000 w 2309961"/>
                                  <a:gd name="connsiteY9" fmla="*/ 283028 h 718456"/>
                                  <a:gd name="connsiteX10" fmla="*/ 1273629 w 2309961"/>
                                  <a:gd name="connsiteY10" fmla="*/ 185057 h 718456"/>
                                  <a:gd name="connsiteX11" fmla="*/ 1447800 w 2309961"/>
                                  <a:gd name="connsiteY11" fmla="*/ 76200 h 718456"/>
                                  <a:gd name="connsiteX12" fmla="*/ 1567543 w 2309961"/>
                                  <a:gd name="connsiteY12" fmla="*/ 97971 h 718456"/>
                                  <a:gd name="connsiteX13" fmla="*/ 1741714 w 2309961"/>
                                  <a:gd name="connsiteY13" fmla="*/ 185057 h 718456"/>
                                  <a:gd name="connsiteX14" fmla="*/ 1970314 w 2309961"/>
                                  <a:gd name="connsiteY14" fmla="*/ 43543 h 718456"/>
                                  <a:gd name="connsiteX15" fmla="*/ 2035629 w 2309961"/>
                                  <a:gd name="connsiteY15" fmla="*/ 0 h 718456"/>
                                  <a:gd name="connsiteX16" fmla="*/ 2198914 w 2309961"/>
                                  <a:gd name="connsiteY16" fmla="*/ 43543 h 718456"/>
                                  <a:gd name="connsiteX17" fmla="*/ 2296886 w 2309961"/>
                                  <a:gd name="connsiteY17" fmla="*/ 206828 h 718456"/>
                                  <a:gd name="connsiteX18" fmla="*/ 2307771 w 2309961"/>
                                  <a:gd name="connsiteY18" fmla="*/ 195943 h 718456"/>
                                  <a:gd name="connsiteX19" fmla="*/ 2286000 w 2309961"/>
                                  <a:gd name="connsiteY19" fmla="*/ 261257 h 718456"/>
                                  <a:gd name="connsiteX20" fmla="*/ 2166257 w 2309961"/>
                                  <a:gd name="connsiteY20" fmla="*/ 348343 h 718456"/>
                                  <a:gd name="connsiteX21" fmla="*/ 2090057 w 2309961"/>
                                  <a:gd name="connsiteY21" fmla="*/ 359228 h 718456"/>
                                  <a:gd name="connsiteX22" fmla="*/ 1992086 w 2309961"/>
                                  <a:gd name="connsiteY22" fmla="*/ 391885 h 718456"/>
                                  <a:gd name="connsiteX23" fmla="*/ 1730829 w 2309961"/>
                                  <a:gd name="connsiteY23" fmla="*/ 370114 h 718456"/>
                                  <a:gd name="connsiteX24" fmla="*/ 1567543 w 2309961"/>
                                  <a:gd name="connsiteY24" fmla="*/ 446314 h 718456"/>
                                  <a:gd name="connsiteX25" fmla="*/ 1447800 w 2309961"/>
                                  <a:gd name="connsiteY25" fmla="*/ 511628 h 718456"/>
                                  <a:gd name="connsiteX26" fmla="*/ 1230086 w 2309961"/>
                                  <a:gd name="connsiteY26" fmla="*/ 468085 h 718456"/>
                                  <a:gd name="connsiteX27" fmla="*/ 1143000 w 2309961"/>
                                  <a:gd name="connsiteY27" fmla="*/ 468085 h 718456"/>
                                  <a:gd name="connsiteX28" fmla="*/ 1066800 w 2309961"/>
                                  <a:gd name="connsiteY28" fmla="*/ 533400 h 718456"/>
                                  <a:gd name="connsiteX29" fmla="*/ 968829 w 2309961"/>
                                  <a:gd name="connsiteY29" fmla="*/ 609600 h 718456"/>
                                  <a:gd name="connsiteX30" fmla="*/ 729343 w 2309961"/>
                                  <a:gd name="connsiteY30" fmla="*/ 653143 h 718456"/>
                                  <a:gd name="connsiteX31" fmla="*/ 729343 w 2309961"/>
                                  <a:gd name="connsiteY31" fmla="*/ 653143 h 718456"/>
                                  <a:gd name="connsiteX32" fmla="*/ 707571 w 2309961"/>
                                  <a:gd name="connsiteY32" fmla="*/ 653143 h 718456"/>
                                  <a:gd name="connsiteX33" fmla="*/ 620486 w 2309961"/>
                                  <a:gd name="connsiteY33" fmla="*/ 664028 h 718456"/>
                                  <a:gd name="connsiteX34" fmla="*/ 500743 w 2309961"/>
                                  <a:gd name="connsiteY34" fmla="*/ 620485 h 718456"/>
                                  <a:gd name="connsiteX35" fmla="*/ 391886 w 2309961"/>
                                  <a:gd name="connsiteY35" fmla="*/ 631371 h 718456"/>
                                  <a:gd name="connsiteX36" fmla="*/ 293914 w 2309961"/>
                                  <a:gd name="connsiteY36" fmla="*/ 587828 h 718456"/>
                                  <a:gd name="connsiteX37" fmla="*/ 10886 w 2309961"/>
                                  <a:gd name="connsiteY37" fmla="*/ 718456 h 718456"/>
                                  <a:gd name="connsiteX0" fmla="*/ 0 w 2309961"/>
                                  <a:gd name="connsiteY0" fmla="*/ 631371 h 718456"/>
                                  <a:gd name="connsiteX1" fmla="*/ 185057 w 2309961"/>
                                  <a:gd name="connsiteY1" fmla="*/ 511628 h 718456"/>
                                  <a:gd name="connsiteX2" fmla="*/ 293914 w 2309961"/>
                                  <a:gd name="connsiteY2" fmla="*/ 489857 h 718456"/>
                                  <a:gd name="connsiteX3" fmla="*/ 293914 w 2309961"/>
                                  <a:gd name="connsiteY3" fmla="*/ 489857 h 718456"/>
                                  <a:gd name="connsiteX4" fmla="*/ 457200 w 2309961"/>
                                  <a:gd name="connsiteY4" fmla="*/ 489857 h 718456"/>
                                  <a:gd name="connsiteX5" fmla="*/ 674914 w 2309961"/>
                                  <a:gd name="connsiteY5" fmla="*/ 272143 h 718456"/>
                                  <a:gd name="connsiteX6" fmla="*/ 870857 w 2309961"/>
                                  <a:gd name="connsiteY6" fmla="*/ 217714 h 718456"/>
                                  <a:gd name="connsiteX7" fmla="*/ 1012371 w 2309961"/>
                                  <a:gd name="connsiteY7" fmla="*/ 261257 h 718456"/>
                                  <a:gd name="connsiteX8" fmla="*/ 1143000 w 2309961"/>
                                  <a:gd name="connsiteY8" fmla="*/ 283028 h 718456"/>
                                  <a:gd name="connsiteX9" fmla="*/ 1273629 w 2309961"/>
                                  <a:gd name="connsiteY9" fmla="*/ 185057 h 718456"/>
                                  <a:gd name="connsiteX10" fmla="*/ 1447800 w 2309961"/>
                                  <a:gd name="connsiteY10" fmla="*/ 76200 h 718456"/>
                                  <a:gd name="connsiteX11" fmla="*/ 1567543 w 2309961"/>
                                  <a:gd name="connsiteY11" fmla="*/ 97971 h 718456"/>
                                  <a:gd name="connsiteX12" fmla="*/ 1741714 w 2309961"/>
                                  <a:gd name="connsiteY12" fmla="*/ 185057 h 718456"/>
                                  <a:gd name="connsiteX13" fmla="*/ 1970314 w 2309961"/>
                                  <a:gd name="connsiteY13" fmla="*/ 43543 h 718456"/>
                                  <a:gd name="connsiteX14" fmla="*/ 2035629 w 2309961"/>
                                  <a:gd name="connsiteY14" fmla="*/ 0 h 718456"/>
                                  <a:gd name="connsiteX15" fmla="*/ 2198914 w 2309961"/>
                                  <a:gd name="connsiteY15" fmla="*/ 43543 h 718456"/>
                                  <a:gd name="connsiteX16" fmla="*/ 2296886 w 2309961"/>
                                  <a:gd name="connsiteY16" fmla="*/ 206828 h 718456"/>
                                  <a:gd name="connsiteX17" fmla="*/ 2307771 w 2309961"/>
                                  <a:gd name="connsiteY17" fmla="*/ 195943 h 718456"/>
                                  <a:gd name="connsiteX18" fmla="*/ 2286000 w 2309961"/>
                                  <a:gd name="connsiteY18" fmla="*/ 261257 h 718456"/>
                                  <a:gd name="connsiteX19" fmla="*/ 2166257 w 2309961"/>
                                  <a:gd name="connsiteY19" fmla="*/ 348343 h 718456"/>
                                  <a:gd name="connsiteX20" fmla="*/ 2090057 w 2309961"/>
                                  <a:gd name="connsiteY20" fmla="*/ 359228 h 718456"/>
                                  <a:gd name="connsiteX21" fmla="*/ 1992086 w 2309961"/>
                                  <a:gd name="connsiteY21" fmla="*/ 391885 h 718456"/>
                                  <a:gd name="connsiteX22" fmla="*/ 1730829 w 2309961"/>
                                  <a:gd name="connsiteY22" fmla="*/ 370114 h 718456"/>
                                  <a:gd name="connsiteX23" fmla="*/ 1567543 w 2309961"/>
                                  <a:gd name="connsiteY23" fmla="*/ 446314 h 718456"/>
                                  <a:gd name="connsiteX24" fmla="*/ 1447800 w 2309961"/>
                                  <a:gd name="connsiteY24" fmla="*/ 511628 h 718456"/>
                                  <a:gd name="connsiteX25" fmla="*/ 1230086 w 2309961"/>
                                  <a:gd name="connsiteY25" fmla="*/ 468085 h 718456"/>
                                  <a:gd name="connsiteX26" fmla="*/ 1143000 w 2309961"/>
                                  <a:gd name="connsiteY26" fmla="*/ 468085 h 718456"/>
                                  <a:gd name="connsiteX27" fmla="*/ 1066800 w 2309961"/>
                                  <a:gd name="connsiteY27" fmla="*/ 533400 h 718456"/>
                                  <a:gd name="connsiteX28" fmla="*/ 968829 w 2309961"/>
                                  <a:gd name="connsiteY28" fmla="*/ 609600 h 718456"/>
                                  <a:gd name="connsiteX29" fmla="*/ 729343 w 2309961"/>
                                  <a:gd name="connsiteY29" fmla="*/ 653143 h 718456"/>
                                  <a:gd name="connsiteX30" fmla="*/ 729343 w 2309961"/>
                                  <a:gd name="connsiteY30" fmla="*/ 653143 h 718456"/>
                                  <a:gd name="connsiteX31" fmla="*/ 707571 w 2309961"/>
                                  <a:gd name="connsiteY31" fmla="*/ 653143 h 718456"/>
                                  <a:gd name="connsiteX32" fmla="*/ 620486 w 2309961"/>
                                  <a:gd name="connsiteY32" fmla="*/ 664028 h 718456"/>
                                  <a:gd name="connsiteX33" fmla="*/ 500743 w 2309961"/>
                                  <a:gd name="connsiteY33" fmla="*/ 620485 h 718456"/>
                                  <a:gd name="connsiteX34" fmla="*/ 391886 w 2309961"/>
                                  <a:gd name="connsiteY34" fmla="*/ 631371 h 718456"/>
                                  <a:gd name="connsiteX35" fmla="*/ 293914 w 2309961"/>
                                  <a:gd name="connsiteY35" fmla="*/ 587828 h 718456"/>
                                  <a:gd name="connsiteX36" fmla="*/ 10886 w 2309961"/>
                                  <a:gd name="connsiteY36" fmla="*/ 718456 h 718456"/>
                                  <a:gd name="connsiteX0" fmla="*/ 0 w 2309961"/>
                                  <a:gd name="connsiteY0" fmla="*/ 631371 h 718456"/>
                                  <a:gd name="connsiteX1" fmla="*/ 185057 w 2309961"/>
                                  <a:gd name="connsiteY1" fmla="*/ 511628 h 718456"/>
                                  <a:gd name="connsiteX2" fmla="*/ 293914 w 2309961"/>
                                  <a:gd name="connsiteY2" fmla="*/ 489857 h 718456"/>
                                  <a:gd name="connsiteX3" fmla="*/ 293914 w 2309961"/>
                                  <a:gd name="connsiteY3" fmla="*/ 489857 h 718456"/>
                                  <a:gd name="connsiteX4" fmla="*/ 457200 w 2309961"/>
                                  <a:gd name="connsiteY4" fmla="*/ 489857 h 718456"/>
                                  <a:gd name="connsiteX5" fmla="*/ 620486 w 2309961"/>
                                  <a:gd name="connsiteY5" fmla="*/ 337458 h 718456"/>
                                  <a:gd name="connsiteX6" fmla="*/ 870857 w 2309961"/>
                                  <a:gd name="connsiteY6" fmla="*/ 217714 h 718456"/>
                                  <a:gd name="connsiteX7" fmla="*/ 1012371 w 2309961"/>
                                  <a:gd name="connsiteY7" fmla="*/ 261257 h 718456"/>
                                  <a:gd name="connsiteX8" fmla="*/ 1143000 w 2309961"/>
                                  <a:gd name="connsiteY8" fmla="*/ 283028 h 718456"/>
                                  <a:gd name="connsiteX9" fmla="*/ 1273629 w 2309961"/>
                                  <a:gd name="connsiteY9" fmla="*/ 185057 h 718456"/>
                                  <a:gd name="connsiteX10" fmla="*/ 1447800 w 2309961"/>
                                  <a:gd name="connsiteY10" fmla="*/ 76200 h 718456"/>
                                  <a:gd name="connsiteX11" fmla="*/ 1567543 w 2309961"/>
                                  <a:gd name="connsiteY11" fmla="*/ 97971 h 718456"/>
                                  <a:gd name="connsiteX12" fmla="*/ 1741714 w 2309961"/>
                                  <a:gd name="connsiteY12" fmla="*/ 185057 h 718456"/>
                                  <a:gd name="connsiteX13" fmla="*/ 1970314 w 2309961"/>
                                  <a:gd name="connsiteY13" fmla="*/ 43543 h 718456"/>
                                  <a:gd name="connsiteX14" fmla="*/ 2035629 w 2309961"/>
                                  <a:gd name="connsiteY14" fmla="*/ 0 h 718456"/>
                                  <a:gd name="connsiteX15" fmla="*/ 2198914 w 2309961"/>
                                  <a:gd name="connsiteY15" fmla="*/ 43543 h 718456"/>
                                  <a:gd name="connsiteX16" fmla="*/ 2296886 w 2309961"/>
                                  <a:gd name="connsiteY16" fmla="*/ 206828 h 718456"/>
                                  <a:gd name="connsiteX17" fmla="*/ 2307771 w 2309961"/>
                                  <a:gd name="connsiteY17" fmla="*/ 195943 h 718456"/>
                                  <a:gd name="connsiteX18" fmla="*/ 2286000 w 2309961"/>
                                  <a:gd name="connsiteY18" fmla="*/ 261257 h 718456"/>
                                  <a:gd name="connsiteX19" fmla="*/ 2166257 w 2309961"/>
                                  <a:gd name="connsiteY19" fmla="*/ 348343 h 718456"/>
                                  <a:gd name="connsiteX20" fmla="*/ 2090057 w 2309961"/>
                                  <a:gd name="connsiteY20" fmla="*/ 359228 h 718456"/>
                                  <a:gd name="connsiteX21" fmla="*/ 1992086 w 2309961"/>
                                  <a:gd name="connsiteY21" fmla="*/ 391885 h 718456"/>
                                  <a:gd name="connsiteX22" fmla="*/ 1730829 w 2309961"/>
                                  <a:gd name="connsiteY22" fmla="*/ 370114 h 718456"/>
                                  <a:gd name="connsiteX23" fmla="*/ 1567543 w 2309961"/>
                                  <a:gd name="connsiteY23" fmla="*/ 446314 h 718456"/>
                                  <a:gd name="connsiteX24" fmla="*/ 1447800 w 2309961"/>
                                  <a:gd name="connsiteY24" fmla="*/ 511628 h 718456"/>
                                  <a:gd name="connsiteX25" fmla="*/ 1230086 w 2309961"/>
                                  <a:gd name="connsiteY25" fmla="*/ 468085 h 718456"/>
                                  <a:gd name="connsiteX26" fmla="*/ 1143000 w 2309961"/>
                                  <a:gd name="connsiteY26" fmla="*/ 468085 h 718456"/>
                                  <a:gd name="connsiteX27" fmla="*/ 1066800 w 2309961"/>
                                  <a:gd name="connsiteY27" fmla="*/ 533400 h 718456"/>
                                  <a:gd name="connsiteX28" fmla="*/ 968829 w 2309961"/>
                                  <a:gd name="connsiteY28" fmla="*/ 609600 h 718456"/>
                                  <a:gd name="connsiteX29" fmla="*/ 729343 w 2309961"/>
                                  <a:gd name="connsiteY29" fmla="*/ 653143 h 718456"/>
                                  <a:gd name="connsiteX30" fmla="*/ 729343 w 2309961"/>
                                  <a:gd name="connsiteY30" fmla="*/ 653143 h 718456"/>
                                  <a:gd name="connsiteX31" fmla="*/ 707571 w 2309961"/>
                                  <a:gd name="connsiteY31" fmla="*/ 653143 h 718456"/>
                                  <a:gd name="connsiteX32" fmla="*/ 620486 w 2309961"/>
                                  <a:gd name="connsiteY32" fmla="*/ 664028 h 718456"/>
                                  <a:gd name="connsiteX33" fmla="*/ 500743 w 2309961"/>
                                  <a:gd name="connsiteY33" fmla="*/ 620485 h 718456"/>
                                  <a:gd name="connsiteX34" fmla="*/ 391886 w 2309961"/>
                                  <a:gd name="connsiteY34" fmla="*/ 631371 h 718456"/>
                                  <a:gd name="connsiteX35" fmla="*/ 293914 w 2309961"/>
                                  <a:gd name="connsiteY35" fmla="*/ 587828 h 718456"/>
                                  <a:gd name="connsiteX36" fmla="*/ 10886 w 2309961"/>
                                  <a:gd name="connsiteY36" fmla="*/ 718456 h 718456"/>
                                  <a:gd name="connsiteX0" fmla="*/ 0 w 2309961"/>
                                  <a:gd name="connsiteY0" fmla="*/ 631371 h 718456"/>
                                  <a:gd name="connsiteX1" fmla="*/ 185057 w 2309961"/>
                                  <a:gd name="connsiteY1" fmla="*/ 511628 h 718456"/>
                                  <a:gd name="connsiteX2" fmla="*/ 293914 w 2309961"/>
                                  <a:gd name="connsiteY2" fmla="*/ 489857 h 718456"/>
                                  <a:gd name="connsiteX3" fmla="*/ 293914 w 2309961"/>
                                  <a:gd name="connsiteY3" fmla="*/ 489857 h 718456"/>
                                  <a:gd name="connsiteX4" fmla="*/ 457200 w 2309961"/>
                                  <a:gd name="connsiteY4" fmla="*/ 489857 h 718456"/>
                                  <a:gd name="connsiteX5" fmla="*/ 620486 w 2309961"/>
                                  <a:gd name="connsiteY5" fmla="*/ 337458 h 718456"/>
                                  <a:gd name="connsiteX6" fmla="*/ 794657 w 2309961"/>
                                  <a:gd name="connsiteY6" fmla="*/ 217714 h 718456"/>
                                  <a:gd name="connsiteX7" fmla="*/ 1012371 w 2309961"/>
                                  <a:gd name="connsiteY7" fmla="*/ 261257 h 718456"/>
                                  <a:gd name="connsiteX8" fmla="*/ 1143000 w 2309961"/>
                                  <a:gd name="connsiteY8" fmla="*/ 283028 h 718456"/>
                                  <a:gd name="connsiteX9" fmla="*/ 1273629 w 2309961"/>
                                  <a:gd name="connsiteY9" fmla="*/ 185057 h 718456"/>
                                  <a:gd name="connsiteX10" fmla="*/ 1447800 w 2309961"/>
                                  <a:gd name="connsiteY10" fmla="*/ 76200 h 718456"/>
                                  <a:gd name="connsiteX11" fmla="*/ 1567543 w 2309961"/>
                                  <a:gd name="connsiteY11" fmla="*/ 97971 h 718456"/>
                                  <a:gd name="connsiteX12" fmla="*/ 1741714 w 2309961"/>
                                  <a:gd name="connsiteY12" fmla="*/ 185057 h 718456"/>
                                  <a:gd name="connsiteX13" fmla="*/ 1970314 w 2309961"/>
                                  <a:gd name="connsiteY13" fmla="*/ 43543 h 718456"/>
                                  <a:gd name="connsiteX14" fmla="*/ 2035629 w 2309961"/>
                                  <a:gd name="connsiteY14" fmla="*/ 0 h 718456"/>
                                  <a:gd name="connsiteX15" fmla="*/ 2198914 w 2309961"/>
                                  <a:gd name="connsiteY15" fmla="*/ 43543 h 718456"/>
                                  <a:gd name="connsiteX16" fmla="*/ 2296886 w 2309961"/>
                                  <a:gd name="connsiteY16" fmla="*/ 206828 h 718456"/>
                                  <a:gd name="connsiteX17" fmla="*/ 2307771 w 2309961"/>
                                  <a:gd name="connsiteY17" fmla="*/ 195943 h 718456"/>
                                  <a:gd name="connsiteX18" fmla="*/ 2286000 w 2309961"/>
                                  <a:gd name="connsiteY18" fmla="*/ 261257 h 718456"/>
                                  <a:gd name="connsiteX19" fmla="*/ 2166257 w 2309961"/>
                                  <a:gd name="connsiteY19" fmla="*/ 348343 h 718456"/>
                                  <a:gd name="connsiteX20" fmla="*/ 2090057 w 2309961"/>
                                  <a:gd name="connsiteY20" fmla="*/ 359228 h 718456"/>
                                  <a:gd name="connsiteX21" fmla="*/ 1992086 w 2309961"/>
                                  <a:gd name="connsiteY21" fmla="*/ 391885 h 718456"/>
                                  <a:gd name="connsiteX22" fmla="*/ 1730829 w 2309961"/>
                                  <a:gd name="connsiteY22" fmla="*/ 370114 h 718456"/>
                                  <a:gd name="connsiteX23" fmla="*/ 1567543 w 2309961"/>
                                  <a:gd name="connsiteY23" fmla="*/ 446314 h 718456"/>
                                  <a:gd name="connsiteX24" fmla="*/ 1447800 w 2309961"/>
                                  <a:gd name="connsiteY24" fmla="*/ 511628 h 718456"/>
                                  <a:gd name="connsiteX25" fmla="*/ 1230086 w 2309961"/>
                                  <a:gd name="connsiteY25" fmla="*/ 468085 h 718456"/>
                                  <a:gd name="connsiteX26" fmla="*/ 1143000 w 2309961"/>
                                  <a:gd name="connsiteY26" fmla="*/ 468085 h 718456"/>
                                  <a:gd name="connsiteX27" fmla="*/ 1066800 w 2309961"/>
                                  <a:gd name="connsiteY27" fmla="*/ 533400 h 718456"/>
                                  <a:gd name="connsiteX28" fmla="*/ 968829 w 2309961"/>
                                  <a:gd name="connsiteY28" fmla="*/ 609600 h 718456"/>
                                  <a:gd name="connsiteX29" fmla="*/ 729343 w 2309961"/>
                                  <a:gd name="connsiteY29" fmla="*/ 653143 h 718456"/>
                                  <a:gd name="connsiteX30" fmla="*/ 729343 w 2309961"/>
                                  <a:gd name="connsiteY30" fmla="*/ 653143 h 718456"/>
                                  <a:gd name="connsiteX31" fmla="*/ 707571 w 2309961"/>
                                  <a:gd name="connsiteY31" fmla="*/ 653143 h 718456"/>
                                  <a:gd name="connsiteX32" fmla="*/ 620486 w 2309961"/>
                                  <a:gd name="connsiteY32" fmla="*/ 664028 h 718456"/>
                                  <a:gd name="connsiteX33" fmla="*/ 500743 w 2309961"/>
                                  <a:gd name="connsiteY33" fmla="*/ 620485 h 718456"/>
                                  <a:gd name="connsiteX34" fmla="*/ 391886 w 2309961"/>
                                  <a:gd name="connsiteY34" fmla="*/ 631371 h 718456"/>
                                  <a:gd name="connsiteX35" fmla="*/ 293914 w 2309961"/>
                                  <a:gd name="connsiteY35" fmla="*/ 587828 h 718456"/>
                                  <a:gd name="connsiteX36" fmla="*/ 10886 w 2309961"/>
                                  <a:gd name="connsiteY36" fmla="*/ 718456 h 718456"/>
                                  <a:gd name="connsiteX0" fmla="*/ 0 w 2309961"/>
                                  <a:gd name="connsiteY0" fmla="*/ 631371 h 718456"/>
                                  <a:gd name="connsiteX1" fmla="*/ 185057 w 2309961"/>
                                  <a:gd name="connsiteY1" fmla="*/ 511628 h 718456"/>
                                  <a:gd name="connsiteX2" fmla="*/ 293914 w 2309961"/>
                                  <a:gd name="connsiteY2" fmla="*/ 489857 h 718456"/>
                                  <a:gd name="connsiteX3" fmla="*/ 293914 w 2309961"/>
                                  <a:gd name="connsiteY3" fmla="*/ 489857 h 718456"/>
                                  <a:gd name="connsiteX4" fmla="*/ 457200 w 2309961"/>
                                  <a:gd name="connsiteY4" fmla="*/ 489857 h 718456"/>
                                  <a:gd name="connsiteX5" fmla="*/ 620486 w 2309961"/>
                                  <a:gd name="connsiteY5" fmla="*/ 337458 h 718456"/>
                                  <a:gd name="connsiteX6" fmla="*/ 794657 w 2309961"/>
                                  <a:gd name="connsiteY6" fmla="*/ 217714 h 718456"/>
                                  <a:gd name="connsiteX7" fmla="*/ 979714 w 2309961"/>
                                  <a:gd name="connsiteY7" fmla="*/ 261257 h 718456"/>
                                  <a:gd name="connsiteX8" fmla="*/ 1143000 w 2309961"/>
                                  <a:gd name="connsiteY8" fmla="*/ 283028 h 718456"/>
                                  <a:gd name="connsiteX9" fmla="*/ 1273629 w 2309961"/>
                                  <a:gd name="connsiteY9" fmla="*/ 185057 h 718456"/>
                                  <a:gd name="connsiteX10" fmla="*/ 1447800 w 2309961"/>
                                  <a:gd name="connsiteY10" fmla="*/ 76200 h 718456"/>
                                  <a:gd name="connsiteX11" fmla="*/ 1567543 w 2309961"/>
                                  <a:gd name="connsiteY11" fmla="*/ 97971 h 718456"/>
                                  <a:gd name="connsiteX12" fmla="*/ 1741714 w 2309961"/>
                                  <a:gd name="connsiteY12" fmla="*/ 185057 h 718456"/>
                                  <a:gd name="connsiteX13" fmla="*/ 1970314 w 2309961"/>
                                  <a:gd name="connsiteY13" fmla="*/ 43543 h 718456"/>
                                  <a:gd name="connsiteX14" fmla="*/ 2035629 w 2309961"/>
                                  <a:gd name="connsiteY14" fmla="*/ 0 h 718456"/>
                                  <a:gd name="connsiteX15" fmla="*/ 2198914 w 2309961"/>
                                  <a:gd name="connsiteY15" fmla="*/ 43543 h 718456"/>
                                  <a:gd name="connsiteX16" fmla="*/ 2296886 w 2309961"/>
                                  <a:gd name="connsiteY16" fmla="*/ 206828 h 718456"/>
                                  <a:gd name="connsiteX17" fmla="*/ 2307771 w 2309961"/>
                                  <a:gd name="connsiteY17" fmla="*/ 195943 h 718456"/>
                                  <a:gd name="connsiteX18" fmla="*/ 2286000 w 2309961"/>
                                  <a:gd name="connsiteY18" fmla="*/ 261257 h 718456"/>
                                  <a:gd name="connsiteX19" fmla="*/ 2166257 w 2309961"/>
                                  <a:gd name="connsiteY19" fmla="*/ 348343 h 718456"/>
                                  <a:gd name="connsiteX20" fmla="*/ 2090057 w 2309961"/>
                                  <a:gd name="connsiteY20" fmla="*/ 359228 h 718456"/>
                                  <a:gd name="connsiteX21" fmla="*/ 1992086 w 2309961"/>
                                  <a:gd name="connsiteY21" fmla="*/ 391885 h 718456"/>
                                  <a:gd name="connsiteX22" fmla="*/ 1730829 w 2309961"/>
                                  <a:gd name="connsiteY22" fmla="*/ 370114 h 718456"/>
                                  <a:gd name="connsiteX23" fmla="*/ 1567543 w 2309961"/>
                                  <a:gd name="connsiteY23" fmla="*/ 446314 h 718456"/>
                                  <a:gd name="connsiteX24" fmla="*/ 1447800 w 2309961"/>
                                  <a:gd name="connsiteY24" fmla="*/ 511628 h 718456"/>
                                  <a:gd name="connsiteX25" fmla="*/ 1230086 w 2309961"/>
                                  <a:gd name="connsiteY25" fmla="*/ 468085 h 718456"/>
                                  <a:gd name="connsiteX26" fmla="*/ 1143000 w 2309961"/>
                                  <a:gd name="connsiteY26" fmla="*/ 468085 h 718456"/>
                                  <a:gd name="connsiteX27" fmla="*/ 1066800 w 2309961"/>
                                  <a:gd name="connsiteY27" fmla="*/ 533400 h 718456"/>
                                  <a:gd name="connsiteX28" fmla="*/ 968829 w 2309961"/>
                                  <a:gd name="connsiteY28" fmla="*/ 609600 h 718456"/>
                                  <a:gd name="connsiteX29" fmla="*/ 729343 w 2309961"/>
                                  <a:gd name="connsiteY29" fmla="*/ 653143 h 718456"/>
                                  <a:gd name="connsiteX30" fmla="*/ 729343 w 2309961"/>
                                  <a:gd name="connsiteY30" fmla="*/ 653143 h 718456"/>
                                  <a:gd name="connsiteX31" fmla="*/ 707571 w 2309961"/>
                                  <a:gd name="connsiteY31" fmla="*/ 653143 h 718456"/>
                                  <a:gd name="connsiteX32" fmla="*/ 620486 w 2309961"/>
                                  <a:gd name="connsiteY32" fmla="*/ 664028 h 718456"/>
                                  <a:gd name="connsiteX33" fmla="*/ 500743 w 2309961"/>
                                  <a:gd name="connsiteY33" fmla="*/ 620485 h 718456"/>
                                  <a:gd name="connsiteX34" fmla="*/ 391886 w 2309961"/>
                                  <a:gd name="connsiteY34" fmla="*/ 631371 h 718456"/>
                                  <a:gd name="connsiteX35" fmla="*/ 293914 w 2309961"/>
                                  <a:gd name="connsiteY35" fmla="*/ 587828 h 718456"/>
                                  <a:gd name="connsiteX36" fmla="*/ 10886 w 2309961"/>
                                  <a:gd name="connsiteY36" fmla="*/ 718456 h 718456"/>
                                  <a:gd name="connsiteX0" fmla="*/ 0 w 2309961"/>
                                  <a:gd name="connsiteY0" fmla="*/ 639387 h 726472"/>
                                  <a:gd name="connsiteX1" fmla="*/ 185057 w 2309961"/>
                                  <a:gd name="connsiteY1" fmla="*/ 519644 h 726472"/>
                                  <a:gd name="connsiteX2" fmla="*/ 293914 w 2309961"/>
                                  <a:gd name="connsiteY2" fmla="*/ 497873 h 726472"/>
                                  <a:gd name="connsiteX3" fmla="*/ 293914 w 2309961"/>
                                  <a:gd name="connsiteY3" fmla="*/ 497873 h 726472"/>
                                  <a:gd name="connsiteX4" fmla="*/ 457200 w 2309961"/>
                                  <a:gd name="connsiteY4" fmla="*/ 497873 h 726472"/>
                                  <a:gd name="connsiteX5" fmla="*/ 620486 w 2309961"/>
                                  <a:gd name="connsiteY5" fmla="*/ 345474 h 726472"/>
                                  <a:gd name="connsiteX6" fmla="*/ 794657 w 2309961"/>
                                  <a:gd name="connsiteY6" fmla="*/ 225730 h 726472"/>
                                  <a:gd name="connsiteX7" fmla="*/ 979714 w 2309961"/>
                                  <a:gd name="connsiteY7" fmla="*/ 269273 h 726472"/>
                                  <a:gd name="connsiteX8" fmla="*/ 1143000 w 2309961"/>
                                  <a:gd name="connsiteY8" fmla="*/ 291044 h 726472"/>
                                  <a:gd name="connsiteX9" fmla="*/ 1273629 w 2309961"/>
                                  <a:gd name="connsiteY9" fmla="*/ 193073 h 726472"/>
                                  <a:gd name="connsiteX10" fmla="*/ 1447800 w 2309961"/>
                                  <a:gd name="connsiteY10" fmla="*/ 84216 h 726472"/>
                                  <a:gd name="connsiteX11" fmla="*/ 1567543 w 2309961"/>
                                  <a:gd name="connsiteY11" fmla="*/ 105987 h 726472"/>
                                  <a:gd name="connsiteX12" fmla="*/ 1741714 w 2309961"/>
                                  <a:gd name="connsiteY12" fmla="*/ 193073 h 726472"/>
                                  <a:gd name="connsiteX13" fmla="*/ 2035629 w 2309961"/>
                                  <a:gd name="connsiteY13" fmla="*/ 8016 h 726472"/>
                                  <a:gd name="connsiteX14" fmla="*/ 2198914 w 2309961"/>
                                  <a:gd name="connsiteY14" fmla="*/ 51559 h 726472"/>
                                  <a:gd name="connsiteX15" fmla="*/ 2296886 w 2309961"/>
                                  <a:gd name="connsiteY15" fmla="*/ 214844 h 726472"/>
                                  <a:gd name="connsiteX16" fmla="*/ 2307771 w 2309961"/>
                                  <a:gd name="connsiteY16" fmla="*/ 203959 h 726472"/>
                                  <a:gd name="connsiteX17" fmla="*/ 2286000 w 2309961"/>
                                  <a:gd name="connsiteY17" fmla="*/ 269273 h 726472"/>
                                  <a:gd name="connsiteX18" fmla="*/ 2166257 w 2309961"/>
                                  <a:gd name="connsiteY18" fmla="*/ 356359 h 726472"/>
                                  <a:gd name="connsiteX19" fmla="*/ 2090057 w 2309961"/>
                                  <a:gd name="connsiteY19" fmla="*/ 367244 h 726472"/>
                                  <a:gd name="connsiteX20" fmla="*/ 1992086 w 2309961"/>
                                  <a:gd name="connsiteY20" fmla="*/ 399901 h 726472"/>
                                  <a:gd name="connsiteX21" fmla="*/ 1730829 w 2309961"/>
                                  <a:gd name="connsiteY21" fmla="*/ 378130 h 726472"/>
                                  <a:gd name="connsiteX22" fmla="*/ 1567543 w 2309961"/>
                                  <a:gd name="connsiteY22" fmla="*/ 454330 h 726472"/>
                                  <a:gd name="connsiteX23" fmla="*/ 1447800 w 2309961"/>
                                  <a:gd name="connsiteY23" fmla="*/ 519644 h 726472"/>
                                  <a:gd name="connsiteX24" fmla="*/ 1230086 w 2309961"/>
                                  <a:gd name="connsiteY24" fmla="*/ 476101 h 726472"/>
                                  <a:gd name="connsiteX25" fmla="*/ 1143000 w 2309961"/>
                                  <a:gd name="connsiteY25" fmla="*/ 476101 h 726472"/>
                                  <a:gd name="connsiteX26" fmla="*/ 1066800 w 2309961"/>
                                  <a:gd name="connsiteY26" fmla="*/ 541416 h 726472"/>
                                  <a:gd name="connsiteX27" fmla="*/ 968829 w 2309961"/>
                                  <a:gd name="connsiteY27" fmla="*/ 617616 h 726472"/>
                                  <a:gd name="connsiteX28" fmla="*/ 729343 w 2309961"/>
                                  <a:gd name="connsiteY28" fmla="*/ 661159 h 726472"/>
                                  <a:gd name="connsiteX29" fmla="*/ 729343 w 2309961"/>
                                  <a:gd name="connsiteY29" fmla="*/ 661159 h 726472"/>
                                  <a:gd name="connsiteX30" fmla="*/ 707571 w 2309961"/>
                                  <a:gd name="connsiteY30" fmla="*/ 661159 h 726472"/>
                                  <a:gd name="connsiteX31" fmla="*/ 620486 w 2309961"/>
                                  <a:gd name="connsiteY31" fmla="*/ 672044 h 726472"/>
                                  <a:gd name="connsiteX32" fmla="*/ 500743 w 2309961"/>
                                  <a:gd name="connsiteY32" fmla="*/ 628501 h 726472"/>
                                  <a:gd name="connsiteX33" fmla="*/ 391886 w 2309961"/>
                                  <a:gd name="connsiteY33" fmla="*/ 639387 h 726472"/>
                                  <a:gd name="connsiteX34" fmla="*/ 293914 w 2309961"/>
                                  <a:gd name="connsiteY34" fmla="*/ 595844 h 726472"/>
                                  <a:gd name="connsiteX35" fmla="*/ 10886 w 2309961"/>
                                  <a:gd name="connsiteY35" fmla="*/ 726472 h 726472"/>
                                  <a:gd name="connsiteX0" fmla="*/ 0 w 2460191"/>
                                  <a:gd name="connsiteY0" fmla="*/ 639387 h 726472"/>
                                  <a:gd name="connsiteX1" fmla="*/ 185057 w 2460191"/>
                                  <a:gd name="connsiteY1" fmla="*/ 519644 h 726472"/>
                                  <a:gd name="connsiteX2" fmla="*/ 293914 w 2460191"/>
                                  <a:gd name="connsiteY2" fmla="*/ 497873 h 726472"/>
                                  <a:gd name="connsiteX3" fmla="*/ 293914 w 2460191"/>
                                  <a:gd name="connsiteY3" fmla="*/ 497873 h 726472"/>
                                  <a:gd name="connsiteX4" fmla="*/ 457200 w 2460191"/>
                                  <a:gd name="connsiteY4" fmla="*/ 497873 h 726472"/>
                                  <a:gd name="connsiteX5" fmla="*/ 620486 w 2460191"/>
                                  <a:gd name="connsiteY5" fmla="*/ 345474 h 726472"/>
                                  <a:gd name="connsiteX6" fmla="*/ 794657 w 2460191"/>
                                  <a:gd name="connsiteY6" fmla="*/ 225730 h 726472"/>
                                  <a:gd name="connsiteX7" fmla="*/ 979714 w 2460191"/>
                                  <a:gd name="connsiteY7" fmla="*/ 269273 h 726472"/>
                                  <a:gd name="connsiteX8" fmla="*/ 1143000 w 2460191"/>
                                  <a:gd name="connsiteY8" fmla="*/ 291044 h 726472"/>
                                  <a:gd name="connsiteX9" fmla="*/ 1273629 w 2460191"/>
                                  <a:gd name="connsiteY9" fmla="*/ 193073 h 726472"/>
                                  <a:gd name="connsiteX10" fmla="*/ 1447800 w 2460191"/>
                                  <a:gd name="connsiteY10" fmla="*/ 84216 h 726472"/>
                                  <a:gd name="connsiteX11" fmla="*/ 1567543 w 2460191"/>
                                  <a:gd name="connsiteY11" fmla="*/ 105987 h 726472"/>
                                  <a:gd name="connsiteX12" fmla="*/ 1741714 w 2460191"/>
                                  <a:gd name="connsiteY12" fmla="*/ 193073 h 726472"/>
                                  <a:gd name="connsiteX13" fmla="*/ 2035629 w 2460191"/>
                                  <a:gd name="connsiteY13" fmla="*/ 8016 h 726472"/>
                                  <a:gd name="connsiteX14" fmla="*/ 2198914 w 2460191"/>
                                  <a:gd name="connsiteY14" fmla="*/ 51559 h 726472"/>
                                  <a:gd name="connsiteX15" fmla="*/ 2296886 w 2460191"/>
                                  <a:gd name="connsiteY15" fmla="*/ 214844 h 726472"/>
                                  <a:gd name="connsiteX16" fmla="*/ 2460171 w 2460191"/>
                                  <a:gd name="connsiteY16" fmla="*/ 138645 h 726472"/>
                                  <a:gd name="connsiteX17" fmla="*/ 2286000 w 2460191"/>
                                  <a:gd name="connsiteY17" fmla="*/ 269273 h 726472"/>
                                  <a:gd name="connsiteX18" fmla="*/ 2166257 w 2460191"/>
                                  <a:gd name="connsiteY18" fmla="*/ 356359 h 726472"/>
                                  <a:gd name="connsiteX19" fmla="*/ 2090057 w 2460191"/>
                                  <a:gd name="connsiteY19" fmla="*/ 367244 h 726472"/>
                                  <a:gd name="connsiteX20" fmla="*/ 1992086 w 2460191"/>
                                  <a:gd name="connsiteY20" fmla="*/ 399901 h 726472"/>
                                  <a:gd name="connsiteX21" fmla="*/ 1730829 w 2460191"/>
                                  <a:gd name="connsiteY21" fmla="*/ 378130 h 726472"/>
                                  <a:gd name="connsiteX22" fmla="*/ 1567543 w 2460191"/>
                                  <a:gd name="connsiteY22" fmla="*/ 454330 h 726472"/>
                                  <a:gd name="connsiteX23" fmla="*/ 1447800 w 2460191"/>
                                  <a:gd name="connsiteY23" fmla="*/ 519644 h 726472"/>
                                  <a:gd name="connsiteX24" fmla="*/ 1230086 w 2460191"/>
                                  <a:gd name="connsiteY24" fmla="*/ 476101 h 726472"/>
                                  <a:gd name="connsiteX25" fmla="*/ 1143000 w 2460191"/>
                                  <a:gd name="connsiteY25" fmla="*/ 476101 h 726472"/>
                                  <a:gd name="connsiteX26" fmla="*/ 1066800 w 2460191"/>
                                  <a:gd name="connsiteY26" fmla="*/ 541416 h 726472"/>
                                  <a:gd name="connsiteX27" fmla="*/ 968829 w 2460191"/>
                                  <a:gd name="connsiteY27" fmla="*/ 617616 h 726472"/>
                                  <a:gd name="connsiteX28" fmla="*/ 729343 w 2460191"/>
                                  <a:gd name="connsiteY28" fmla="*/ 661159 h 726472"/>
                                  <a:gd name="connsiteX29" fmla="*/ 729343 w 2460191"/>
                                  <a:gd name="connsiteY29" fmla="*/ 661159 h 726472"/>
                                  <a:gd name="connsiteX30" fmla="*/ 707571 w 2460191"/>
                                  <a:gd name="connsiteY30" fmla="*/ 661159 h 726472"/>
                                  <a:gd name="connsiteX31" fmla="*/ 620486 w 2460191"/>
                                  <a:gd name="connsiteY31" fmla="*/ 672044 h 726472"/>
                                  <a:gd name="connsiteX32" fmla="*/ 500743 w 2460191"/>
                                  <a:gd name="connsiteY32" fmla="*/ 628501 h 726472"/>
                                  <a:gd name="connsiteX33" fmla="*/ 391886 w 2460191"/>
                                  <a:gd name="connsiteY33" fmla="*/ 639387 h 726472"/>
                                  <a:gd name="connsiteX34" fmla="*/ 293914 w 2460191"/>
                                  <a:gd name="connsiteY34" fmla="*/ 595844 h 726472"/>
                                  <a:gd name="connsiteX35" fmla="*/ 10886 w 2460191"/>
                                  <a:gd name="connsiteY35" fmla="*/ 726472 h 726472"/>
                                  <a:gd name="connsiteX0" fmla="*/ 0 w 2460841"/>
                                  <a:gd name="connsiteY0" fmla="*/ 637228 h 724313"/>
                                  <a:gd name="connsiteX1" fmla="*/ 185057 w 2460841"/>
                                  <a:gd name="connsiteY1" fmla="*/ 517485 h 724313"/>
                                  <a:gd name="connsiteX2" fmla="*/ 293914 w 2460841"/>
                                  <a:gd name="connsiteY2" fmla="*/ 495714 h 724313"/>
                                  <a:gd name="connsiteX3" fmla="*/ 293914 w 2460841"/>
                                  <a:gd name="connsiteY3" fmla="*/ 495714 h 724313"/>
                                  <a:gd name="connsiteX4" fmla="*/ 457200 w 2460841"/>
                                  <a:gd name="connsiteY4" fmla="*/ 495714 h 724313"/>
                                  <a:gd name="connsiteX5" fmla="*/ 620486 w 2460841"/>
                                  <a:gd name="connsiteY5" fmla="*/ 343315 h 724313"/>
                                  <a:gd name="connsiteX6" fmla="*/ 794657 w 2460841"/>
                                  <a:gd name="connsiteY6" fmla="*/ 223571 h 724313"/>
                                  <a:gd name="connsiteX7" fmla="*/ 979714 w 2460841"/>
                                  <a:gd name="connsiteY7" fmla="*/ 267114 h 724313"/>
                                  <a:gd name="connsiteX8" fmla="*/ 1143000 w 2460841"/>
                                  <a:gd name="connsiteY8" fmla="*/ 288885 h 724313"/>
                                  <a:gd name="connsiteX9" fmla="*/ 1273629 w 2460841"/>
                                  <a:gd name="connsiteY9" fmla="*/ 190914 h 724313"/>
                                  <a:gd name="connsiteX10" fmla="*/ 1447800 w 2460841"/>
                                  <a:gd name="connsiteY10" fmla="*/ 82057 h 724313"/>
                                  <a:gd name="connsiteX11" fmla="*/ 1567543 w 2460841"/>
                                  <a:gd name="connsiteY11" fmla="*/ 103828 h 724313"/>
                                  <a:gd name="connsiteX12" fmla="*/ 1741714 w 2460841"/>
                                  <a:gd name="connsiteY12" fmla="*/ 190914 h 724313"/>
                                  <a:gd name="connsiteX13" fmla="*/ 2035629 w 2460841"/>
                                  <a:gd name="connsiteY13" fmla="*/ 5857 h 724313"/>
                                  <a:gd name="connsiteX14" fmla="*/ 2198914 w 2460841"/>
                                  <a:gd name="connsiteY14" fmla="*/ 49400 h 724313"/>
                                  <a:gd name="connsiteX15" fmla="*/ 2340429 w 2460841"/>
                                  <a:gd name="connsiteY15" fmla="*/ 82057 h 724313"/>
                                  <a:gd name="connsiteX16" fmla="*/ 2460171 w 2460841"/>
                                  <a:gd name="connsiteY16" fmla="*/ 136486 h 724313"/>
                                  <a:gd name="connsiteX17" fmla="*/ 2286000 w 2460841"/>
                                  <a:gd name="connsiteY17" fmla="*/ 267114 h 724313"/>
                                  <a:gd name="connsiteX18" fmla="*/ 2166257 w 2460841"/>
                                  <a:gd name="connsiteY18" fmla="*/ 354200 h 724313"/>
                                  <a:gd name="connsiteX19" fmla="*/ 2090057 w 2460841"/>
                                  <a:gd name="connsiteY19" fmla="*/ 365085 h 724313"/>
                                  <a:gd name="connsiteX20" fmla="*/ 1992086 w 2460841"/>
                                  <a:gd name="connsiteY20" fmla="*/ 397742 h 724313"/>
                                  <a:gd name="connsiteX21" fmla="*/ 1730829 w 2460841"/>
                                  <a:gd name="connsiteY21" fmla="*/ 375971 h 724313"/>
                                  <a:gd name="connsiteX22" fmla="*/ 1567543 w 2460841"/>
                                  <a:gd name="connsiteY22" fmla="*/ 452171 h 724313"/>
                                  <a:gd name="connsiteX23" fmla="*/ 1447800 w 2460841"/>
                                  <a:gd name="connsiteY23" fmla="*/ 517485 h 724313"/>
                                  <a:gd name="connsiteX24" fmla="*/ 1230086 w 2460841"/>
                                  <a:gd name="connsiteY24" fmla="*/ 473942 h 724313"/>
                                  <a:gd name="connsiteX25" fmla="*/ 1143000 w 2460841"/>
                                  <a:gd name="connsiteY25" fmla="*/ 473942 h 724313"/>
                                  <a:gd name="connsiteX26" fmla="*/ 1066800 w 2460841"/>
                                  <a:gd name="connsiteY26" fmla="*/ 539257 h 724313"/>
                                  <a:gd name="connsiteX27" fmla="*/ 968829 w 2460841"/>
                                  <a:gd name="connsiteY27" fmla="*/ 615457 h 724313"/>
                                  <a:gd name="connsiteX28" fmla="*/ 729343 w 2460841"/>
                                  <a:gd name="connsiteY28" fmla="*/ 659000 h 724313"/>
                                  <a:gd name="connsiteX29" fmla="*/ 729343 w 2460841"/>
                                  <a:gd name="connsiteY29" fmla="*/ 659000 h 724313"/>
                                  <a:gd name="connsiteX30" fmla="*/ 707571 w 2460841"/>
                                  <a:gd name="connsiteY30" fmla="*/ 659000 h 724313"/>
                                  <a:gd name="connsiteX31" fmla="*/ 620486 w 2460841"/>
                                  <a:gd name="connsiteY31" fmla="*/ 669885 h 724313"/>
                                  <a:gd name="connsiteX32" fmla="*/ 500743 w 2460841"/>
                                  <a:gd name="connsiteY32" fmla="*/ 626342 h 724313"/>
                                  <a:gd name="connsiteX33" fmla="*/ 391886 w 2460841"/>
                                  <a:gd name="connsiteY33" fmla="*/ 637228 h 724313"/>
                                  <a:gd name="connsiteX34" fmla="*/ 293914 w 2460841"/>
                                  <a:gd name="connsiteY34" fmla="*/ 593685 h 724313"/>
                                  <a:gd name="connsiteX35" fmla="*/ 10886 w 2460841"/>
                                  <a:gd name="connsiteY35" fmla="*/ 724313 h 724313"/>
                                  <a:gd name="connsiteX0" fmla="*/ 0 w 2460841"/>
                                  <a:gd name="connsiteY0" fmla="*/ 637228 h 724313"/>
                                  <a:gd name="connsiteX1" fmla="*/ 185057 w 2460841"/>
                                  <a:gd name="connsiteY1" fmla="*/ 517485 h 724313"/>
                                  <a:gd name="connsiteX2" fmla="*/ 293914 w 2460841"/>
                                  <a:gd name="connsiteY2" fmla="*/ 495714 h 724313"/>
                                  <a:gd name="connsiteX3" fmla="*/ 293914 w 2460841"/>
                                  <a:gd name="connsiteY3" fmla="*/ 495714 h 724313"/>
                                  <a:gd name="connsiteX4" fmla="*/ 457200 w 2460841"/>
                                  <a:gd name="connsiteY4" fmla="*/ 495714 h 724313"/>
                                  <a:gd name="connsiteX5" fmla="*/ 620486 w 2460841"/>
                                  <a:gd name="connsiteY5" fmla="*/ 343315 h 724313"/>
                                  <a:gd name="connsiteX6" fmla="*/ 794657 w 2460841"/>
                                  <a:gd name="connsiteY6" fmla="*/ 223571 h 724313"/>
                                  <a:gd name="connsiteX7" fmla="*/ 979714 w 2460841"/>
                                  <a:gd name="connsiteY7" fmla="*/ 267114 h 724313"/>
                                  <a:gd name="connsiteX8" fmla="*/ 1143000 w 2460841"/>
                                  <a:gd name="connsiteY8" fmla="*/ 288885 h 724313"/>
                                  <a:gd name="connsiteX9" fmla="*/ 1273629 w 2460841"/>
                                  <a:gd name="connsiteY9" fmla="*/ 190914 h 724313"/>
                                  <a:gd name="connsiteX10" fmla="*/ 1447800 w 2460841"/>
                                  <a:gd name="connsiteY10" fmla="*/ 82057 h 724313"/>
                                  <a:gd name="connsiteX11" fmla="*/ 1567543 w 2460841"/>
                                  <a:gd name="connsiteY11" fmla="*/ 103828 h 724313"/>
                                  <a:gd name="connsiteX12" fmla="*/ 1741714 w 2460841"/>
                                  <a:gd name="connsiteY12" fmla="*/ 190914 h 724313"/>
                                  <a:gd name="connsiteX13" fmla="*/ 2035629 w 2460841"/>
                                  <a:gd name="connsiteY13" fmla="*/ 5857 h 724313"/>
                                  <a:gd name="connsiteX14" fmla="*/ 2198914 w 2460841"/>
                                  <a:gd name="connsiteY14" fmla="*/ 49400 h 724313"/>
                                  <a:gd name="connsiteX15" fmla="*/ 2340429 w 2460841"/>
                                  <a:gd name="connsiteY15" fmla="*/ 82057 h 724313"/>
                                  <a:gd name="connsiteX16" fmla="*/ 2460171 w 2460841"/>
                                  <a:gd name="connsiteY16" fmla="*/ 201800 h 724313"/>
                                  <a:gd name="connsiteX17" fmla="*/ 2286000 w 2460841"/>
                                  <a:gd name="connsiteY17" fmla="*/ 267114 h 724313"/>
                                  <a:gd name="connsiteX18" fmla="*/ 2166257 w 2460841"/>
                                  <a:gd name="connsiteY18" fmla="*/ 354200 h 724313"/>
                                  <a:gd name="connsiteX19" fmla="*/ 2090057 w 2460841"/>
                                  <a:gd name="connsiteY19" fmla="*/ 365085 h 724313"/>
                                  <a:gd name="connsiteX20" fmla="*/ 1992086 w 2460841"/>
                                  <a:gd name="connsiteY20" fmla="*/ 397742 h 724313"/>
                                  <a:gd name="connsiteX21" fmla="*/ 1730829 w 2460841"/>
                                  <a:gd name="connsiteY21" fmla="*/ 375971 h 724313"/>
                                  <a:gd name="connsiteX22" fmla="*/ 1567543 w 2460841"/>
                                  <a:gd name="connsiteY22" fmla="*/ 452171 h 724313"/>
                                  <a:gd name="connsiteX23" fmla="*/ 1447800 w 2460841"/>
                                  <a:gd name="connsiteY23" fmla="*/ 517485 h 724313"/>
                                  <a:gd name="connsiteX24" fmla="*/ 1230086 w 2460841"/>
                                  <a:gd name="connsiteY24" fmla="*/ 473942 h 724313"/>
                                  <a:gd name="connsiteX25" fmla="*/ 1143000 w 2460841"/>
                                  <a:gd name="connsiteY25" fmla="*/ 473942 h 724313"/>
                                  <a:gd name="connsiteX26" fmla="*/ 1066800 w 2460841"/>
                                  <a:gd name="connsiteY26" fmla="*/ 539257 h 724313"/>
                                  <a:gd name="connsiteX27" fmla="*/ 968829 w 2460841"/>
                                  <a:gd name="connsiteY27" fmla="*/ 615457 h 724313"/>
                                  <a:gd name="connsiteX28" fmla="*/ 729343 w 2460841"/>
                                  <a:gd name="connsiteY28" fmla="*/ 659000 h 724313"/>
                                  <a:gd name="connsiteX29" fmla="*/ 729343 w 2460841"/>
                                  <a:gd name="connsiteY29" fmla="*/ 659000 h 724313"/>
                                  <a:gd name="connsiteX30" fmla="*/ 707571 w 2460841"/>
                                  <a:gd name="connsiteY30" fmla="*/ 659000 h 724313"/>
                                  <a:gd name="connsiteX31" fmla="*/ 620486 w 2460841"/>
                                  <a:gd name="connsiteY31" fmla="*/ 669885 h 724313"/>
                                  <a:gd name="connsiteX32" fmla="*/ 500743 w 2460841"/>
                                  <a:gd name="connsiteY32" fmla="*/ 626342 h 724313"/>
                                  <a:gd name="connsiteX33" fmla="*/ 391886 w 2460841"/>
                                  <a:gd name="connsiteY33" fmla="*/ 637228 h 724313"/>
                                  <a:gd name="connsiteX34" fmla="*/ 293914 w 2460841"/>
                                  <a:gd name="connsiteY34" fmla="*/ 593685 h 724313"/>
                                  <a:gd name="connsiteX35" fmla="*/ 10886 w 2460841"/>
                                  <a:gd name="connsiteY35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2090057 w 2460290"/>
                                  <a:gd name="connsiteY19" fmla="*/ 365085 h 724313"/>
                                  <a:gd name="connsiteX20" fmla="*/ 1992086 w 2460290"/>
                                  <a:gd name="connsiteY20" fmla="*/ 397742 h 724313"/>
                                  <a:gd name="connsiteX21" fmla="*/ 1730829 w 2460290"/>
                                  <a:gd name="connsiteY21" fmla="*/ 375971 h 724313"/>
                                  <a:gd name="connsiteX22" fmla="*/ 1567543 w 2460290"/>
                                  <a:gd name="connsiteY22" fmla="*/ 452171 h 724313"/>
                                  <a:gd name="connsiteX23" fmla="*/ 1447800 w 2460290"/>
                                  <a:gd name="connsiteY23" fmla="*/ 517485 h 724313"/>
                                  <a:gd name="connsiteX24" fmla="*/ 1230086 w 2460290"/>
                                  <a:gd name="connsiteY24" fmla="*/ 473942 h 724313"/>
                                  <a:gd name="connsiteX25" fmla="*/ 1143000 w 2460290"/>
                                  <a:gd name="connsiteY25" fmla="*/ 473942 h 724313"/>
                                  <a:gd name="connsiteX26" fmla="*/ 1066800 w 2460290"/>
                                  <a:gd name="connsiteY26" fmla="*/ 539257 h 724313"/>
                                  <a:gd name="connsiteX27" fmla="*/ 968829 w 2460290"/>
                                  <a:gd name="connsiteY27" fmla="*/ 615457 h 724313"/>
                                  <a:gd name="connsiteX28" fmla="*/ 729343 w 2460290"/>
                                  <a:gd name="connsiteY28" fmla="*/ 659000 h 724313"/>
                                  <a:gd name="connsiteX29" fmla="*/ 729343 w 2460290"/>
                                  <a:gd name="connsiteY29" fmla="*/ 659000 h 724313"/>
                                  <a:gd name="connsiteX30" fmla="*/ 707571 w 2460290"/>
                                  <a:gd name="connsiteY30" fmla="*/ 659000 h 724313"/>
                                  <a:gd name="connsiteX31" fmla="*/ 620486 w 2460290"/>
                                  <a:gd name="connsiteY31" fmla="*/ 669885 h 724313"/>
                                  <a:gd name="connsiteX32" fmla="*/ 500743 w 2460290"/>
                                  <a:gd name="connsiteY32" fmla="*/ 626342 h 724313"/>
                                  <a:gd name="connsiteX33" fmla="*/ 391886 w 2460290"/>
                                  <a:gd name="connsiteY33" fmla="*/ 637228 h 724313"/>
                                  <a:gd name="connsiteX34" fmla="*/ 293914 w 2460290"/>
                                  <a:gd name="connsiteY34" fmla="*/ 593685 h 724313"/>
                                  <a:gd name="connsiteX35" fmla="*/ 10886 w 2460290"/>
                                  <a:gd name="connsiteY35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447800 w 2460290"/>
                                  <a:gd name="connsiteY22" fmla="*/ 517485 h 724313"/>
                                  <a:gd name="connsiteX23" fmla="*/ 1230086 w 2460290"/>
                                  <a:gd name="connsiteY23" fmla="*/ 473942 h 724313"/>
                                  <a:gd name="connsiteX24" fmla="*/ 1143000 w 2460290"/>
                                  <a:gd name="connsiteY24" fmla="*/ 473942 h 724313"/>
                                  <a:gd name="connsiteX25" fmla="*/ 1066800 w 2460290"/>
                                  <a:gd name="connsiteY25" fmla="*/ 539257 h 724313"/>
                                  <a:gd name="connsiteX26" fmla="*/ 968829 w 2460290"/>
                                  <a:gd name="connsiteY26" fmla="*/ 615457 h 724313"/>
                                  <a:gd name="connsiteX27" fmla="*/ 729343 w 2460290"/>
                                  <a:gd name="connsiteY27" fmla="*/ 659000 h 724313"/>
                                  <a:gd name="connsiteX28" fmla="*/ 729343 w 2460290"/>
                                  <a:gd name="connsiteY28" fmla="*/ 659000 h 724313"/>
                                  <a:gd name="connsiteX29" fmla="*/ 707571 w 2460290"/>
                                  <a:gd name="connsiteY29" fmla="*/ 659000 h 724313"/>
                                  <a:gd name="connsiteX30" fmla="*/ 620486 w 2460290"/>
                                  <a:gd name="connsiteY30" fmla="*/ 669885 h 724313"/>
                                  <a:gd name="connsiteX31" fmla="*/ 500743 w 2460290"/>
                                  <a:gd name="connsiteY31" fmla="*/ 626342 h 724313"/>
                                  <a:gd name="connsiteX32" fmla="*/ 391886 w 2460290"/>
                                  <a:gd name="connsiteY32" fmla="*/ 637228 h 724313"/>
                                  <a:gd name="connsiteX33" fmla="*/ 293914 w 2460290"/>
                                  <a:gd name="connsiteY33" fmla="*/ 593685 h 724313"/>
                                  <a:gd name="connsiteX34" fmla="*/ 10886 w 2460290"/>
                                  <a:gd name="connsiteY34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447800 w 2460290"/>
                                  <a:gd name="connsiteY22" fmla="*/ 517485 h 724313"/>
                                  <a:gd name="connsiteX23" fmla="*/ 1230086 w 2460290"/>
                                  <a:gd name="connsiteY23" fmla="*/ 473942 h 724313"/>
                                  <a:gd name="connsiteX24" fmla="*/ 1143000 w 2460290"/>
                                  <a:gd name="connsiteY24" fmla="*/ 473942 h 724313"/>
                                  <a:gd name="connsiteX25" fmla="*/ 968829 w 2460290"/>
                                  <a:gd name="connsiteY25" fmla="*/ 615457 h 724313"/>
                                  <a:gd name="connsiteX26" fmla="*/ 729343 w 2460290"/>
                                  <a:gd name="connsiteY26" fmla="*/ 659000 h 724313"/>
                                  <a:gd name="connsiteX27" fmla="*/ 729343 w 2460290"/>
                                  <a:gd name="connsiteY27" fmla="*/ 659000 h 724313"/>
                                  <a:gd name="connsiteX28" fmla="*/ 707571 w 2460290"/>
                                  <a:gd name="connsiteY28" fmla="*/ 659000 h 724313"/>
                                  <a:gd name="connsiteX29" fmla="*/ 620486 w 2460290"/>
                                  <a:gd name="connsiteY29" fmla="*/ 669885 h 724313"/>
                                  <a:gd name="connsiteX30" fmla="*/ 500743 w 2460290"/>
                                  <a:gd name="connsiteY30" fmla="*/ 626342 h 724313"/>
                                  <a:gd name="connsiteX31" fmla="*/ 391886 w 2460290"/>
                                  <a:gd name="connsiteY31" fmla="*/ 637228 h 724313"/>
                                  <a:gd name="connsiteX32" fmla="*/ 293914 w 2460290"/>
                                  <a:gd name="connsiteY32" fmla="*/ 593685 h 724313"/>
                                  <a:gd name="connsiteX33" fmla="*/ 10886 w 2460290"/>
                                  <a:gd name="connsiteY33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230086 w 2460290"/>
                                  <a:gd name="connsiteY23" fmla="*/ 473942 h 724313"/>
                                  <a:gd name="connsiteX24" fmla="*/ 1143000 w 2460290"/>
                                  <a:gd name="connsiteY24" fmla="*/ 473942 h 724313"/>
                                  <a:gd name="connsiteX25" fmla="*/ 968829 w 2460290"/>
                                  <a:gd name="connsiteY25" fmla="*/ 615457 h 724313"/>
                                  <a:gd name="connsiteX26" fmla="*/ 729343 w 2460290"/>
                                  <a:gd name="connsiteY26" fmla="*/ 659000 h 724313"/>
                                  <a:gd name="connsiteX27" fmla="*/ 729343 w 2460290"/>
                                  <a:gd name="connsiteY27" fmla="*/ 659000 h 724313"/>
                                  <a:gd name="connsiteX28" fmla="*/ 707571 w 2460290"/>
                                  <a:gd name="connsiteY28" fmla="*/ 659000 h 724313"/>
                                  <a:gd name="connsiteX29" fmla="*/ 620486 w 2460290"/>
                                  <a:gd name="connsiteY29" fmla="*/ 669885 h 724313"/>
                                  <a:gd name="connsiteX30" fmla="*/ 500743 w 2460290"/>
                                  <a:gd name="connsiteY30" fmla="*/ 626342 h 724313"/>
                                  <a:gd name="connsiteX31" fmla="*/ 391886 w 2460290"/>
                                  <a:gd name="connsiteY31" fmla="*/ 637228 h 724313"/>
                                  <a:gd name="connsiteX32" fmla="*/ 293914 w 2460290"/>
                                  <a:gd name="connsiteY32" fmla="*/ 593685 h 724313"/>
                                  <a:gd name="connsiteX33" fmla="*/ 10886 w 2460290"/>
                                  <a:gd name="connsiteY33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143000 w 2460290"/>
                                  <a:gd name="connsiteY23" fmla="*/ 473942 h 724313"/>
                                  <a:gd name="connsiteX24" fmla="*/ 968829 w 2460290"/>
                                  <a:gd name="connsiteY24" fmla="*/ 615457 h 724313"/>
                                  <a:gd name="connsiteX25" fmla="*/ 729343 w 2460290"/>
                                  <a:gd name="connsiteY25" fmla="*/ 659000 h 724313"/>
                                  <a:gd name="connsiteX26" fmla="*/ 729343 w 2460290"/>
                                  <a:gd name="connsiteY26" fmla="*/ 659000 h 724313"/>
                                  <a:gd name="connsiteX27" fmla="*/ 707571 w 2460290"/>
                                  <a:gd name="connsiteY27" fmla="*/ 659000 h 724313"/>
                                  <a:gd name="connsiteX28" fmla="*/ 620486 w 2460290"/>
                                  <a:gd name="connsiteY28" fmla="*/ 669885 h 724313"/>
                                  <a:gd name="connsiteX29" fmla="*/ 500743 w 2460290"/>
                                  <a:gd name="connsiteY29" fmla="*/ 626342 h 724313"/>
                                  <a:gd name="connsiteX30" fmla="*/ 391886 w 2460290"/>
                                  <a:gd name="connsiteY30" fmla="*/ 637228 h 724313"/>
                                  <a:gd name="connsiteX31" fmla="*/ 293914 w 2460290"/>
                                  <a:gd name="connsiteY31" fmla="*/ 593685 h 724313"/>
                                  <a:gd name="connsiteX32" fmla="*/ 10886 w 2460290"/>
                                  <a:gd name="connsiteY32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143000 w 2460290"/>
                                  <a:gd name="connsiteY23" fmla="*/ 473942 h 724313"/>
                                  <a:gd name="connsiteX24" fmla="*/ 968829 w 2460290"/>
                                  <a:gd name="connsiteY24" fmla="*/ 615457 h 724313"/>
                                  <a:gd name="connsiteX25" fmla="*/ 729343 w 2460290"/>
                                  <a:gd name="connsiteY25" fmla="*/ 659000 h 724313"/>
                                  <a:gd name="connsiteX26" fmla="*/ 729343 w 2460290"/>
                                  <a:gd name="connsiteY26" fmla="*/ 659000 h 724313"/>
                                  <a:gd name="connsiteX27" fmla="*/ 805543 w 2460290"/>
                                  <a:gd name="connsiteY27" fmla="*/ 659000 h 724313"/>
                                  <a:gd name="connsiteX28" fmla="*/ 620486 w 2460290"/>
                                  <a:gd name="connsiteY28" fmla="*/ 669885 h 724313"/>
                                  <a:gd name="connsiteX29" fmla="*/ 500743 w 2460290"/>
                                  <a:gd name="connsiteY29" fmla="*/ 626342 h 724313"/>
                                  <a:gd name="connsiteX30" fmla="*/ 391886 w 2460290"/>
                                  <a:gd name="connsiteY30" fmla="*/ 637228 h 724313"/>
                                  <a:gd name="connsiteX31" fmla="*/ 293914 w 2460290"/>
                                  <a:gd name="connsiteY31" fmla="*/ 593685 h 724313"/>
                                  <a:gd name="connsiteX32" fmla="*/ 10886 w 2460290"/>
                                  <a:gd name="connsiteY32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143000 w 2460290"/>
                                  <a:gd name="connsiteY23" fmla="*/ 473942 h 724313"/>
                                  <a:gd name="connsiteX24" fmla="*/ 968829 w 2460290"/>
                                  <a:gd name="connsiteY24" fmla="*/ 615457 h 724313"/>
                                  <a:gd name="connsiteX25" fmla="*/ 729343 w 2460290"/>
                                  <a:gd name="connsiteY25" fmla="*/ 659000 h 724313"/>
                                  <a:gd name="connsiteX26" fmla="*/ 729343 w 2460290"/>
                                  <a:gd name="connsiteY26" fmla="*/ 659000 h 724313"/>
                                  <a:gd name="connsiteX27" fmla="*/ 620486 w 2460290"/>
                                  <a:gd name="connsiteY27" fmla="*/ 669885 h 724313"/>
                                  <a:gd name="connsiteX28" fmla="*/ 500743 w 2460290"/>
                                  <a:gd name="connsiteY28" fmla="*/ 626342 h 724313"/>
                                  <a:gd name="connsiteX29" fmla="*/ 391886 w 2460290"/>
                                  <a:gd name="connsiteY29" fmla="*/ 637228 h 724313"/>
                                  <a:gd name="connsiteX30" fmla="*/ 293914 w 2460290"/>
                                  <a:gd name="connsiteY30" fmla="*/ 593685 h 724313"/>
                                  <a:gd name="connsiteX31" fmla="*/ 10886 w 2460290"/>
                                  <a:gd name="connsiteY31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143000 w 2460290"/>
                                  <a:gd name="connsiteY23" fmla="*/ 473942 h 724313"/>
                                  <a:gd name="connsiteX24" fmla="*/ 968829 w 2460290"/>
                                  <a:gd name="connsiteY24" fmla="*/ 615457 h 724313"/>
                                  <a:gd name="connsiteX25" fmla="*/ 729343 w 2460290"/>
                                  <a:gd name="connsiteY25" fmla="*/ 659000 h 724313"/>
                                  <a:gd name="connsiteX26" fmla="*/ 827314 w 2460290"/>
                                  <a:gd name="connsiteY26" fmla="*/ 659000 h 724313"/>
                                  <a:gd name="connsiteX27" fmla="*/ 620486 w 2460290"/>
                                  <a:gd name="connsiteY27" fmla="*/ 669885 h 724313"/>
                                  <a:gd name="connsiteX28" fmla="*/ 500743 w 2460290"/>
                                  <a:gd name="connsiteY28" fmla="*/ 626342 h 724313"/>
                                  <a:gd name="connsiteX29" fmla="*/ 391886 w 2460290"/>
                                  <a:gd name="connsiteY29" fmla="*/ 637228 h 724313"/>
                                  <a:gd name="connsiteX30" fmla="*/ 293914 w 2460290"/>
                                  <a:gd name="connsiteY30" fmla="*/ 593685 h 724313"/>
                                  <a:gd name="connsiteX31" fmla="*/ 10886 w 2460290"/>
                                  <a:gd name="connsiteY31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143000 w 2460290"/>
                                  <a:gd name="connsiteY23" fmla="*/ 473942 h 724313"/>
                                  <a:gd name="connsiteX24" fmla="*/ 968829 w 2460290"/>
                                  <a:gd name="connsiteY24" fmla="*/ 615457 h 724313"/>
                                  <a:gd name="connsiteX25" fmla="*/ 827314 w 2460290"/>
                                  <a:gd name="connsiteY25" fmla="*/ 659000 h 724313"/>
                                  <a:gd name="connsiteX26" fmla="*/ 620486 w 2460290"/>
                                  <a:gd name="connsiteY26" fmla="*/ 669885 h 724313"/>
                                  <a:gd name="connsiteX27" fmla="*/ 500743 w 2460290"/>
                                  <a:gd name="connsiteY27" fmla="*/ 626342 h 724313"/>
                                  <a:gd name="connsiteX28" fmla="*/ 391886 w 2460290"/>
                                  <a:gd name="connsiteY28" fmla="*/ 637228 h 724313"/>
                                  <a:gd name="connsiteX29" fmla="*/ 293914 w 2460290"/>
                                  <a:gd name="connsiteY29" fmla="*/ 593685 h 724313"/>
                                  <a:gd name="connsiteX30" fmla="*/ 10886 w 2460290"/>
                                  <a:gd name="connsiteY30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143000 w 2460290"/>
                                  <a:gd name="connsiteY23" fmla="*/ 473942 h 724313"/>
                                  <a:gd name="connsiteX24" fmla="*/ 968829 w 2460290"/>
                                  <a:gd name="connsiteY24" fmla="*/ 615457 h 724313"/>
                                  <a:gd name="connsiteX25" fmla="*/ 827314 w 2460290"/>
                                  <a:gd name="connsiteY25" fmla="*/ 659000 h 724313"/>
                                  <a:gd name="connsiteX26" fmla="*/ 653143 w 2460290"/>
                                  <a:gd name="connsiteY26" fmla="*/ 669885 h 724313"/>
                                  <a:gd name="connsiteX27" fmla="*/ 500743 w 2460290"/>
                                  <a:gd name="connsiteY27" fmla="*/ 626342 h 724313"/>
                                  <a:gd name="connsiteX28" fmla="*/ 391886 w 2460290"/>
                                  <a:gd name="connsiteY28" fmla="*/ 637228 h 724313"/>
                                  <a:gd name="connsiteX29" fmla="*/ 293914 w 2460290"/>
                                  <a:gd name="connsiteY29" fmla="*/ 593685 h 724313"/>
                                  <a:gd name="connsiteX30" fmla="*/ 10886 w 2460290"/>
                                  <a:gd name="connsiteY30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143000 w 2460290"/>
                                  <a:gd name="connsiteY23" fmla="*/ 473942 h 724313"/>
                                  <a:gd name="connsiteX24" fmla="*/ 968829 w 2460290"/>
                                  <a:gd name="connsiteY24" fmla="*/ 615457 h 724313"/>
                                  <a:gd name="connsiteX25" fmla="*/ 827314 w 2460290"/>
                                  <a:gd name="connsiteY25" fmla="*/ 659000 h 724313"/>
                                  <a:gd name="connsiteX26" fmla="*/ 653143 w 2460290"/>
                                  <a:gd name="connsiteY26" fmla="*/ 669885 h 724313"/>
                                  <a:gd name="connsiteX27" fmla="*/ 500743 w 2460290"/>
                                  <a:gd name="connsiteY27" fmla="*/ 626342 h 724313"/>
                                  <a:gd name="connsiteX28" fmla="*/ 293914 w 2460290"/>
                                  <a:gd name="connsiteY28" fmla="*/ 593685 h 724313"/>
                                  <a:gd name="connsiteX29" fmla="*/ 10886 w 2460290"/>
                                  <a:gd name="connsiteY29" fmla="*/ 724313 h 724313"/>
                                  <a:gd name="connsiteX0" fmla="*/ 0 w 2460347"/>
                                  <a:gd name="connsiteY0" fmla="*/ 634646 h 721731"/>
                                  <a:gd name="connsiteX1" fmla="*/ 185057 w 2460347"/>
                                  <a:gd name="connsiteY1" fmla="*/ 514903 h 721731"/>
                                  <a:gd name="connsiteX2" fmla="*/ 293914 w 2460347"/>
                                  <a:gd name="connsiteY2" fmla="*/ 493132 h 721731"/>
                                  <a:gd name="connsiteX3" fmla="*/ 293914 w 2460347"/>
                                  <a:gd name="connsiteY3" fmla="*/ 493132 h 721731"/>
                                  <a:gd name="connsiteX4" fmla="*/ 457200 w 2460347"/>
                                  <a:gd name="connsiteY4" fmla="*/ 493132 h 721731"/>
                                  <a:gd name="connsiteX5" fmla="*/ 620486 w 2460347"/>
                                  <a:gd name="connsiteY5" fmla="*/ 340733 h 721731"/>
                                  <a:gd name="connsiteX6" fmla="*/ 794657 w 2460347"/>
                                  <a:gd name="connsiteY6" fmla="*/ 220989 h 721731"/>
                                  <a:gd name="connsiteX7" fmla="*/ 979714 w 2460347"/>
                                  <a:gd name="connsiteY7" fmla="*/ 264532 h 721731"/>
                                  <a:gd name="connsiteX8" fmla="*/ 1143000 w 2460347"/>
                                  <a:gd name="connsiteY8" fmla="*/ 286303 h 721731"/>
                                  <a:gd name="connsiteX9" fmla="*/ 1273629 w 2460347"/>
                                  <a:gd name="connsiteY9" fmla="*/ 188332 h 721731"/>
                                  <a:gd name="connsiteX10" fmla="*/ 1447800 w 2460347"/>
                                  <a:gd name="connsiteY10" fmla="*/ 79475 h 721731"/>
                                  <a:gd name="connsiteX11" fmla="*/ 1567543 w 2460347"/>
                                  <a:gd name="connsiteY11" fmla="*/ 101246 h 721731"/>
                                  <a:gd name="connsiteX12" fmla="*/ 1741714 w 2460347"/>
                                  <a:gd name="connsiteY12" fmla="*/ 188332 h 721731"/>
                                  <a:gd name="connsiteX13" fmla="*/ 2035629 w 2460347"/>
                                  <a:gd name="connsiteY13" fmla="*/ 3275 h 721731"/>
                                  <a:gd name="connsiteX14" fmla="*/ 2340429 w 2460347"/>
                                  <a:gd name="connsiteY14" fmla="*/ 79475 h 721731"/>
                                  <a:gd name="connsiteX15" fmla="*/ 2460171 w 2460347"/>
                                  <a:gd name="connsiteY15" fmla="*/ 199218 h 721731"/>
                                  <a:gd name="connsiteX16" fmla="*/ 2318657 w 2460347"/>
                                  <a:gd name="connsiteY16" fmla="*/ 286304 h 721731"/>
                                  <a:gd name="connsiteX17" fmla="*/ 2166257 w 2460347"/>
                                  <a:gd name="connsiteY17" fmla="*/ 351618 h 721731"/>
                                  <a:gd name="connsiteX18" fmla="*/ 1992086 w 2460347"/>
                                  <a:gd name="connsiteY18" fmla="*/ 395160 h 721731"/>
                                  <a:gd name="connsiteX19" fmla="*/ 1730829 w 2460347"/>
                                  <a:gd name="connsiteY19" fmla="*/ 373389 h 721731"/>
                                  <a:gd name="connsiteX20" fmla="*/ 1567543 w 2460347"/>
                                  <a:gd name="connsiteY20" fmla="*/ 449589 h 721731"/>
                                  <a:gd name="connsiteX21" fmla="*/ 1382486 w 2460347"/>
                                  <a:gd name="connsiteY21" fmla="*/ 504017 h 721731"/>
                                  <a:gd name="connsiteX22" fmla="*/ 1143000 w 2460347"/>
                                  <a:gd name="connsiteY22" fmla="*/ 471360 h 721731"/>
                                  <a:gd name="connsiteX23" fmla="*/ 968829 w 2460347"/>
                                  <a:gd name="connsiteY23" fmla="*/ 612875 h 721731"/>
                                  <a:gd name="connsiteX24" fmla="*/ 827314 w 2460347"/>
                                  <a:gd name="connsiteY24" fmla="*/ 656418 h 721731"/>
                                  <a:gd name="connsiteX25" fmla="*/ 653143 w 2460347"/>
                                  <a:gd name="connsiteY25" fmla="*/ 667303 h 721731"/>
                                  <a:gd name="connsiteX26" fmla="*/ 500743 w 2460347"/>
                                  <a:gd name="connsiteY26" fmla="*/ 623760 h 721731"/>
                                  <a:gd name="connsiteX27" fmla="*/ 293914 w 2460347"/>
                                  <a:gd name="connsiteY27" fmla="*/ 591103 h 721731"/>
                                  <a:gd name="connsiteX28" fmla="*/ 10886 w 2460347"/>
                                  <a:gd name="connsiteY28" fmla="*/ 721731 h 721731"/>
                                  <a:gd name="connsiteX0" fmla="*/ 0 w 2460347"/>
                                  <a:gd name="connsiteY0" fmla="*/ 634646 h 710846"/>
                                  <a:gd name="connsiteX1" fmla="*/ 185057 w 2460347"/>
                                  <a:gd name="connsiteY1" fmla="*/ 514903 h 710846"/>
                                  <a:gd name="connsiteX2" fmla="*/ 293914 w 2460347"/>
                                  <a:gd name="connsiteY2" fmla="*/ 493132 h 710846"/>
                                  <a:gd name="connsiteX3" fmla="*/ 293914 w 2460347"/>
                                  <a:gd name="connsiteY3" fmla="*/ 493132 h 710846"/>
                                  <a:gd name="connsiteX4" fmla="*/ 457200 w 2460347"/>
                                  <a:gd name="connsiteY4" fmla="*/ 493132 h 710846"/>
                                  <a:gd name="connsiteX5" fmla="*/ 620486 w 2460347"/>
                                  <a:gd name="connsiteY5" fmla="*/ 340733 h 710846"/>
                                  <a:gd name="connsiteX6" fmla="*/ 794657 w 2460347"/>
                                  <a:gd name="connsiteY6" fmla="*/ 220989 h 710846"/>
                                  <a:gd name="connsiteX7" fmla="*/ 979714 w 2460347"/>
                                  <a:gd name="connsiteY7" fmla="*/ 264532 h 710846"/>
                                  <a:gd name="connsiteX8" fmla="*/ 1143000 w 2460347"/>
                                  <a:gd name="connsiteY8" fmla="*/ 286303 h 710846"/>
                                  <a:gd name="connsiteX9" fmla="*/ 1273629 w 2460347"/>
                                  <a:gd name="connsiteY9" fmla="*/ 188332 h 710846"/>
                                  <a:gd name="connsiteX10" fmla="*/ 1447800 w 2460347"/>
                                  <a:gd name="connsiteY10" fmla="*/ 79475 h 710846"/>
                                  <a:gd name="connsiteX11" fmla="*/ 1567543 w 2460347"/>
                                  <a:gd name="connsiteY11" fmla="*/ 101246 h 710846"/>
                                  <a:gd name="connsiteX12" fmla="*/ 1741714 w 2460347"/>
                                  <a:gd name="connsiteY12" fmla="*/ 188332 h 710846"/>
                                  <a:gd name="connsiteX13" fmla="*/ 2035629 w 2460347"/>
                                  <a:gd name="connsiteY13" fmla="*/ 3275 h 710846"/>
                                  <a:gd name="connsiteX14" fmla="*/ 2340429 w 2460347"/>
                                  <a:gd name="connsiteY14" fmla="*/ 79475 h 710846"/>
                                  <a:gd name="connsiteX15" fmla="*/ 2460171 w 2460347"/>
                                  <a:gd name="connsiteY15" fmla="*/ 199218 h 710846"/>
                                  <a:gd name="connsiteX16" fmla="*/ 2318657 w 2460347"/>
                                  <a:gd name="connsiteY16" fmla="*/ 286304 h 710846"/>
                                  <a:gd name="connsiteX17" fmla="*/ 2166257 w 2460347"/>
                                  <a:gd name="connsiteY17" fmla="*/ 351618 h 710846"/>
                                  <a:gd name="connsiteX18" fmla="*/ 1992086 w 2460347"/>
                                  <a:gd name="connsiteY18" fmla="*/ 395160 h 710846"/>
                                  <a:gd name="connsiteX19" fmla="*/ 1730829 w 2460347"/>
                                  <a:gd name="connsiteY19" fmla="*/ 373389 h 710846"/>
                                  <a:gd name="connsiteX20" fmla="*/ 1567543 w 2460347"/>
                                  <a:gd name="connsiteY20" fmla="*/ 449589 h 710846"/>
                                  <a:gd name="connsiteX21" fmla="*/ 1382486 w 2460347"/>
                                  <a:gd name="connsiteY21" fmla="*/ 504017 h 710846"/>
                                  <a:gd name="connsiteX22" fmla="*/ 1143000 w 2460347"/>
                                  <a:gd name="connsiteY22" fmla="*/ 471360 h 710846"/>
                                  <a:gd name="connsiteX23" fmla="*/ 968829 w 2460347"/>
                                  <a:gd name="connsiteY23" fmla="*/ 612875 h 710846"/>
                                  <a:gd name="connsiteX24" fmla="*/ 827314 w 2460347"/>
                                  <a:gd name="connsiteY24" fmla="*/ 656418 h 710846"/>
                                  <a:gd name="connsiteX25" fmla="*/ 653143 w 2460347"/>
                                  <a:gd name="connsiteY25" fmla="*/ 667303 h 710846"/>
                                  <a:gd name="connsiteX26" fmla="*/ 500743 w 2460347"/>
                                  <a:gd name="connsiteY26" fmla="*/ 623760 h 710846"/>
                                  <a:gd name="connsiteX27" fmla="*/ 293914 w 2460347"/>
                                  <a:gd name="connsiteY27" fmla="*/ 591103 h 710846"/>
                                  <a:gd name="connsiteX28" fmla="*/ 87086 w 2460347"/>
                                  <a:gd name="connsiteY28" fmla="*/ 710846 h 710846"/>
                                  <a:gd name="connsiteX0" fmla="*/ 0 w 2460347"/>
                                  <a:gd name="connsiteY0" fmla="*/ 634646 h 721732"/>
                                  <a:gd name="connsiteX1" fmla="*/ 185057 w 2460347"/>
                                  <a:gd name="connsiteY1" fmla="*/ 514903 h 721732"/>
                                  <a:gd name="connsiteX2" fmla="*/ 293914 w 2460347"/>
                                  <a:gd name="connsiteY2" fmla="*/ 493132 h 721732"/>
                                  <a:gd name="connsiteX3" fmla="*/ 293914 w 2460347"/>
                                  <a:gd name="connsiteY3" fmla="*/ 493132 h 721732"/>
                                  <a:gd name="connsiteX4" fmla="*/ 457200 w 2460347"/>
                                  <a:gd name="connsiteY4" fmla="*/ 493132 h 721732"/>
                                  <a:gd name="connsiteX5" fmla="*/ 620486 w 2460347"/>
                                  <a:gd name="connsiteY5" fmla="*/ 340733 h 721732"/>
                                  <a:gd name="connsiteX6" fmla="*/ 794657 w 2460347"/>
                                  <a:gd name="connsiteY6" fmla="*/ 220989 h 721732"/>
                                  <a:gd name="connsiteX7" fmla="*/ 979714 w 2460347"/>
                                  <a:gd name="connsiteY7" fmla="*/ 264532 h 721732"/>
                                  <a:gd name="connsiteX8" fmla="*/ 1143000 w 2460347"/>
                                  <a:gd name="connsiteY8" fmla="*/ 286303 h 721732"/>
                                  <a:gd name="connsiteX9" fmla="*/ 1273629 w 2460347"/>
                                  <a:gd name="connsiteY9" fmla="*/ 188332 h 721732"/>
                                  <a:gd name="connsiteX10" fmla="*/ 1447800 w 2460347"/>
                                  <a:gd name="connsiteY10" fmla="*/ 79475 h 721732"/>
                                  <a:gd name="connsiteX11" fmla="*/ 1567543 w 2460347"/>
                                  <a:gd name="connsiteY11" fmla="*/ 101246 h 721732"/>
                                  <a:gd name="connsiteX12" fmla="*/ 1741714 w 2460347"/>
                                  <a:gd name="connsiteY12" fmla="*/ 188332 h 721732"/>
                                  <a:gd name="connsiteX13" fmla="*/ 2035629 w 2460347"/>
                                  <a:gd name="connsiteY13" fmla="*/ 3275 h 721732"/>
                                  <a:gd name="connsiteX14" fmla="*/ 2340429 w 2460347"/>
                                  <a:gd name="connsiteY14" fmla="*/ 79475 h 721732"/>
                                  <a:gd name="connsiteX15" fmla="*/ 2460171 w 2460347"/>
                                  <a:gd name="connsiteY15" fmla="*/ 199218 h 721732"/>
                                  <a:gd name="connsiteX16" fmla="*/ 2318657 w 2460347"/>
                                  <a:gd name="connsiteY16" fmla="*/ 286304 h 721732"/>
                                  <a:gd name="connsiteX17" fmla="*/ 2166257 w 2460347"/>
                                  <a:gd name="connsiteY17" fmla="*/ 351618 h 721732"/>
                                  <a:gd name="connsiteX18" fmla="*/ 1992086 w 2460347"/>
                                  <a:gd name="connsiteY18" fmla="*/ 395160 h 721732"/>
                                  <a:gd name="connsiteX19" fmla="*/ 1730829 w 2460347"/>
                                  <a:gd name="connsiteY19" fmla="*/ 373389 h 721732"/>
                                  <a:gd name="connsiteX20" fmla="*/ 1567543 w 2460347"/>
                                  <a:gd name="connsiteY20" fmla="*/ 449589 h 721732"/>
                                  <a:gd name="connsiteX21" fmla="*/ 1382486 w 2460347"/>
                                  <a:gd name="connsiteY21" fmla="*/ 504017 h 721732"/>
                                  <a:gd name="connsiteX22" fmla="*/ 1143000 w 2460347"/>
                                  <a:gd name="connsiteY22" fmla="*/ 471360 h 721732"/>
                                  <a:gd name="connsiteX23" fmla="*/ 968829 w 2460347"/>
                                  <a:gd name="connsiteY23" fmla="*/ 612875 h 721732"/>
                                  <a:gd name="connsiteX24" fmla="*/ 827314 w 2460347"/>
                                  <a:gd name="connsiteY24" fmla="*/ 656418 h 721732"/>
                                  <a:gd name="connsiteX25" fmla="*/ 653143 w 2460347"/>
                                  <a:gd name="connsiteY25" fmla="*/ 667303 h 721732"/>
                                  <a:gd name="connsiteX26" fmla="*/ 500743 w 2460347"/>
                                  <a:gd name="connsiteY26" fmla="*/ 623760 h 721732"/>
                                  <a:gd name="connsiteX27" fmla="*/ 293914 w 2460347"/>
                                  <a:gd name="connsiteY27" fmla="*/ 591103 h 721732"/>
                                  <a:gd name="connsiteX28" fmla="*/ 54429 w 2460347"/>
                                  <a:gd name="connsiteY28" fmla="*/ 721732 h 7217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2460347" h="721732">
                                    <a:moveTo>
                                      <a:pt x="0" y="634646"/>
                                    </a:moveTo>
                                    <a:cubicBezTo>
                                      <a:pt x="38554" y="609700"/>
                                      <a:pt x="136071" y="538489"/>
                                      <a:pt x="185057" y="514903"/>
                                    </a:cubicBezTo>
                                    <a:cubicBezTo>
                                      <a:pt x="234043" y="491317"/>
                                      <a:pt x="293914" y="493132"/>
                                      <a:pt x="293914" y="493132"/>
                                    </a:cubicBezTo>
                                    <a:lnTo>
                                      <a:pt x="293914" y="493132"/>
                                    </a:lnTo>
                                    <a:cubicBezTo>
                                      <a:pt x="321128" y="493132"/>
                                      <a:pt x="402771" y="518532"/>
                                      <a:pt x="457200" y="493132"/>
                                    </a:cubicBezTo>
                                    <a:cubicBezTo>
                                      <a:pt x="511629" y="467732"/>
                                      <a:pt x="564243" y="386090"/>
                                      <a:pt x="620486" y="340733"/>
                                    </a:cubicBezTo>
                                    <a:cubicBezTo>
                                      <a:pt x="676729" y="295376"/>
                                      <a:pt x="734786" y="233689"/>
                                      <a:pt x="794657" y="220989"/>
                                    </a:cubicBezTo>
                                    <a:cubicBezTo>
                                      <a:pt x="854528" y="208289"/>
                                      <a:pt x="918028" y="250018"/>
                                      <a:pt x="979714" y="264532"/>
                                    </a:cubicBezTo>
                                    <a:cubicBezTo>
                                      <a:pt x="1037771" y="275418"/>
                                      <a:pt x="1094014" y="299003"/>
                                      <a:pt x="1143000" y="286303"/>
                                    </a:cubicBezTo>
                                    <a:cubicBezTo>
                                      <a:pt x="1191986" y="273603"/>
                                      <a:pt x="1222829" y="222803"/>
                                      <a:pt x="1273629" y="188332"/>
                                    </a:cubicBezTo>
                                    <a:cubicBezTo>
                                      <a:pt x="1324429" y="153861"/>
                                      <a:pt x="1398814" y="93989"/>
                                      <a:pt x="1447800" y="79475"/>
                                    </a:cubicBezTo>
                                    <a:cubicBezTo>
                                      <a:pt x="1496786" y="64961"/>
                                      <a:pt x="1518557" y="83103"/>
                                      <a:pt x="1567543" y="101246"/>
                                    </a:cubicBezTo>
                                    <a:cubicBezTo>
                                      <a:pt x="1616529" y="119389"/>
                                      <a:pt x="1663700" y="204661"/>
                                      <a:pt x="1741714" y="188332"/>
                                    </a:cubicBezTo>
                                    <a:cubicBezTo>
                                      <a:pt x="1819728" y="172003"/>
                                      <a:pt x="1935843" y="21418"/>
                                      <a:pt x="2035629" y="3275"/>
                                    </a:cubicBezTo>
                                    <a:cubicBezTo>
                                      <a:pt x="2135415" y="-14868"/>
                                      <a:pt x="2269672" y="46818"/>
                                      <a:pt x="2340429" y="79475"/>
                                    </a:cubicBezTo>
                                    <a:cubicBezTo>
                                      <a:pt x="2411186" y="112132"/>
                                      <a:pt x="2463800" y="164747"/>
                                      <a:pt x="2460171" y="199218"/>
                                    </a:cubicBezTo>
                                    <a:cubicBezTo>
                                      <a:pt x="2456542" y="233689"/>
                                      <a:pt x="2367643" y="260904"/>
                                      <a:pt x="2318657" y="286304"/>
                                    </a:cubicBezTo>
                                    <a:cubicBezTo>
                                      <a:pt x="2269671" y="311704"/>
                                      <a:pt x="2220685" y="333475"/>
                                      <a:pt x="2166257" y="351618"/>
                                    </a:cubicBezTo>
                                    <a:cubicBezTo>
                                      <a:pt x="2111829" y="369761"/>
                                      <a:pt x="2064657" y="391532"/>
                                      <a:pt x="1992086" y="395160"/>
                                    </a:cubicBezTo>
                                    <a:cubicBezTo>
                                      <a:pt x="1919515" y="398788"/>
                                      <a:pt x="1801586" y="364318"/>
                                      <a:pt x="1730829" y="373389"/>
                                    </a:cubicBezTo>
                                    <a:cubicBezTo>
                                      <a:pt x="1660072" y="382460"/>
                                      <a:pt x="1625600" y="427818"/>
                                      <a:pt x="1567543" y="449589"/>
                                    </a:cubicBezTo>
                                    <a:cubicBezTo>
                                      <a:pt x="1509486" y="471360"/>
                                      <a:pt x="1453243" y="500389"/>
                                      <a:pt x="1382486" y="504017"/>
                                    </a:cubicBezTo>
                                    <a:cubicBezTo>
                                      <a:pt x="1311729" y="507645"/>
                                      <a:pt x="1211943" y="453217"/>
                                      <a:pt x="1143000" y="471360"/>
                                    </a:cubicBezTo>
                                    <a:cubicBezTo>
                                      <a:pt x="1074057" y="489503"/>
                                      <a:pt x="1021443" y="582032"/>
                                      <a:pt x="968829" y="612875"/>
                                    </a:cubicBezTo>
                                    <a:cubicBezTo>
                                      <a:pt x="916215" y="643718"/>
                                      <a:pt x="879928" y="647347"/>
                                      <a:pt x="827314" y="656418"/>
                                    </a:cubicBezTo>
                                    <a:cubicBezTo>
                                      <a:pt x="774700" y="665489"/>
                                      <a:pt x="707571" y="672746"/>
                                      <a:pt x="653143" y="667303"/>
                                    </a:cubicBezTo>
                                    <a:cubicBezTo>
                                      <a:pt x="598715" y="661860"/>
                                      <a:pt x="560615" y="636460"/>
                                      <a:pt x="500743" y="623760"/>
                                    </a:cubicBezTo>
                                    <a:cubicBezTo>
                                      <a:pt x="440871" y="611060"/>
                                      <a:pt x="368300" y="574774"/>
                                      <a:pt x="293914" y="591103"/>
                                    </a:cubicBezTo>
                                    <a:cubicBezTo>
                                      <a:pt x="219528" y="607432"/>
                                      <a:pt x="54429" y="721732"/>
                                      <a:pt x="54429" y="721732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ihandform 3" o:spid="_x0000_s1026" style="position:absolute;margin-left:17.6pt;margin-top:213.45pt;width:128.65pt;height:55.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460347,721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" path="m,634646c38554,609700,136071,538489,185057,514903v48986,-23586,108857,-21771,108857,-21771l293914,493132v27214,,108857,25400,163286,c511629,467732,564243,386090,620486,340733,676729,295376,734786,233689,794657,220989v59871,-12700,123371,29029,185057,43543c1037771,275418,1094014,299003,1143000,286303v48986,-12700,79829,-63500,130629,-97971c1324429,153861,1398814,93989,1447800,79475v48986,-14514,70757,3628,119743,21771c1616529,119389,1663700,204661,1741714,188332,1819728,172003,1935843,21418,2035629,3275v99786,-18143,234043,43543,304800,76200c2411186,112132,2463800,164747,2460171,199218v-3629,34471,-92528,61686,-141514,87086c2269671,311704,2220685,333475,2166257,351618v-54428,18143,-101600,39914,-174171,43542c1919515,398788,1801586,364318,1730829,373389v-70757,9071,-105229,54429,-163286,76200c1509486,471360,1453243,500389,1382486,504017v-70757,3628,-170543,-50800,-239486,-32657c1074057,489503,1021443,582032,968829,612875v-52614,30843,-88901,34472,-141515,43543c774700,665489,707571,672746,653143,667303,598715,661860,560615,636460,500743,623760,440871,611060,368300,574774,293914,591103,219528,607432,54429,721732,54429,721732e" filled="f" strokecolor="#a5a5a5 [2092]" strokeweight="2pt">
                      <v:path arrowok="t" o:connecttype="custom" o:connectlocs="0,619801;122892,502859;195181,481597;195181,481597;303615,481597;412049,332763;527712,215820;650604,258344;759038,279606;845785,183927;961448,77616;1040966,98878;1156629,183927;1351810,3198;1554220,77616;1633738,194558;1539762,279607;1438557,343393;1322895,385917;1149400,364655;1040966,439073;918074,492228;759038,460334;643375,598539;549399,641064;433736,651694;332531,609170;195181,577277;36145,704850" o:connectangles="0,0,0,0,0,0,0,0,0,0,0,0,0,0,0,0,0,0,0,0,0,0,0,0,0,0,0,0,0"/>
                    </v:shape>
                  </w:pict>
                </mc:Fallback>
              </mc:AlternateContent>
            </w:r>
            <w:r w:rsidRPr="00560E2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4C8399AA" wp14:editId="6FAAE48C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36195</wp:posOffset>
                      </wp:positionV>
                      <wp:extent cx="1085850" cy="1350645"/>
                      <wp:effectExtent l="0" t="0" r="19050" b="20955"/>
                      <wp:wrapNone/>
                      <wp:docPr id="11" name="Gruppieren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5850" cy="1350645"/>
                                <a:chOff x="0" y="0"/>
                                <a:chExt cx="2663486" cy="3580021"/>
                              </a:xfrm>
                            </wpg:grpSpPr>
                            <wps:wsp>
                              <wps:cNvPr id="2" name="Freihandform 2"/>
                              <wps:cNvSpPr/>
                              <wps:spPr>
                                <a:xfrm>
                                  <a:off x="0" y="0"/>
                                  <a:ext cx="2663486" cy="3567724"/>
                                </a:xfrm>
                                <a:custGeom>
                                  <a:avLst/>
                                  <a:gdLst>
                                    <a:gd name="connsiteX0" fmla="*/ 768395 w 2095730"/>
                                    <a:gd name="connsiteY0" fmla="*/ 2547257 h 2612571"/>
                                    <a:gd name="connsiteX1" fmla="*/ 784724 w 2095730"/>
                                    <a:gd name="connsiteY1" fmla="*/ 2220685 h 2612571"/>
                                    <a:gd name="connsiteX2" fmla="*/ 719410 w 2095730"/>
                                    <a:gd name="connsiteY2" fmla="*/ 2024742 h 2612571"/>
                                    <a:gd name="connsiteX3" fmla="*/ 621438 w 2095730"/>
                                    <a:gd name="connsiteY3" fmla="*/ 1910442 h 2612571"/>
                                    <a:gd name="connsiteX4" fmla="*/ 490810 w 2095730"/>
                                    <a:gd name="connsiteY4" fmla="*/ 1779814 h 2612571"/>
                                    <a:gd name="connsiteX5" fmla="*/ 376510 w 2095730"/>
                                    <a:gd name="connsiteY5" fmla="*/ 1714500 h 2612571"/>
                                    <a:gd name="connsiteX6" fmla="*/ 311195 w 2095730"/>
                                    <a:gd name="connsiteY6" fmla="*/ 1632857 h 2612571"/>
                                    <a:gd name="connsiteX7" fmla="*/ 311195 w 2095730"/>
                                    <a:gd name="connsiteY7" fmla="*/ 1534885 h 2612571"/>
                                    <a:gd name="connsiteX8" fmla="*/ 278538 w 2095730"/>
                                    <a:gd name="connsiteY8" fmla="*/ 1420585 h 2612571"/>
                                    <a:gd name="connsiteX9" fmla="*/ 245881 w 2095730"/>
                                    <a:gd name="connsiteY9" fmla="*/ 1322614 h 2612571"/>
                                    <a:gd name="connsiteX10" fmla="*/ 164238 w 2095730"/>
                                    <a:gd name="connsiteY10" fmla="*/ 1273628 h 2612571"/>
                                    <a:gd name="connsiteX11" fmla="*/ 66267 w 2095730"/>
                                    <a:gd name="connsiteY11" fmla="*/ 1257300 h 2612571"/>
                                    <a:gd name="connsiteX12" fmla="*/ 952 w 2095730"/>
                                    <a:gd name="connsiteY12" fmla="*/ 1224642 h 2612571"/>
                                    <a:gd name="connsiteX13" fmla="*/ 115252 w 2095730"/>
                                    <a:gd name="connsiteY13" fmla="*/ 1077685 h 2612571"/>
                                    <a:gd name="connsiteX14" fmla="*/ 262210 w 2095730"/>
                                    <a:gd name="connsiteY14" fmla="*/ 930728 h 2612571"/>
                                    <a:gd name="connsiteX15" fmla="*/ 343852 w 2095730"/>
                                    <a:gd name="connsiteY15" fmla="*/ 783771 h 2612571"/>
                                    <a:gd name="connsiteX16" fmla="*/ 392838 w 2095730"/>
                                    <a:gd name="connsiteY16" fmla="*/ 620485 h 2612571"/>
                                    <a:gd name="connsiteX17" fmla="*/ 441824 w 2095730"/>
                                    <a:gd name="connsiteY17" fmla="*/ 424542 h 2612571"/>
                                    <a:gd name="connsiteX18" fmla="*/ 490810 w 2095730"/>
                                    <a:gd name="connsiteY18" fmla="*/ 277585 h 2612571"/>
                                    <a:gd name="connsiteX19" fmla="*/ 588781 w 2095730"/>
                                    <a:gd name="connsiteY19" fmla="*/ 179614 h 2612571"/>
                                    <a:gd name="connsiteX20" fmla="*/ 801052 w 2095730"/>
                                    <a:gd name="connsiteY20" fmla="*/ 81642 h 2612571"/>
                                    <a:gd name="connsiteX21" fmla="*/ 931681 w 2095730"/>
                                    <a:gd name="connsiteY21" fmla="*/ 32657 h 2612571"/>
                                    <a:gd name="connsiteX22" fmla="*/ 1078638 w 2095730"/>
                                    <a:gd name="connsiteY22" fmla="*/ 0 h 2612571"/>
                                    <a:gd name="connsiteX23" fmla="*/ 1307238 w 2095730"/>
                                    <a:gd name="connsiteY23" fmla="*/ 32657 h 2612571"/>
                                    <a:gd name="connsiteX24" fmla="*/ 1535838 w 2095730"/>
                                    <a:gd name="connsiteY24" fmla="*/ 48985 h 2612571"/>
                                    <a:gd name="connsiteX25" fmla="*/ 1748110 w 2095730"/>
                                    <a:gd name="connsiteY25" fmla="*/ 130628 h 2612571"/>
                                    <a:gd name="connsiteX26" fmla="*/ 1862410 w 2095730"/>
                                    <a:gd name="connsiteY26" fmla="*/ 359228 h 2612571"/>
                                    <a:gd name="connsiteX27" fmla="*/ 1993038 w 2095730"/>
                                    <a:gd name="connsiteY27" fmla="*/ 636814 h 2612571"/>
                                    <a:gd name="connsiteX28" fmla="*/ 2091010 w 2095730"/>
                                    <a:gd name="connsiteY28" fmla="*/ 702128 h 2612571"/>
                                    <a:gd name="connsiteX29" fmla="*/ 2074681 w 2095730"/>
                                    <a:gd name="connsiteY29" fmla="*/ 979714 h 2612571"/>
                                    <a:gd name="connsiteX30" fmla="*/ 2025695 w 2095730"/>
                                    <a:gd name="connsiteY30" fmla="*/ 1240971 h 2612571"/>
                                    <a:gd name="connsiteX31" fmla="*/ 1944052 w 2095730"/>
                                    <a:gd name="connsiteY31" fmla="*/ 1534885 h 2612571"/>
                                    <a:gd name="connsiteX32" fmla="*/ 1780767 w 2095730"/>
                                    <a:gd name="connsiteY32" fmla="*/ 1812471 h 2612571"/>
                                    <a:gd name="connsiteX33" fmla="*/ 1601152 w 2095730"/>
                                    <a:gd name="connsiteY33" fmla="*/ 1975757 h 2612571"/>
                                    <a:gd name="connsiteX34" fmla="*/ 1503181 w 2095730"/>
                                    <a:gd name="connsiteY34" fmla="*/ 2188028 h 2612571"/>
                                    <a:gd name="connsiteX35" fmla="*/ 1454195 w 2095730"/>
                                    <a:gd name="connsiteY35" fmla="*/ 2383971 h 2612571"/>
                                    <a:gd name="connsiteX36" fmla="*/ 1454195 w 2095730"/>
                                    <a:gd name="connsiteY36" fmla="*/ 2596242 h 2612571"/>
                                    <a:gd name="connsiteX37" fmla="*/ 1454195 w 2095730"/>
                                    <a:gd name="connsiteY37" fmla="*/ 2612571 h 2612571"/>
                                    <a:gd name="connsiteX0" fmla="*/ 768395 w 2105152"/>
                                    <a:gd name="connsiteY0" fmla="*/ 2547257 h 2612571"/>
                                    <a:gd name="connsiteX1" fmla="*/ 784724 w 2105152"/>
                                    <a:gd name="connsiteY1" fmla="*/ 2220685 h 2612571"/>
                                    <a:gd name="connsiteX2" fmla="*/ 719410 w 2105152"/>
                                    <a:gd name="connsiteY2" fmla="*/ 2024742 h 2612571"/>
                                    <a:gd name="connsiteX3" fmla="*/ 621438 w 2105152"/>
                                    <a:gd name="connsiteY3" fmla="*/ 1910442 h 2612571"/>
                                    <a:gd name="connsiteX4" fmla="*/ 490810 w 2105152"/>
                                    <a:gd name="connsiteY4" fmla="*/ 1779814 h 2612571"/>
                                    <a:gd name="connsiteX5" fmla="*/ 376510 w 2105152"/>
                                    <a:gd name="connsiteY5" fmla="*/ 1714500 h 2612571"/>
                                    <a:gd name="connsiteX6" fmla="*/ 311195 w 2105152"/>
                                    <a:gd name="connsiteY6" fmla="*/ 1632857 h 2612571"/>
                                    <a:gd name="connsiteX7" fmla="*/ 311195 w 2105152"/>
                                    <a:gd name="connsiteY7" fmla="*/ 1534885 h 2612571"/>
                                    <a:gd name="connsiteX8" fmla="*/ 278538 w 2105152"/>
                                    <a:gd name="connsiteY8" fmla="*/ 1420585 h 2612571"/>
                                    <a:gd name="connsiteX9" fmla="*/ 245881 w 2105152"/>
                                    <a:gd name="connsiteY9" fmla="*/ 1322614 h 2612571"/>
                                    <a:gd name="connsiteX10" fmla="*/ 164238 w 2105152"/>
                                    <a:gd name="connsiteY10" fmla="*/ 1273628 h 2612571"/>
                                    <a:gd name="connsiteX11" fmla="*/ 66267 w 2105152"/>
                                    <a:gd name="connsiteY11" fmla="*/ 1257300 h 2612571"/>
                                    <a:gd name="connsiteX12" fmla="*/ 952 w 2105152"/>
                                    <a:gd name="connsiteY12" fmla="*/ 1224642 h 2612571"/>
                                    <a:gd name="connsiteX13" fmla="*/ 115252 w 2105152"/>
                                    <a:gd name="connsiteY13" fmla="*/ 1077685 h 2612571"/>
                                    <a:gd name="connsiteX14" fmla="*/ 262210 w 2105152"/>
                                    <a:gd name="connsiteY14" fmla="*/ 930728 h 2612571"/>
                                    <a:gd name="connsiteX15" fmla="*/ 343852 w 2105152"/>
                                    <a:gd name="connsiteY15" fmla="*/ 783771 h 2612571"/>
                                    <a:gd name="connsiteX16" fmla="*/ 392838 w 2105152"/>
                                    <a:gd name="connsiteY16" fmla="*/ 620485 h 2612571"/>
                                    <a:gd name="connsiteX17" fmla="*/ 441824 w 2105152"/>
                                    <a:gd name="connsiteY17" fmla="*/ 424542 h 2612571"/>
                                    <a:gd name="connsiteX18" fmla="*/ 490810 w 2105152"/>
                                    <a:gd name="connsiteY18" fmla="*/ 277585 h 2612571"/>
                                    <a:gd name="connsiteX19" fmla="*/ 588781 w 2105152"/>
                                    <a:gd name="connsiteY19" fmla="*/ 179614 h 2612571"/>
                                    <a:gd name="connsiteX20" fmla="*/ 801052 w 2105152"/>
                                    <a:gd name="connsiteY20" fmla="*/ 81642 h 2612571"/>
                                    <a:gd name="connsiteX21" fmla="*/ 931681 w 2105152"/>
                                    <a:gd name="connsiteY21" fmla="*/ 32657 h 2612571"/>
                                    <a:gd name="connsiteX22" fmla="*/ 1078638 w 2105152"/>
                                    <a:gd name="connsiteY22" fmla="*/ 0 h 2612571"/>
                                    <a:gd name="connsiteX23" fmla="*/ 1307238 w 2105152"/>
                                    <a:gd name="connsiteY23" fmla="*/ 32657 h 2612571"/>
                                    <a:gd name="connsiteX24" fmla="*/ 1535838 w 2105152"/>
                                    <a:gd name="connsiteY24" fmla="*/ 48985 h 2612571"/>
                                    <a:gd name="connsiteX25" fmla="*/ 1748110 w 2105152"/>
                                    <a:gd name="connsiteY25" fmla="*/ 130628 h 2612571"/>
                                    <a:gd name="connsiteX26" fmla="*/ 1862410 w 2105152"/>
                                    <a:gd name="connsiteY26" fmla="*/ 359228 h 2612571"/>
                                    <a:gd name="connsiteX27" fmla="*/ 2091010 w 2105152"/>
                                    <a:gd name="connsiteY27" fmla="*/ 702128 h 2612571"/>
                                    <a:gd name="connsiteX28" fmla="*/ 2074681 w 2105152"/>
                                    <a:gd name="connsiteY28" fmla="*/ 979714 h 2612571"/>
                                    <a:gd name="connsiteX29" fmla="*/ 2025695 w 2105152"/>
                                    <a:gd name="connsiteY29" fmla="*/ 1240971 h 2612571"/>
                                    <a:gd name="connsiteX30" fmla="*/ 1944052 w 2105152"/>
                                    <a:gd name="connsiteY30" fmla="*/ 1534885 h 2612571"/>
                                    <a:gd name="connsiteX31" fmla="*/ 1780767 w 2105152"/>
                                    <a:gd name="connsiteY31" fmla="*/ 1812471 h 2612571"/>
                                    <a:gd name="connsiteX32" fmla="*/ 1601152 w 2105152"/>
                                    <a:gd name="connsiteY32" fmla="*/ 1975757 h 2612571"/>
                                    <a:gd name="connsiteX33" fmla="*/ 1503181 w 2105152"/>
                                    <a:gd name="connsiteY33" fmla="*/ 2188028 h 2612571"/>
                                    <a:gd name="connsiteX34" fmla="*/ 1454195 w 2105152"/>
                                    <a:gd name="connsiteY34" fmla="*/ 2383971 h 2612571"/>
                                    <a:gd name="connsiteX35" fmla="*/ 1454195 w 2105152"/>
                                    <a:gd name="connsiteY35" fmla="*/ 2596242 h 2612571"/>
                                    <a:gd name="connsiteX36" fmla="*/ 1454195 w 2105152"/>
                                    <a:gd name="connsiteY36" fmla="*/ 2612571 h 2612571"/>
                                    <a:gd name="connsiteX0" fmla="*/ 768395 w 2098044"/>
                                    <a:gd name="connsiteY0" fmla="*/ 2547257 h 2612571"/>
                                    <a:gd name="connsiteX1" fmla="*/ 784724 w 2098044"/>
                                    <a:gd name="connsiteY1" fmla="*/ 2220685 h 2612571"/>
                                    <a:gd name="connsiteX2" fmla="*/ 719410 w 2098044"/>
                                    <a:gd name="connsiteY2" fmla="*/ 2024742 h 2612571"/>
                                    <a:gd name="connsiteX3" fmla="*/ 621438 w 2098044"/>
                                    <a:gd name="connsiteY3" fmla="*/ 1910442 h 2612571"/>
                                    <a:gd name="connsiteX4" fmla="*/ 490810 w 2098044"/>
                                    <a:gd name="connsiteY4" fmla="*/ 1779814 h 2612571"/>
                                    <a:gd name="connsiteX5" fmla="*/ 376510 w 2098044"/>
                                    <a:gd name="connsiteY5" fmla="*/ 1714500 h 2612571"/>
                                    <a:gd name="connsiteX6" fmla="*/ 311195 w 2098044"/>
                                    <a:gd name="connsiteY6" fmla="*/ 1632857 h 2612571"/>
                                    <a:gd name="connsiteX7" fmla="*/ 311195 w 2098044"/>
                                    <a:gd name="connsiteY7" fmla="*/ 1534885 h 2612571"/>
                                    <a:gd name="connsiteX8" fmla="*/ 278538 w 2098044"/>
                                    <a:gd name="connsiteY8" fmla="*/ 1420585 h 2612571"/>
                                    <a:gd name="connsiteX9" fmla="*/ 245881 w 2098044"/>
                                    <a:gd name="connsiteY9" fmla="*/ 1322614 h 2612571"/>
                                    <a:gd name="connsiteX10" fmla="*/ 164238 w 2098044"/>
                                    <a:gd name="connsiteY10" fmla="*/ 1273628 h 2612571"/>
                                    <a:gd name="connsiteX11" fmla="*/ 66267 w 2098044"/>
                                    <a:gd name="connsiteY11" fmla="*/ 1257300 h 2612571"/>
                                    <a:gd name="connsiteX12" fmla="*/ 952 w 2098044"/>
                                    <a:gd name="connsiteY12" fmla="*/ 1224642 h 2612571"/>
                                    <a:gd name="connsiteX13" fmla="*/ 115252 w 2098044"/>
                                    <a:gd name="connsiteY13" fmla="*/ 1077685 h 2612571"/>
                                    <a:gd name="connsiteX14" fmla="*/ 262210 w 2098044"/>
                                    <a:gd name="connsiteY14" fmla="*/ 930728 h 2612571"/>
                                    <a:gd name="connsiteX15" fmla="*/ 343852 w 2098044"/>
                                    <a:gd name="connsiteY15" fmla="*/ 783771 h 2612571"/>
                                    <a:gd name="connsiteX16" fmla="*/ 392838 w 2098044"/>
                                    <a:gd name="connsiteY16" fmla="*/ 620485 h 2612571"/>
                                    <a:gd name="connsiteX17" fmla="*/ 441824 w 2098044"/>
                                    <a:gd name="connsiteY17" fmla="*/ 424542 h 2612571"/>
                                    <a:gd name="connsiteX18" fmla="*/ 490810 w 2098044"/>
                                    <a:gd name="connsiteY18" fmla="*/ 277585 h 2612571"/>
                                    <a:gd name="connsiteX19" fmla="*/ 588781 w 2098044"/>
                                    <a:gd name="connsiteY19" fmla="*/ 179614 h 2612571"/>
                                    <a:gd name="connsiteX20" fmla="*/ 801052 w 2098044"/>
                                    <a:gd name="connsiteY20" fmla="*/ 81642 h 2612571"/>
                                    <a:gd name="connsiteX21" fmla="*/ 931681 w 2098044"/>
                                    <a:gd name="connsiteY21" fmla="*/ 32657 h 2612571"/>
                                    <a:gd name="connsiteX22" fmla="*/ 1078638 w 2098044"/>
                                    <a:gd name="connsiteY22" fmla="*/ 0 h 2612571"/>
                                    <a:gd name="connsiteX23" fmla="*/ 1307238 w 2098044"/>
                                    <a:gd name="connsiteY23" fmla="*/ 32657 h 2612571"/>
                                    <a:gd name="connsiteX24" fmla="*/ 1535838 w 2098044"/>
                                    <a:gd name="connsiteY24" fmla="*/ 48985 h 2612571"/>
                                    <a:gd name="connsiteX25" fmla="*/ 1748110 w 2098044"/>
                                    <a:gd name="connsiteY25" fmla="*/ 130628 h 2612571"/>
                                    <a:gd name="connsiteX26" fmla="*/ 1960381 w 2098044"/>
                                    <a:gd name="connsiteY26" fmla="*/ 326571 h 2612571"/>
                                    <a:gd name="connsiteX27" fmla="*/ 2091010 w 2098044"/>
                                    <a:gd name="connsiteY27" fmla="*/ 702128 h 2612571"/>
                                    <a:gd name="connsiteX28" fmla="*/ 2074681 w 2098044"/>
                                    <a:gd name="connsiteY28" fmla="*/ 979714 h 2612571"/>
                                    <a:gd name="connsiteX29" fmla="*/ 2025695 w 2098044"/>
                                    <a:gd name="connsiteY29" fmla="*/ 1240971 h 2612571"/>
                                    <a:gd name="connsiteX30" fmla="*/ 1944052 w 2098044"/>
                                    <a:gd name="connsiteY30" fmla="*/ 1534885 h 2612571"/>
                                    <a:gd name="connsiteX31" fmla="*/ 1780767 w 2098044"/>
                                    <a:gd name="connsiteY31" fmla="*/ 1812471 h 2612571"/>
                                    <a:gd name="connsiteX32" fmla="*/ 1601152 w 2098044"/>
                                    <a:gd name="connsiteY32" fmla="*/ 1975757 h 2612571"/>
                                    <a:gd name="connsiteX33" fmla="*/ 1503181 w 2098044"/>
                                    <a:gd name="connsiteY33" fmla="*/ 2188028 h 2612571"/>
                                    <a:gd name="connsiteX34" fmla="*/ 1454195 w 2098044"/>
                                    <a:gd name="connsiteY34" fmla="*/ 2383971 h 2612571"/>
                                    <a:gd name="connsiteX35" fmla="*/ 1454195 w 2098044"/>
                                    <a:gd name="connsiteY35" fmla="*/ 2596242 h 2612571"/>
                                    <a:gd name="connsiteX36" fmla="*/ 1454195 w 2098044"/>
                                    <a:gd name="connsiteY36" fmla="*/ 2612571 h 2612571"/>
                                    <a:gd name="connsiteX0" fmla="*/ 732150 w 2061799"/>
                                    <a:gd name="connsiteY0" fmla="*/ 2547257 h 2612571"/>
                                    <a:gd name="connsiteX1" fmla="*/ 748479 w 2061799"/>
                                    <a:gd name="connsiteY1" fmla="*/ 2220685 h 2612571"/>
                                    <a:gd name="connsiteX2" fmla="*/ 683165 w 2061799"/>
                                    <a:gd name="connsiteY2" fmla="*/ 2024742 h 2612571"/>
                                    <a:gd name="connsiteX3" fmla="*/ 585193 w 2061799"/>
                                    <a:gd name="connsiteY3" fmla="*/ 1910442 h 2612571"/>
                                    <a:gd name="connsiteX4" fmla="*/ 454565 w 2061799"/>
                                    <a:gd name="connsiteY4" fmla="*/ 1779814 h 2612571"/>
                                    <a:gd name="connsiteX5" fmla="*/ 340265 w 2061799"/>
                                    <a:gd name="connsiteY5" fmla="*/ 1714500 h 2612571"/>
                                    <a:gd name="connsiteX6" fmla="*/ 274950 w 2061799"/>
                                    <a:gd name="connsiteY6" fmla="*/ 1632857 h 2612571"/>
                                    <a:gd name="connsiteX7" fmla="*/ 274950 w 2061799"/>
                                    <a:gd name="connsiteY7" fmla="*/ 1534885 h 2612571"/>
                                    <a:gd name="connsiteX8" fmla="*/ 242293 w 2061799"/>
                                    <a:gd name="connsiteY8" fmla="*/ 1420585 h 2612571"/>
                                    <a:gd name="connsiteX9" fmla="*/ 209636 w 2061799"/>
                                    <a:gd name="connsiteY9" fmla="*/ 1322614 h 2612571"/>
                                    <a:gd name="connsiteX10" fmla="*/ 127993 w 2061799"/>
                                    <a:gd name="connsiteY10" fmla="*/ 1273628 h 2612571"/>
                                    <a:gd name="connsiteX11" fmla="*/ 30022 w 2061799"/>
                                    <a:gd name="connsiteY11" fmla="*/ 1257300 h 2612571"/>
                                    <a:gd name="connsiteX12" fmla="*/ 2267 w 2061799"/>
                                    <a:gd name="connsiteY12" fmla="*/ 1178432 h 2612571"/>
                                    <a:gd name="connsiteX13" fmla="*/ 79007 w 2061799"/>
                                    <a:gd name="connsiteY13" fmla="*/ 1077685 h 2612571"/>
                                    <a:gd name="connsiteX14" fmla="*/ 225965 w 2061799"/>
                                    <a:gd name="connsiteY14" fmla="*/ 930728 h 2612571"/>
                                    <a:gd name="connsiteX15" fmla="*/ 307607 w 2061799"/>
                                    <a:gd name="connsiteY15" fmla="*/ 783771 h 2612571"/>
                                    <a:gd name="connsiteX16" fmla="*/ 356593 w 2061799"/>
                                    <a:gd name="connsiteY16" fmla="*/ 620485 h 2612571"/>
                                    <a:gd name="connsiteX17" fmla="*/ 405579 w 2061799"/>
                                    <a:gd name="connsiteY17" fmla="*/ 424542 h 2612571"/>
                                    <a:gd name="connsiteX18" fmla="*/ 454565 w 2061799"/>
                                    <a:gd name="connsiteY18" fmla="*/ 277585 h 2612571"/>
                                    <a:gd name="connsiteX19" fmla="*/ 552536 w 2061799"/>
                                    <a:gd name="connsiteY19" fmla="*/ 179614 h 2612571"/>
                                    <a:gd name="connsiteX20" fmla="*/ 764807 w 2061799"/>
                                    <a:gd name="connsiteY20" fmla="*/ 81642 h 2612571"/>
                                    <a:gd name="connsiteX21" fmla="*/ 895436 w 2061799"/>
                                    <a:gd name="connsiteY21" fmla="*/ 32657 h 2612571"/>
                                    <a:gd name="connsiteX22" fmla="*/ 1042393 w 2061799"/>
                                    <a:gd name="connsiteY22" fmla="*/ 0 h 2612571"/>
                                    <a:gd name="connsiteX23" fmla="*/ 1270993 w 2061799"/>
                                    <a:gd name="connsiteY23" fmla="*/ 32657 h 2612571"/>
                                    <a:gd name="connsiteX24" fmla="*/ 1499593 w 2061799"/>
                                    <a:gd name="connsiteY24" fmla="*/ 48985 h 2612571"/>
                                    <a:gd name="connsiteX25" fmla="*/ 1711865 w 2061799"/>
                                    <a:gd name="connsiteY25" fmla="*/ 130628 h 2612571"/>
                                    <a:gd name="connsiteX26" fmla="*/ 1924136 w 2061799"/>
                                    <a:gd name="connsiteY26" fmla="*/ 326571 h 2612571"/>
                                    <a:gd name="connsiteX27" fmla="*/ 2054765 w 2061799"/>
                                    <a:gd name="connsiteY27" fmla="*/ 702128 h 2612571"/>
                                    <a:gd name="connsiteX28" fmla="*/ 2038436 w 2061799"/>
                                    <a:gd name="connsiteY28" fmla="*/ 979714 h 2612571"/>
                                    <a:gd name="connsiteX29" fmla="*/ 1989450 w 2061799"/>
                                    <a:gd name="connsiteY29" fmla="*/ 1240971 h 2612571"/>
                                    <a:gd name="connsiteX30" fmla="*/ 1907807 w 2061799"/>
                                    <a:gd name="connsiteY30" fmla="*/ 1534885 h 2612571"/>
                                    <a:gd name="connsiteX31" fmla="*/ 1744522 w 2061799"/>
                                    <a:gd name="connsiteY31" fmla="*/ 1812471 h 2612571"/>
                                    <a:gd name="connsiteX32" fmla="*/ 1564907 w 2061799"/>
                                    <a:gd name="connsiteY32" fmla="*/ 1975757 h 2612571"/>
                                    <a:gd name="connsiteX33" fmla="*/ 1466936 w 2061799"/>
                                    <a:gd name="connsiteY33" fmla="*/ 2188028 h 2612571"/>
                                    <a:gd name="connsiteX34" fmla="*/ 1417950 w 2061799"/>
                                    <a:gd name="connsiteY34" fmla="*/ 2383971 h 2612571"/>
                                    <a:gd name="connsiteX35" fmla="*/ 1417950 w 2061799"/>
                                    <a:gd name="connsiteY35" fmla="*/ 2596242 h 2612571"/>
                                    <a:gd name="connsiteX36" fmla="*/ 1417950 w 2061799"/>
                                    <a:gd name="connsiteY36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685039 w 2063673"/>
                                    <a:gd name="connsiteY2" fmla="*/ 2024742 h 2612571"/>
                                    <a:gd name="connsiteX3" fmla="*/ 587067 w 2063673"/>
                                    <a:gd name="connsiteY3" fmla="*/ 1910442 h 2612571"/>
                                    <a:gd name="connsiteX4" fmla="*/ 456439 w 2063673"/>
                                    <a:gd name="connsiteY4" fmla="*/ 1779814 h 2612571"/>
                                    <a:gd name="connsiteX5" fmla="*/ 342139 w 2063673"/>
                                    <a:gd name="connsiteY5" fmla="*/ 1714500 h 2612571"/>
                                    <a:gd name="connsiteX6" fmla="*/ 276824 w 2063673"/>
                                    <a:gd name="connsiteY6" fmla="*/ 1632857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554410 w 2063673"/>
                                    <a:gd name="connsiteY18" fmla="*/ 179614 h 2612571"/>
                                    <a:gd name="connsiteX19" fmla="*/ 766681 w 2063673"/>
                                    <a:gd name="connsiteY19" fmla="*/ 81642 h 2612571"/>
                                    <a:gd name="connsiteX20" fmla="*/ 897310 w 2063673"/>
                                    <a:gd name="connsiteY20" fmla="*/ 32657 h 2612571"/>
                                    <a:gd name="connsiteX21" fmla="*/ 1044267 w 2063673"/>
                                    <a:gd name="connsiteY21" fmla="*/ 0 h 2612571"/>
                                    <a:gd name="connsiteX22" fmla="*/ 1272867 w 2063673"/>
                                    <a:gd name="connsiteY22" fmla="*/ 32657 h 2612571"/>
                                    <a:gd name="connsiteX23" fmla="*/ 1501467 w 2063673"/>
                                    <a:gd name="connsiteY23" fmla="*/ 48985 h 2612571"/>
                                    <a:gd name="connsiteX24" fmla="*/ 1713739 w 2063673"/>
                                    <a:gd name="connsiteY24" fmla="*/ 130628 h 2612571"/>
                                    <a:gd name="connsiteX25" fmla="*/ 1926010 w 2063673"/>
                                    <a:gd name="connsiteY25" fmla="*/ 326571 h 2612571"/>
                                    <a:gd name="connsiteX26" fmla="*/ 2056639 w 2063673"/>
                                    <a:gd name="connsiteY26" fmla="*/ 702128 h 2612571"/>
                                    <a:gd name="connsiteX27" fmla="*/ 2040310 w 2063673"/>
                                    <a:gd name="connsiteY27" fmla="*/ 979714 h 2612571"/>
                                    <a:gd name="connsiteX28" fmla="*/ 1991324 w 2063673"/>
                                    <a:gd name="connsiteY28" fmla="*/ 1240971 h 2612571"/>
                                    <a:gd name="connsiteX29" fmla="*/ 1909681 w 2063673"/>
                                    <a:gd name="connsiteY29" fmla="*/ 1534885 h 2612571"/>
                                    <a:gd name="connsiteX30" fmla="*/ 1746396 w 2063673"/>
                                    <a:gd name="connsiteY30" fmla="*/ 1812471 h 2612571"/>
                                    <a:gd name="connsiteX31" fmla="*/ 1566781 w 2063673"/>
                                    <a:gd name="connsiteY31" fmla="*/ 1975757 h 2612571"/>
                                    <a:gd name="connsiteX32" fmla="*/ 1468810 w 2063673"/>
                                    <a:gd name="connsiteY32" fmla="*/ 2188028 h 2612571"/>
                                    <a:gd name="connsiteX33" fmla="*/ 1419824 w 2063673"/>
                                    <a:gd name="connsiteY33" fmla="*/ 2383971 h 2612571"/>
                                    <a:gd name="connsiteX34" fmla="*/ 1419824 w 2063673"/>
                                    <a:gd name="connsiteY34" fmla="*/ 2596242 h 2612571"/>
                                    <a:gd name="connsiteX35" fmla="*/ 1419824 w 2063673"/>
                                    <a:gd name="connsiteY35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685039 w 2063673"/>
                                    <a:gd name="connsiteY2" fmla="*/ 2024742 h 2612571"/>
                                    <a:gd name="connsiteX3" fmla="*/ 687226 w 2063673"/>
                                    <a:gd name="connsiteY3" fmla="*/ 1875786 h 2612571"/>
                                    <a:gd name="connsiteX4" fmla="*/ 456439 w 2063673"/>
                                    <a:gd name="connsiteY4" fmla="*/ 1779814 h 2612571"/>
                                    <a:gd name="connsiteX5" fmla="*/ 342139 w 2063673"/>
                                    <a:gd name="connsiteY5" fmla="*/ 1714500 h 2612571"/>
                                    <a:gd name="connsiteX6" fmla="*/ 276824 w 2063673"/>
                                    <a:gd name="connsiteY6" fmla="*/ 1632857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554410 w 2063673"/>
                                    <a:gd name="connsiteY18" fmla="*/ 179614 h 2612571"/>
                                    <a:gd name="connsiteX19" fmla="*/ 766681 w 2063673"/>
                                    <a:gd name="connsiteY19" fmla="*/ 81642 h 2612571"/>
                                    <a:gd name="connsiteX20" fmla="*/ 897310 w 2063673"/>
                                    <a:gd name="connsiteY20" fmla="*/ 32657 h 2612571"/>
                                    <a:gd name="connsiteX21" fmla="*/ 1044267 w 2063673"/>
                                    <a:gd name="connsiteY21" fmla="*/ 0 h 2612571"/>
                                    <a:gd name="connsiteX22" fmla="*/ 1272867 w 2063673"/>
                                    <a:gd name="connsiteY22" fmla="*/ 32657 h 2612571"/>
                                    <a:gd name="connsiteX23" fmla="*/ 1501467 w 2063673"/>
                                    <a:gd name="connsiteY23" fmla="*/ 48985 h 2612571"/>
                                    <a:gd name="connsiteX24" fmla="*/ 1713739 w 2063673"/>
                                    <a:gd name="connsiteY24" fmla="*/ 130628 h 2612571"/>
                                    <a:gd name="connsiteX25" fmla="*/ 1926010 w 2063673"/>
                                    <a:gd name="connsiteY25" fmla="*/ 326571 h 2612571"/>
                                    <a:gd name="connsiteX26" fmla="*/ 2056639 w 2063673"/>
                                    <a:gd name="connsiteY26" fmla="*/ 702128 h 2612571"/>
                                    <a:gd name="connsiteX27" fmla="*/ 2040310 w 2063673"/>
                                    <a:gd name="connsiteY27" fmla="*/ 979714 h 2612571"/>
                                    <a:gd name="connsiteX28" fmla="*/ 1991324 w 2063673"/>
                                    <a:gd name="connsiteY28" fmla="*/ 1240971 h 2612571"/>
                                    <a:gd name="connsiteX29" fmla="*/ 1909681 w 2063673"/>
                                    <a:gd name="connsiteY29" fmla="*/ 1534885 h 2612571"/>
                                    <a:gd name="connsiteX30" fmla="*/ 1746396 w 2063673"/>
                                    <a:gd name="connsiteY30" fmla="*/ 1812471 h 2612571"/>
                                    <a:gd name="connsiteX31" fmla="*/ 1566781 w 2063673"/>
                                    <a:gd name="connsiteY31" fmla="*/ 1975757 h 2612571"/>
                                    <a:gd name="connsiteX32" fmla="*/ 1468810 w 2063673"/>
                                    <a:gd name="connsiteY32" fmla="*/ 2188028 h 2612571"/>
                                    <a:gd name="connsiteX33" fmla="*/ 1419824 w 2063673"/>
                                    <a:gd name="connsiteY33" fmla="*/ 2383971 h 2612571"/>
                                    <a:gd name="connsiteX34" fmla="*/ 1419824 w 2063673"/>
                                    <a:gd name="connsiteY34" fmla="*/ 2596242 h 2612571"/>
                                    <a:gd name="connsiteX35" fmla="*/ 1419824 w 2063673"/>
                                    <a:gd name="connsiteY35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772678 w 2063673"/>
                                    <a:gd name="connsiteY2" fmla="*/ 2024742 h 2612571"/>
                                    <a:gd name="connsiteX3" fmla="*/ 687226 w 2063673"/>
                                    <a:gd name="connsiteY3" fmla="*/ 1875786 h 2612571"/>
                                    <a:gd name="connsiteX4" fmla="*/ 456439 w 2063673"/>
                                    <a:gd name="connsiteY4" fmla="*/ 1779814 h 2612571"/>
                                    <a:gd name="connsiteX5" fmla="*/ 342139 w 2063673"/>
                                    <a:gd name="connsiteY5" fmla="*/ 1714500 h 2612571"/>
                                    <a:gd name="connsiteX6" fmla="*/ 276824 w 2063673"/>
                                    <a:gd name="connsiteY6" fmla="*/ 1632857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554410 w 2063673"/>
                                    <a:gd name="connsiteY18" fmla="*/ 179614 h 2612571"/>
                                    <a:gd name="connsiteX19" fmla="*/ 766681 w 2063673"/>
                                    <a:gd name="connsiteY19" fmla="*/ 81642 h 2612571"/>
                                    <a:gd name="connsiteX20" fmla="*/ 897310 w 2063673"/>
                                    <a:gd name="connsiteY20" fmla="*/ 32657 h 2612571"/>
                                    <a:gd name="connsiteX21" fmla="*/ 1044267 w 2063673"/>
                                    <a:gd name="connsiteY21" fmla="*/ 0 h 2612571"/>
                                    <a:gd name="connsiteX22" fmla="*/ 1272867 w 2063673"/>
                                    <a:gd name="connsiteY22" fmla="*/ 32657 h 2612571"/>
                                    <a:gd name="connsiteX23" fmla="*/ 1501467 w 2063673"/>
                                    <a:gd name="connsiteY23" fmla="*/ 48985 h 2612571"/>
                                    <a:gd name="connsiteX24" fmla="*/ 1713739 w 2063673"/>
                                    <a:gd name="connsiteY24" fmla="*/ 130628 h 2612571"/>
                                    <a:gd name="connsiteX25" fmla="*/ 1926010 w 2063673"/>
                                    <a:gd name="connsiteY25" fmla="*/ 326571 h 2612571"/>
                                    <a:gd name="connsiteX26" fmla="*/ 2056639 w 2063673"/>
                                    <a:gd name="connsiteY26" fmla="*/ 702128 h 2612571"/>
                                    <a:gd name="connsiteX27" fmla="*/ 2040310 w 2063673"/>
                                    <a:gd name="connsiteY27" fmla="*/ 979714 h 2612571"/>
                                    <a:gd name="connsiteX28" fmla="*/ 1991324 w 2063673"/>
                                    <a:gd name="connsiteY28" fmla="*/ 1240971 h 2612571"/>
                                    <a:gd name="connsiteX29" fmla="*/ 1909681 w 2063673"/>
                                    <a:gd name="connsiteY29" fmla="*/ 1534885 h 2612571"/>
                                    <a:gd name="connsiteX30" fmla="*/ 1746396 w 2063673"/>
                                    <a:gd name="connsiteY30" fmla="*/ 1812471 h 2612571"/>
                                    <a:gd name="connsiteX31" fmla="*/ 1566781 w 2063673"/>
                                    <a:gd name="connsiteY31" fmla="*/ 1975757 h 2612571"/>
                                    <a:gd name="connsiteX32" fmla="*/ 1468810 w 2063673"/>
                                    <a:gd name="connsiteY32" fmla="*/ 2188028 h 2612571"/>
                                    <a:gd name="connsiteX33" fmla="*/ 1419824 w 2063673"/>
                                    <a:gd name="connsiteY33" fmla="*/ 2383971 h 2612571"/>
                                    <a:gd name="connsiteX34" fmla="*/ 1419824 w 2063673"/>
                                    <a:gd name="connsiteY34" fmla="*/ 2596242 h 2612571"/>
                                    <a:gd name="connsiteX35" fmla="*/ 1419824 w 2063673"/>
                                    <a:gd name="connsiteY35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772678 w 2063673"/>
                                    <a:gd name="connsiteY2" fmla="*/ 2024742 h 2612571"/>
                                    <a:gd name="connsiteX3" fmla="*/ 649667 w 2063673"/>
                                    <a:gd name="connsiteY3" fmla="*/ 1875786 h 2612571"/>
                                    <a:gd name="connsiteX4" fmla="*/ 456439 w 2063673"/>
                                    <a:gd name="connsiteY4" fmla="*/ 1779814 h 2612571"/>
                                    <a:gd name="connsiteX5" fmla="*/ 342139 w 2063673"/>
                                    <a:gd name="connsiteY5" fmla="*/ 1714500 h 2612571"/>
                                    <a:gd name="connsiteX6" fmla="*/ 276824 w 2063673"/>
                                    <a:gd name="connsiteY6" fmla="*/ 1632857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554410 w 2063673"/>
                                    <a:gd name="connsiteY18" fmla="*/ 179614 h 2612571"/>
                                    <a:gd name="connsiteX19" fmla="*/ 766681 w 2063673"/>
                                    <a:gd name="connsiteY19" fmla="*/ 81642 h 2612571"/>
                                    <a:gd name="connsiteX20" fmla="*/ 897310 w 2063673"/>
                                    <a:gd name="connsiteY20" fmla="*/ 32657 h 2612571"/>
                                    <a:gd name="connsiteX21" fmla="*/ 1044267 w 2063673"/>
                                    <a:gd name="connsiteY21" fmla="*/ 0 h 2612571"/>
                                    <a:gd name="connsiteX22" fmla="*/ 1272867 w 2063673"/>
                                    <a:gd name="connsiteY22" fmla="*/ 32657 h 2612571"/>
                                    <a:gd name="connsiteX23" fmla="*/ 1501467 w 2063673"/>
                                    <a:gd name="connsiteY23" fmla="*/ 48985 h 2612571"/>
                                    <a:gd name="connsiteX24" fmla="*/ 1713739 w 2063673"/>
                                    <a:gd name="connsiteY24" fmla="*/ 130628 h 2612571"/>
                                    <a:gd name="connsiteX25" fmla="*/ 1926010 w 2063673"/>
                                    <a:gd name="connsiteY25" fmla="*/ 326571 h 2612571"/>
                                    <a:gd name="connsiteX26" fmla="*/ 2056639 w 2063673"/>
                                    <a:gd name="connsiteY26" fmla="*/ 702128 h 2612571"/>
                                    <a:gd name="connsiteX27" fmla="*/ 2040310 w 2063673"/>
                                    <a:gd name="connsiteY27" fmla="*/ 979714 h 2612571"/>
                                    <a:gd name="connsiteX28" fmla="*/ 1991324 w 2063673"/>
                                    <a:gd name="connsiteY28" fmla="*/ 1240971 h 2612571"/>
                                    <a:gd name="connsiteX29" fmla="*/ 1909681 w 2063673"/>
                                    <a:gd name="connsiteY29" fmla="*/ 1534885 h 2612571"/>
                                    <a:gd name="connsiteX30" fmla="*/ 1746396 w 2063673"/>
                                    <a:gd name="connsiteY30" fmla="*/ 1812471 h 2612571"/>
                                    <a:gd name="connsiteX31" fmla="*/ 1566781 w 2063673"/>
                                    <a:gd name="connsiteY31" fmla="*/ 1975757 h 2612571"/>
                                    <a:gd name="connsiteX32" fmla="*/ 1468810 w 2063673"/>
                                    <a:gd name="connsiteY32" fmla="*/ 2188028 h 2612571"/>
                                    <a:gd name="connsiteX33" fmla="*/ 1419824 w 2063673"/>
                                    <a:gd name="connsiteY33" fmla="*/ 2383971 h 2612571"/>
                                    <a:gd name="connsiteX34" fmla="*/ 1419824 w 2063673"/>
                                    <a:gd name="connsiteY34" fmla="*/ 2596242 h 2612571"/>
                                    <a:gd name="connsiteX35" fmla="*/ 1419824 w 2063673"/>
                                    <a:gd name="connsiteY35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772678 w 2063673"/>
                                    <a:gd name="connsiteY2" fmla="*/ 2024742 h 2612571"/>
                                    <a:gd name="connsiteX3" fmla="*/ 649667 w 2063673"/>
                                    <a:gd name="connsiteY3" fmla="*/ 1875786 h 2612571"/>
                                    <a:gd name="connsiteX4" fmla="*/ 456439 w 2063673"/>
                                    <a:gd name="connsiteY4" fmla="*/ 1779814 h 2612571"/>
                                    <a:gd name="connsiteX5" fmla="*/ 342139 w 2063673"/>
                                    <a:gd name="connsiteY5" fmla="*/ 1714500 h 2612571"/>
                                    <a:gd name="connsiteX6" fmla="*/ 677459 w 2063673"/>
                                    <a:gd name="connsiteY6" fmla="*/ 1528885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554410 w 2063673"/>
                                    <a:gd name="connsiteY18" fmla="*/ 179614 h 2612571"/>
                                    <a:gd name="connsiteX19" fmla="*/ 766681 w 2063673"/>
                                    <a:gd name="connsiteY19" fmla="*/ 81642 h 2612571"/>
                                    <a:gd name="connsiteX20" fmla="*/ 897310 w 2063673"/>
                                    <a:gd name="connsiteY20" fmla="*/ 32657 h 2612571"/>
                                    <a:gd name="connsiteX21" fmla="*/ 1044267 w 2063673"/>
                                    <a:gd name="connsiteY21" fmla="*/ 0 h 2612571"/>
                                    <a:gd name="connsiteX22" fmla="*/ 1272867 w 2063673"/>
                                    <a:gd name="connsiteY22" fmla="*/ 32657 h 2612571"/>
                                    <a:gd name="connsiteX23" fmla="*/ 1501467 w 2063673"/>
                                    <a:gd name="connsiteY23" fmla="*/ 48985 h 2612571"/>
                                    <a:gd name="connsiteX24" fmla="*/ 1713739 w 2063673"/>
                                    <a:gd name="connsiteY24" fmla="*/ 130628 h 2612571"/>
                                    <a:gd name="connsiteX25" fmla="*/ 1926010 w 2063673"/>
                                    <a:gd name="connsiteY25" fmla="*/ 326571 h 2612571"/>
                                    <a:gd name="connsiteX26" fmla="*/ 2056639 w 2063673"/>
                                    <a:gd name="connsiteY26" fmla="*/ 702128 h 2612571"/>
                                    <a:gd name="connsiteX27" fmla="*/ 2040310 w 2063673"/>
                                    <a:gd name="connsiteY27" fmla="*/ 979714 h 2612571"/>
                                    <a:gd name="connsiteX28" fmla="*/ 1991324 w 2063673"/>
                                    <a:gd name="connsiteY28" fmla="*/ 1240971 h 2612571"/>
                                    <a:gd name="connsiteX29" fmla="*/ 1909681 w 2063673"/>
                                    <a:gd name="connsiteY29" fmla="*/ 1534885 h 2612571"/>
                                    <a:gd name="connsiteX30" fmla="*/ 1746396 w 2063673"/>
                                    <a:gd name="connsiteY30" fmla="*/ 1812471 h 2612571"/>
                                    <a:gd name="connsiteX31" fmla="*/ 1566781 w 2063673"/>
                                    <a:gd name="connsiteY31" fmla="*/ 1975757 h 2612571"/>
                                    <a:gd name="connsiteX32" fmla="*/ 1468810 w 2063673"/>
                                    <a:gd name="connsiteY32" fmla="*/ 2188028 h 2612571"/>
                                    <a:gd name="connsiteX33" fmla="*/ 1419824 w 2063673"/>
                                    <a:gd name="connsiteY33" fmla="*/ 2383971 h 2612571"/>
                                    <a:gd name="connsiteX34" fmla="*/ 1419824 w 2063673"/>
                                    <a:gd name="connsiteY34" fmla="*/ 2596242 h 2612571"/>
                                    <a:gd name="connsiteX35" fmla="*/ 1419824 w 2063673"/>
                                    <a:gd name="connsiteY35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772678 w 2063673"/>
                                    <a:gd name="connsiteY2" fmla="*/ 2024742 h 2612571"/>
                                    <a:gd name="connsiteX3" fmla="*/ 649667 w 2063673"/>
                                    <a:gd name="connsiteY3" fmla="*/ 1875786 h 2612571"/>
                                    <a:gd name="connsiteX4" fmla="*/ 456439 w 2063673"/>
                                    <a:gd name="connsiteY4" fmla="*/ 1779814 h 2612571"/>
                                    <a:gd name="connsiteX5" fmla="*/ 329619 w 2063673"/>
                                    <a:gd name="connsiteY5" fmla="*/ 1656738 h 2612571"/>
                                    <a:gd name="connsiteX6" fmla="*/ 677459 w 2063673"/>
                                    <a:gd name="connsiteY6" fmla="*/ 1528885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554410 w 2063673"/>
                                    <a:gd name="connsiteY18" fmla="*/ 179614 h 2612571"/>
                                    <a:gd name="connsiteX19" fmla="*/ 766681 w 2063673"/>
                                    <a:gd name="connsiteY19" fmla="*/ 81642 h 2612571"/>
                                    <a:gd name="connsiteX20" fmla="*/ 897310 w 2063673"/>
                                    <a:gd name="connsiteY20" fmla="*/ 32657 h 2612571"/>
                                    <a:gd name="connsiteX21" fmla="*/ 1044267 w 2063673"/>
                                    <a:gd name="connsiteY21" fmla="*/ 0 h 2612571"/>
                                    <a:gd name="connsiteX22" fmla="*/ 1272867 w 2063673"/>
                                    <a:gd name="connsiteY22" fmla="*/ 32657 h 2612571"/>
                                    <a:gd name="connsiteX23" fmla="*/ 1501467 w 2063673"/>
                                    <a:gd name="connsiteY23" fmla="*/ 48985 h 2612571"/>
                                    <a:gd name="connsiteX24" fmla="*/ 1713739 w 2063673"/>
                                    <a:gd name="connsiteY24" fmla="*/ 130628 h 2612571"/>
                                    <a:gd name="connsiteX25" fmla="*/ 1926010 w 2063673"/>
                                    <a:gd name="connsiteY25" fmla="*/ 326571 h 2612571"/>
                                    <a:gd name="connsiteX26" fmla="*/ 2056639 w 2063673"/>
                                    <a:gd name="connsiteY26" fmla="*/ 702128 h 2612571"/>
                                    <a:gd name="connsiteX27" fmla="*/ 2040310 w 2063673"/>
                                    <a:gd name="connsiteY27" fmla="*/ 979714 h 2612571"/>
                                    <a:gd name="connsiteX28" fmla="*/ 1991324 w 2063673"/>
                                    <a:gd name="connsiteY28" fmla="*/ 1240971 h 2612571"/>
                                    <a:gd name="connsiteX29" fmla="*/ 1909681 w 2063673"/>
                                    <a:gd name="connsiteY29" fmla="*/ 1534885 h 2612571"/>
                                    <a:gd name="connsiteX30" fmla="*/ 1746396 w 2063673"/>
                                    <a:gd name="connsiteY30" fmla="*/ 1812471 h 2612571"/>
                                    <a:gd name="connsiteX31" fmla="*/ 1566781 w 2063673"/>
                                    <a:gd name="connsiteY31" fmla="*/ 1975757 h 2612571"/>
                                    <a:gd name="connsiteX32" fmla="*/ 1468810 w 2063673"/>
                                    <a:gd name="connsiteY32" fmla="*/ 2188028 h 2612571"/>
                                    <a:gd name="connsiteX33" fmla="*/ 1419824 w 2063673"/>
                                    <a:gd name="connsiteY33" fmla="*/ 2383971 h 2612571"/>
                                    <a:gd name="connsiteX34" fmla="*/ 1419824 w 2063673"/>
                                    <a:gd name="connsiteY34" fmla="*/ 2596242 h 2612571"/>
                                    <a:gd name="connsiteX35" fmla="*/ 1419824 w 2063673"/>
                                    <a:gd name="connsiteY35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772678 w 2063673"/>
                                    <a:gd name="connsiteY2" fmla="*/ 2024742 h 2612571"/>
                                    <a:gd name="connsiteX3" fmla="*/ 649667 w 2063673"/>
                                    <a:gd name="connsiteY3" fmla="*/ 1875786 h 2612571"/>
                                    <a:gd name="connsiteX4" fmla="*/ 431399 w 2063673"/>
                                    <a:gd name="connsiteY4" fmla="*/ 1837576 h 2612571"/>
                                    <a:gd name="connsiteX5" fmla="*/ 329619 w 2063673"/>
                                    <a:gd name="connsiteY5" fmla="*/ 1656738 h 2612571"/>
                                    <a:gd name="connsiteX6" fmla="*/ 677459 w 2063673"/>
                                    <a:gd name="connsiteY6" fmla="*/ 1528885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554410 w 2063673"/>
                                    <a:gd name="connsiteY18" fmla="*/ 179614 h 2612571"/>
                                    <a:gd name="connsiteX19" fmla="*/ 766681 w 2063673"/>
                                    <a:gd name="connsiteY19" fmla="*/ 81642 h 2612571"/>
                                    <a:gd name="connsiteX20" fmla="*/ 897310 w 2063673"/>
                                    <a:gd name="connsiteY20" fmla="*/ 32657 h 2612571"/>
                                    <a:gd name="connsiteX21" fmla="*/ 1044267 w 2063673"/>
                                    <a:gd name="connsiteY21" fmla="*/ 0 h 2612571"/>
                                    <a:gd name="connsiteX22" fmla="*/ 1272867 w 2063673"/>
                                    <a:gd name="connsiteY22" fmla="*/ 32657 h 2612571"/>
                                    <a:gd name="connsiteX23" fmla="*/ 1501467 w 2063673"/>
                                    <a:gd name="connsiteY23" fmla="*/ 48985 h 2612571"/>
                                    <a:gd name="connsiteX24" fmla="*/ 1713739 w 2063673"/>
                                    <a:gd name="connsiteY24" fmla="*/ 130628 h 2612571"/>
                                    <a:gd name="connsiteX25" fmla="*/ 1926010 w 2063673"/>
                                    <a:gd name="connsiteY25" fmla="*/ 326571 h 2612571"/>
                                    <a:gd name="connsiteX26" fmla="*/ 2056639 w 2063673"/>
                                    <a:gd name="connsiteY26" fmla="*/ 702128 h 2612571"/>
                                    <a:gd name="connsiteX27" fmla="*/ 2040310 w 2063673"/>
                                    <a:gd name="connsiteY27" fmla="*/ 979714 h 2612571"/>
                                    <a:gd name="connsiteX28" fmla="*/ 1991324 w 2063673"/>
                                    <a:gd name="connsiteY28" fmla="*/ 1240971 h 2612571"/>
                                    <a:gd name="connsiteX29" fmla="*/ 1909681 w 2063673"/>
                                    <a:gd name="connsiteY29" fmla="*/ 1534885 h 2612571"/>
                                    <a:gd name="connsiteX30" fmla="*/ 1746396 w 2063673"/>
                                    <a:gd name="connsiteY30" fmla="*/ 1812471 h 2612571"/>
                                    <a:gd name="connsiteX31" fmla="*/ 1566781 w 2063673"/>
                                    <a:gd name="connsiteY31" fmla="*/ 1975757 h 2612571"/>
                                    <a:gd name="connsiteX32" fmla="*/ 1468810 w 2063673"/>
                                    <a:gd name="connsiteY32" fmla="*/ 2188028 h 2612571"/>
                                    <a:gd name="connsiteX33" fmla="*/ 1419824 w 2063673"/>
                                    <a:gd name="connsiteY33" fmla="*/ 2383971 h 2612571"/>
                                    <a:gd name="connsiteX34" fmla="*/ 1419824 w 2063673"/>
                                    <a:gd name="connsiteY34" fmla="*/ 2596242 h 2612571"/>
                                    <a:gd name="connsiteX35" fmla="*/ 1419824 w 2063673"/>
                                    <a:gd name="connsiteY35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772678 w 2063673"/>
                                    <a:gd name="connsiteY2" fmla="*/ 2024742 h 2612571"/>
                                    <a:gd name="connsiteX3" fmla="*/ 649667 w 2063673"/>
                                    <a:gd name="connsiteY3" fmla="*/ 1875786 h 2612571"/>
                                    <a:gd name="connsiteX4" fmla="*/ 431399 w 2063673"/>
                                    <a:gd name="connsiteY4" fmla="*/ 1837576 h 2612571"/>
                                    <a:gd name="connsiteX5" fmla="*/ 329619 w 2063673"/>
                                    <a:gd name="connsiteY5" fmla="*/ 1656738 h 2612571"/>
                                    <a:gd name="connsiteX6" fmla="*/ 677459 w 2063673"/>
                                    <a:gd name="connsiteY6" fmla="*/ 1528885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766681 w 2063673"/>
                                    <a:gd name="connsiteY18" fmla="*/ 81642 h 2612571"/>
                                    <a:gd name="connsiteX19" fmla="*/ 897310 w 2063673"/>
                                    <a:gd name="connsiteY19" fmla="*/ 32657 h 2612571"/>
                                    <a:gd name="connsiteX20" fmla="*/ 1044267 w 2063673"/>
                                    <a:gd name="connsiteY20" fmla="*/ 0 h 2612571"/>
                                    <a:gd name="connsiteX21" fmla="*/ 1272867 w 2063673"/>
                                    <a:gd name="connsiteY21" fmla="*/ 32657 h 2612571"/>
                                    <a:gd name="connsiteX22" fmla="*/ 1501467 w 2063673"/>
                                    <a:gd name="connsiteY22" fmla="*/ 48985 h 2612571"/>
                                    <a:gd name="connsiteX23" fmla="*/ 1713739 w 2063673"/>
                                    <a:gd name="connsiteY23" fmla="*/ 130628 h 2612571"/>
                                    <a:gd name="connsiteX24" fmla="*/ 1926010 w 2063673"/>
                                    <a:gd name="connsiteY24" fmla="*/ 326571 h 2612571"/>
                                    <a:gd name="connsiteX25" fmla="*/ 2056639 w 2063673"/>
                                    <a:gd name="connsiteY25" fmla="*/ 702128 h 2612571"/>
                                    <a:gd name="connsiteX26" fmla="*/ 2040310 w 2063673"/>
                                    <a:gd name="connsiteY26" fmla="*/ 979714 h 2612571"/>
                                    <a:gd name="connsiteX27" fmla="*/ 1991324 w 2063673"/>
                                    <a:gd name="connsiteY27" fmla="*/ 1240971 h 2612571"/>
                                    <a:gd name="connsiteX28" fmla="*/ 1909681 w 2063673"/>
                                    <a:gd name="connsiteY28" fmla="*/ 1534885 h 2612571"/>
                                    <a:gd name="connsiteX29" fmla="*/ 1746396 w 2063673"/>
                                    <a:gd name="connsiteY29" fmla="*/ 1812471 h 2612571"/>
                                    <a:gd name="connsiteX30" fmla="*/ 1566781 w 2063673"/>
                                    <a:gd name="connsiteY30" fmla="*/ 1975757 h 2612571"/>
                                    <a:gd name="connsiteX31" fmla="*/ 1468810 w 2063673"/>
                                    <a:gd name="connsiteY31" fmla="*/ 2188028 h 2612571"/>
                                    <a:gd name="connsiteX32" fmla="*/ 1419824 w 2063673"/>
                                    <a:gd name="connsiteY32" fmla="*/ 2383971 h 2612571"/>
                                    <a:gd name="connsiteX33" fmla="*/ 1419824 w 2063673"/>
                                    <a:gd name="connsiteY33" fmla="*/ 2596242 h 2612571"/>
                                    <a:gd name="connsiteX34" fmla="*/ 1419824 w 2063673"/>
                                    <a:gd name="connsiteY34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772678 w 2063673"/>
                                    <a:gd name="connsiteY2" fmla="*/ 2024742 h 2612571"/>
                                    <a:gd name="connsiteX3" fmla="*/ 649667 w 2063673"/>
                                    <a:gd name="connsiteY3" fmla="*/ 1875786 h 2612571"/>
                                    <a:gd name="connsiteX4" fmla="*/ 431399 w 2063673"/>
                                    <a:gd name="connsiteY4" fmla="*/ 1837576 h 2612571"/>
                                    <a:gd name="connsiteX5" fmla="*/ 329619 w 2063673"/>
                                    <a:gd name="connsiteY5" fmla="*/ 1656738 h 2612571"/>
                                    <a:gd name="connsiteX6" fmla="*/ 677459 w 2063673"/>
                                    <a:gd name="connsiteY6" fmla="*/ 1528885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56439 w 2063673"/>
                                    <a:gd name="connsiteY16" fmla="*/ 277585 h 2612571"/>
                                    <a:gd name="connsiteX17" fmla="*/ 766681 w 2063673"/>
                                    <a:gd name="connsiteY17" fmla="*/ 81642 h 2612571"/>
                                    <a:gd name="connsiteX18" fmla="*/ 897310 w 2063673"/>
                                    <a:gd name="connsiteY18" fmla="*/ 32657 h 2612571"/>
                                    <a:gd name="connsiteX19" fmla="*/ 1044267 w 2063673"/>
                                    <a:gd name="connsiteY19" fmla="*/ 0 h 2612571"/>
                                    <a:gd name="connsiteX20" fmla="*/ 1272867 w 2063673"/>
                                    <a:gd name="connsiteY20" fmla="*/ 32657 h 2612571"/>
                                    <a:gd name="connsiteX21" fmla="*/ 1501467 w 2063673"/>
                                    <a:gd name="connsiteY21" fmla="*/ 48985 h 2612571"/>
                                    <a:gd name="connsiteX22" fmla="*/ 1713739 w 2063673"/>
                                    <a:gd name="connsiteY22" fmla="*/ 130628 h 2612571"/>
                                    <a:gd name="connsiteX23" fmla="*/ 1926010 w 2063673"/>
                                    <a:gd name="connsiteY23" fmla="*/ 326571 h 2612571"/>
                                    <a:gd name="connsiteX24" fmla="*/ 2056639 w 2063673"/>
                                    <a:gd name="connsiteY24" fmla="*/ 702128 h 2612571"/>
                                    <a:gd name="connsiteX25" fmla="*/ 2040310 w 2063673"/>
                                    <a:gd name="connsiteY25" fmla="*/ 979714 h 2612571"/>
                                    <a:gd name="connsiteX26" fmla="*/ 1991324 w 2063673"/>
                                    <a:gd name="connsiteY26" fmla="*/ 1240971 h 2612571"/>
                                    <a:gd name="connsiteX27" fmla="*/ 1909681 w 2063673"/>
                                    <a:gd name="connsiteY27" fmla="*/ 1534885 h 2612571"/>
                                    <a:gd name="connsiteX28" fmla="*/ 1746396 w 2063673"/>
                                    <a:gd name="connsiteY28" fmla="*/ 1812471 h 2612571"/>
                                    <a:gd name="connsiteX29" fmla="*/ 1566781 w 2063673"/>
                                    <a:gd name="connsiteY29" fmla="*/ 1975757 h 2612571"/>
                                    <a:gd name="connsiteX30" fmla="*/ 1468810 w 2063673"/>
                                    <a:gd name="connsiteY30" fmla="*/ 2188028 h 2612571"/>
                                    <a:gd name="connsiteX31" fmla="*/ 1419824 w 2063673"/>
                                    <a:gd name="connsiteY31" fmla="*/ 2383971 h 2612571"/>
                                    <a:gd name="connsiteX32" fmla="*/ 1419824 w 2063673"/>
                                    <a:gd name="connsiteY32" fmla="*/ 2596242 h 2612571"/>
                                    <a:gd name="connsiteX33" fmla="*/ 1419824 w 2063673"/>
                                    <a:gd name="connsiteY33" fmla="*/ 2612571 h 2612571"/>
                                    <a:gd name="connsiteX0" fmla="*/ 734024 w 2063673"/>
                                    <a:gd name="connsiteY0" fmla="*/ 2547489 h 2612803"/>
                                    <a:gd name="connsiteX1" fmla="*/ 750353 w 2063673"/>
                                    <a:gd name="connsiteY1" fmla="*/ 2220917 h 2612803"/>
                                    <a:gd name="connsiteX2" fmla="*/ 772678 w 2063673"/>
                                    <a:gd name="connsiteY2" fmla="*/ 2024974 h 2612803"/>
                                    <a:gd name="connsiteX3" fmla="*/ 649667 w 2063673"/>
                                    <a:gd name="connsiteY3" fmla="*/ 1876018 h 2612803"/>
                                    <a:gd name="connsiteX4" fmla="*/ 431399 w 2063673"/>
                                    <a:gd name="connsiteY4" fmla="*/ 1837808 h 2612803"/>
                                    <a:gd name="connsiteX5" fmla="*/ 329619 w 2063673"/>
                                    <a:gd name="connsiteY5" fmla="*/ 1656970 h 2612803"/>
                                    <a:gd name="connsiteX6" fmla="*/ 677459 w 2063673"/>
                                    <a:gd name="connsiteY6" fmla="*/ 1529117 h 2612803"/>
                                    <a:gd name="connsiteX7" fmla="*/ 276824 w 2063673"/>
                                    <a:gd name="connsiteY7" fmla="*/ 1535117 h 2612803"/>
                                    <a:gd name="connsiteX8" fmla="*/ 244167 w 2063673"/>
                                    <a:gd name="connsiteY8" fmla="*/ 1420817 h 2612803"/>
                                    <a:gd name="connsiteX9" fmla="*/ 211510 w 2063673"/>
                                    <a:gd name="connsiteY9" fmla="*/ 1322846 h 2612803"/>
                                    <a:gd name="connsiteX10" fmla="*/ 31896 w 2063673"/>
                                    <a:gd name="connsiteY10" fmla="*/ 1257532 h 2612803"/>
                                    <a:gd name="connsiteX11" fmla="*/ 4141 w 2063673"/>
                                    <a:gd name="connsiteY11" fmla="*/ 1178664 h 2612803"/>
                                    <a:gd name="connsiteX12" fmla="*/ 80881 w 2063673"/>
                                    <a:gd name="connsiteY12" fmla="*/ 1077917 h 2612803"/>
                                    <a:gd name="connsiteX13" fmla="*/ 227839 w 2063673"/>
                                    <a:gd name="connsiteY13" fmla="*/ 930960 h 2612803"/>
                                    <a:gd name="connsiteX14" fmla="*/ 309481 w 2063673"/>
                                    <a:gd name="connsiteY14" fmla="*/ 784003 h 2612803"/>
                                    <a:gd name="connsiteX15" fmla="*/ 358467 w 2063673"/>
                                    <a:gd name="connsiteY15" fmla="*/ 620717 h 2612803"/>
                                    <a:gd name="connsiteX16" fmla="*/ 456439 w 2063673"/>
                                    <a:gd name="connsiteY16" fmla="*/ 277817 h 2612803"/>
                                    <a:gd name="connsiteX17" fmla="*/ 766681 w 2063673"/>
                                    <a:gd name="connsiteY17" fmla="*/ 81874 h 2612803"/>
                                    <a:gd name="connsiteX18" fmla="*/ 897310 w 2063673"/>
                                    <a:gd name="connsiteY18" fmla="*/ 32889 h 2612803"/>
                                    <a:gd name="connsiteX19" fmla="*/ 1044267 w 2063673"/>
                                    <a:gd name="connsiteY19" fmla="*/ 232 h 2612803"/>
                                    <a:gd name="connsiteX20" fmla="*/ 1501467 w 2063673"/>
                                    <a:gd name="connsiteY20" fmla="*/ 49217 h 2612803"/>
                                    <a:gd name="connsiteX21" fmla="*/ 1713739 w 2063673"/>
                                    <a:gd name="connsiteY21" fmla="*/ 130860 h 2612803"/>
                                    <a:gd name="connsiteX22" fmla="*/ 1926010 w 2063673"/>
                                    <a:gd name="connsiteY22" fmla="*/ 326803 h 2612803"/>
                                    <a:gd name="connsiteX23" fmla="*/ 2056639 w 2063673"/>
                                    <a:gd name="connsiteY23" fmla="*/ 702360 h 2612803"/>
                                    <a:gd name="connsiteX24" fmla="*/ 2040310 w 2063673"/>
                                    <a:gd name="connsiteY24" fmla="*/ 979946 h 2612803"/>
                                    <a:gd name="connsiteX25" fmla="*/ 1991324 w 2063673"/>
                                    <a:gd name="connsiteY25" fmla="*/ 1241203 h 2612803"/>
                                    <a:gd name="connsiteX26" fmla="*/ 1909681 w 2063673"/>
                                    <a:gd name="connsiteY26" fmla="*/ 1535117 h 2612803"/>
                                    <a:gd name="connsiteX27" fmla="*/ 1746396 w 2063673"/>
                                    <a:gd name="connsiteY27" fmla="*/ 1812703 h 2612803"/>
                                    <a:gd name="connsiteX28" fmla="*/ 1566781 w 2063673"/>
                                    <a:gd name="connsiteY28" fmla="*/ 1975989 h 2612803"/>
                                    <a:gd name="connsiteX29" fmla="*/ 1468810 w 2063673"/>
                                    <a:gd name="connsiteY29" fmla="*/ 2188260 h 2612803"/>
                                    <a:gd name="connsiteX30" fmla="*/ 1419824 w 2063673"/>
                                    <a:gd name="connsiteY30" fmla="*/ 2384203 h 2612803"/>
                                    <a:gd name="connsiteX31" fmla="*/ 1419824 w 2063673"/>
                                    <a:gd name="connsiteY31" fmla="*/ 2596474 h 2612803"/>
                                    <a:gd name="connsiteX32" fmla="*/ 1419824 w 2063673"/>
                                    <a:gd name="connsiteY32" fmla="*/ 2612803 h 2612803"/>
                                    <a:gd name="connsiteX0" fmla="*/ 734024 w 2063673"/>
                                    <a:gd name="connsiteY0" fmla="*/ 2547859 h 2613173"/>
                                    <a:gd name="connsiteX1" fmla="*/ 750353 w 2063673"/>
                                    <a:gd name="connsiteY1" fmla="*/ 2221287 h 2613173"/>
                                    <a:gd name="connsiteX2" fmla="*/ 772678 w 2063673"/>
                                    <a:gd name="connsiteY2" fmla="*/ 2025344 h 2613173"/>
                                    <a:gd name="connsiteX3" fmla="*/ 649667 w 2063673"/>
                                    <a:gd name="connsiteY3" fmla="*/ 1876388 h 2613173"/>
                                    <a:gd name="connsiteX4" fmla="*/ 431399 w 2063673"/>
                                    <a:gd name="connsiteY4" fmla="*/ 1838178 h 2613173"/>
                                    <a:gd name="connsiteX5" fmla="*/ 329619 w 2063673"/>
                                    <a:gd name="connsiteY5" fmla="*/ 1657340 h 2613173"/>
                                    <a:gd name="connsiteX6" fmla="*/ 677459 w 2063673"/>
                                    <a:gd name="connsiteY6" fmla="*/ 1529487 h 2613173"/>
                                    <a:gd name="connsiteX7" fmla="*/ 276824 w 2063673"/>
                                    <a:gd name="connsiteY7" fmla="*/ 1535487 h 2613173"/>
                                    <a:gd name="connsiteX8" fmla="*/ 244167 w 2063673"/>
                                    <a:gd name="connsiteY8" fmla="*/ 1421187 h 2613173"/>
                                    <a:gd name="connsiteX9" fmla="*/ 211510 w 2063673"/>
                                    <a:gd name="connsiteY9" fmla="*/ 1323216 h 2613173"/>
                                    <a:gd name="connsiteX10" fmla="*/ 31896 w 2063673"/>
                                    <a:gd name="connsiteY10" fmla="*/ 1257902 h 2613173"/>
                                    <a:gd name="connsiteX11" fmla="*/ 4141 w 2063673"/>
                                    <a:gd name="connsiteY11" fmla="*/ 1179034 h 2613173"/>
                                    <a:gd name="connsiteX12" fmla="*/ 80881 w 2063673"/>
                                    <a:gd name="connsiteY12" fmla="*/ 1078287 h 2613173"/>
                                    <a:gd name="connsiteX13" fmla="*/ 227839 w 2063673"/>
                                    <a:gd name="connsiteY13" fmla="*/ 931330 h 2613173"/>
                                    <a:gd name="connsiteX14" fmla="*/ 309481 w 2063673"/>
                                    <a:gd name="connsiteY14" fmla="*/ 784373 h 2613173"/>
                                    <a:gd name="connsiteX15" fmla="*/ 358467 w 2063673"/>
                                    <a:gd name="connsiteY15" fmla="*/ 621087 h 2613173"/>
                                    <a:gd name="connsiteX16" fmla="*/ 456439 w 2063673"/>
                                    <a:gd name="connsiteY16" fmla="*/ 278187 h 2613173"/>
                                    <a:gd name="connsiteX17" fmla="*/ 766681 w 2063673"/>
                                    <a:gd name="connsiteY17" fmla="*/ 82244 h 2613173"/>
                                    <a:gd name="connsiteX18" fmla="*/ 1044267 w 2063673"/>
                                    <a:gd name="connsiteY18" fmla="*/ 602 h 2613173"/>
                                    <a:gd name="connsiteX19" fmla="*/ 1501467 w 2063673"/>
                                    <a:gd name="connsiteY19" fmla="*/ 49587 h 2613173"/>
                                    <a:gd name="connsiteX20" fmla="*/ 1713739 w 2063673"/>
                                    <a:gd name="connsiteY20" fmla="*/ 131230 h 2613173"/>
                                    <a:gd name="connsiteX21" fmla="*/ 1926010 w 2063673"/>
                                    <a:gd name="connsiteY21" fmla="*/ 327173 h 2613173"/>
                                    <a:gd name="connsiteX22" fmla="*/ 2056639 w 2063673"/>
                                    <a:gd name="connsiteY22" fmla="*/ 702730 h 2613173"/>
                                    <a:gd name="connsiteX23" fmla="*/ 2040310 w 2063673"/>
                                    <a:gd name="connsiteY23" fmla="*/ 980316 h 2613173"/>
                                    <a:gd name="connsiteX24" fmla="*/ 1991324 w 2063673"/>
                                    <a:gd name="connsiteY24" fmla="*/ 1241573 h 2613173"/>
                                    <a:gd name="connsiteX25" fmla="*/ 1909681 w 2063673"/>
                                    <a:gd name="connsiteY25" fmla="*/ 1535487 h 2613173"/>
                                    <a:gd name="connsiteX26" fmla="*/ 1746396 w 2063673"/>
                                    <a:gd name="connsiteY26" fmla="*/ 1813073 h 2613173"/>
                                    <a:gd name="connsiteX27" fmla="*/ 1566781 w 2063673"/>
                                    <a:gd name="connsiteY27" fmla="*/ 1976359 h 2613173"/>
                                    <a:gd name="connsiteX28" fmla="*/ 1468810 w 2063673"/>
                                    <a:gd name="connsiteY28" fmla="*/ 2188630 h 2613173"/>
                                    <a:gd name="connsiteX29" fmla="*/ 1419824 w 2063673"/>
                                    <a:gd name="connsiteY29" fmla="*/ 2384573 h 2613173"/>
                                    <a:gd name="connsiteX30" fmla="*/ 1419824 w 2063673"/>
                                    <a:gd name="connsiteY30" fmla="*/ 2596844 h 2613173"/>
                                    <a:gd name="connsiteX31" fmla="*/ 1419824 w 2063673"/>
                                    <a:gd name="connsiteY31" fmla="*/ 2613173 h 2613173"/>
                                    <a:gd name="connsiteX0" fmla="*/ 734024 w 2063673"/>
                                    <a:gd name="connsiteY0" fmla="*/ 2547859 h 2613173"/>
                                    <a:gd name="connsiteX1" fmla="*/ 750353 w 2063673"/>
                                    <a:gd name="connsiteY1" fmla="*/ 2221287 h 2613173"/>
                                    <a:gd name="connsiteX2" fmla="*/ 772678 w 2063673"/>
                                    <a:gd name="connsiteY2" fmla="*/ 2025344 h 2613173"/>
                                    <a:gd name="connsiteX3" fmla="*/ 649667 w 2063673"/>
                                    <a:gd name="connsiteY3" fmla="*/ 1876388 h 2613173"/>
                                    <a:gd name="connsiteX4" fmla="*/ 431399 w 2063673"/>
                                    <a:gd name="connsiteY4" fmla="*/ 1838178 h 2613173"/>
                                    <a:gd name="connsiteX5" fmla="*/ 329619 w 2063673"/>
                                    <a:gd name="connsiteY5" fmla="*/ 1657340 h 2613173"/>
                                    <a:gd name="connsiteX6" fmla="*/ 677459 w 2063673"/>
                                    <a:gd name="connsiteY6" fmla="*/ 1529487 h 2613173"/>
                                    <a:gd name="connsiteX7" fmla="*/ 276824 w 2063673"/>
                                    <a:gd name="connsiteY7" fmla="*/ 1535487 h 2613173"/>
                                    <a:gd name="connsiteX8" fmla="*/ 244167 w 2063673"/>
                                    <a:gd name="connsiteY8" fmla="*/ 1421187 h 2613173"/>
                                    <a:gd name="connsiteX9" fmla="*/ 211510 w 2063673"/>
                                    <a:gd name="connsiteY9" fmla="*/ 1323216 h 2613173"/>
                                    <a:gd name="connsiteX10" fmla="*/ 31896 w 2063673"/>
                                    <a:gd name="connsiteY10" fmla="*/ 1257902 h 2613173"/>
                                    <a:gd name="connsiteX11" fmla="*/ 4141 w 2063673"/>
                                    <a:gd name="connsiteY11" fmla="*/ 1179034 h 2613173"/>
                                    <a:gd name="connsiteX12" fmla="*/ 80881 w 2063673"/>
                                    <a:gd name="connsiteY12" fmla="*/ 1078287 h 2613173"/>
                                    <a:gd name="connsiteX13" fmla="*/ 227839 w 2063673"/>
                                    <a:gd name="connsiteY13" fmla="*/ 931330 h 2613173"/>
                                    <a:gd name="connsiteX14" fmla="*/ 309481 w 2063673"/>
                                    <a:gd name="connsiteY14" fmla="*/ 784373 h 2613173"/>
                                    <a:gd name="connsiteX15" fmla="*/ 358467 w 2063673"/>
                                    <a:gd name="connsiteY15" fmla="*/ 621087 h 2613173"/>
                                    <a:gd name="connsiteX16" fmla="*/ 493998 w 2063673"/>
                                    <a:gd name="connsiteY16" fmla="*/ 278187 h 2613173"/>
                                    <a:gd name="connsiteX17" fmla="*/ 766681 w 2063673"/>
                                    <a:gd name="connsiteY17" fmla="*/ 82244 h 2613173"/>
                                    <a:gd name="connsiteX18" fmla="*/ 1044267 w 2063673"/>
                                    <a:gd name="connsiteY18" fmla="*/ 602 h 2613173"/>
                                    <a:gd name="connsiteX19" fmla="*/ 1501467 w 2063673"/>
                                    <a:gd name="connsiteY19" fmla="*/ 49587 h 2613173"/>
                                    <a:gd name="connsiteX20" fmla="*/ 1713739 w 2063673"/>
                                    <a:gd name="connsiteY20" fmla="*/ 131230 h 2613173"/>
                                    <a:gd name="connsiteX21" fmla="*/ 1926010 w 2063673"/>
                                    <a:gd name="connsiteY21" fmla="*/ 327173 h 2613173"/>
                                    <a:gd name="connsiteX22" fmla="*/ 2056639 w 2063673"/>
                                    <a:gd name="connsiteY22" fmla="*/ 702730 h 2613173"/>
                                    <a:gd name="connsiteX23" fmla="*/ 2040310 w 2063673"/>
                                    <a:gd name="connsiteY23" fmla="*/ 980316 h 2613173"/>
                                    <a:gd name="connsiteX24" fmla="*/ 1991324 w 2063673"/>
                                    <a:gd name="connsiteY24" fmla="*/ 1241573 h 2613173"/>
                                    <a:gd name="connsiteX25" fmla="*/ 1909681 w 2063673"/>
                                    <a:gd name="connsiteY25" fmla="*/ 1535487 h 2613173"/>
                                    <a:gd name="connsiteX26" fmla="*/ 1746396 w 2063673"/>
                                    <a:gd name="connsiteY26" fmla="*/ 1813073 h 2613173"/>
                                    <a:gd name="connsiteX27" fmla="*/ 1566781 w 2063673"/>
                                    <a:gd name="connsiteY27" fmla="*/ 1976359 h 2613173"/>
                                    <a:gd name="connsiteX28" fmla="*/ 1468810 w 2063673"/>
                                    <a:gd name="connsiteY28" fmla="*/ 2188630 h 2613173"/>
                                    <a:gd name="connsiteX29" fmla="*/ 1419824 w 2063673"/>
                                    <a:gd name="connsiteY29" fmla="*/ 2384573 h 2613173"/>
                                    <a:gd name="connsiteX30" fmla="*/ 1419824 w 2063673"/>
                                    <a:gd name="connsiteY30" fmla="*/ 2596844 h 2613173"/>
                                    <a:gd name="connsiteX31" fmla="*/ 1419824 w 2063673"/>
                                    <a:gd name="connsiteY31" fmla="*/ 2613173 h 2613173"/>
                                    <a:gd name="connsiteX0" fmla="*/ 771583 w 2063673"/>
                                    <a:gd name="connsiteY0" fmla="*/ 2628726 h 2628726"/>
                                    <a:gd name="connsiteX1" fmla="*/ 750353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1876388 h 2628726"/>
                                    <a:gd name="connsiteX4" fmla="*/ 431399 w 2063673"/>
                                    <a:gd name="connsiteY4" fmla="*/ 1838178 h 2628726"/>
                                    <a:gd name="connsiteX5" fmla="*/ 329619 w 2063673"/>
                                    <a:gd name="connsiteY5" fmla="*/ 1657340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00433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1876388 h 2628726"/>
                                    <a:gd name="connsiteX4" fmla="*/ 431399 w 2063673"/>
                                    <a:gd name="connsiteY4" fmla="*/ 1838178 h 2628726"/>
                                    <a:gd name="connsiteX5" fmla="*/ 329619 w 2063673"/>
                                    <a:gd name="connsiteY5" fmla="*/ 1657340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1876388 h 2628726"/>
                                    <a:gd name="connsiteX4" fmla="*/ 431399 w 2063673"/>
                                    <a:gd name="connsiteY4" fmla="*/ 1838178 h 2628726"/>
                                    <a:gd name="connsiteX5" fmla="*/ 329619 w 2063673"/>
                                    <a:gd name="connsiteY5" fmla="*/ 1657340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1876388 h 2628726"/>
                                    <a:gd name="connsiteX4" fmla="*/ 431399 w 2063673"/>
                                    <a:gd name="connsiteY4" fmla="*/ 1838178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1876388 h 2628726"/>
                                    <a:gd name="connsiteX4" fmla="*/ 368800 w 2063673"/>
                                    <a:gd name="connsiteY4" fmla="*/ 1907493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1957255 h 2628726"/>
                                    <a:gd name="connsiteX4" fmla="*/ 368800 w 2063673"/>
                                    <a:gd name="connsiteY4" fmla="*/ 1907493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1957255 h 2628726"/>
                                    <a:gd name="connsiteX4" fmla="*/ 356280 w 2063673"/>
                                    <a:gd name="connsiteY4" fmla="*/ 1942151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2003465 h 2628726"/>
                                    <a:gd name="connsiteX4" fmla="*/ 356280 w 2063673"/>
                                    <a:gd name="connsiteY4" fmla="*/ 1942151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85198 w 2063673"/>
                                    <a:gd name="connsiteY2" fmla="*/ 2094659 h 2628726"/>
                                    <a:gd name="connsiteX3" fmla="*/ 649667 w 2063673"/>
                                    <a:gd name="connsiteY3" fmla="*/ 2003465 h 2628726"/>
                                    <a:gd name="connsiteX4" fmla="*/ 356280 w 2063673"/>
                                    <a:gd name="connsiteY4" fmla="*/ 1942151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85198 w 2063673"/>
                                    <a:gd name="connsiteY2" fmla="*/ 2094659 h 2628726"/>
                                    <a:gd name="connsiteX3" fmla="*/ 649667 w 2063673"/>
                                    <a:gd name="connsiteY3" fmla="*/ 2003465 h 2628726"/>
                                    <a:gd name="connsiteX4" fmla="*/ 356280 w 2063673"/>
                                    <a:gd name="connsiteY4" fmla="*/ 1872837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85198 w 2063673"/>
                                    <a:gd name="connsiteY2" fmla="*/ 2094659 h 2628726"/>
                                    <a:gd name="connsiteX3" fmla="*/ 599587 w 2063673"/>
                                    <a:gd name="connsiteY3" fmla="*/ 1945703 h 2628726"/>
                                    <a:gd name="connsiteX4" fmla="*/ 356280 w 2063673"/>
                                    <a:gd name="connsiteY4" fmla="*/ 1872837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47639 w 2063673"/>
                                    <a:gd name="connsiteY2" fmla="*/ 2025344 h 2628726"/>
                                    <a:gd name="connsiteX3" fmla="*/ 599587 w 2063673"/>
                                    <a:gd name="connsiteY3" fmla="*/ 1945703 h 2628726"/>
                                    <a:gd name="connsiteX4" fmla="*/ 356280 w 2063673"/>
                                    <a:gd name="connsiteY4" fmla="*/ 1872837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834182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47639 w 2063673"/>
                                    <a:gd name="connsiteY2" fmla="*/ 2025344 h 2628726"/>
                                    <a:gd name="connsiteX3" fmla="*/ 599587 w 2063673"/>
                                    <a:gd name="connsiteY3" fmla="*/ 1945703 h 2628726"/>
                                    <a:gd name="connsiteX4" fmla="*/ 356280 w 2063673"/>
                                    <a:gd name="connsiteY4" fmla="*/ 1872837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834182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47639 w 2063673"/>
                                    <a:gd name="connsiteY2" fmla="*/ 2025344 h 2628726"/>
                                    <a:gd name="connsiteX3" fmla="*/ 599587 w 2063673"/>
                                    <a:gd name="connsiteY3" fmla="*/ 1945703 h 2628726"/>
                                    <a:gd name="connsiteX4" fmla="*/ 356280 w 2063673"/>
                                    <a:gd name="connsiteY4" fmla="*/ 1872837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11510 w 2063673"/>
                                    <a:gd name="connsiteY8" fmla="*/ 1323216 h 2628726"/>
                                    <a:gd name="connsiteX9" fmla="*/ 31896 w 2063673"/>
                                    <a:gd name="connsiteY9" fmla="*/ 1257902 h 2628726"/>
                                    <a:gd name="connsiteX10" fmla="*/ 4141 w 2063673"/>
                                    <a:gd name="connsiteY10" fmla="*/ 1179034 h 2628726"/>
                                    <a:gd name="connsiteX11" fmla="*/ 80881 w 2063673"/>
                                    <a:gd name="connsiteY11" fmla="*/ 1078287 h 2628726"/>
                                    <a:gd name="connsiteX12" fmla="*/ 227839 w 2063673"/>
                                    <a:gd name="connsiteY12" fmla="*/ 931330 h 2628726"/>
                                    <a:gd name="connsiteX13" fmla="*/ 309481 w 2063673"/>
                                    <a:gd name="connsiteY13" fmla="*/ 784373 h 2628726"/>
                                    <a:gd name="connsiteX14" fmla="*/ 358467 w 2063673"/>
                                    <a:gd name="connsiteY14" fmla="*/ 621087 h 2628726"/>
                                    <a:gd name="connsiteX15" fmla="*/ 493998 w 2063673"/>
                                    <a:gd name="connsiteY15" fmla="*/ 278187 h 2628726"/>
                                    <a:gd name="connsiteX16" fmla="*/ 766681 w 2063673"/>
                                    <a:gd name="connsiteY16" fmla="*/ 82244 h 2628726"/>
                                    <a:gd name="connsiteX17" fmla="*/ 1044267 w 2063673"/>
                                    <a:gd name="connsiteY17" fmla="*/ 602 h 2628726"/>
                                    <a:gd name="connsiteX18" fmla="*/ 1501467 w 2063673"/>
                                    <a:gd name="connsiteY18" fmla="*/ 49587 h 2628726"/>
                                    <a:gd name="connsiteX19" fmla="*/ 1713739 w 2063673"/>
                                    <a:gd name="connsiteY19" fmla="*/ 131230 h 2628726"/>
                                    <a:gd name="connsiteX20" fmla="*/ 1926010 w 2063673"/>
                                    <a:gd name="connsiteY20" fmla="*/ 327173 h 2628726"/>
                                    <a:gd name="connsiteX21" fmla="*/ 2056639 w 2063673"/>
                                    <a:gd name="connsiteY21" fmla="*/ 702730 h 2628726"/>
                                    <a:gd name="connsiteX22" fmla="*/ 2040310 w 2063673"/>
                                    <a:gd name="connsiteY22" fmla="*/ 980316 h 2628726"/>
                                    <a:gd name="connsiteX23" fmla="*/ 1991324 w 2063673"/>
                                    <a:gd name="connsiteY23" fmla="*/ 1241573 h 2628726"/>
                                    <a:gd name="connsiteX24" fmla="*/ 1909681 w 2063673"/>
                                    <a:gd name="connsiteY24" fmla="*/ 1535487 h 2628726"/>
                                    <a:gd name="connsiteX25" fmla="*/ 1746396 w 2063673"/>
                                    <a:gd name="connsiteY25" fmla="*/ 1813073 h 2628726"/>
                                    <a:gd name="connsiteX26" fmla="*/ 1566781 w 2063673"/>
                                    <a:gd name="connsiteY26" fmla="*/ 1976359 h 2628726"/>
                                    <a:gd name="connsiteX27" fmla="*/ 1468810 w 2063673"/>
                                    <a:gd name="connsiteY27" fmla="*/ 2188630 h 2628726"/>
                                    <a:gd name="connsiteX28" fmla="*/ 1419824 w 2063673"/>
                                    <a:gd name="connsiteY28" fmla="*/ 2384573 h 2628726"/>
                                    <a:gd name="connsiteX29" fmla="*/ 1419824 w 2063673"/>
                                    <a:gd name="connsiteY29" fmla="*/ 2596844 h 2628726"/>
                                    <a:gd name="connsiteX30" fmla="*/ 1419824 w 2063673"/>
                                    <a:gd name="connsiteY30" fmla="*/ 2613173 h 2628726"/>
                                    <a:gd name="connsiteX0" fmla="*/ 834182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47639 w 2063673"/>
                                    <a:gd name="connsiteY2" fmla="*/ 2025344 h 2628726"/>
                                    <a:gd name="connsiteX3" fmla="*/ 599587 w 2063673"/>
                                    <a:gd name="connsiteY3" fmla="*/ 1945703 h 2628726"/>
                                    <a:gd name="connsiteX4" fmla="*/ 356280 w 2063673"/>
                                    <a:gd name="connsiteY4" fmla="*/ 1872837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11510 w 2063673"/>
                                    <a:gd name="connsiteY8" fmla="*/ 1323216 h 2628726"/>
                                    <a:gd name="connsiteX9" fmla="*/ 31896 w 2063673"/>
                                    <a:gd name="connsiteY9" fmla="*/ 1257902 h 2628726"/>
                                    <a:gd name="connsiteX10" fmla="*/ 4141 w 2063673"/>
                                    <a:gd name="connsiteY10" fmla="*/ 1179034 h 2628726"/>
                                    <a:gd name="connsiteX11" fmla="*/ 80881 w 2063673"/>
                                    <a:gd name="connsiteY11" fmla="*/ 1078287 h 2628726"/>
                                    <a:gd name="connsiteX12" fmla="*/ 227839 w 2063673"/>
                                    <a:gd name="connsiteY12" fmla="*/ 931330 h 2628726"/>
                                    <a:gd name="connsiteX13" fmla="*/ 309481 w 2063673"/>
                                    <a:gd name="connsiteY13" fmla="*/ 784373 h 2628726"/>
                                    <a:gd name="connsiteX14" fmla="*/ 383507 w 2063673"/>
                                    <a:gd name="connsiteY14" fmla="*/ 517115 h 2628726"/>
                                    <a:gd name="connsiteX15" fmla="*/ 493998 w 2063673"/>
                                    <a:gd name="connsiteY15" fmla="*/ 278187 h 2628726"/>
                                    <a:gd name="connsiteX16" fmla="*/ 766681 w 2063673"/>
                                    <a:gd name="connsiteY16" fmla="*/ 82244 h 2628726"/>
                                    <a:gd name="connsiteX17" fmla="*/ 1044267 w 2063673"/>
                                    <a:gd name="connsiteY17" fmla="*/ 602 h 2628726"/>
                                    <a:gd name="connsiteX18" fmla="*/ 1501467 w 2063673"/>
                                    <a:gd name="connsiteY18" fmla="*/ 49587 h 2628726"/>
                                    <a:gd name="connsiteX19" fmla="*/ 1713739 w 2063673"/>
                                    <a:gd name="connsiteY19" fmla="*/ 131230 h 2628726"/>
                                    <a:gd name="connsiteX20" fmla="*/ 1926010 w 2063673"/>
                                    <a:gd name="connsiteY20" fmla="*/ 327173 h 2628726"/>
                                    <a:gd name="connsiteX21" fmla="*/ 2056639 w 2063673"/>
                                    <a:gd name="connsiteY21" fmla="*/ 702730 h 2628726"/>
                                    <a:gd name="connsiteX22" fmla="*/ 2040310 w 2063673"/>
                                    <a:gd name="connsiteY22" fmla="*/ 980316 h 2628726"/>
                                    <a:gd name="connsiteX23" fmla="*/ 1991324 w 2063673"/>
                                    <a:gd name="connsiteY23" fmla="*/ 1241573 h 2628726"/>
                                    <a:gd name="connsiteX24" fmla="*/ 1909681 w 2063673"/>
                                    <a:gd name="connsiteY24" fmla="*/ 1535487 h 2628726"/>
                                    <a:gd name="connsiteX25" fmla="*/ 1746396 w 2063673"/>
                                    <a:gd name="connsiteY25" fmla="*/ 1813073 h 2628726"/>
                                    <a:gd name="connsiteX26" fmla="*/ 1566781 w 2063673"/>
                                    <a:gd name="connsiteY26" fmla="*/ 1976359 h 2628726"/>
                                    <a:gd name="connsiteX27" fmla="*/ 1468810 w 2063673"/>
                                    <a:gd name="connsiteY27" fmla="*/ 2188630 h 2628726"/>
                                    <a:gd name="connsiteX28" fmla="*/ 1419824 w 2063673"/>
                                    <a:gd name="connsiteY28" fmla="*/ 2384573 h 2628726"/>
                                    <a:gd name="connsiteX29" fmla="*/ 1419824 w 2063673"/>
                                    <a:gd name="connsiteY29" fmla="*/ 2596844 h 2628726"/>
                                    <a:gd name="connsiteX30" fmla="*/ 1419824 w 2063673"/>
                                    <a:gd name="connsiteY30" fmla="*/ 2613173 h 2628726"/>
                                    <a:gd name="connsiteX0" fmla="*/ 834182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47639 w 2063673"/>
                                    <a:gd name="connsiteY2" fmla="*/ 2025344 h 2628726"/>
                                    <a:gd name="connsiteX3" fmla="*/ 599587 w 2063673"/>
                                    <a:gd name="connsiteY3" fmla="*/ 1945703 h 2628726"/>
                                    <a:gd name="connsiteX4" fmla="*/ 356280 w 2063673"/>
                                    <a:gd name="connsiteY4" fmla="*/ 1872837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11510 w 2063673"/>
                                    <a:gd name="connsiteY8" fmla="*/ 1323216 h 2628726"/>
                                    <a:gd name="connsiteX9" fmla="*/ 31896 w 2063673"/>
                                    <a:gd name="connsiteY9" fmla="*/ 1257902 h 2628726"/>
                                    <a:gd name="connsiteX10" fmla="*/ 4141 w 2063673"/>
                                    <a:gd name="connsiteY10" fmla="*/ 1179034 h 2628726"/>
                                    <a:gd name="connsiteX11" fmla="*/ 80881 w 2063673"/>
                                    <a:gd name="connsiteY11" fmla="*/ 1078287 h 2628726"/>
                                    <a:gd name="connsiteX12" fmla="*/ 227839 w 2063673"/>
                                    <a:gd name="connsiteY12" fmla="*/ 931330 h 2628726"/>
                                    <a:gd name="connsiteX13" fmla="*/ 309481 w 2063673"/>
                                    <a:gd name="connsiteY13" fmla="*/ 784373 h 2628726"/>
                                    <a:gd name="connsiteX14" fmla="*/ 383507 w 2063673"/>
                                    <a:gd name="connsiteY14" fmla="*/ 517115 h 2628726"/>
                                    <a:gd name="connsiteX15" fmla="*/ 456438 w 2063673"/>
                                    <a:gd name="connsiteY15" fmla="*/ 266634 h 2628726"/>
                                    <a:gd name="connsiteX16" fmla="*/ 766681 w 2063673"/>
                                    <a:gd name="connsiteY16" fmla="*/ 82244 h 2628726"/>
                                    <a:gd name="connsiteX17" fmla="*/ 1044267 w 2063673"/>
                                    <a:gd name="connsiteY17" fmla="*/ 602 h 2628726"/>
                                    <a:gd name="connsiteX18" fmla="*/ 1501467 w 2063673"/>
                                    <a:gd name="connsiteY18" fmla="*/ 49587 h 2628726"/>
                                    <a:gd name="connsiteX19" fmla="*/ 1713739 w 2063673"/>
                                    <a:gd name="connsiteY19" fmla="*/ 131230 h 2628726"/>
                                    <a:gd name="connsiteX20" fmla="*/ 1926010 w 2063673"/>
                                    <a:gd name="connsiteY20" fmla="*/ 327173 h 2628726"/>
                                    <a:gd name="connsiteX21" fmla="*/ 2056639 w 2063673"/>
                                    <a:gd name="connsiteY21" fmla="*/ 702730 h 2628726"/>
                                    <a:gd name="connsiteX22" fmla="*/ 2040310 w 2063673"/>
                                    <a:gd name="connsiteY22" fmla="*/ 980316 h 2628726"/>
                                    <a:gd name="connsiteX23" fmla="*/ 1991324 w 2063673"/>
                                    <a:gd name="connsiteY23" fmla="*/ 1241573 h 2628726"/>
                                    <a:gd name="connsiteX24" fmla="*/ 1909681 w 2063673"/>
                                    <a:gd name="connsiteY24" fmla="*/ 1535487 h 2628726"/>
                                    <a:gd name="connsiteX25" fmla="*/ 1746396 w 2063673"/>
                                    <a:gd name="connsiteY25" fmla="*/ 1813073 h 2628726"/>
                                    <a:gd name="connsiteX26" fmla="*/ 1566781 w 2063673"/>
                                    <a:gd name="connsiteY26" fmla="*/ 1976359 h 2628726"/>
                                    <a:gd name="connsiteX27" fmla="*/ 1468810 w 2063673"/>
                                    <a:gd name="connsiteY27" fmla="*/ 2188630 h 2628726"/>
                                    <a:gd name="connsiteX28" fmla="*/ 1419824 w 2063673"/>
                                    <a:gd name="connsiteY28" fmla="*/ 2384573 h 2628726"/>
                                    <a:gd name="connsiteX29" fmla="*/ 1419824 w 2063673"/>
                                    <a:gd name="connsiteY29" fmla="*/ 2596844 h 2628726"/>
                                    <a:gd name="connsiteX30" fmla="*/ 1419824 w 2063673"/>
                                    <a:gd name="connsiteY30" fmla="*/ 2613173 h 2628726"/>
                                    <a:gd name="connsiteX0" fmla="*/ 834182 w 2063673"/>
                                    <a:gd name="connsiteY0" fmla="*/ 2628402 h 2628402"/>
                                    <a:gd name="connsiteX1" fmla="*/ 825472 w 2063673"/>
                                    <a:gd name="connsiteY1" fmla="*/ 2220963 h 2628402"/>
                                    <a:gd name="connsiteX2" fmla="*/ 747639 w 2063673"/>
                                    <a:gd name="connsiteY2" fmla="*/ 2025020 h 2628402"/>
                                    <a:gd name="connsiteX3" fmla="*/ 599587 w 2063673"/>
                                    <a:gd name="connsiteY3" fmla="*/ 1945379 h 2628402"/>
                                    <a:gd name="connsiteX4" fmla="*/ 356280 w 2063673"/>
                                    <a:gd name="connsiteY4" fmla="*/ 1872513 h 2628402"/>
                                    <a:gd name="connsiteX5" fmla="*/ 292060 w 2063673"/>
                                    <a:gd name="connsiteY5" fmla="*/ 1645463 h 2628402"/>
                                    <a:gd name="connsiteX6" fmla="*/ 677459 w 2063673"/>
                                    <a:gd name="connsiteY6" fmla="*/ 1529163 h 2628402"/>
                                    <a:gd name="connsiteX7" fmla="*/ 276824 w 2063673"/>
                                    <a:gd name="connsiteY7" fmla="*/ 1535163 h 2628402"/>
                                    <a:gd name="connsiteX8" fmla="*/ 211510 w 2063673"/>
                                    <a:gd name="connsiteY8" fmla="*/ 1322892 h 2628402"/>
                                    <a:gd name="connsiteX9" fmla="*/ 31896 w 2063673"/>
                                    <a:gd name="connsiteY9" fmla="*/ 1257578 h 2628402"/>
                                    <a:gd name="connsiteX10" fmla="*/ 4141 w 2063673"/>
                                    <a:gd name="connsiteY10" fmla="*/ 1178710 h 2628402"/>
                                    <a:gd name="connsiteX11" fmla="*/ 80881 w 2063673"/>
                                    <a:gd name="connsiteY11" fmla="*/ 1077963 h 2628402"/>
                                    <a:gd name="connsiteX12" fmla="*/ 227839 w 2063673"/>
                                    <a:gd name="connsiteY12" fmla="*/ 931006 h 2628402"/>
                                    <a:gd name="connsiteX13" fmla="*/ 309481 w 2063673"/>
                                    <a:gd name="connsiteY13" fmla="*/ 784049 h 2628402"/>
                                    <a:gd name="connsiteX14" fmla="*/ 383507 w 2063673"/>
                                    <a:gd name="connsiteY14" fmla="*/ 516791 h 2628402"/>
                                    <a:gd name="connsiteX15" fmla="*/ 456438 w 2063673"/>
                                    <a:gd name="connsiteY15" fmla="*/ 266310 h 2628402"/>
                                    <a:gd name="connsiteX16" fmla="*/ 666523 w 2063673"/>
                                    <a:gd name="connsiteY16" fmla="*/ 70368 h 2628402"/>
                                    <a:gd name="connsiteX17" fmla="*/ 1044267 w 2063673"/>
                                    <a:gd name="connsiteY17" fmla="*/ 278 h 2628402"/>
                                    <a:gd name="connsiteX18" fmla="*/ 1501467 w 2063673"/>
                                    <a:gd name="connsiteY18" fmla="*/ 49263 h 2628402"/>
                                    <a:gd name="connsiteX19" fmla="*/ 1713739 w 2063673"/>
                                    <a:gd name="connsiteY19" fmla="*/ 130906 h 2628402"/>
                                    <a:gd name="connsiteX20" fmla="*/ 1926010 w 2063673"/>
                                    <a:gd name="connsiteY20" fmla="*/ 326849 h 2628402"/>
                                    <a:gd name="connsiteX21" fmla="*/ 2056639 w 2063673"/>
                                    <a:gd name="connsiteY21" fmla="*/ 702406 h 2628402"/>
                                    <a:gd name="connsiteX22" fmla="*/ 2040310 w 2063673"/>
                                    <a:gd name="connsiteY22" fmla="*/ 979992 h 2628402"/>
                                    <a:gd name="connsiteX23" fmla="*/ 1991324 w 2063673"/>
                                    <a:gd name="connsiteY23" fmla="*/ 1241249 h 2628402"/>
                                    <a:gd name="connsiteX24" fmla="*/ 1909681 w 2063673"/>
                                    <a:gd name="connsiteY24" fmla="*/ 1535163 h 2628402"/>
                                    <a:gd name="connsiteX25" fmla="*/ 1746396 w 2063673"/>
                                    <a:gd name="connsiteY25" fmla="*/ 1812749 h 2628402"/>
                                    <a:gd name="connsiteX26" fmla="*/ 1566781 w 2063673"/>
                                    <a:gd name="connsiteY26" fmla="*/ 1976035 h 2628402"/>
                                    <a:gd name="connsiteX27" fmla="*/ 1468810 w 2063673"/>
                                    <a:gd name="connsiteY27" fmla="*/ 2188306 h 2628402"/>
                                    <a:gd name="connsiteX28" fmla="*/ 1419824 w 2063673"/>
                                    <a:gd name="connsiteY28" fmla="*/ 2384249 h 2628402"/>
                                    <a:gd name="connsiteX29" fmla="*/ 1419824 w 2063673"/>
                                    <a:gd name="connsiteY29" fmla="*/ 2596520 h 2628402"/>
                                    <a:gd name="connsiteX30" fmla="*/ 1419824 w 2063673"/>
                                    <a:gd name="connsiteY30" fmla="*/ 2612849 h 2628402"/>
                                    <a:gd name="connsiteX0" fmla="*/ 834182 w 2063673"/>
                                    <a:gd name="connsiteY0" fmla="*/ 2631926 h 2631926"/>
                                    <a:gd name="connsiteX1" fmla="*/ 825472 w 2063673"/>
                                    <a:gd name="connsiteY1" fmla="*/ 2224487 h 2631926"/>
                                    <a:gd name="connsiteX2" fmla="*/ 747639 w 2063673"/>
                                    <a:gd name="connsiteY2" fmla="*/ 2028544 h 2631926"/>
                                    <a:gd name="connsiteX3" fmla="*/ 599587 w 2063673"/>
                                    <a:gd name="connsiteY3" fmla="*/ 1948903 h 2631926"/>
                                    <a:gd name="connsiteX4" fmla="*/ 356280 w 2063673"/>
                                    <a:gd name="connsiteY4" fmla="*/ 1876037 h 2631926"/>
                                    <a:gd name="connsiteX5" fmla="*/ 292060 w 2063673"/>
                                    <a:gd name="connsiteY5" fmla="*/ 1648987 h 2631926"/>
                                    <a:gd name="connsiteX6" fmla="*/ 677459 w 2063673"/>
                                    <a:gd name="connsiteY6" fmla="*/ 1532687 h 2631926"/>
                                    <a:gd name="connsiteX7" fmla="*/ 276824 w 2063673"/>
                                    <a:gd name="connsiteY7" fmla="*/ 1538687 h 2631926"/>
                                    <a:gd name="connsiteX8" fmla="*/ 211510 w 2063673"/>
                                    <a:gd name="connsiteY8" fmla="*/ 1326416 h 2631926"/>
                                    <a:gd name="connsiteX9" fmla="*/ 31896 w 2063673"/>
                                    <a:gd name="connsiteY9" fmla="*/ 1261102 h 2631926"/>
                                    <a:gd name="connsiteX10" fmla="*/ 4141 w 2063673"/>
                                    <a:gd name="connsiteY10" fmla="*/ 1182234 h 2631926"/>
                                    <a:gd name="connsiteX11" fmla="*/ 80881 w 2063673"/>
                                    <a:gd name="connsiteY11" fmla="*/ 1081487 h 2631926"/>
                                    <a:gd name="connsiteX12" fmla="*/ 227839 w 2063673"/>
                                    <a:gd name="connsiteY12" fmla="*/ 934530 h 2631926"/>
                                    <a:gd name="connsiteX13" fmla="*/ 309481 w 2063673"/>
                                    <a:gd name="connsiteY13" fmla="*/ 787573 h 2631926"/>
                                    <a:gd name="connsiteX14" fmla="*/ 383507 w 2063673"/>
                                    <a:gd name="connsiteY14" fmla="*/ 520315 h 2631926"/>
                                    <a:gd name="connsiteX15" fmla="*/ 456438 w 2063673"/>
                                    <a:gd name="connsiteY15" fmla="*/ 269834 h 2631926"/>
                                    <a:gd name="connsiteX16" fmla="*/ 766682 w 2063673"/>
                                    <a:gd name="connsiteY16" fmla="*/ 154759 h 2631926"/>
                                    <a:gd name="connsiteX17" fmla="*/ 1044267 w 2063673"/>
                                    <a:gd name="connsiteY17" fmla="*/ 3802 h 2631926"/>
                                    <a:gd name="connsiteX18" fmla="*/ 1501467 w 2063673"/>
                                    <a:gd name="connsiteY18" fmla="*/ 52787 h 2631926"/>
                                    <a:gd name="connsiteX19" fmla="*/ 1713739 w 2063673"/>
                                    <a:gd name="connsiteY19" fmla="*/ 134430 h 2631926"/>
                                    <a:gd name="connsiteX20" fmla="*/ 1926010 w 2063673"/>
                                    <a:gd name="connsiteY20" fmla="*/ 330373 h 2631926"/>
                                    <a:gd name="connsiteX21" fmla="*/ 2056639 w 2063673"/>
                                    <a:gd name="connsiteY21" fmla="*/ 705930 h 2631926"/>
                                    <a:gd name="connsiteX22" fmla="*/ 2040310 w 2063673"/>
                                    <a:gd name="connsiteY22" fmla="*/ 983516 h 2631926"/>
                                    <a:gd name="connsiteX23" fmla="*/ 1991324 w 2063673"/>
                                    <a:gd name="connsiteY23" fmla="*/ 1244773 h 2631926"/>
                                    <a:gd name="connsiteX24" fmla="*/ 1909681 w 2063673"/>
                                    <a:gd name="connsiteY24" fmla="*/ 1538687 h 2631926"/>
                                    <a:gd name="connsiteX25" fmla="*/ 1746396 w 2063673"/>
                                    <a:gd name="connsiteY25" fmla="*/ 1816273 h 2631926"/>
                                    <a:gd name="connsiteX26" fmla="*/ 1566781 w 2063673"/>
                                    <a:gd name="connsiteY26" fmla="*/ 1979559 h 2631926"/>
                                    <a:gd name="connsiteX27" fmla="*/ 1468810 w 2063673"/>
                                    <a:gd name="connsiteY27" fmla="*/ 2191830 h 2631926"/>
                                    <a:gd name="connsiteX28" fmla="*/ 1419824 w 2063673"/>
                                    <a:gd name="connsiteY28" fmla="*/ 2387773 h 2631926"/>
                                    <a:gd name="connsiteX29" fmla="*/ 1419824 w 2063673"/>
                                    <a:gd name="connsiteY29" fmla="*/ 2600044 h 2631926"/>
                                    <a:gd name="connsiteX30" fmla="*/ 1419824 w 2063673"/>
                                    <a:gd name="connsiteY30" fmla="*/ 2616373 h 2631926"/>
                                    <a:gd name="connsiteX0" fmla="*/ 834182 w 2063673"/>
                                    <a:gd name="connsiteY0" fmla="*/ 2579463 h 2579463"/>
                                    <a:gd name="connsiteX1" fmla="*/ 825472 w 2063673"/>
                                    <a:gd name="connsiteY1" fmla="*/ 2172024 h 2579463"/>
                                    <a:gd name="connsiteX2" fmla="*/ 747639 w 2063673"/>
                                    <a:gd name="connsiteY2" fmla="*/ 1976081 h 2579463"/>
                                    <a:gd name="connsiteX3" fmla="*/ 599587 w 2063673"/>
                                    <a:gd name="connsiteY3" fmla="*/ 1896440 h 2579463"/>
                                    <a:gd name="connsiteX4" fmla="*/ 356280 w 2063673"/>
                                    <a:gd name="connsiteY4" fmla="*/ 1823574 h 2579463"/>
                                    <a:gd name="connsiteX5" fmla="*/ 292060 w 2063673"/>
                                    <a:gd name="connsiteY5" fmla="*/ 1596524 h 2579463"/>
                                    <a:gd name="connsiteX6" fmla="*/ 677459 w 2063673"/>
                                    <a:gd name="connsiteY6" fmla="*/ 1480224 h 2579463"/>
                                    <a:gd name="connsiteX7" fmla="*/ 276824 w 2063673"/>
                                    <a:gd name="connsiteY7" fmla="*/ 1486224 h 2579463"/>
                                    <a:gd name="connsiteX8" fmla="*/ 211510 w 2063673"/>
                                    <a:gd name="connsiteY8" fmla="*/ 1273953 h 2579463"/>
                                    <a:gd name="connsiteX9" fmla="*/ 31896 w 2063673"/>
                                    <a:gd name="connsiteY9" fmla="*/ 1208639 h 2579463"/>
                                    <a:gd name="connsiteX10" fmla="*/ 4141 w 2063673"/>
                                    <a:gd name="connsiteY10" fmla="*/ 1129771 h 2579463"/>
                                    <a:gd name="connsiteX11" fmla="*/ 80881 w 2063673"/>
                                    <a:gd name="connsiteY11" fmla="*/ 1029024 h 2579463"/>
                                    <a:gd name="connsiteX12" fmla="*/ 227839 w 2063673"/>
                                    <a:gd name="connsiteY12" fmla="*/ 882067 h 2579463"/>
                                    <a:gd name="connsiteX13" fmla="*/ 309481 w 2063673"/>
                                    <a:gd name="connsiteY13" fmla="*/ 735110 h 2579463"/>
                                    <a:gd name="connsiteX14" fmla="*/ 383507 w 2063673"/>
                                    <a:gd name="connsiteY14" fmla="*/ 467852 h 2579463"/>
                                    <a:gd name="connsiteX15" fmla="*/ 456438 w 2063673"/>
                                    <a:gd name="connsiteY15" fmla="*/ 217371 h 2579463"/>
                                    <a:gd name="connsiteX16" fmla="*/ 766682 w 2063673"/>
                                    <a:gd name="connsiteY16" fmla="*/ 102296 h 2579463"/>
                                    <a:gd name="connsiteX17" fmla="*/ 1119386 w 2063673"/>
                                    <a:gd name="connsiteY17" fmla="*/ 55311 h 2579463"/>
                                    <a:gd name="connsiteX18" fmla="*/ 1501467 w 2063673"/>
                                    <a:gd name="connsiteY18" fmla="*/ 324 h 2579463"/>
                                    <a:gd name="connsiteX19" fmla="*/ 1713739 w 2063673"/>
                                    <a:gd name="connsiteY19" fmla="*/ 81967 h 2579463"/>
                                    <a:gd name="connsiteX20" fmla="*/ 1926010 w 2063673"/>
                                    <a:gd name="connsiteY20" fmla="*/ 277910 h 2579463"/>
                                    <a:gd name="connsiteX21" fmla="*/ 2056639 w 2063673"/>
                                    <a:gd name="connsiteY21" fmla="*/ 653467 h 2579463"/>
                                    <a:gd name="connsiteX22" fmla="*/ 2040310 w 2063673"/>
                                    <a:gd name="connsiteY22" fmla="*/ 931053 h 2579463"/>
                                    <a:gd name="connsiteX23" fmla="*/ 1991324 w 2063673"/>
                                    <a:gd name="connsiteY23" fmla="*/ 1192310 h 2579463"/>
                                    <a:gd name="connsiteX24" fmla="*/ 1909681 w 2063673"/>
                                    <a:gd name="connsiteY24" fmla="*/ 1486224 h 2579463"/>
                                    <a:gd name="connsiteX25" fmla="*/ 1746396 w 2063673"/>
                                    <a:gd name="connsiteY25" fmla="*/ 1763810 h 2579463"/>
                                    <a:gd name="connsiteX26" fmla="*/ 1566781 w 2063673"/>
                                    <a:gd name="connsiteY26" fmla="*/ 1927096 h 2579463"/>
                                    <a:gd name="connsiteX27" fmla="*/ 1468810 w 2063673"/>
                                    <a:gd name="connsiteY27" fmla="*/ 2139367 h 2579463"/>
                                    <a:gd name="connsiteX28" fmla="*/ 1419824 w 2063673"/>
                                    <a:gd name="connsiteY28" fmla="*/ 2335310 h 2579463"/>
                                    <a:gd name="connsiteX29" fmla="*/ 1419824 w 2063673"/>
                                    <a:gd name="connsiteY29" fmla="*/ 2547581 h 2579463"/>
                                    <a:gd name="connsiteX30" fmla="*/ 1419824 w 2063673"/>
                                    <a:gd name="connsiteY30" fmla="*/ 2563910 h 2579463"/>
                                    <a:gd name="connsiteX0" fmla="*/ 834182 w 2063673"/>
                                    <a:gd name="connsiteY0" fmla="*/ 2524157 h 2524157"/>
                                    <a:gd name="connsiteX1" fmla="*/ 825472 w 2063673"/>
                                    <a:gd name="connsiteY1" fmla="*/ 2116718 h 2524157"/>
                                    <a:gd name="connsiteX2" fmla="*/ 747639 w 2063673"/>
                                    <a:gd name="connsiteY2" fmla="*/ 1920775 h 2524157"/>
                                    <a:gd name="connsiteX3" fmla="*/ 599587 w 2063673"/>
                                    <a:gd name="connsiteY3" fmla="*/ 1841134 h 2524157"/>
                                    <a:gd name="connsiteX4" fmla="*/ 356280 w 2063673"/>
                                    <a:gd name="connsiteY4" fmla="*/ 1768268 h 2524157"/>
                                    <a:gd name="connsiteX5" fmla="*/ 292060 w 2063673"/>
                                    <a:gd name="connsiteY5" fmla="*/ 1541218 h 2524157"/>
                                    <a:gd name="connsiteX6" fmla="*/ 677459 w 2063673"/>
                                    <a:gd name="connsiteY6" fmla="*/ 1424918 h 2524157"/>
                                    <a:gd name="connsiteX7" fmla="*/ 276824 w 2063673"/>
                                    <a:gd name="connsiteY7" fmla="*/ 1430918 h 2524157"/>
                                    <a:gd name="connsiteX8" fmla="*/ 211510 w 2063673"/>
                                    <a:gd name="connsiteY8" fmla="*/ 1218647 h 2524157"/>
                                    <a:gd name="connsiteX9" fmla="*/ 31896 w 2063673"/>
                                    <a:gd name="connsiteY9" fmla="*/ 1153333 h 2524157"/>
                                    <a:gd name="connsiteX10" fmla="*/ 4141 w 2063673"/>
                                    <a:gd name="connsiteY10" fmla="*/ 1074465 h 2524157"/>
                                    <a:gd name="connsiteX11" fmla="*/ 80881 w 2063673"/>
                                    <a:gd name="connsiteY11" fmla="*/ 973718 h 2524157"/>
                                    <a:gd name="connsiteX12" fmla="*/ 227839 w 2063673"/>
                                    <a:gd name="connsiteY12" fmla="*/ 826761 h 2524157"/>
                                    <a:gd name="connsiteX13" fmla="*/ 309481 w 2063673"/>
                                    <a:gd name="connsiteY13" fmla="*/ 679804 h 2524157"/>
                                    <a:gd name="connsiteX14" fmla="*/ 383507 w 2063673"/>
                                    <a:gd name="connsiteY14" fmla="*/ 412546 h 2524157"/>
                                    <a:gd name="connsiteX15" fmla="*/ 456438 w 2063673"/>
                                    <a:gd name="connsiteY15" fmla="*/ 162065 h 2524157"/>
                                    <a:gd name="connsiteX16" fmla="*/ 766682 w 2063673"/>
                                    <a:gd name="connsiteY16" fmla="*/ 46990 h 2524157"/>
                                    <a:gd name="connsiteX17" fmla="*/ 1119386 w 2063673"/>
                                    <a:gd name="connsiteY17" fmla="*/ 5 h 2524157"/>
                                    <a:gd name="connsiteX18" fmla="*/ 1488946 w 2063673"/>
                                    <a:gd name="connsiteY18" fmla="*/ 48990 h 2524157"/>
                                    <a:gd name="connsiteX19" fmla="*/ 1713739 w 2063673"/>
                                    <a:gd name="connsiteY19" fmla="*/ 26661 h 2524157"/>
                                    <a:gd name="connsiteX20" fmla="*/ 1926010 w 2063673"/>
                                    <a:gd name="connsiteY20" fmla="*/ 222604 h 2524157"/>
                                    <a:gd name="connsiteX21" fmla="*/ 2056639 w 2063673"/>
                                    <a:gd name="connsiteY21" fmla="*/ 598161 h 2524157"/>
                                    <a:gd name="connsiteX22" fmla="*/ 2040310 w 2063673"/>
                                    <a:gd name="connsiteY22" fmla="*/ 875747 h 2524157"/>
                                    <a:gd name="connsiteX23" fmla="*/ 1991324 w 2063673"/>
                                    <a:gd name="connsiteY23" fmla="*/ 1137004 h 2524157"/>
                                    <a:gd name="connsiteX24" fmla="*/ 1909681 w 2063673"/>
                                    <a:gd name="connsiteY24" fmla="*/ 1430918 h 2524157"/>
                                    <a:gd name="connsiteX25" fmla="*/ 1746396 w 2063673"/>
                                    <a:gd name="connsiteY25" fmla="*/ 1708504 h 2524157"/>
                                    <a:gd name="connsiteX26" fmla="*/ 1566781 w 2063673"/>
                                    <a:gd name="connsiteY26" fmla="*/ 1871790 h 2524157"/>
                                    <a:gd name="connsiteX27" fmla="*/ 1468810 w 2063673"/>
                                    <a:gd name="connsiteY27" fmla="*/ 2084061 h 2524157"/>
                                    <a:gd name="connsiteX28" fmla="*/ 1419824 w 2063673"/>
                                    <a:gd name="connsiteY28" fmla="*/ 2280004 h 2524157"/>
                                    <a:gd name="connsiteX29" fmla="*/ 1419824 w 2063673"/>
                                    <a:gd name="connsiteY29" fmla="*/ 2492275 h 2524157"/>
                                    <a:gd name="connsiteX30" fmla="*/ 1419824 w 2063673"/>
                                    <a:gd name="connsiteY30" fmla="*/ 2508604 h 2524157"/>
                                    <a:gd name="connsiteX0" fmla="*/ 834182 w 2063673"/>
                                    <a:gd name="connsiteY0" fmla="*/ 2524157 h 2524157"/>
                                    <a:gd name="connsiteX1" fmla="*/ 825472 w 2063673"/>
                                    <a:gd name="connsiteY1" fmla="*/ 2116718 h 2524157"/>
                                    <a:gd name="connsiteX2" fmla="*/ 747639 w 2063673"/>
                                    <a:gd name="connsiteY2" fmla="*/ 1920775 h 2524157"/>
                                    <a:gd name="connsiteX3" fmla="*/ 599587 w 2063673"/>
                                    <a:gd name="connsiteY3" fmla="*/ 1841134 h 2524157"/>
                                    <a:gd name="connsiteX4" fmla="*/ 356280 w 2063673"/>
                                    <a:gd name="connsiteY4" fmla="*/ 1768268 h 2524157"/>
                                    <a:gd name="connsiteX5" fmla="*/ 292060 w 2063673"/>
                                    <a:gd name="connsiteY5" fmla="*/ 1541218 h 2524157"/>
                                    <a:gd name="connsiteX6" fmla="*/ 677459 w 2063673"/>
                                    <a:gd name="connsiteY6" fmla="*/ 1424918 h 2524157"/>
                                    <a:gd name="connsiteX7" fmla="*/ 276824 w 2063673"/>
                                    <a:gd name="connsiteY7" fmla="*/ 1430918 h 2524157"/>
                                    <a:gd name="connsiteX8" fmla="*/ 211510 w 2063673"/>
                                    <a:gd name="connsiteY8" fmla="*/ 1218647 h 2524157"/>
                                    <a:gd name="connsiteX9" fmla="*/ 31896 w 2063673"/>
                                    <a:gd name="connsiteY9" fmla="*/ 1153333 h 2524157"/>
                                    <a:gd name="connsiteX10" fmla="*/ 4141 w 2063673"/>
                                    <a:gd name="connsiteY10" fmla="*/ 1074465 h 2524157"/>
                                    <a:gd name="connsiteX11" fmla="*/ 80881 w 2063673"/>
                                    <a:gd name="connsiteY11" fmla="*/ 973718 h 2524157"/>
                                    <a:gd name="connsiteX12" fmla="*/ 227839 w 2063673"/>
                                    <a:gd name="connsiteY12" fmla="*/ 826761 h 2524157"/>
                                    <a:gd name="connsiteX13" fmla="*/ 309481 w 2063673"/>
                                    <a:gd name="connsiteY13" fmla="*/ 679804 h 2524157"/>
                                    <a:gd name="connsiteX14" fmla="*/ 383507 w 2063673"/>
                                    <a:gd name="connsiteY14" fmla="*/ 412546 h 2524157"/>
                                    <a:gd name="connsiteX15" fmla="*/ 556596 w 2063673"/>
                                    <a:gd name="connsiteY15" fmla="*/ 185170 h 2524157"/>
                                    <a:gd name="connsiteX16" fmla="*/ 766682 w 2063673"/>
                                    <a:gd name="connsiteY16" fmla="*/ 46990 h 2524157"/>
                                    <a:gd name="connsiteX17" fmla="*/ 1119386 w 2063673"/>
                                    <a:gd name="connsiteY17" fmla="*/ 5 h 2524157"/>
                                    <a:gd name="connsiteX18" fmla="*/ 1488946 w 2063673"/>
                                    <a:gd name="connsiteY18" fmla="*/ 48990 h 2524157"/>
                                    <a:gd name="connsiteX19" fmla="*/ 1713739 w 2063673"/>
                                    <a:gd name="connsiteY19" fmla="*/ 26661 h 2524157"/>
                                    <a:gd name="connsiteX20" fmla="*/ 1926010 w 2063673"/>
                                    <a:gd name="connsiteY20" fmla="*/ 222604 h 2524157"/>
                                    <a:gd name="connsiteX21" fmla="*/ 2056639 w 2063673"/>
                                    <a:gd name="connsiteY21" fmla="*/ 598161 h 2524157"/>
                                    <a:gd name="connsiteX22" fmla="*/ 2040310 w 2063673"/>
                                    <a:gd name="connsiteY22" fmla="*/ 875747 h 2524157"/>
                                    <a:gd name="connsiteX23" fmla="*/ 1991324 w 2063673"/>
                                    <a:gd name="connsiteY23" fmla="*/ 1137004 h 2524157"/>
                                    <a:gd name="connsiteX24" fmla="*/ 1909681 w 2063673"/>
                                    <a:gd name="connsiteY24" fmla="*/ 1430918 h 2524157"/>
                                    <a:gd name="connsiteX25" fmla="*/ 1746396 w 2063673"/>
                                    <a:gd name="connsiteY25" fmla="*/ 1708504 h 2524157"/>
                                    <a:gd name="connsiteX26" fmla="*/ 1566781 w 2063673"/>
                                    <a:gd name="connsiteY26" fmla="*/ 1871790 h 2524157"/>
                                    <a:gd name="connsiteX27" fmla="*/ 1468810 w 2063673"/>
                                    <a:gd name="connsiteY27" fmla="*/ 2084061 h 2524157"/>
                                    <a:gd name="connsiteX28" fmla="*/ 1419824 w 2063673"/>
                                    <a:gd name="connsiteY28" fmla="*/ 2280004 h 2524157"/>
                                    <a:gd name="connsiteX29" fmla="*/ 1419824 w 2063673"/>
                                    <a:gd name="connsiteY29" fmla="*/ 2492275 h 2524157"/>
                                    <a:gd name="connsiteX30" fmla="*/ 1419824 w 2063673"/>
                                    <a:gd name="connsiteY30" fmla="*/ 2508604 h 2524157"/>
                                    <a:gd name="connsiteX0" fmla="*/ 834182 w 2063673"/>
                                    <a:gd name="connsiteY0" fmla="*/ 2524157 h 2524157"/>
                                    <a:gd name="connsiteX1" fmla="*/ 825472 w 2063673"/>
                                    <a:gd name="connsiteY1" fmla="*/ 2116718 h 2524157"/>
                                    <a:gd name="connsiteX2" fmla="*/ 747639 w 2063673"/>
                                    <a:gd name="connsiteY2" fmla="*/ 1920775 h 2524157"/>
                                    <a:gd name="connsiteX3" fmla="*/ 599587 w 2063673"/>
                                    <a:gd name="connsiteY3" fmla="*/ 1841134 h 2524157"/>
                                    <a:gd name="connsiteX4" fmla="*/ 356280 w 2063673"/>
                                    <a:gd name="connsiteY4" fmla="*/ 1768268 h 2524157"/>
                                    <a:gd name="connsiteX5" fmla="*/ 292060 w 2063673"/>
                                    <a:gd name="connsiteY5" fmla="*/ 1541218 h 2524157"/>
                                    <a:gd name="connsiteX6" fmla="*/ 677459 w 2063673"/>
                                    <a:gd name="connsiteY6" fmla="*/ 1424918 h 2524157"/>
                                    <a:gd name="connsiteX7" fmla="*/ 276824 w 2063673"/>
                                    <a:gd name="connsiteY7" fmla="*/ 1430918 h 2524157"/>
                                    <a:gd name="connsiteX8" fmla="*/ 211510 w 2063673"/>
                                    <a:gd name="connsiteY8" fmla="*/ 1218647 h 2524157"/>
                                    <a:gd name="connsiteX9" fmla="*/ 31896 w 2063673"/>
                                    <a:gd name="connsiteY9" fmla="*/ 1153333 h 2524157"/>
                                    <a:gd name="connsiteX10" fmla="*/ 4141 w 2063673"/>
                                    <a:gd name="connsiteY10" fmla="*/ 1074465 h 2524157"/>
                                    <a:gd name="connsiteX11" fmla="*/ 80881 w 2063673"/>
                                    <a:gd name="connsiteY11" fmla="*/ 973718 h 2524157"/>
                                    <a:gd name="connsiteX12" fmla="*/ 227839 w 2063673"/>
                                    <a:gd name="connsiteY12" fmla="*/ 826761 h 2524157"/>
                                    <a:gd name="connsiteX13" fmla="*/ 309481 w 2063673"/>
                                    <a:gd name="connsiteY13" fmla="*/ 679804 h 2524157"/>
                                    <a:gd name="connsiteX14" fmla="*/ 383507 w 2063673"/>
                                    <a:gd name="connsiteY14" fmla="*/ 412546 h 2524157"/>
                                    <a:gd name="connsiteX15" fmla="*/ 556596 w 2063673"/>
                                    <a:gd name="connsiteY15" fmla="*/ 185170 h 2524157"/>
                                    <a:gd name="connsiteX16" fmla="*/ 766682 w 2063673"/>
                                    <a:gd name="connsiteY16" fmla="*/ 46990 h 2524157"/>
                                    <a:gd name="connsiteX17" fmla="*/ 1119386 w 2063673"/>
                                    <a:gd name="connsiteY17" fmla="*/ 5 h 2524157"/>
                                    <a:gd name="connsiteX18" fmla="*/ 1488946 w 2063673"/>
                                    <a:gd name="connsiteY18" fmla="*/ 48990 h 2524157"/>
                                    <a:gd name="connsiteX19" fmla="*/ 1751299 w 2063673"/>
                                    <a:gd name="connsiteY19" fmla="*/ 176843 h 2524157"/>
                                    <a:gd name="connsiteX20" fmla="*/ 1926010 w 2063673"/>
                                    <a:gd name="connsiteY20" fmla="*/ 222604 h 2524157"/>
                                    <a:gd name="connsiteX21" fmla="*/ 2056639 w 2063673"/>
                                    <a:gd name="connsiteY21" fmla="*/ 598161 h 2524157"/>
                                    <a:gd name="connsiteX22" fmla="*/ 2040310 w 2063673"/>
                                    <a:gd name="connsiteY22" fmla="*/ 875747 h 2524157"/>
                                    <a:gd name="connsiteX23" fmla="*/ 1991324 w 2063673"/>
                                    <a:gd name="connsiteY23" fmla="*/ 1137004 h 2524157"/>
                                    <a:gd name="connsiteX24" fmla="*/ 1909681 w 2063673"/>
                                    <a:gd name="connsiteY24" fmla="*/ 1430918 h 2524157"/>
                                    <a:gd name="connsiteX25" fmla="*/ 1746396 w 2063673"/>
                                    <a:gd name="connsiteY25" fmla="*/ 1708504 h 2524157"/>
                                    <a:gd name="connsiteX26" fmla="*/ 1566781 w 2063673"/>
                                    <a:gd name="connsiteY26" fmla="*/ 1871790 h 2524157"/>
                                    <a:gd name="connsiteX27" fmla="*/ 1468810 w 2063673"/>
                                    <a:gd name="connsiteY27" fmla="*/ 2084061 h 2524157"/>
                                    <a:gd name="connsiteX28" fmla="*/ 1419824 w 2063673"/>
                                    <a:gd name="connsiteY28" fmla="*/ 2280004 h 2524157"/>
                                    <a:gd name="connsiteX29" fmla="*/ 1419824 w 2063673"/>
                                    <a:gd name="connsiteY29" fmla="*/ 2492275 h 2524157"/>
                                    <a:gd name="connsiteX30" fmla="*/ 1419824 w 2063673"/>
                                    <a:gd name="connsiteY30" fmla="*/ 2508604 h 2524157"/>
                                    <a:gd name="connsiteX0" fmla="*/ 834182 w 2065474"/>
                                    <a:gd name="connsiteY0" fmla="*/ 2524157 h 2524157"/>
                                    <a:gd name="connsiteX1" fmla="*/ 825472 w 2065474"/>
                                    <a:gd name="connsiteY1" fmla="*/ 2116718 h 2524157"/>
                                    <a:gd name="connsiteX2" fmla="*/ 747639 w 2065474"/>
                                    <a:gd name="connsiteY2" fmla="*/ 1920775 h 2524157"/>
                                    <a:gd name="connsiteX3" fmla="*/ 599587 w 2065474"/>
                                    <a:gd name="connsiteY3" fmla="*/ 1841134 h 2524157"/>
                                    <a:gd name="connsiteX4" fmla="*/ 356280 w 2065474"/>
                                    <a:gd name="connsiteY4" fmla="*/ 1768268 h 2524157"/>
                                    <a:gd name="connsiteX5" fmla="*/ 292060 w 2065474"/>
                                    <a:gd name="connsiteY5" fmla="*/ 1541218 h 2524157"/>
                                    <a:gd name="connsiteX6" fmla="*/ 677459 w 2065474"/>
                                    <a:gd name="connsiteY6" fmla="*/ 1424918 h 2524157"/>
                                    <a:gd name="connsiteX7" fmla="*/ 276824 w 2065474"/>
                                    <a:gd name="connsiteY7" fmla="*/ 1430918 h 2524157"/>
                                    <a:gd name="connsiteX8" fmla="*/ 211510 w 2065474"/>
                                    <a:gd name="connsiteY8" fmla="*/ 1218647 h 2524157"/>
                                    <a:gd name="connsiteX9" fmla="*/ 31896 w 2065474"/>
                                    <a:gd name="connsiteY9" fmla="*/ 1153333 h 2524157"/>
                                    <a:gd name="connsiteX10" fmla="*/ 4141 w 2065474"/>
                                    <a:gd name="connsiteY10" fmla="*/ 1074465 h 2524157"/>
                                    <a:gd name="connsiteX11" fmla="*/ 80881 w 2065474"/>
                                    <a:gd name="connsiteY11" fmla="*/ 973718 h 2524157"/>
                                    <a:gd name="connsiteX12" fmla="*/ 227839 w 2065474"/>
                                    <a:gd name="connsiteY12" fmla="*/ 826761 h 2524157"/>
                                    <a:gd name="connsiteX13" fmla="*/ 309481 w 2065474"/>
                                    <a:gd name="connsiteY13" fmla="*/ 679804 h 2524157"/>
                                    <a:gd name="connsiteX14" fmla="*/ 383507 w 2065474"/>
                                    <a:gd name="connsiteY14" fmla="*/ 412546 h 2524157"/>
                                    <a:gd name="connsiteX15" fmla="*/ 556596 w 2065474"/>
                                    <a:gd name="connsiteY15" fmla="*/ 185170 h 2524157"/>
                                    <a:gd name="connsiteX16" fmla="*/ 766682 w 2065474"/>
                                    <a:gd name="connsiteY16" fmla="*/ 46990 h 2524157"/>
                                    <a:gd name="connsiteX17" fmla="*/ 1119386 w 2065474"/>
                                    <a:gd name="connsiteY17" fmla="*/ 5 h 2524157"/>
                                    <a:gd name="connsiteX18" fmla="*/ 1488946 w 2065474"/>
                                    <a:gd name="connsiteY18" fmla="*/ 48990 h 2524157"/>
                                    <a:gd name="connsiteX19" fmla="*/ 1751299 w 2065474"/>
                                    <a:gd name="connsiteY19" fmla="*/ 176843 h 2524157"/>
                                    <a:gd name="connsiteX20" fmla="*/ 1900971 w 2065474"/>
                                    <a:gd name="connsiteY20" fmla="*/ 338129 h 2524157"/>
                                    <a:gd name="connsiteX21" fmla="*/ 2056639 w 2065474"/>
                                    <a:gd name="connsiteY21" fmla="*/ 598161 h 2524157"/>
                                    <a:gd name="connsiteX22" fmla="*/ 2040310 w 2065474"/>
                                    <a:gd name="connsiteY22" fmla="*/ 875747 h 2524157"/>
                                    <a:gd name="connsiteX23" fmla="*/ 1991324 w 2065474"/>
                                    <a:gd name="connsiteY23" fmla="*/ 1137004 h 2524157"/>
                                    <a:gd name="connsiteX24" fmla="*/ 1909681 w 2065474"/>
                                    <a:gd name="connsiteY24" fmla="*/ 1430918 h 2524157"/>
                                    <a:gd name="connsiteX25" fmla="*/ 1746396 w 2065474"/>
                                    <a:gd name="connsiteY25" fmla="*/ 1708504 h 2524157"/>
                                    <a:gd name="connsiteX26" fmla="*/ 1566781 w 2065474"/>
                                    <a:gd name="connsiteY26" fmla="*/ 1871790 h 2524157"/>
                                    <a:gd name="connsiteX27" fmla="*/ 1468810 w 2065474"/>
                                    <a:gd name="connsiteY27" fmla="*/ 2084061 h 2524157"/>
                                    <a:gd name="connsiteX28" fmla="*/ 1419824 w 2065474"/>
                                    <a:gd name="connsiteY28" fmla="*/ 2280004 h 2524157"/>
                                    <a:gd name="connsiteX29" fmla="*/ 1419824 w 2065474"/>
                                    <a:gd name="connsiteY29" fmla="*/ 2492275 h 2524157"/>
                                    <a:gd name="connsiteX30" fmla="*/ 1419824 w 2065474"/>
                                    <a:gd name="connsiteY30" fmla="*/ 2508604 h 2524157"/>
                                    <a:gd name="connsiteX0" fmla="*/ 834182 w 2042211"/>
                                    <a:gd name="connsiteY0" fmla="*/ 2524157 h 2524157"/>
                                    <a:gd name="connsiteX1" fmla="*/ 825472 w 2042211"/>
                                    <a:gd name="connsiteY1" fmla="*/ 2116718 h 2524157"/>
                                    <a:gd name="connsiteX2" fmla="*/ 747639 w 2042211"/>
                                    <a:gd name="connsiteY2" fmla="*/ 1920775 h 2524157"/>
                                    <a:gd name="connsiteX3" fmla="*/ 599587 w 2042211"/>
                                    <a:gd name="connsiteY3" fmla="*/ 1841134 h 2524157"/>
                                    <a:gd name="connsiteX4" fmla="*/ 356280 w 2042211"/>
                                    <a:gd name="connsiteY4" fmla="*/ 1768268 h 2524157"/>
                                    <a:gd name="connsiteX5" fmla="*/ 292060 w 2042211"/>
                                    <a:gd name="connsiteY5" fmla="*/ 1541218 h 2524157"/>
                                    <a:gd name="connsiteX6" fmla="*/ 677459 w 2042211"/>
                                    <a:gd name="connsiteY6" fmla="*/ 1424918 h 2524157"/>
                                    <a:gd name="connsiteX7" fmla="*/ 276824 w 2042211"/>
                                    <a:gd name="connsiteY7" fmla="*/ 1430918 h 2524157"/>
                                    <a:gd name="connsiteX8" fmla="*/ 211510 w 2042211"/>
                                    <a:gd name="connsiteY8" fmla="*/ 1218647 h 2524157"/>
                                    <a:gd name="connsiteX9" fmla="*/ 31896 w 2042211"/>
                                    <a:gd name="connsiteY9" fmla="*/ 1153333 h 2524157"/>
                                    <a:gd name="connsiteX10" fmla="*/ 4141 w 2042211"/>
                                    <a:gd name="connsiteY10" fmla="*/ 1074465 h 2524157"/>
                                    <a:gd name="connsiteX11" fmla="*/ 80881 w 2042211"/>
                                    <a:gd name="connsiteY11" fmla="*/ 973718 h 2524157"/>
                                    <a:gd name="connsiteX12" fmla="*/ 227839 w 2042211"/>
                                    <a:gd name="connsiteY12" fmla="*/ 826761 h 2524157"/>
                                    <a:gd name="connsiteX13" fmla="*/ 309481 w 2042211"/>
                                    <a:gd name="connsiteY13" fmla="*/ 679804 h 2524157"/>
                                    <a:gd name="connsiteX14" fmla="*/ 383507 w 2042211"/>
                                    <a:gd name="connsiteY14" fmla="*/ 412546 h 2524157"/>
                                    <a:gd name="connsiteX15" fmla="*/ 556596 w 2042211"/>
                                    <a:gd name="connsiteY15" fmla="*/ 185170 h 2524157"/>
                                    <a:gd name="connsiteX16" fmla="*/ 766682 w 2042211"/>
                                    <a:gd name="connsiteY16" fmla="*/ 46990 h 2524157"/>
                                    <a:gd name="connsiteX17" fmla="*/ 1119386 w 2042211"/>
                                    <a:gd name="connsiteY17" fmla="*/ 5 h 2524157"/>
                                    <a:gd name="connsiteX18" fmla="*/ 1488946 w 2042211"/>
                                    <a:gd name="connsiteY18" fmla="*/ 48990 h 2524157"/>
                                    <a:gd name="connsiteX19" fmla="*/ 1751299 w 2042211"/>
                                    <a:gd name="connsiteY19" fmla="*/ 176843 h 2524157"/>
                                    <a:gd name="connsiteX20" fmla="*/ 1900971 w 2042211"/>
                                    <a:gd name="connsiteY20" fmla="*/ 338129 h 2524157"/>
                                    <a:gd name="connsiteX21" fmla="*/ 2019079 w 2042211"/>
                                    <a:gd name="connsiteY21" fmla="*/ 598161 h 2524157"/>
                                    <a:gd name="connsiteX22" fmla="*/ 2040310 w 2042211"/>
                                    <a:gd name="connsiteY22" fmla="*/ 875747 h 2524157"/>
                                    <a:gd name="connsiteX23" fmla="*/ 1991324 w 2042211"/>
                                    <a:gd name="connsiteY23" fmla="*/ 1137004 h 2524157"/>
                                    <a:gd name="connsiteX24" fmla="*/ 1909681 w 2042211"/>
                                    <a:gd name="connsiteY24" fmla="*/ 1430918 h 2524157"/>
                                    <a:gd name="connsiteX25" fmla="*/ 1746396 w 2042211"/>
                                    <a:gd name="connsiteY25" fmla="*/ 1708504 h 2524157"/>
                                    <a:gd name="connsiteX26" fmla="*/ 1566781 w 2042211"/>
                                    <a:gd name="connsiteY26" fmla="*/ 1871790 h 2524157"/>
                                    <a:gd name="connsiteX27" fmla="*/ 1468810 w 2042211"/>
                                    <a:gd name="connsiteY27" fmla="*/ 2084061 h 2524157"/>
                                    <a:gd name="connsiteX28" fmla="*/ 1419824 w 2042211"/>
                                    <a:gd name="connsiteY28" fmla="*/ 2280004 h 2524157"/>
                                    <a:gd name="connsiteX29" fmla="*/ 1419824 w 2042211"/>
                                    <a:gd name="connsiteY29" fmla="*/ 2492275 h 2524157"/>
                                    <a:gd name="connsiteX30" fmla="*/ 1419824 w 2042211"/>
                                    <a:gd name="connsiteY30" fmla="*/ 2508604 h 2524157"/>
                                    <a:gd name="connsiteX0" fmla="*/ 834182 w 2042211"/>
                                    <a:gd name="connsiteY0" fmla="*/ 2524157 h 2524157"/>
                                    <a:gd name="connsiteX1" fmla="*/ 825472 w 2042211"/>
                                    <a:gd name="connsiteY1" fmla="*/ 2116718 h 2524157"/>
                                    <a:gd name="connsiteX2" fmla="*/ 747639 w 2042211"/>
                                    <a:gd name="connsiteY2" fmla="*/ 1920775 h 2524157"/>
                                    <a:gd name="connsiteX3" fmla="*/ 599587 w 2042211"/>
                                    <a:gd name="connsiteY3" fmla="*/ 1841134 h 2524157"/>
                                    <a:gd name="connsiteX4" fmla="*/ 356280 w 2042211"/>
                                    <a:gd name="connsiteY4" fmla="*/ 1768268 h 2524157"/>
                                    <a:gd name="connsiteX5" fmla="*/ 292060 w 2042211"/>
                                    <a:gd name="connsiteY5" fmla="*/ 1541218 h 2524157"/>
                                    <a:gd name="connsiteX6" fmla="*/ 376983 w 2042211"/>
                                    <a:gd name="connsiteY6" fmla="*/ 1448023 h 2524157"/>
                                    <a:gd name="connsiteX7" fmla="*/ 276824 w 2042211"/>
                                    <a:gd name="connsiteY7" fmla="*/ 1430918 h 2524157"/>
                                    <a:gd name="connsiteX8" fmla="*/ 211510 w 2042211"/>
                                    <a:gd name="connsiteY8" fmla="*/ 1218647 h 2524157"/>
                                    <a:gd name="connsiteX9" fmla="*/ 31896 w 2042211"/>
                                    <a:gd name="connsiteY9" fmla="*/ 1153333 h 2524157"/>
                                    <a:gd name="connsiteX10" fmla="*/ 4141 w 2042211"/>
                                    <a:gd name="connsiteY10" fmla="*/ 1074465 h 2524157"/>
                                    <a:gd name="connsiteX11" fmla="*/ 80881 w 2042211"/>
                                    <a:gd name="connsiteY11" fmla="*/ 973718 h 2524157"/>
                                    <a:gd name="connsiteX12" fmla="*/ 227839 w 2042211"/>
                                    <a:gd name="connsiteY12" fmla="*/ 826761 h 2524157"/>
                                    <a:gd name="connsiteX13" fmla="*/ 309481 w 2042211"/>
                                    <a:gd name="connsiteY13" fmla="*/ 679804 h 2524157"/>
                                    <a:gd name="connsiteX14" fmla="*/ 383507 w 2042211"/>
                                    <a:gd name="connsiteY14" fmla="*/ 412546 h 2524157"/>
                                    <a:gd name="connsiteX15" fmla="*/ 556596 w 2042211"/>
                                    <a:gd name="connsiteY15" fmla="*/ 185170 h 2524157"/>
                                    <a:gd name="connsiteX16" fmla="*/ 766682 w 2042211"/>
                                    <a:gd name="connsiteY16" fmla="*/ 46990 h 2524157"/>
                                    <a:gd name="connsiteX17" fmla="*/ 1119386 w 2042211"/>
                                    <a:gd name="connsiteY17" fmla="*/ 5 h 2524157"/>
                                    <a:gd name="connsiteX18" fmla="*/ 1488946 w 2042211"/>
                                    <a:gd name="connsiteY18" fmla="*/ 48990 h 2524157"/>
                                    <a:gd name="connsiteX19" fmla="*/ 1751299 w 2042211"/>
                                    <a:gd name="connsiteY19" fmla="*/ 176843 h 2524157"/>
                                    <a:gd name="connsiteX20" fmla="*/ 1900971 w 2042211"/>
                                    <a:gd name="connsiteY20" fmla="*/ 338129 h 2524157"/>
                                    <a:gd name="connsiteX21" fmla="*/ 2019079 w 2042211"/>
                                    <a:gd name="connsiteY21" fmla="*/ 598161 h 2524157"/>
                                    <a:gd name="connsiteX22" fmla="*/ 2040310 w 2042211"/>
                                    <a:gd name="connsiteY22" fmla="*/ 875747 h 2524157"/>
                                    <a:gd name="connsiteX23" fmla="*/ 1991324 w 2042211"/>
                                    <a:gd name="connsiteY23" fmla="*/ 1137004 h 2524157"/>
                                    <a:gd name="connsiteX24" fmla="*/ 1909681 w 2042211"/>
                                    <a:gd name="connsiteY24" fmla="*/ 1430918 h 2524157"/>
                                    <a:gd name="connsiteX25" fmla="*/ 1746396 w 2042211"/>
                                    <a:gd name="connsiteY25" fmla="*/ 1708504 h 2524157"/>
                                    <a:gd name="connsiteX26" fmla="*/ 1566781 w 2042211"/>
                                    <a:gd name="connsiteY26" fmla="*/ 1871790 h 2524157"/>
                                    <a:gd name="connsiteX27" fmla="*/ 1468810 w 2042211"/>
                                    <a:gd name="connsiteY27" fmla="*/ 2084061 h 2524157"/>
                                    <a:gd name="connsiteX28" fmla="*/ 1419824 w 2042211"/>
                                    <a:gd name="connsiteY28" fmla="*/ 2280004 h 2524157"/>
                                    <a:gd name="connsiteX29" fmla="*/ 1419824 w 2042211"/>
                                    <a:gd name="connsiteY29" fmla="*/ 2492275 h 2524157"/>
                                    <a:gd name="connsiteX30" fmla="*/ 1419824 w 2042211"/>
                                    <a:gd name="connsiteY30" fmla="*/ 2508604 h 2524157"/>
                                    <a:gd name="connsiteX0" fmla="*/ 834182 w 2042211"/>
                                    <a:gd name="connsiteY0" fmla="*/ 2524157 h 2524157"/>
                                    <a:gd name="connsiteX1" fmla="*/ 825472 w 2042211"/>
                                    <a:gd name="connsiteY1" fmla="*/ 2116718 h 2524157"/>
                                    <a:gd name="connsiteX2" fmla="*/ 747639 w 2042211"/>
                                    <a:gd name="connsiteY2" fmla="*/ 1920775 h 2524157"/>
                                    <a:gd name="connsiteX3" fmla="*/ 599587 w 2042211"/>
                                    <a:gd name="connsiteY3" fmla="*/ 1841134 h 2524157"/>
                                    <a:gd name="connsiteX4" fmla="*/ 356280 w 2042211"/>
                                    <a:gd name="connsiteY4" fmla="*/ 1768268 h 2524157"/>
                                    <a:gd name="connsiteX5" fmla="*/ 292060 w 2042211"/>
                                    <a:gd name="connsiteY5" fmla="*/ 1541218 h 2524157"/>
                                    <a:gd name="connsiteX6" fmla="*/ 489662 w 2042211"/>
                                    <a:gd name="connsiteY6" fmla="*/ 1448023 h 2524157"/>
                                    <a:gd name="connsiteX7" fmla="*/ 276824 w 2042211"/>
                                    <a:gd name="connsiteY7" fmla="*/ 1430918 h 2524157"/>
                                    <a:gd name="connsiteX8" fmla="*/ 211510 w 2042211"/>
                                    <a:gd name="connsiteY8" fmla="*/ 1218647 h 2524157"/>
                                    <a:gd name="connsiteX9" fmla="*/ 31896 w 2042211"/>
                                    <a:gd name="connsiteY9" fmla="*/ 1153333 h 2524157"/>
                                    <a:gd name="connsiteX10" fmla="*/ 4141 w 2042211"/>
                                    <a:gd name="connsiteY10" fmla="*/ 1074465 h 2524157"/>
                                    <a:gd name="connsiteX11" fmla="*/ 80881 w 2042211"/>
                                    <a:gd name="connsiteY11" fmla="*/ 973718 h 2524157"/>
                                    <a:gd name="connsiteX12" fmla="*/ 227839 w 2042211"/>
                                    <a:gd name="connsiteY12" fmla="*/ 826761 h 2524157"/>
                                    <a:gd name="connsiteX13" fmla="*/ 309481 w 2042211"/>
                                    <a:gd name="connsiteY13" fmla="*/ 679804 h 2524157"/>
                                    <a:gd name="connsiteX14" fmla="*/ 383507 w 2042211"/>
                                    <a:gd name="connsiteY14" fmla="*/ 412546 h 2524157"/>
                                    <a:gd name="connsiteX15" fmla="*/ 556596 w 2042211"/>
                                    <a:gd name="connsiteY15" fmla="*/ 185170 h 2524157"/>
                                    <a:gd name="connsiteX16" fmla="*/ 766682 w 2042211"/>
                                    <a:gd name="connsiteY16" fmla="*/ 46990 h 2524157"/>
                                    <a:gd name="connsiteX17" fmla="*/ 1119386 w 2042211"/>
                                    <a:gd name="connsiteY17" fmla="*/ 5 h 2524157"/>
                                    <a:gd name="connsiteX18" fmla="*/ 1488946 w 2042211"/>
                                    <a:gd name="connsiteY18" fmla="*/ 48990 h 2524157"/>
                                    <a:gd name="connsiteX19" fmla="*/ 1751299 w 2042211"/>
                                    <a:gd name="connsiteY19" fmla="*/ 176843 h 2524157"/>
                                    <a:gd name="connsiteX20" fmla="*/ 1900971 w 2042211"/>
                                    <a:gd name="connsiteY20" fmla="*/ 338129 h 2524157"/>
                                    <a:gd name="connsiteX21" fmla="*/ 2019079 w 2042211"/>
                                    <a:gd name="connsiteY21" fmla="*/ 598161 h 2524157"/>
                                    <a:gd name="connsiteX22" fmla="*/ 2040310 w 2042211"/>
                                    <a:gd name="connsiteY22" fmla="*/ 875747 h 2524157"/>
                                    <a:gd name="connsiteX23" fmla="*/ 1991324 w 2042211"/>
                                    <a:gd name="connsiteY23" fmla="*/ 1137004 h 2524157"/>
                                    <a:gd name="connsiteX24" fmla="*/ 1909681 w 2042211"/>
                                    <a:gd name="connsiteY24" fmla="*/ 1430918 h 2524157"/>
                                    <a:gd name="connsiteX25" fmla="*/ 1746396 w 2042211"/>
                                    <a:gd name="connsiteY25" fmla="*/ 1708504 h 2524157"/>
                                    <a:gd name="connsiteX26" fmla="*/ 1566781 w 2042211"/>
                                    <a:gd name="connsiteY26" fmla="*/ 1871790 h 2524157"/>
                                    <a:gd name="connsiteX27" fmla="*/ 1468810 w 2042211"/>
                                    <a:gd name="connsiteY27" fmla="*/ 2084061 h 2524157"/>
                                    <a:gd name="connsiteX28" fmla="*/ 1419824 w 2042211"/>
                                    <a:gd name="connsiteY28" fmla="*/ 2280004 h 2524157"/>
                                    <a:gd name="connsiteX29" fmla="*/ 1419824 w 2042211"/>
                                    <a:gd name="connsiteY29" fmla="*/ 2492275 h 2524157"/>
                                    <a:gd name="connsiteX30" fmla="*/ 1419824 w 2042211"/>
                                    <a:gd name="connsiteY30" fmla="*/ 2508604 h 25241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</a:cxnLst>
                                  <a:rect l="l" t="t" r="r" b="b"/>
                                  <a:pathLst>
                                    <a:path w="2042211" h="2524157">
                                      <a:moveTo>
                                        <a:pt x="834182" y="2524157"/>
                                      </a:moveTo>
                                      <a:cubicBezTo>
                                        <a:pt x="846428" y="2404414"/>
                                        <a:pt x="839896" y="2217282"/>
                                        <a:pt x="825472" y="2116718"/>
                                      </a:cubicBezTo>
                                      <a:cubicBezTo>
                                        <a:pt x="811048" y="2016154"/>
                                        <a:pt x="785287" y="1966706"/>
                                        <a:pt x="747639" y="1920775"/>
                                      </a:cubicBezTo>
                                      <a:cubicBezTo>
                                        <a:pt x="709991" y="1874844"/>
                                        <a:pt x="664813" y="1866552"/>
                                        <a:pt x="599587" y="1841134"/>
                                      </a:cubicBezTo>
                                      <a:cubicBezTo>
                                        <a:pt x="534361" y="1815716"/>
                                        <a:pt x="407534" y="1818254"/>
                                        <a:pt x="356280" y="1768268"/>
                                      </a:cubicBezTo>
                                      <a:cubicBezTo>
                                        <a:pt x="305026" y="1718282"/>
                                        <a:pt x="269830" y="1594592"/>
                                        <a:pt x="292060" y="1541218"/>
                                      </a:cubicBezTo>
                                      <a:cubicBezTo>
                                        <a:pt x="314290" y="1487844"/>
                                        <a:pt x="492201" y="1466406"/>
                                        <a:pt x="489662" y="1448023"/>
                                      </a:cubicBezTo>
                                      <a:cubicBezTo>
                                        <a:pt x="487123" y="1429640"/>
                                        <a:pt x="323183" y="1469147"/>
                                        <a:pt x="276824" y="1430918"/>
                                      </a:cubicBezTo>
                                      <a:cubicBezTo>
                                        <a:pt x="230465" y="1392689"/>
                                        <a:pt x="252331" y="1264911"/>
                                        <a:pt x="211510" y="1218647"/>
                                      </a:cubicBezTo>
                                      <a:cubicBezTo>
                                        <a:pt x="170689" y="1172383"/>
                                        <a:pt x="66457" y="1177363"/>
                                        <a:pt x="31896" y="1153333"/>
                                      </a:cubicBezTo>
                                      <a:cubicBezTo>
                                        <a:pt x="-2665" y="1129303"/>
                                        <a:pt x="-4023" y="1104401"/>
                                        <a:pt x="4141" y="1074465"/>
                                      </a:cubicBezTo>
                                      <a:cubicBezTo>
                                        <a:pt x="12305" y="1044529"/>
                                        <a:pt x="43598" y="1015002"/>
                                        <a:pt x="80881" y="973718"/>
                                      </a:cubicBezTo>
                                      <a:cubicBezTo>
                                        <a:pt x="118164" y="932434"/>
                                        <a:pt x="189739" y="875747"/>
                                        <a:pt x="227839" y="826761"/>
                                      </a:cubicBezTo>
                                      <a:cubicBezTo>
                                        <a:pt x="265939" y="777775"/>
                                        <a:pt x="283536" y="748840"/>
                                        <a:pt x="309481" y="679804"/>
                                      </a:cubicBezTo>
                                      <a:cubicBezTo>
                                        <a:pt x="335426" y="610768"/>
                                        <a:pt x="342321" y="494985"/>
                                        <a:pt x="383507" y="412546"/>
                                      </a:cubicBezTo>
                                      <a:cubicBezTo>
                                        <a:pt x="424693" y="330107"/>
                                        <a:pt x="492734" y="246096"/>
                                        <a:pt x="556596" y="185170"/>
                                      </a:cubicBezTo>
                                      <a:cubicBezTo>
                                        <a:pt x="620458" y="124244"/>
                                        <a:pt x="672884" y="77851"/>
                                        <a:pt x="766682" y="46990"/>
                                      </a:cubicBezTo>
                                      <a:cubicBezTo>
                                        <a:pt x="860480" y="16129"/>
                                        <a:pt x="999009" y="-328"/>
                                        <a:pt x="1119386" y="5"/>
                                      </a:cubicBezTo>
                                      <a:cubicBezTo>
                                        <a:pt x="1239763" y="338"/>
                                        <a:pt x="1383627" y="19517"/>
                                        <a:pt x="1488946" y="48990"/>
                                      </a:cubicBezTo>
                                      <a:cubicBezTo>
                                        <a:pt x="1594265" y="78463"/>
                                        <a:pt x="1682628" y="128653"/>
                                        <a:pt x="1751299" y="176843"/>
                                      </a:cubicBezTo>
                                      <a:cubicBezTo>
                                        <a:pt x="1819970" y="225033"/>
                                        <a:pt x="1856341" y="267909"/>
                                        <a:pt x="1900971" y="338129"/>
                                      </a:cubicBezTo>
                                      <a:cubicBezTo>
                                        <a:pt x="1945601" y="408349"/>
                                        <a:pt x="1995856" y="508558"/>
                                        <a:pt x="2019079" y="598161"/>
                                      </a:cubicBezTo>
                                      <a:cubicBezTo>
                                        <a:pt x="2042302" y="687764"/>
                                        <a:pt x="2044936" y="785940"/>
                                        <a:pt x="2040310" y="875747"/>
                                      </a:cubicBezTo>
                                      <a:cubicBezTo>
                                        <a:pt x="2035684" y="965554"/>
                                        <a:pt x="2013096" y="1044475"/>
                                        <a:pt x="1991324" y="1137004"/>
                                      </a:cubicBezTo>
                                      <a:cubicBezTo>
                                        <a:pt x="1969553" y="1229532"/>
                                        <a:pt x="1950502" y="1335668"/>
                                        <a:pt x="1909681" y="1430918"/>
                                      </a:cubicBezTo>
                                      <a:cubicBezTo>
                                        <a:pt x="1868860" y="1526168"/>
                                        <a:pt x="1803546" y="1635025"/>
                                        <a:pt x="1746396" y="1708504"/>
                                      </a:cubicBezTo>
                                      <a:cubicBezTo>
                                        <a:pt x="1689246" y="1781983"/>
                                        <a:pt x="1613045" y="1809197"/>
                                        <a:pt x="1566781" y="1871790"/>
                                      </a:cubicBezTo>
                                      <a:cubicBezTo>
                                        <a:pt x="1520517" y="1934383"/>
                                        <a:pt x="1493303" y="2016025"/>
                                        <a:pt x="1468810" y="2084061"/>
                                      </a:cubicBezTo>
                                      <a:cubicBezTo>
                                        <a:pt x="1444317" y="2152097"/>
                                        <a:pt x="1427988" y="2211968"/>
                                        <a:pt x="1419824" y="2280004"/>
                                      </a:cubicBezTo>
                                      <a:cubicBezTo>
                                        <a:pt x="1411660" y="2348040"/>
                                        <a:pt x="1419824" y="2492275"/>
                                        <a:pt x="1419824" y="2492275"/>
                                      </a:cubicBezTo>
                                      <a:lnTo>
                                        <a:pt x="1419824" y="2508604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" name="Gruppieren 3"/>
                              <wpg:cNvGrpSpPr/>
                              <wpg:grpSpPr>
                                <a:xfrm>
                                  <a:off x="512271" y="1667140"/>
                                  <a:ext cx="1126988" cy="1912881"/>
                                  <a:chOff x="512271" y="1667140"/>
                                  <a:chExt cx="1126988" cy="1912881"/>
                                </a:xfrm>
                              </wpg:grpSpPr>
                              <wps:wsp>
                                <wps:cNvPr id="6" name="Freihandform 6"/>
                                <wps:cNvSpPr/>
                                <wps:spPr>
                                  <a:xfrm>
                                    <a:off x="512272" y="1667140"/>
                                    <a:ext cx="1126987" cy="1814909"/>
                                  </a:xfrm>
                                  <a:custGeom>
                                    <a:avLst/>
                                    <a:gdLst>
                                      <a:gd name="connsiteX0" fmla="*/ 0 w 1126671"/>
                                      <a:gd name="connsiteY0" fmla="*/ 333828 h 1819728"/>
                                      <a:gd name="connsiteX1" fmla="*/ 16328 w 1126671"/>
                                      <a:gd name="connsiteY1" fmla="*/ 268514 h 1819728"/>
                                      <a:gd name="connsiteX2" fmla="*/ 81643 w 1126671"/>
                                      <a:gd name="connsiteY2" fmla="*/ 121557 h 1819728"/>
                                      <a:gd name="connsiteX3" fmla="*/ 310243 w 1126671"/>
                                      <a:gd name="connsiteY3" fmla="*/ 7257 h 1819728"/>
                                      <a:gd name="connsiteX4" fmla="*/ 718457 w 1126671"/>
                                      <a:gd name="connsiteY4" fmla="*/ 39914 h 1819728"/>
                                      <a:gd name="connsiteX5" fmla="*/ 914400 w 1126671"/>
                                      <a:gd name="connsiteY5" fmla="*/ 268514 h 1819728"/>
                                      <a:gd name="connsiteX6" fmla="*/ 1012371 w 1126671"/>
                                      <a:gd name="connsiteY6" fmla="*/ 480785 h 1819728"/>
                                      <a:gd name="connsiteX7" fmla="*/ 1094014 w 1126671"/>
                                      <a:gd name="connsiteY7" fmla="*/ 758371 h 1819728"/>
                                      <a:gd name="connsiteX8" fmla="*/ 1126671 w 1126671"/>
                                      <a:gd name="connsiteY8" fmla="*/ 1101271 h 1819728"/>
                                      <a:gd name="connsiteX9" fmla="*/ 1094014 w 1126671"/>
                                      <a:gd name="connsiteY9" fmla="*/ 1395185 h 1819728"/>
                                      <a:gd name="connsiteX10" fmla="*/ 1110343 w 1126671"/>
                                      <a:gd name="connsiteY10" fmla="*/ 1819728 h 1819728"/>
                                      <a:gd name="connsiteX11" fmla="*/ 1110343 w 1126671"/>
                                      <a:gd name="connsiteY11" fmla="*/ 1819728 h 1819728"/>
                                      <a:gd name="connsiteX0" fmla="*/ 0 w 1126671"/>
                                      <a:gd name="connsiteY0" fmla="*/ 333828 h 1819728"/>
                                      <a:gd name="connsiteX1" fmla="*/ 16328 w 1126671"/>
                                      <a:gd name="connsiteY1" fmla="*/ 268514 h 1819728"/>
                                      <a:gd name="connsiteX2" fmla="*/ 81643 w 1126671"/>
                                      <a:gd name="connsiteY2" fmla="*/ 121557 h 1819728"/>
                                      <a:gd name="connsiteX3" fmla="*/ 310243 w 1126671"/>
                                      <a:gd name="connsiteY3" fmla="*/ 7257 h 1819728"/>
                                      <a:gd name="connsiteX4" fmla="*/ 718457 w 1126671"/>
                                      <a:gd name="connsiteY4" fmla="*/ 39914 h 1819728"/>
                                      <a:gd name="connsiteX5" fmla="*/ 963386 w 1126671"/>
                                      <a:gd name="connsiteY5" fmla="*/ 268514 h 1819728"/>
                                      <a:gd name="connsiteX6" fmla="*/ 1012371 w 1126671"/>
                                      <a:gd name="connsiteY6" fmla="*/ 480785 h 1819728"/>
                                      <a:gd name="connsiteX7" fmla="*/ 1094014 w 1126671"/>
                                      <a:gd name="connsiteY7" fmla="*/ 758371 h 1819728"/>
                                      <a:gd name="connsiteX8" fmla="*/ 1126671 w 1126671"/>
                                      <a:gd name="connsiteY8" fmla="*/ 1101271 h 1819728"/>
                                      <a:gd name="connsiteX9" fmla="*/ 1094014 w 1126671"/>
                                      <a:gd name="connsiteY9" fmla="*/ 1395185 h 1819728"/>
                                      <a:gd name="connsiteX10" fmla="*/ 1110343 w 1126671"/>
                                      <a:gd name="connsiteY10" fmla="*/ 1819728 h 1819728"/>
                                      <a:gd name="connsiteX11" fmla="*/ 1110343 w 1126671"/>
                                      <a:gd name="connsiteY11" fmla="*/ 1819728 h 1819728"/>
                                      <a:gd name="connsiteX0" fmla="*/ 0 w 1126671"/>
                                      <a:gd name="connsiteY0" fmla="*/ 350882 h 1836782"/>
                                      <a:gd name="connsiteX1" fmla="*/ 16328 w 1126671"/>
                                      <a:gd name="connsiteY1" fmla="*/ 285568 h 1836782"/>
                                      <a:gd name="connsiteX2" fmla="*/ 81643 w 1126671"/>
                                      <a:gd name="connsiteY2" fmla="*/ 138611 h 1836782"/>
                                      <a:gd name="connsiteX3" fmla="*/ 310243 w 1126671"/>
                                      <a:gd name="connsiteY3" fmla="*/ 24311 h 1836782"/>
                                      <a:gd name="connsiteX4" fmla="*/ 783771 w 1126671"/>
                                      <a:gd name="connsiteY4" fmla="*/ 24311 h 1836782"/>
                                      <a:gd name="connsiteX5" fmla="*/ 963386 w 1126671"/>
                                      <a:gd name="connsiteY5" fmla="*/ 285568 h 1836782"/>
                                      <a:gd name="connsiteX6" fmla="*/ 1012371 w 1126671"/>
                                      <a:gd name="connsiteY6" fmla="*/ 497839 h 1836782"/>
                                      <a:gd name="connsiteX7" fmla="*/ 1094014 w 1126671"/>
                                      <a:gd name="connsiteY7" fmla="*/ 775425 h 1836782"/>
                                      <a:gd name="connsiteX8" fmla="*/ 1126671 w 1126671"/>
                                      <a:gd name="connsiteY8" fmla="*/ 1118325 h 1836782"/>
                                      <a:gd name="connsiteX9" fmla="*/ 1094014 w 1126671"/>
                                      <a:gd name="connsiteY9" fmla="*/ 1412239 h 1836782"/>
                                      <a:gd name="connsiteX10" fmla="*/ 1110343 w 1126671"/>
                                      <a:gd name="connsiteY10" fmla="*/ 1836782 h 1836782"/>
                                      <a:gd name="connsiteX11" fmla="*/ 1110343 w 1126671"/>
                                      <a:gd name="connsiteY11" fmla="*/ 1836782 h 1836782"/>
                                      <a:gd name="connsiteX0" fmla="*/ 0 w 1126671"/>
                                      <a:gd name="connsiteY0" fmla="*/ 350882 h 1836782"/>
                                      <a:gd name="connsiteX1" fmla="*/ 16328 w 1126671"/>
                                      <a:gd name="connsiteY1" fmla="*/ 285568 h 1836782"/>
                                      <a:gd name="connsiteX2" fmla="*/ 81643 w 1126671"/>
                                      <a:gd name="connsiteY2" fmla="*/ 138611 h 1836782"/>
                                      <a:gd name="connsiteX3" fmla="*/ 310243 w 1126671"/>
                                      <a:gd name="connsiteY3" fmla="*/ 24311 h 1836782"/>
                                      <a:gd name="connsiteX4" fmla="*/ 783771 w 1126671"/>
                                      <a:gd name="connsiteY4" fmla="*/ 24311 h 1836782"/>
                                      <a:gd name="connsiteX5" fmla="*/ 963386 w 1126671"/>
                                      <a:gd name="connsiteY5" fmla="*/ 285568 h 1836782"/>
                                      <a:gd name="connsiteX6" fmla="*/ 1094014 w 1126671"/>
                                      <a:gd name="connsiteY6" fmla="*/ 497839 h 1836782"/>
                                      <a:gd name="connsiteX7" fmla="*/ 1094014 w 1126671"/>
                                      <a:gd name="connsiteY7" fmla="*/ 775425 h 1836782"/>
                                      <a:gd name="connsiteX8" fmla="*/ 1126671 w 1126671"/>
                                      <a:gd name="connsiteY8" fmla="*/ 1118325 h 1836782"/>
                                      <a:gd name="connsiteX9" fmla="*/ 1094014 w 1126671"/>
                                      <a:gd name="connsiteY9" fmla="*/ 1412239 h 1836782"/>
                                      <a:gd name="connsiteX10" fmla="*/ 1110343 w 1126671"/>
                                      <a:gd name="connsiteY10" fmla="*/ 1836782 h 1836782"/>
                                      <a:gd name="connsiteX11" fmla="*/ 1110343 w 1126671"/>
                                      <a:gd name="connsiteY11" fmla="*/ 1836782 h 1836782"/>
                                      <a:gd name="connsiteX0" fmla="*/ 0 w 1110343"/>
                                      <a:gd name="connsiteY0" fmla="*/ 350882 h 1836782"/>
                                      <a:gd name="connsiteX1" fmla="*/ 16328 w 1110343"/>
                                      <a:gd name="connsiteY1" fmla="*/ 285568 h 1836782"/>
                                      <a:gd name="connsiteX2" fmla="*/ 81643 w 1110343"/>
                                      <a:gd name="connsiteY2" fmla="*/ 138611 h 1836782"/>
                                      <a:gd name="connsiteX3" fmla="*/ 310243 w 1110343"/>
                                      <a:gd name="connsiteY3" fmla="*/ 24311 h 1836782"/>
                                      <a:gd name="connsiteX4" fmla="*/ 783771 w 1110343"/>
                                      <a:gd name="connsiteY4" fmla="*/ 24311 h 1836782"/>
                                      <a:gd name="connsiteX5" fmla="*/ 963386 w 1110343"/>
                                      <a:gd name="connsiteY5" fmla="*/ 285568 h 1836782"/>
                                      <a:gd name="connsiteX6" fmla="*/ 1094014 w 1110343"/>
                                      <a:gd name="connsiteY6" fmla="*/ 497839 h 1836782"/>
                                      <a:gd name="connsiteX7" fmla="*/ 1094014 w 1110343"/>
                                      <a:gd name="connsiteY7" fmla="*/ 775425 h 1836782"/>
                                      <a:gd name="connsiteX8" fmla="*/ 1077685 w 1110343"/>
                                      <a:gd name="connsiteY8" fmla="*/ 1134654 h 1836782"/>
                                      <a:gd name="connsiteX9" fmla="*/ 1094014 w 1110343"/>
                                      <a:gd name="connsiteY9" fmla="*/ 1412239 h 1836782"/>
                                      <a:gd name="connsiteX10" fmla="*/ 1110343 w 1110343"/>
                                      <a:gd name="connsiteY10" fmla="*/ 1836782 h 1836782"/>
                                      <a:gd name="connsiteX11" fmla="*/ 1110343 w 1110343"/>
                                      <a:gd name="connsiteY11" fmla="*/ 1836782 h 1836782"/>
                                      <a:gd name="connsiteX0" fmla="*/ 0 w 1110343"/>
                                      <a:gd name="connsiteY0" fmla="*/ 350882 h 1836782"/>
                                      <a:gd name="connsiteX1" fmla="*/ 16328 w 1110343"/>
                                      <a:gd name="connsiteY1" fmla="*/ 285568 h 1836782"/>
                                      <a:gd name="connsiteX2" fmla="*/ 81643 w 1110343"/>
                                      <a:gd name="connsiteY2" fmla="*/ 138611 h 1836782"/>
                                      <a:gd name="connsiteX3" fmla="*/ 310243 w 1110343"/>
                                      <a:gd name="connsiteY3" fmla="*/ 24311 h 1836782"/>
                                      <a:gd name="connsiteX4" fmla="*/ 783771 w 1110343"/>
                                      <a:gd name="connsiteY4" fmla="*/ 24311 h 1836782"/>
                                      <a:gd name="connsiteX5" fmla="*/ 963386 w 1110343"/>
                                      <a:gd name="connsiteY5" fmla="*/ 285568 h 1836782"/>
                                      <a:gd name="connsiteX6" fmla="*/ 1045028 w 1110343"/>
                                      <a:gd name="connsiteY6" fmla="*/ 530496 h 1836782"/>
                                      <a:gd name="connsiteX7" fmla="*/ 1094014 w 1110343"/>
                                      <a:gd name="connsiteY7" fmla="*/ 775425 h 1836782"/>
                                      <a:gd name="connsiteX8" fmla="*/ 1077685 w 1110343"/>
                                      <a:gd name="connsiteY8" fmla="*/ 1134654 h 1836782"/>
                                      <a:gd name="connsiteX9" fmla="*/ 1094014 w 1110343"/>
                                      <a:gd name="connsiteY9" fmla="*/ 1412239 h 1836782"/>
                                      <a:gd name="connsiteX10" fmla="*/ 1110343 w 1110343"/>
                                      <a:gd name="connsiteY10" fmla="*/ 1836782 h 1836782"/>
                                      <a:gd name="connsiteX11" fmla="*/ 1110343 w 1110343"/>
                                      <a:gd name="connsiteY11" fmla="*/ 1836782 h 1836782"/>
                                      <a:gd name="connsiteX0" fmla="*/ 0 w 1110343"/>
                                      <a:gd name="connsiteY0" fmla="*/ 329837 h 1815737"/>
                                      <a:gd name="connsiteX1" fmla="*/ 16328 w 1110343"/>
                                      <a:gd name="connsiteY1" fmla="*/ 264523 h 1815737"/>
                                      <a:gd name="connsiteX2" fmla="*/ 81643 w 1110343"/>
                                      <a:gd name="connsiteY2" fmla="*/ 117566 h 1815737"/>
                                      <a:gd name="connsiteX3" fmla="*/ 310243 w 1110343"/>
                                      <a:gd name="connsiteY3" fmla="*/ 3266 h 1815737"/>
                                      <a:gd name="connsiteX4" fmla="*/ 734786 w 1110343"/>
                                      <a:gd name="connsiteY4" fmla="*/ 52252 h 1815737"/>
                                      <a:gd name="connsiteX5" fmla="*/ 963386 w 1110343"/>
                                      <a:gd name="connsiteY5" fmla="*/ 264523 h 1815737"/>
                                      <a:gd name="connsiteX6" fmla="*/ 1045028 w 1110343"/>
                                      <a:gd name="connsiteY6" fmla="*/ 509451 h 1815737"/>
                                      <a:gd name="connsiteX7" fmla="*/ 1094014 w 1110343"/>
                                      <a:gd name="connsiteY7" fmla="*/ 754380 h 1815737"/>
                                      <a:gd name="connsiteX8" fmla="*/ 1077685 w 1110343"/>
                                      <a:gd name="connsiteY8" fmla="*/ 1113609 h 1815737"/>
                                      <a:gd name="connsiteX9" fmla="*/ 1094014 w 1110343"/>
                                      <a:gd name="connsiteY9" fmla="*/ 1391194 h 1815737"/>
                                      <a:gd name="connsiteX10" fmla="*/ 1110343 w 1110343"/>
                                      <a:gd name="connsiteY10" fmla="*/ 1815737 h 1815737"/>
                                      <a:gd name="connsiteX11" fmla="*/ 1110343 w 1110343"/>
                                      <a:gd name="connsiteY11" fmla="*/ 1815737 h 1815737"/>
                                      <a:gd name="connsiteX0" fmla="*/ 0 w 1110343"/>
                                      <a:gd name="connsiteY0" fmla="*/ 329837 h 1815737"/>
                                      <a:gd name="connsiteX1" fmla="*/ 16328 w 1110343"/>
                                      <a:gd name="connsiteY1" fmla="*/ 264523 h 1815737"/>
                                      <a:gd name="connsiteX2" fmla="*/ 81643 w 1110343"/>
                                      <a:gd name="connsiteY2" fmla="*/ 117566 h 1815737"/>
                                      <a:gd name="connsiteX3" fmla="*/ 310243 w 1110343"/>
                                      <a:gd name="connsiteY3" fmla="*/ 3266 h 1815737"/>
                                      <a:gd name="connsiteX4" fmla="*/ 734786 w 1110343"/>
                                      <a:gd name="connsiteY4" fmla="*/ 52252 h 1815737"/>
                                      <a:gd name="connsiteX5" fmla="*/ 963386 w 1110343"/>
                                      <a:gd name="connsiteY5" fmla="*/ 264523 h 1815737"/>
                                      <a:gd name="connsiteX6" fmla="*/ 1094014 w 1110343"/>
                                      <a:gd name="connsiteY6" fmla="*/ 509451 h 1815737"/>
                                      <a:gd name="connsiteX7" fmla="*/ 1094014 w 1110343"/>
                                      <a:gd name="connsiteY7" fmla="*/ 754380 h 1815737"/>
                                      <a:gd name="connsiteX8" fmla="*/ 1077685 w 1110343"/>
                                      <a:gd name="connsiteY8" fmla="*/ 1113609 h 1815737"/>
                                      <a:gd name="connsiteX9" fmla="*/ 1094014 w 1110343"/>
                                      <a:gd name="connsiteY9" fmla="*/ 1391194 h 1815737"/>
                                      <a:gd name="connsiteX10" fmla="*/ 1110343 w 1110343"/>
                                      <a:gd name="connsiteY10" fmla="*/ 1815737 h 1815737"/>
                                      <a:gd name="connsiteX11" fmla="*/ 1110343 w 1110343"/>
                                      <a:gd name="connsiteY11" fmla="*/ 1815737 h 1815737"/>
                                      <a:gd name="connsiteX0" fmla="*/ 0 w 1112348"/>
                                      <a:gd name="connsiteY0" fmla="*/ 329837 h 1839812"/>
                                      <a:gd name="connsiteX1" fmla="*/ 16328 w 1112348"/>
                                      <a:gd name="connsiteY1" fmla="*/ 264523 h 1839812"/>
                                      <a:gd name="connsiteX2" fmla="*/ 81643 w 1112348"/>
                                      <a:gd name="connsiteY2" fmla="*/ 117566 h 1839812"/>
                                      <a:gd name="connsiteX3" fmla="*/ 310243 w 1112348"/>
                                      <a:gd name="connsiteY3" fmla="*/ 3266 h 1839812"/>
                                      <a:gd name="connsiteX4" fmla="*/ 734786 w 1112348"/>
                                      <a:gd name="connsiteY4" fmla="*/ 52252 h 1839812"/>
                                      <a:gd name="connsiteX5" fmla="*/ 963386 w 1112348"/>
                                      <a:gd name="connsiteY5" fmla="*/ 264523 h 1839812"/>
                                      <a:gd name="connsiteX6" fmla="*/ 1094014 w 1112348"/>
                                      <a:gd name="connsiteY6" fmla="*/ 509451 h 1839812"/>
                                      <a:gd name="connsiteX7" fmla="*/ 1094014 w 1112348"/>
                                      <a:gd name="connsiteY7" fmla="*/ 754380 h 1839812"/>
                                      <a:gd name="connsiteX8" fmla="*/ 1077685 w 1112348"/>
                                      <a:gd name="connsiteY8" fmla="*/ 1113609 h 1839812"/>
                                      <a:gd name="connsiteX9" fmla="*/ 1094014 w 1112348"/>
                                      <a:gd name="connsiteY9" fmla="*/ 1391194 h 1839812"/>
                                      <a:gd name="connsiteX10" fmla="*/ 1110343 w 1112348"/>
                                      <a:gd name="connsiteY10" fmla="*/ 1815737 h 1839812"/>
                                      <a:gd name="connsiteX11" fmla="*/ 1045029 w 1112348"/>
                                      <a:gd name="connsiteY11" fmla="*/ 1783080 h 1839812"/>
                                      <a:gd name="connsiteX0" fmla="*/ 0 w 1112348"/>
                                      <a:gd name="connsiteY0" fmla="*/ 329837 h 1815737"/>
                                      <a:gd name="connsiteX1" fmla="*/ 16328 w 1112348"/>
                                      <a:gd name="connsiteY1" fmla="*/ 264523 h 1815737"/>
                                      <a:gd name="connsiteX2" fmla="*/ 81643 w 1112348"/>
                                      <a:gd name="connsiteY2" fmla="*/ 117566 h 1815737"/>
                                      <a:gd name="connsiteX3" fmla="*/ 310243 w 1112348"/>
                                      <a:gd name="connsiteY3" fmla="*/ 3266 h 1815737"/>
                                      <a:gd name="connsiteX4" fmla="*/ 734786 w 1112348"/>
                                      <a:gd name="connsiteY4" fmla="*/ 52252 h 1815737"/>
                                      <a:gd name="connsiteX5" fmla="*/ 963386 w 1112348"/>
                                      <a:gd name="connsiteY5" fmla="*/ 264523 h 1815737"/>
                                      <a:gd name="connsiteX6" fmla="*/ 1094014 w 1112348"/>
                                      <a:gd name="connsiteY6" fmla="*/ 509451 h 1815737"/>
                                      <a:gd name="connsiteX7" fmla="*/ 1094014 w 1112348"/>
                                      <a:gd name="connsiteY7" fmla="*/ 754380 h 1815737"/>
                                      <a:gd name="connsiteX8" fmla="*/ 1077685 w 1112348"/>
                                      <a:gd name="connsiteY8" fmla="*/ 1113609 h 1815737"/>
                                      <a:gd name="connsiteX9" fmla="*/ 1094014 w 1112348"/>
                                      <a:gd name="connsiteY9" fmla="*/ 1391194 h 1815737"/>
                                      <a:gd name="connsiteX10" fmla="*/ 1110343 w 1112348"/>
                                      <a:gd name="connsiteY10" fmla="*/ 1815737 h 1815737"/>
                                      <a:gd name="connsiteX0" fmla="*/ 0 w 1126671"/>
                                      <a:gd name="connsiteY0" fmla="*/ 329837 h 1815737"/>
                                      <a:gd name="connsiteX1" fmla="*/ 16328 w 1126671"/>
                                      <a:gd name="connsiteY1" fmla="*/ 264523 h 1815737"/>
                                      <a:gd name="connsiteX2" fmla="*/ 81643 w 1126671"/>
                                      <a:gd name="connsiteY2" fmla="*/ 117566 h 1815737"/>
                                      <a:gd name="connsiteX3" fmla="*/ 310243 w 1126671"/>
                                      <a:gd name="connsiteY3" fmla="*/ 3266 h 1815737"/>
                                      <a:gd name="connsiteX4" fmla="*/ 734786 w 1126671"/>
                                      <a:gd name="connsiteY4" fmla="*/ 52252 h 1815737"/>
                                      <a:gd name="connsiteX5" fmla="*/ 963386 w 1126671"/>
                                      <a:gd name="connsiteY5" fmla="*/ 264523 h 1815737"/>
                                      <a:gd name="connsiteX6" fmla="*/ 1094014 w 1126671"/>
                                      <a:gd name="connsiteY6" fmla="*/ 509451 h 1815737"/>
                                      <a:gd name="connsiteX7" fmla="*/ 1094014 w 1126671"/>
                                      <a:gd name="connsiteY7" fmla="*/ 754380 h 1815737"/>
                                      <a:gd name="connsiteX8" fmla="*/ 1126671 w 1126671"/>
                                      <a:gd name="connsiteY8" fmla="*/ 1113609 h 1815737"/>
                                      <a:gd name="connsiteX9" fmla="*/ 1094014 w 1126671"/>
                                      <a:gd name="connsiteY9" fmla="*/ 1391194 h 1815737"/>
                                      <a:gd name="connsiteX10" fmla="*/ 1110343 w 1126671"/>
                                      <a:gd name="connsiteY10" fmla="*/ 1815737 h 1815737"/>
                                      <a:gd name="connsiteX0" fmla="*/ 0 w 1126987"/>
                                      <a:gd name="connsiteY0" fmla="*/ 329837 h 1815737"/>
                                      <a:gd name="connsiteX1" fmla="*/ 16328 w 1126987"/>
                                      <a:gd name="connsiteY1" fmla="*/ 264523 h 1815737"/>
                                      <a:gd name="connsiteX2" fmla="*/ 81643 w 1126987"/>
                                      <a:gd name="connsiteY2" fmla="*/ 117566 h 1815737"/>
                                      <a:gd name="connsiteX3" fmla="*/ 310243 w 1126987"/>
                                      <a:gd name="connsiteY3" fmla="*/ 3266 h 1815737"/>
                                      <a:gd name="connsiteX4" fmla="*/ 734786 w 1126987"/>
                                      <a:gd name="connsiteY4" fmla="*/ 52252 h 1815737"/>
                                      <a:gd name="connsiteX5" fmla="*/ 963386 w 1126987"/>
                                      <a:gd name="connsiteY5" fmla="*/ 264523 h 1815737"/>
                                      <a:gd name="connsiteX6" fmla="*/ 1094014 w 1126987"/>
                                      <a:gd name="connsiteY6" fmla="*/ 509451 h 1815737"/>
                                      <a:gd name="connsiteX7" fmla="*/ 1094014 w 1126987"/>
                                      <a:gd name="connsiteY7" fmla="*/ 754380 h 1815737"/>
                                      <a:gd name="connsiteX8" fmla="*/ 1126671 w 1126987"/>
                                      <a:gd name="connsiteY8" fmla="*/ 1113609 h 1815737"/>
                                      <a:gd name="connsiteX9" fmla="*/ 1110343 w 1126987"/>
                                      <a:gd name="connsiteY9" fmla="*/ 1815737 h 1815737"/>
                                      <a:gd name="connsiteX0" fmla="*/ 0 w 1126987"/>
                                      <a:gd name="connsiteY0" fmla="*/ 329837 h 1815737"/>
                                      <a:gd name="connsiteX1" fmla="*/ 16328 w 1126987"/>
                                      <a:gd name="connsiteY1" fmla="*/ 264523 h 1815737"/>
                                      <a:gd name="connsiteX2" fmla="*/ 81643 w 1126987"/>
                                      <a:gd name="connsiteY2" fmla="*/ 117566 h 1815737"/>
                                      <a:gd name="connsiteX3" fmla="*/ 310243 w 1126987"/>
                                      <a:gd name="connsiteY3" fmla="*/ 3266 h 1815737"/>
                                      <a:gd name="connsiteX4" fmla="*/ 734786 w 1126987"/>
                                      <a:gd name="connsiteY4" fmla="*/ 52252 h 1815737"/>
                                      <a:gd name="connsiteX5" fmla="*/ 963386 w 1126987"/>
                                      <a:gd name="connsiteY5" fmla="*/ 264523 h 1815737"/>
                                      <a:gd name="connsiteX6" fmla="*/ 1094014 w 1126987"/>
                                      <a:gd name="connsiteY6" fmla="*/ 509451 h 1815737"/>
                                      <a:gd name="connsiteX7" fmla="*/ 1126671 w 1126987"/>
                                      <a:gd name="connsiteY7" fmla="*/ 1113609 h 1815737"/>
                                      <a:gd name="connsiteX8" fmla="*/ 1110343 w 1126987"/>
                                      <a:gd name="connsiteY8" fmla="*/ 1815737 h 1815737"/>
                                      <a:gd name="connsiteX0" fmla="*/ 0 w 1126987"/>
                                      <a:gd name="connsiteY0" fmla="*/ 329009 h 1814909"/>
                                      <a:gd name="connsiteX1" fmla="*/ 16328 w 1126987"/>
                                      <a:gd name="connsiteY1" fmla="*/ 263695 h 1814909"/>
                                      <a:gd name="connsiteX2" fmla="*/ 81643 w 1126987"/>
                                      <a:gd name="connsiteY2" fmla="*/ 116738 h 1814909"/>
                                      <a:gd name="connsiteX3" fmla="*/ 310243 w 1126987"/>
                                      <a:gd name="connsiteY3" fmla="*/ 2438 h 1814909"/>
                                      <a:gd name="connsiteX4" fmla="*/ 734786 w 1126987"/>
                                      <a:gd name="connsiteY4" fmla="*/ 51424 h 1814909"/>
                                      <a:gd name="connsiteX5" fmla="*/ 963386 w 1126987"/>
                                      <a:gd name="connsiteY5" fmla="*/ 198381 h 1814909"/>
                                      <a:gd name="connsiteX6" fmla="*/ 1094014 w 1126987"/>
                                      <a:gd name="connsiteY6" fmla="*/ 508623 h 1814909"/>
                                      <a:gd name="connsiteX7" fmla="*/ 1126671 w 1126987"/>
                                      <a:gd name="connsiteY7" fmla="*/ 1112781 h 1814909"/>
                                      <a:gd name="connsiteX8" fmla="*/ 1110343 w 1126987"/>
                                      <a:gd name="connsiteY8" fmla="*/ 1814909 h 181490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126987" h="1814909">
                                        <a:moveTo>
                                          <a:pt x="0" y="329009"/>
                                        </a:moveTo>
                                        <a:cubicBezTo>
                                          <a:pt x="1360" y="314041"/>
                                          <a:pt x="2721" y="299073"/>
                                          <a:pt x="16328" y="263695"/>
                                        </a:cubicBezTo>
                                        <a:cubicBezTo>
                                          <a:pt x="29935" y="228317"/>
                                          <a:pt x="32657" y="160281"/>
                                          <a:pt x="81643" y="116738"/>
                                        </a:cubicBezTo>
                                        <a:cubicBezTo>
                                          <a:pt x="130629" y="73195"/>
                                          <a:pt x="201386" y="13324"/>
                                          <a:pt x="310243" y="2438"/>
                                        </a:cubicBezTo>
                                        <a:cubicBezTo>
                                          <a:pt x="419100" y="-8448"/>
                                          <a:pt x="625929" y="18767"/>
                                          <a:pt x="734786" y="51424"/>
                                        </a:cubicBezTo>
                                        <a:cubicBezTo>
                                          <a:pt x="843643" y="84081"/>
                                          <a:pt x="903515" y="122181"/>
                                          <a:pt x="963386" y="198381"/>
                                        </a:cubicBezTo>
                                        <a:cubicBezTo>
                                          <a:pt x="1023257" y="274581"/>
                                          <a:pt x="1066800" y="356223"/>
                                          <a:pt x="1094014" y="508623"/>
                                        </a:cubicBezTo>
                                        <a:cubicBezTo>
                                          <a:pt x="1121228" y="661023"/>
                                          <a:pt x="1123950" y="895067"/>
                                          <a:pt x="1126671" y="1112781"/>
                                        </a:cubicBezTo>
                                        <a:cubicBezTo>
                                          <a:pt x="1129392" y="1289674"/>
                                          <a:pt x="1113745" y="1668632"/>
                                          <a:pt x="1110343" y="181490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5875"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Freihandform 7"/>
                                <wps:cNvSpPr/>
                                <wps:spPr>
                                  <a:xfrm>
                                    <a:off x="512271" y="2143107"/>
                                    <a:ext cx="931937" cy="1436914"/>
                                  </a:xfrm>
                                  <a:custGeom>
                                    <a:avLst/>
                                    <a:gdLst>
                                      <a:gd name="connsiteX0" fmla="*/ 0 w 931937"/>
                                      <a:gd name="connsiteY0" fmla="*/ 0 h 1289957"/>
                                      <a:gd name="connsiteX1" fmla="*/ 81643 w 931937"/>
                                      <a:gd name="connsiteY1" fmla="*/ 146957 h 1289957"/>
                                      <a:gd name="connsiteX2" fmla="*/ 228600 w 931937"/>
                                      <a:gd name="connsiteY2" fmla="*/ 244929 h 1289957"/>
                                      <a:gd name="connsiteX3" fmla="*/ 424543 w 931937"/>
                                      <a:gd name="connsiteY3" fmla="*/ 261257 h 1289957"/>
                                      <a:gd name="connsiteX4" fmla="*/ 620486 w 931937"/>
                                      <a:gd name="connsiteY4" fmla="*/ 179614 h 1289957"/>
                                      <a:gd name="connsiteX5" fmla="*/ 816428 w 931937"/>
                                      <a:gd name="connsiteY5" fmla="*/ 146957 h 1289957"/>
                                      <a:gd name="connsiteX6" fmla="*/ 881743 w 931937"/>
                                      <a:gd name="connsiteY6" fmla="*/ 244929 h 1289957"/>
                                      <a:gd name="connsiteX7" fmla="*/ 914400 w 931937"/>
                                      <a:gd name="connsiteY7" fmla="*/ 506186 h 1289957"/>
                                      <a:gd name="connsiteX8" fmla="*/ 930728 w 931937"/>
                                      <a:gd name="connsiteY8" fmla="*/ 767443 h 1289957"/>
                                      <a:gd name="connsiteX9" fmla="*/ 930728 w 931937"/>
                                      <a:gd name="connsiteY9" fmla="*/ 1289957 h 1289957"/>
                                      <a:gd name="connsiteX10" fmla="*/ 930728 w 931937"/>
                                      <a:gd name="connsiteY10" fmla="*/ 1289957 h 1289957"/>
                                      <a:gd name="connsiteX0" fmla="*/ 0 w 931937"/>
                                      <a:gd name="connsiteY0" fmla="*/ 0 h 1436914"/>
                                      <a:gd name="connsiteX1" fmla="*/ 81643 w 931937"/>
                                      <a:gd name="connsiteY1" fmla="*/ 146957 h 1436914"/>
                                      <a:gd name="connsiteX2" fmla="*/ 228600 w 931937"/>
                                      <a:gd name="connsiteY2" fmla="*/ 244929 h 1436914"/>
                                      <a:gd name="connsiteX3" fmla="*/ 424543 w 931937"/>
                                      <a:gd name="connsiteY3" fmla="*/ 261257 h 1436914"/>
                                      <a:gd name="connsiteX4" fmla="*/ 620486 w 931937"/>
                                      <a:gd name="connsiteY4" fmla="*/ 179614 h 1436914"/>
                                      <a:gd name="connsiteX5" fmla="*/ 816428 w 931937"/>
                                      <a:gd name="connsiteY5" fmla="*/ 146957 h 1436914"/>
                                      <a:gd name="connsiteX6" fmla="*/ 881743 w 931937"/>
                                      <a:gd name="connsiteY6" fmla="*/ 244929 h 1436914"/>
                                      <a:gd name="connsiteX7" fmla="*/ 914400 w 931937"/>
                                      <a:gd name="connsiteY7" fmla="*/ 506186 h 1436914"/>
                                      <a:gd name="connsiteX8" fmla="*/ 930728 w 931937"/>
                                      <a:gd name="connsiteY8" fmla="*/ 767443 h 1436914"/>
                                      <a:gd name="connsiteX9" fmla="*/ 930728 w 931937"/>
                                      <a:gd name="connsiteY9" fmla="*/ 1289957 h 1436914"/>
                                      <a:gd name="connsiteX10" fmla="*/ 930728 w 931937"/>
                                      <a:gd name="connsiteY10" fmla="*/ 1436914 h 1436914"/>
                                      <a:gd name="connsiteX0" fmla="*/ 0 w 931937"/>
                                      <a:gd name="connsiteY0" fmla="*/ 0 h 1436914"/>
                                      <a:gd name="connsiteX1" fmla="*/ 81643 w 931937"/>
                                      <a:gd name="connsiteY1" fmla="*/ 146957 h 1436914"/>
                                      <a:gd name="connsiteX2" fmla="*/ 228600 w 931937"/>
                                      <a:gd name="connsiteY2" fmla="*/ 244929 h 1436914"/>
                                      <a:gd name="connsiteX3" fmla="*/ 424543 w 931937"/>
                                      <a:gd name="connsiteY3" fmla="*/ 261257 h 1436914"/>
                                      <a:gd name="connsiteX4" fmla="*/ 620486 w 931937"/>
                                      <a:gd name="connsiteY4" fmla="*/ 179614 h 1436914"/>
                                      <a:gd name="connsiteX5" fmla="*/ 816428 w 931937"/>
                                      <a:gd name="connsiteY5" fmla="*/ 146957 h 1436914"/>
                                      <a:gd name="connsiteX6" fmla="*/ 881743 w 931937"/>
                                      <a:gd name="connsiteY6" fmla="*/ 244929 h 1436914"/>
                                      <a:gd name="connsiteX7" fmla="*/ 914400 w 931937"/>
                                      <a:gd name="connsiteY7" fmla="*/ 506186 h 1436914"/>
                                      <a:gd name="connsiteX8" fmla="*/ 930728 w 931937"/>
                                      <a:gd name="connsiteY8" fmla="*/ 865414 h 1436914"/>
                                      <a:gd name="connsiteX9" fmla="*/ 930728 w 931937"/>
                                      <a:gd name="connsiteY9" fmla="*/ 1289957 h 1436914"/>
                                      <a:gd name="connsiteX10" fmla="*/ 930728 w 931937"/>
                                      <a:gd name="connsiteY10" fmla="*/ 1436914 h 143691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</a:cxnLst>
                                    <a:rect l="l" t="t" r="r" b="b"/>
                                    <a:pathLst>
                                      <a:path w="931937" h="1436914">
                                        <a:moveTo>
                                          <a:pt x="0" y="0"/>
                                        </a:moveTo>
                                        <a:cubicBezTo>
                                          <a:pt x="21771" y="53067"/>
                                          <a:pt x="43543" y="106135"/>
                                          <a:pt x="81643" y="146957"/>
                                        </a:cubicBezTo>
                                        <a:cubicBezTo>
                                          <a:pt x="119743" y="187779"/>
                                          <a:pt x="171450" y="225879"/>
                                          <a:pt x="228600" y="244929"/>
                                        </a:cubicBezTo>
                                        <a:cubicBezTo>
                                          <a:pt x="285750" y="263979"/>
                                          <a:pt x="359229" y="272143"/>
                                          <a:pt x="424543" y="261257"/>
                                        </a:cubicBezTo>
                                        <a:cubicBezTo>
                                          <a:pt x="489857" y="250371"/>
                                          <a:pt x="555172" y="198664"/>
                                          <a:pt x="620486" y="179614"/>
                                        </a:cubicBezTo>
                                        <a:cubicBezTo>
                                          <a:pt x="685800" y="160564"/>
                                          <a:pt x="772885" y="136071"/>
                                          <a:pt x="816428" y="146957"/>
                                        </a:cubicBezTo>
                                        <a:cubicBezTo>
                                          <a:pt x="859971" y="157843"/>
                                          <a:pt x="865414" y="185058"/>
                                          <a:pt x="881743" y="244929"/>
                                        </a:cubicBezTo>
                                        <a:cubicBezTo>
                                          <a:pt x="898072" y="304801"/>
                                          <a:pt x="906236" y="402772"/>
                                          <a:pt x="914400" y="506186"/>
                                        </a:cubicBezTo>
                                        <a:cubicBezTo>
                                          <a:pt x="922564" y="609600"/>
                                          <a:pt x="928007" y="734786"/>
                                          <a:pt x="930728" y="865414"/>
                                        </a:cubicBezTo>
                                        <a:cubicBezTo>
                                          <a:pt x="933449" y="996042"/>
                                          <a:pt x="930728" y="1194707"/>
                                          <a:pt x="930728" y="1289957"/>
                                        </a:cubicBezTo>
                                        <a:lnTo>
                                          <a:pt x="930728" y="1436914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" name="Freihandform 4"/>
                              <wps:cNvSpPr/>
                              <wps:spPr>
                                <a:xfrm>
                                  <a:off x="1475656" y="1423388"/>
                                  <a:ext cx="393029" cy="458459"/>
                                </a:xfrm>
                                <a:custGeom>
                                  <a:avLst/>
                                  <a:gdLst>
                                    <a:gd name="connsiteX0" fmla="*/ 0 w 359402"/>
                                    <a:gd name="connsiteY0" fmla="*/ 408214 h 538843"/>
                                    <a:gd name="connsiteX1" fmla="*/ 65314 w 359402"/>
                                    <a:gd name="connsiteY1" fmla="*/ 359229 h 538843"/>
                                    <a:gd name="connsiteX2" fmla="*/ 81642 w 359402"/>
                                    <a:gd name="connsiteY2" fmla="*/ 310243 h 538843"/>
                                    <a:gd name="connsiteX3" fmla="*/ 81642 w 359402"/>
                                    <a:gd name="connsiteY3" fmla="*/ 179614 h 538843"/>
                                    <a:gd name="connsiteX4" fmla="*/ 81642 w 359402"/>
                                    <a:gd name="connsiteY4" fmla="*/ 65314 h 538843"/>
                                    <a:gd name="connsiteX5" fmla="*/ 212271 w 359402"/>
                                    <a:gd name="connsiteY5" fmla="*/ 0 h 538843"/>
                                    <a:gd name="connsiteX6" fmla="*/ 310242 w 359402"/>
                                    <a:gd name="connsiteY6" fmla="*/ 65314 h 538843"/>
                                    <a:gd name="connsiteX7" fmla="*/ 342900 w 359402"/>
                                    <a:gd name="connsiteY7" fmla="*/ 179614 h 538843"/>
                                    <a:gd name="connsiteX8" fmla="*/ 326571 w 359402"/>
                                    <a:gd name="connsiteY8" fmla="*/ 244929 h 538843"/>
                                    <a:gd name="connsiteX9" fmla="*/ 326571 w 359402"/>
                                    <a:gd name="connsiteY9" fmla="*/ 342900 h 538843"/>
                                    <a:gd name="connsiteX10" fmla="*/ 359228 w 359402"/>
                                    <a:gd name="connsiteY10" fmla="*/ 457200 h 538843"/>
                                    <a:gd name="connsiteX11" fmla="*/ 310242 w 359402"/>
                                    <a:gd name="connsiteY11" fmla="*/ 506186 h 538843"/>
                                    <a:gd name="connsiteX12" fmla="*/ 228600 w 359402"/>
                                    <a:gd name="connsiteY12" fmla="*/ 538843 h 538843"/>
                                    <a:gd name="connsiteX13" fmla="*/ 163285 w 359402"/>
                                    <a:gd name="connsiteY13" fmla="*/ 506186 h 538843"/>
                                    <a:gd name="connsiteX14" fmla="*/ 163285 w 359402"/>
                                    <a:gd name="connsiteY14" fmla="*/ 424543 h 538843"/>
                                    <a:gd name="connsiteX15" fmla="*/ 130628 w 359402"/>
                                    <a:gd name="connsiteY15" fmla="*/ 424543 h 538843"/>
                                    <a:gd name="connsiteX16" fmla="*/ 65314 w 359402"/>
                                    <a:gd name="connsiteY16" fmla="*/ 440871 h 538843"/>
                                    <a:gd name="connsiteX17" fmla="*/ 32657 w 359402"/>
                                    <a:gd name="connsiteY17" fmla="*/ 457200 h 538843"/>
                                    <a:gd name="connsiteX0" fmla="*/ 0 w 359388"/>
                                    <a:gd name="connsiteY0" fmla="*/ 408214 h 538843"/>
                                    <a:gd name="connsiteX1" fmla="*/ 65314 w 359388"/>
                                    <a:gd name="connsiteY1" fmla="*/ 359229 h 538843"/>
                                    <a:gd name="connsiteX2" fmla="*/ 81642 w 359388"/>
                                    <a:gd name="connsiteY2" fmla="*/ 310243 h 538843"/>
                                    <a:gd name="connsiteX3" fmla="*/ 81642 w 359388"/>
                                    <a:gd name="connsiteY3" fmla="*/ 179614 h 538843"/>
                                    <a:gd name="connsiteX4" fmla="*/ 81642 w 359388"/>
                                    <a:gd name="connsiteY4" fmla="*/ 65314 h 538843"/>
                                    <a:gd name="connsiteX5" fmla="*/ 212271 w 359388"/>
                                    <a:gd name="connsiteY5" fmla="*/ 0 h 538843"/>
                                    <a:gd name="connsiteX6" fmla="*/ 310242 w 359388"/>
                                    <a:gd name="connsiteY6" fmla="*/ 65314 h 538843"/>
                                    <a:gd name="connsiteX7" fmla="*/ 342900 w 359388"/>
                                    <a:gd name="connsiteY7" fmla="*/ 179614 h 538843"/>
                                    <a:gd name="connsiteX8" fmla="*/ 326571 w 359388"/>
                                    <a:gd name="connsiteY8" fmla="*/ 342900 h 538843"/>
                                    <a:gd name="connsiteX9" fmla="*/ 359228 w 359388"/>
                                    <a:gd name="connsiteY9" fmla="*/ 457200 h 538843"/>
                                    <a:gd name="connsiteX10" fmla="*/ 310242 w 359388"/>
                                    <a:gd name="connsiteY10" fmla="*/ 506186 h 538843"/>
                                    <a:gd name="connsiteX11" fmla="*/ 228600 w 359388"/>
                                    <a:gd name="connsiteY11" fmla="*/ 538843 h 538843"/>
                                    <a:gd name="connsiteX12" fmla="*/ 163285 w 359388"/>
                                    <a:gd name="connsiteY12" fmla="*/ 506186 h 538843"/>
                                    <a:gd name="connsiteX13" fmla="*/ 163285 w 359388"/>
                                    <a:gd name="connsiteY13" fmla="*/ 424543 h 538843"/>
                                    <a:gd name="connsiteX14" fmla="*/ 130628 w 359388"/>
                                    <a:gd name="connsiteY14" fmla="*/ 424543 h 538843"/>
                                    <a:gd name="connsiteX15" fmla="*/ 65314 w 359388"/>
                                    <a:gd name="connsiteY15" fmla="*/ 440871 h 538843"/>
                                    <a:gd name="connsiteX16" fmla="*/ 32657 w 359388"/>
                                    <a:gd name="connsiteY16" fmla="*/ 457200 h 538843"/>
                                    <a:gd name="connsiteX0" fmla="*/ 0 w 343255"/>
                                    <a:gd name="connsiteY0" fmla="*/ 408214 h 538843"/>
                                    <a:gd name="connsiteX1" fmla="*/ 65314 w 343255"/>
                                    <a:gd name="connsiteY1" fmla="*/ 359229 h 538843"/>
                                    <a:gd name="connsiteX2" fmla="*/ 81642 w 343255"/>
                                    <a:gd name="connsiteY2" fmla="*/ 310243 h 538843"/>
                                    <a:gd name="connsiteX3" fmla="*/ 81642 w 343255"/>
                                    <a:gd name="connsiteY3" fmla="*/ 179614 h 538843"/>
                                    <a:gd name="connsiteX4" fmla="*/ 81642 w 343255"/>
                                    <a:gd name="connsiteY4" fmla="*/ 65314 h 538843"/>
                                    <a:gd name="connsiteX5" fmla="*/ 212271 w 343255"/>
                                    <a:gd name="connsiteY5" fmla="*/ 0 h 538843"/>
                                    <a:gd name="connsiteX6" fmla="*/ 310242 w 343255"/>
                                    <a:gd name="connsiteY6" fmla="*/ 65314 h 538843"/>
                                    <a:gd name="connsiteX7" fmla="*/ 342900 w 343255"/>
                                    <a:gd name="connsiteY7" fmla="*/ 179614 h 538843"/>
                                    <a:gd name="connsiteX8" fmla="*/ 326571 w 343255"/>
                                    <a:gd name="connsiteY8" fmla="*/ 342900 h 538843"/>
                                    <a:gd name="connsiteX9" fmla="*/ 310242 w 343255"/>
                                    <a:gd name="connsiteY9" fmla="*/ 506186 h 538843"/>
                                    <a:gd name="connsiteX10" fmla="*/ 228600 w 343255"/>
                                    <a:gd name="connsiteY10" fmla="*/ 538843 h 538843"/>
                                    <a:gd name="connsiteX11" fmla="*/ 163285 w 343255"/>
                                    <a:gd name="connsiteY11" fmla="*/ 506186 h 538843"/>
                                    <a:gd name="connsiteX12" fmla="*/ 163285 w 343255"/>
                                    <a:gd name="connsiteY12" fmla="*/ 424543 h 538843"/>
                                    <a:gd name="connsiteX13" fmla="*/ 130628 w 343255"/>
                                    <a:gd name="connsiteY13" fmla="*/ 424543 h 538843"/>
                                    <a:gd name="connsiteX14" fmla="*/ 65314 w 343255"/>
                                    <a:gd name="connsiteY14" fmla="*/ 440871 h 538843"/>
                                    <a:gd name="connsiteX15" fmla="*/ 32657 w 343255"/>
                                    <a:gd name="connsiteY15" fmla="*/ 457200 h 538843"/>
                                    <a:gd name="connsiteX0" fmla="*/ 0 w 343255"/>
                                    <a:gd name="connsiteY0" fmla="*/ 408214 h 521898"/>
                                    <a:gd name="connsiteX1" fmla="*/ 65314 w 343255"/>
                                    <a:gd name="connsiteY1" fmla="*/ 359229 h 521898"/>
                                    <a:gd name="connsiteX2" fmla="*/ 81642 w 343255"/>
                                    <a:gd name="connsiteY2" fmla="*/ 310243 h 521898"/>
                                    <a:gd name="connsiteX3" fmla="*/ 81642 w 343255"/>
                                    <a:gd name="connsiteY3" fmla="*/ 179614 h 521898"/>
                                    <a:gd name="connsiteX4" fmla="*/ 81642 w 343255"/>
                                    <a:gd name="connsiteY4" fmla="*/ 65314 h 521898"/>
                                    <a:gd name="connsiteX5" fmla="*/ 212271 w 343255"/>
                                    <a:gd name="connsiteY5" fmla="*/ 0 h 521898"/>
                                    <a:gd name="connsiteX6" fmla="*/ 310242 w 343255"/>
                                    <a:gd name="connsiteY6" fmla="*/ 65314 h 521898"/>
                                    <a:gd name="connsiteX7" fmla="*/ 342900 w 343255"/>
                                    <a:gd name="connsiteY7" fmla="*/ 179614 h 521898"/>
                                    <a:gd name="connsiteX8" fmla="*/ 326571 w 343255"/>
                                    <a:gd name="connsiteY8" fmla="*/ 342900 h 521898"/>
                                    <a:gd name="connsiteX9" fmla="*/ 310242 w 343255"/>
                                    <a:gd name="connsiteY9" fmla="*/ 506186 h 521898"/>
                                    <a:gd name="connsiteX10" fmla="*/ 163285 w 343255"/>
                                    <a:gd name="connsiteY10" fmla="*/ 506186 h 521898"/>
                                    <a:gd name="connsiteX11" fmla="*/ 163285 w 343255"/>
                                    <a:gd name="connsiteY11" fmla="*/ 424543 h 521898"/>
                                    <a:gd name="connsiteX12" fmla="*/ 130628 w 343255"/>
                                    <a:gd name="connsiteY12" fmla="*/ 424543 h 521898"/>
                                    <a:gd name="connsiteX13" fmla="*/ 65314 w 343255"/>
                                    <a:gd name="connsiteY13" fmla="*/ 440871 h 521898"/>
                                    <a:gd name="connsiteX14" fmla="*/ 32657 w 343255"/>
                                    <a:gd name="connsiteY14" fmla="*/ 457200 h 521898"/>
                                    <a:gd name="connsiteX0" fmla="*/ 0 w 343255"/>
                                    <a:gd name="connsiteY0" fmla="*/ 408214 h 521898"/>
                                    <a:gd name="connsiteX1" fmla="*/ 65314 w 343255"/>
                                    <a:gd name="connsiteY1" fmla="*/ 359229 h 521898"/>
                                    <a:gd name="connsiteX2" fmla="*/ 81642 w 343255"/>
                                    <a:gd name="connsiteY2" fmla="*/ 310243 h 521898"/>
                                    <a:gd name="connsiteX3" fmla="*/ 81642 w 343255"/>
                                    <a:gd name="connsiteY3" fmla="*/ 179614 h 521898"/>
                                    <a:gd name="connsiteX4" fmla="*/ 81642 w 343255"/>
                                    <a:gd name="connsiteY4" fmla="*/ 65314 h 521898"/>
                                    <a:gd name="connsiteX5" fmla="*/ 212271 w 343255"/>
                                    <a:gd name="connsiteY5" fmla="*/ 0 h 521898"/>
                                    <a:gd name="connsiteX6" fmla="*/ 310242 w 343255"/>
                                    <a:gd name="connsiteY6" fmla="*/ 65314 h 521898"/>
                                    <a:gd name="connsiteX7" fmla="*/ 342900 w 343255"/>
                                    <a:gd name="connsiteY7" fmla="*/ 179614 h 521898"/>
                                    <a:gd name="connsiteX8" fmla="*/ 326571 w 343255"/>
                                    <a:gd name="connsiteY8" fmla="*/ 342900 h 521898"/>
                                    <a:gd name="connsiteX9" fmla="*/ 310242 w 343255"/>
                                    <a:gd name="connsiteY9" fmla="*/ 506186 h 521898"/>
                                    <a:gd name="connsiteX10" fmla="*/ 163285 w 343255"/>
                                    <a:gd name="connsiteY10" fmla="*/ 506186 h 521898"/>
                                    <a:gd name="connsiteX11" fmla="*/ 163285 w 343255"/>
                                    <a:gd name="connsiteY11" fmla="*/ 424543 h 521898"/>
                                    <a:gd name="connsiteX12" fmla="*/ 65314 w 343255"/>
                                    <a:gd name="connsiteY12" fmla="*/ 440871 h 521898"/>
                                    <a:gd name="connsiteX13" fmla="*/ 32657 w 343255"/>
                                    <a:gd name="connsiteY13" fmla="*/ 457200 h 521898"/>
                                    <a:gd name="connsiteX0" fmla="*/ 0 w 343255"/>
                                    <a:gd name="connsiteY0" fmla="*/ 408214 h 521898"/>
                                    <a:gd name="connsiteX1" fmla="*/ 65314 w 343255"/>
                                    <a:gd name="connsiteY1" fmla="*/ 359229 h 521898"/>
                                    <a:gd name="connsiteX2" fmla="*/ 81642 w 343255"/>
                                    <a:gd name="connsiteY2" fmla="*/ 310243 h 521898"/>
                                    <a:gd name="connsiteX3" fmla="*/ 81642 w 343255"/>
                                    <a:gd name="connsiteY3" fmla="*/ 179614 h 521898"/>
                                    <a:gd name="connsiteX4" fmla="*/ 81642 w 343255"/>
                                    <a:gd name="connsiteY4" fmla="*/ 65314 h 521898"/>
                                    <a:gd name="connsiteX5" fmla="*/ 212271 w 343255"/>
                                    <a:gd name="connsiteY5" fmla="*/ 0 h 521898"/>
                                    <a:gd name="connsiteX6" fmla="*/ 310242 w 343255"/>
                                    <a:gd name="connsiteY6" fmla="*/ 65314 h 521898"/>
                                    <a:gd name="connsiteX7" fmla="*/ 342900 w 343255"/>
                                    <a:gd name="connsiteY7" fmla="*/ 179614 h 521898"/>
                                    <a:gd name="connsiteX8" fmla="*/ 326571 w 343255"/>
                                    <a:gd name="connsiteY8" fmla="*/ 342900 h 521898"/>
                                    <a:gd name="connsiteX9" fmla="*/ 310242 w 343255"/>
                                    <a:gd name="connsiteY9" fmla="*/ 506186 h 521898"/>
                                    <a:gd name="connsiteX10" fmla="*/ 163285 w 343255"/>
                                    <a:gd name="connsiteY10" fmla="*/ 506186 h 521898"/>
                                    <a:gd name="connsiteX11" fmla="*/ 163285 w 343255"/>
                                    <a:gd name="connsiteY11" fmla="*/ 424543 h 521898"/>
                                    <a:gd name="connsiteX12" fmla="*/ 32657 w 343255"/>
                                    <a:gd name="connsiteY12" fmla="*/ 457200 h 521898"/>
                                    <a:gd name="connsiteX0" fmla="*/ 0 w 343255"/>
                                    <a:gd name="connsiteY0" fmla="*/ 408214 h 521898"/>
                                    <a:gd name="connsiteX1" fmla="*/ 65314 w 343255"/>
                                    <a:gd name="connsiteY1" fmla="*/ 359229 h 521898"/>
                                    <a:gd name="connsiteX2" fmla="*/ 81642 w 343255"/>
                                    <a:gd name="connsiteY2" fmla="*/ 310243 h 521898"/>
                                    <a:gd name="connsiteX3" fmla="*/ 81642 w 343255"/>
                                    <a:gd name="connsiteY3" fmla="*/ 65314 h 521898"/>
                                    <a:gd name="connsiteX4" fmla="*/ 212271 w 343255"/>
                                    <a:gd name="connsiteY4" fmla="*/ 0 h 521898"/>
                                    <a:gd name="connsiteX5" fmla="*/ 310242 w 343255"/>
                                    <a:gd name="connsiteY5" fmla="*/ 65314 h 521898"/>
                                    <a:gd name="connsiteX6" fmla="*/ 342900 w 343255"/>
                                    <a:gd name="connsiteY6" fmla="*/ 179614 h 521898"/>
                                    <a:gd name="connsiteX7" fmla="*/ 326571 w 343255"/>
                                    <a:gd name="connsiteY7" fmla="*/ 342900 h 521898"/>
                                    <a:gd name="connsiteX8" fmla="*/ 310242 w 343255"/>
                                    <a:gd name="connsiteY8" fmla="*/ 506186 h 521898"/>
                                    <a:gd name="connsiteX9" fmla="*/ 163285 w 343255"/>
                                    <a:gd name="connsiteY9" fmla="*/ 506186 h 521898"/>
                                    <a:gd name="connsiteX10" fmla="*/ 163285 w 343255"/>
                                    <a:gd name="connsiteY10" fmla="*/ 424543 h 521898"/>
                                    <a:gd name="connsiteX11" fmla="*/ 32657 w 343255"/>
                                    <a:gd name="connsiteY11" fmla="*/ 457200 h 521898"/>
                                    <a:gd name="connsiteX0" fmla="*/ 0 w 343255"/>
                                    <a:gd name="connsiteY0" fmla="*/ 408214 h 521898"/>
                                    <a:gd name="connsiteX1" fmla="*/ 65314 w 343255"/>
                                    <a:gd name="connsiteY1" fmla="*/ 359229 h 521898"/>
                                    <a:gd name="connsiteX2" fmla="*/ 81642 w 343255"/>
                                    <a:gd name="connsiteY2" fmla="*/ 244929 h 521898"/>
                                    <a:gd name="connsiteX3" fmla="*/ 81642 w 343255"/>
                                    <a:gd name="connsiteY3" fmla="*/ 65314 h 521898"/>
                                    <a:gd name="connsiteX4" fmla="*/ 212271 w 343255"/>
                                    <a:gd name="connsiteY4" fmla="*/ 0 h 521898"/>
                                    <a:gd name="connsiteX5" fmla="*/ 310242 w 343255"/>
                                    <a:gd name="connsiteY5" fmla="*/ 65314 h 521898"/>
                                    <a:gd name="connsiteX6" fmla="*/ 342900 w 343255"/>
                                    <a:gd name="connsiteY6" fmla="*/ 179614 h 521898"/>
                                    <a:gd name="connsiteX7" fmla="*/ 326571 w 343255"/>
                                    <a:gd name="connsiteY7" fmla="*/ 342900 h 521898"/>
                                    <a:gd name="connsiteX8" fmla="*/ 310242 w 343255"/>
                                    <a:gd name="connsiteY8" fmla="*/ 506186 h 521898"/>
                                    <a:gd name="connsiteX9" fmla="*/ 163285 w 343255"/>
                                    <a:gd name="connsiteY9" fmla="*/ 506186 h 521898"/>
                                    <a:gd name="connsiteX10" fmla="*/ 163285 w 343255"/>
                                    <a:gd name="connsiteY10" fmla="*/ 424543 h 521898"/>
                                    <a:gd name="connsiteX11" fmla="*/ 32657 w 343255"/>
                                    <a:gd name="connsiteY11" fmla="*/ 457200 h 521898"/>
                                    <a:gd name="connsiteX0" fmla="*/ 0 w 343255"/>
                                    <a:gd name="connsiteY0" fmla="*/ 408214 h 507626"/>
                                    <a:gd name="connsiteX1" fmla="*/ 65314 w 343255"/>
                                    <a:gd name="connsiteY1" fmla="*/ 359229 h 507626"/>
                                    <a:gd name="connsiteX2" fmla="*/ 81642 w 343255"/>
                                    <a:gd name="connsiteY2" fmla="*/ 244929 h 507626"/>
                                    <a:gd name="connsiteX3" fmla="*/ 81642 w 343255"/>
                                    <a:gd name="connsiteY3" fmla="*/ 65314 h 507626"/>
                                    <a:gd name="connsiteX4" fmla="*/ 212271 w 343255"/>
                                    <a:gd name="connsiteY4" fmla="*/ 0 h 507626"/>
                                    <a:gd name="connsiteX5" fmla="*/ 310242 w 343255"/>
                                    <a:gd name="connsiteY5" fmla="*/ 65314 h 507626"/>
                                    <a:gd name="connsiteX6" fmla="*/ 342900 w 343255"/>
                                    <a:gd name="connsiteY6" fmla="*/ 179614 h 507626"/>
                                    <a:gd name="connsiteX7" fmla="*/ 326571 w 343255"/>
                                    <a:gd name="connsiteY7" fmla="*/ 342900 h 507626"/>
                                    <a:gd name="connsiteX8" fmla="*/ 310242 w 343255"/>
                                    <a:gd name="connsiteY8" fmla="*/ 506186 h 507626"/>
                                    <a:gd name="connsiteX9" fmla="*/ 163285 w 343255"/>
                                    <a:gd name="connsiteY9" fmla="*/ 424543 h 507626"/>
                                    <a:gd name="connsiteX10" fmla="*/ 32657 w 343255"/>
                                    <a:gd name="connsiteY10" fmla="*/ 457200 h 507626"/>
                                    <a:gd name="connsiteX0" fmla="*/ 0 w 343255"/>
                                    <a:gd name="connsiteY0" fmla="*/ 408214 h 511956"/>
                                    <a:gd name="connsiteX1" fmla="*/ 65314 w 343255"/>
                                    <a:gd name="connsiteY1" fmla="*/ 359229 h 511956"/>
                                    <a:gd name="connsiteX2" fmla="*/ 81642 w 343255"/>
                                    <a:gd name="connsiteY2" fmla="*/ 244929 h 511956"/>
                                    <a:gd name="connsiteX3" fmla="*/ 81642 w 343255"/>
                                    <a:gd name="connsiteY3" fmla="*/ 65314 h 511956"/>
                                    <a:gd name="connsiteX4" fmla="*/ 212271 w 343255"/>
                                    <a:gd name="connsiteY4" fmla="*/ 0 h 511956"/>
                                    <a:gd name="connsiteX5" fmla="*/ 310242 w 343255"/>
                                    <a:gd name="connsiteY5" fmla="*/ 65314 h 511956"/>
                                    <a:gd name="connsiteX6" fmla="*/ 342900 w 343255"/>
                                    <a:gd name="connsiteY6" fmla="*/ 179614 h 511956"/>
                                    <a:gd name="connsiteX7" fmla="*/ 326571 w 343255"/>
                                    <a:gd name="connsiteY7" fmla="*/ 342900 h 511956"/>
                                    <a:gd name="connsiteX8" fmla="*/ 310242 w 343255"/>
                                    <a:gd name="connsiteY8" fmla="*/ 506186 h 511956"/>
                                    <a:gd name="connsiteX9" fmla="*/ 179614 w 343255"/>
                                    <a:gd name="connsiteY9" fmla="*/ 473529 h 511956"/>
                                    <a:gd name="connsiteX10" fmla="*/ 32657 w 343255"/>
                                    <a:gd name="connsiteY10" fmla="*/ 457200 h 511956"/>
                                    <a:gd name="connsiteX0" fmla="*/ 0 w 376267"/>
                                    <a:gd name="connsiteY0" fmla="*/ 408214 h 517274"/>
                                    <a:gd name="connsiteX1" fmla="*/ 65314 w 376267"/>
                                    <a:gd name="connsiteY1" fmla="*/ 359229 h 517274"/>
                                    <a:gd name="connsiteX2" fmla="*/ 81642 w 376267"/>
                                    <a:gd name="connsiteY2" fmla="*/ 244929 h 517274"/>
                                    <a:gd name="connsiteX3" fmla="*/ 81642 w 376267"/>
                                    <a:gd name="connsiteY3" fmla="*/ 65314 h 517274"/>
                                    <a:gd name="connsiteX4" fmla="*/ 212271 w 376267"/>
                                    <a:gd name="connsiteY4" fmla="*/ 0 h 517274"/>
                                    <a:gd name="connsiteX5" fmla="*/ 310242 w 376267"/>
                                    <a:gd name="connsiteY5" fmla="*/ 65314 h 517274"/>
                                    <a:gd name="connsiteX6" fmla="*/ 342900 w 376267"/>
                                    <a:gd name="connsiteY6" fmla="*/ 179614 h 517274"/>
                                    <a:gd name="connsiteX7" fmla="*/ 375556 w 376267"/>
                                    <a:gd name="connsiteY7" fmla="*/ 261257 h 517274"/>
                                    <a:gd name="connsiteX8" fmla="*/ 310242 w 376267"/>
                                    <a:gd name="connsiteY8" fmla="*/ 506186 h 517274"/>
                                    <a:gd name="connsiteX9" fmla="*/ 179614 w 376267"/>
                                    <a:gd name="connsiteY9" fmla="*/ 473529 h 517274"/>
                                    <a:gd name="connsiteX10" fmla="*/ 32657 w 376267"/>
                                    <a:gd name="connsiteY10" fmla="*/ 457200 h 517274"/>
                                    <a:gd name="connsiteX0" fmla="*/ 0 w 375556"/>
                                    <a:gd name="connsiteY0" fmla="*/ 408214 h 475695"/>
                                    <a:gd name="connsiteX1" fmla="*/ 65314 w 375556"/>
                                    <a:gd name="connsiteY1" fmla="*/ 359229 h 475695"/>
                                    <a:gd name="connsiteX2" fmla="*/ 81642 w 375556"/>
                                    <a:gd name="connsiteY2" fmla="*/ 244929 h 475695"/>
                                    <a:gd name="connsiteX3" fmla="*/ 81642 w 375556"/>
                                    <a:gd name="connsiteY3" fmla="*/ 65314 h 475695"/>
                                    <a:gd name="connsiteX4" fmla="*/ 212271 w 375556"/>
                                    <a:gd name="connsiteY4" fmla="*/ 0 h 475695"/>
                                    <a:gd name="connsiteX5" fmla="*/ 310242 w 375556"/>
                                    <a:gd name="connsiteY5" fmla="*/ 65314 h 475695"/>
                                    <a:gd name="connsiteX6" fmla="*/ 342900 w 375556"/>
                                    <a:gd name="connsiteY6" fmla="*/ 179614 h 475695"/>
                                    <a:gd name="connsiteX7" fmla="*/ 375556 w 375556"/>
                                    <a:gd name="connsiteY7" fmla="*/ 261257 h 475695"/>
                                    <a:gd name="connsiteX8" fmla="*/ 342899 w 375556"/>
                                    <a:gd name="connsiteY8" fmla="*/ 391886 h 475695"/>
                                    <a:gd name="connsiteX9" fmla="*/ 179614 w 375556"/>
                                    <a:gd name="connsiteY9" fmla="*/ 473529 h 475695"/>
                                    <a:gd name="connsiteX10" fmla="*/ 32657 w 375556"/>
                                    <a:gd name="connsiteY10" fmla="*/ 457200 h 475695"/>
                                    <a:gd name="connsiteX0" fmla="*/ 0 w 375824"/>
                                    <a:gd name="connsiteY0" fmla="*/ 408214 h 457200"/>
                                    <a:gd name="connsiteX1" fmla="*/ 65314 w 375824"/>
                                    <a:gd name="connsiteY1" fmla="*/ 359229 h 457200"/>
                                    <a:gd name="connsiteX2" fmla="*/ 81642 w 375824"/>
                                    <a:gd name="connsiteY2" fmla="*/ 244929 h 457200"/>
                                    <a:gd name="connsiteX3" fmla="*/ 81642 w 375824"/>
                                    <a:gd name="connsiteY3" fmla="*/ 65314 h 457200"/>
                                    <a:gd name="connsiteX4" fmla="*/ 212271 w 375824"/>
                                    <a:gd name="connsiteY4" fmla="*/ 0 h 457200"/>
                                    <a:gd name="connsiteX5" fmla="*/ 310242 w 375824"/>
                                    <a:gd name="connsiteY5" fmla="*/ 65314 h 457200"/>
                                    <a:gd name="connsiteX6" fmla="*/ 342900 w 375824"/>
                                    <a:gd name="connsiteY6" fmla="*/ 179614 h 457200"/>
                                    <a:gd name="connsiteX7" fmla="*/ 375556 w 375824"/>
                                    <a:gd name="connsiteY7" fmla="*/ 261257 h 457200"/>
                                    <a:gd name="connsiteX8" fmla="*/ 342899 w 375824"/>
                                    <a:gd name="connsiteY8" fmla="*/ 391886 h 457200"/>
                                    <a:gd name="connsiteX9" fmla="*/ 146957 w 375824"/>
                                    <a:gd name="connsiteY9" fmla="*/ 391886 h 457200"/>
                                    <a:gd name="connsiteX10" fmla="*/ 32657 w 375824"/>
                                    <a:gd name="connsiteY10" fmla="*/ 457200 h 457200"/>
                                    <a:gd name="connsiteX0" fmla="*/ 0 w 358700"/>
                                    <a:gd name="connsiteY0" fmla="*/ 408214 h 457200"/>
                                    <a:gd name="connsiteX1" fmla="*/ 65314 w 358700"/>
                                    <a:gd name="connsiteY1" fmla="*/ 359229 h 457200"/>
                                    <a:gd name="connsiteX2" fmla="*/ 81642 w 358700"/>
                                    <a:gd name="connsiteY2" fmla="*/ 244929 h 457200"/>
                                    <a:gd name="connsiteX3" fmla="*/ 81642 w 358700"/>
                                    <a:gd name="connsiteY3" fmla="*/ 65314 h 457200"/>
                                    <a:gd name="connsiteX4" fmla="*/ 212271 w 358700"/>
                                    <a:gd name="connsiteY4" fmla="*/ 0 h 457200"/>
                                    <a:gd name="connsiteX5" fmla="*/ 310242 w 358700"/>
                                    <a:gd name="connsiteY5" fmla="*/ 65314 h 457200"/>
                                    <a:gd name="connsiteX6" fmla="*/ 342900 w 358700"/>
                                    <a:gd name="connsiteY6" fmla="*/ 179614 h 457200"/>
                                    <a:gd name="connsiteX7" fmla="*/ 342899 w 358700"/>
                                    <a:gd name="connsiteY7" fmla="*/ 391886 h 457200"/>
                                    <a:gd name="connsiteX8" fmla="*/ 146957 w 358700"/>
                                    <a:gd name="connsiteY8" fmla="*/ 391886 h 457200"/>
                                    <a:gd name="connsiteX9" fmla="*/ 32657 w 358700"/>
                                    <a:gd name="connsiteY9" fmla="*/ 457200 h 457200"/>
                                    <a:gd name="connsiteX0" fmla="*/ 0 w 378134"/>
                                    <a:gd name="connsiteY0" fmla="*/ 408214 h 457200"/>
                                    <a:gd name="connsiteX1" fmla="*/ 65314 w 378134"/>
                                    <a:gd name="connsiteY1" fmla="*/ 359229 h 457200"/>
                                    <a:gd name="connsiteX2" fmla="*/ 81642 w 378134"/>
                                    <a:gd name="connsiteY2" fmla="*/ 244929 h 457200"/>
                                    <a:gd name="connsiteX3" fmla="*/ 81642 w 378134"/>
                                    <a:gd name="connsiteY3" fmla="*/ 65314 h 457200"/>
                                    <a:gd name="connsiteX4" fmla="*/ 212271 w 378134"/>
                                    <a:gd name="connsiteY4" fmla="*/ 0 h 457200"/>
                                    <a:gd name="connsiteX5" fmla="*/ 310242 w 378134"/>
                                    <a:gd name="connsiteY5" fmla="*/ 65314 h 457200"/>
                                    <a:gd name="connsiteX6" fmla="*/ 375558 w 378134"/>
                                    <a:gd name="connsiteY6" fmla="*/ 228599 h 457200"/>
                                    <a:gd name="connsiteX7" fmla="*/ 342899 w 378134"/>
                                    <a:gd name="connsiteY7" fmla="*/ 391886 h 457200"/>
                                    <a:gd name="connsiteX8" fmla="*/ 146957 w 378134"/>
                                    <a:gd name="connsiteY8" fmla="*/ 391886 h 457200"/>
                                    <a:gd name="connsiteX9" fmla="*/ 32657 w 378134"/>
                                    <a:gd name="connsiteY9" fmla="*/ 457200 h 457200"/>
                                    <a:gd name="connsiteX0" fmla="*/ 0 w 378134"/>
                                    <a:gd name="connsiteY0" fmla="*/ 409473 h 458459"/>
                                    <a:gd name="connsiteX1" fmla="*/ 65314 w 378134"/>
                                    <a:gd name="connsiteY1" fmla="*/ 360488 h 458459"/>
                                    <a:gd name="connsiteX2" fmla="*/ 81642 w 378134"/>
                                    <a:gd name="connsiteY2" fmla="*/ 246188 h 458459"/>
                                    <a:gd name="connsiteX3" fmla="*/ 81642 w 378134"/>
                                    <a:gd name="connsiteY3" fmla="*/ 66573 h 458459"/>
                                    <a:gd name="connsiteX4" fmla="*/ 212271 w 378134"/>
                                    <a:gd name="connsiteY4" fmla="*/ 1259 h 458459"/>
                                    <a:gd name="connsiteX5" fmla="*/ 310242 w 378134"/>
                                    <a:gd name="connsiteY5" fmla="*/ 115558 h 458459"/>
                                    <a:gd name="connsiteX6" fmla="*/ 375558 w 378134"/>
                                    <a:gd name="connsiteY6" fmla="*/ 229858 h 458459"/>
                                    <a:gd name="connsiteX7" fmla="*/ 342899 w 378134"/>
                                    <a:gd name="connsiteY7" fmla="*/ 393145 h 458459"/>
                                    <a:gd name="connsiteX8" fmla="*/ 146957 w 378134"/>
                                    <a:gd name="connsiteY8" fmla="*/ 393145 h 458459"/>
                                    <a:gd name="connsiteX9" fmla="*/ 32657 w 378134"/>
                                    <a:gd name="connsiteY9" fmla="*/ 458459 h 458459"/>
                                    <a:gd name="connsiteX0" fmla="*/ 0 w 393029"/>
                                    <a:gd name="connsiteY0" fmla="*/ 409473 h 458459"/>
                                    <a:gd name="connsiteX1" fmla="*/ 65314 w 393029"/>
                                    <a:gd name="connsiteY1" fmla="*/ 360488 h 458459"/>
                                    <a:gd name="connsiteX2" fmla="*/ 81642 w 393029"/>
                                    <a:gd name="connsiteY2" fmla="*/ 246188 h 458459"/>
                                    <a:gd name="connsiteX3" fmla="*/ 81642 w 393029"/>
                                    <a:gd name="connsiteY3" fmla="*/ 66573 h 458459"/>
                                    <a:gd name="connsiteX4" fmla="*/ 212271 w 393029"/>
                                    <a:gd name="connsiteY4" fmla="*/ 1259 h 458459"/>
                                    <a:gd name="connsiteX5" fmla="*/ 310242 w 393029"/>
                                    <a:gd name="connsiteY5" fmla="*/ 115558 h 458459"/>
                                    <a:gd name="connsiteX6" fmla="*/ 391886 w 393029"/>
                                    <a:gd name="connsiteY6" fmla="*/ 278844 h 458459"/>
                                    <a:gd name="connsiteX7" fmla="*/ 342899 w 393029"/>
                                    <a:gd name="connsiteY7" fmla="*/ 393145 h 458459"/>
                                    <a:gd name="connsiteX8" fmla="*/ 146957 w 393029"/>
                                    <a:gd name="connsiteY8" fmla="*/ 393145 h 458459"/>
                                    <a:gd name="connsiteX9" fmla="*/ 32657 w 393029"/>
                                    <a:gd name="connsiteY9" fmla="*/ 458459 h 4584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393029" h="458459">
                                      <a:moveTo>
                                        <a:pt x="0" y="409473"/>
                                      </a:moveTo>
                                      <a:cubicBezTo>
                                        <a:pt x="25853" y="393144"/>
                                        <a:pt x="51707" y="387702"/>
                                        <a:pt x="65314" y="360488"/>
                                      </a:cubicBezTo>
                                      <a:cubicBezTo>
                                        <a:pt x="78921" y="333274"/>
                                        <a:pt x="78921" y="295174"/>
                                        <a:pt x="81642" y="246188"/>
                                      </a:cubicBezTo>
                                      <a:cubicBezTo>
                                        <a:pt x="84363" y="197202"/>
                                        <a:pt x="59871" y="107394"/>
                                        <a:pt x="81642" y="66573"/>
                                      </a:cubicBezTo>
                                      <a:cubicBezTo>
                                        <a:pt x="103413" y="25752"/>
                                        <a:pt x="174171" y="-6905"/>
                                        <a:pt x="212271" y="1259"/>
                                      </a:cubicBezTo>
                                      <a:cubicBezTo>
                                        <a:pt x="250371" y="9423"/>
                                        <a:pt x="280306" y="69294"/>
                                        <a:pt x="310242" y="115558"/>
                                      </a:cubicBezTo>
                                      <a:cubicBezTo>
                                        <a:pt x="340178" y="161822"/>
                                        <a:pt x="386443" y="232580"/>
                                        <a:pt x="391886" y="278844"/>
                                      </a:cubicBezTo>
                                      <a:cubicBezTo>
                                        <a:pt x="397329" y="325109"/>
                                        <a:pt x="383720" y="374095"/>
                                        <a:pt x="342899" y="393145"/>
                                      </a:cubicBezTo>
                                      <a:cubicBezTo>
                                        <a:pt x="302078" y="412195"/>
                                        <a:pt x="198664" y="382259"/>
                                        <a:pt x="146957" y="393145"/>
                                      </a:cubicBezTo>
                                      <a:cubicBezTo>
                                        <a:pt x="95250" y="404031"/>
                                        <a:pt x="59871" y="451656"/>
                                        <a:pt x="32657" y="45845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Freihandform 5"/>
                              <wps:cNvSpPr/>
                              <wps:spPr>
                                <a:xfrm>
                                  <a:off x="756255" y="2257405"/>
                                  <a:ext cx="542206" cy="283871"/>
                                </a:xfrm>
                                <a:custGeom>
                                  <a:avLst/>
                                  <a:gdLst>
                                    <a:gd name="connsiteX0" fmla="*/ 474473 w 542206"/>
                                    <a:gd name="connsiteY0" fmla="*/ 0 h 251214"/>
                                    <a:gd name="connsiteX1" fmla="*/ 474473 w 542206"/>
                                    <a:gd name="connsiteY1" fmla="*/ 97972 h 251214"/>
                                    <a:gd name="connsiteX2" fmla="*/ 360173 w 542206"/>
                                    <a:gd name="connsiteY2" fmla="*/ 146957 h 251214"/>
                                    <a:gd name="connsiteX3" fmla="*/ 131573 w 542206"/>
                                    <a:gd name="connsiteY3" fmla="*/ 163286 h 251214"/>
                                    <a:gd name="connsiteX4" fmla="*/ 944 w 542206"/>
                                    <a:gd name="connsiteY4" fmla="*/ 179615 h 251214"/>
                                    <a:gd name="connsiteX5" fmla="*/ 82587 w 542206"/>
                                    <a:gd name="connsiteY5" fmla="*/ 244929 h 251214"/>
                                    <a:gd name="connsiteX6" fmla="*/ 262202 w 542206"/>
                                    <a:gd name="connsiteY6" fmla="*/ 244929 h 251214"/>
                                    <a:gd name="connsiteX7" fmla="*/ 507130 w 542206"/>
                                    <a:gd name="connsiteY7" fmla="*/ 212272 h 251214"/>
                                    <a:gd name="connsiteX8" fmla="*/ 539787 w 542206"/>
                                    <a:gd name="connsiteY8" fmla="*/ 97972 h 251214"/>
                                    <a:gd name="connsiteX9" fmla="*/ 539787 w 542206"/>
                                    <a:gd name="connsiteY9" fmla="*/ 32657 h 251214"/>
                                    <a:gd name="connsiteX10" fmla="*/ 539787 w 542206"/>
                                    <a:gd name="connsiteY10" fmla="*/ 32657 h 251214"/>
                                    <a:gd name="connsiteX0" fmla="*/ 474473 w 542206"/>
                                    <a:gd name="connsiteY0" fmla="*/ 32657 h 283871"/>
                                    <a:gd name="connsiteX1" fmla="*/ 474473 w 542206"/>
                                    <a:gd name="connsiteY1" fmla="*/ 130629 h 283871"/>
                                    <a:gd name="connsiteX2" fmla="*/ 360173 w 542206"/>
                                    <a:gd name="connsiteY2" fmla="*/ 179614 h 283871"/>
                                    <a:gd name="connsiteX3" fmla="*/ 131573 w 542206"/>
                                    <a:gd name="connsiteY3" fmla="*/ 195943 h 283871"/>
                                    <a:gd name="connsiteX4" fmla="*/ 944 w 542206"/>
                                    <a:gd name="connsiteY4" fmla="*/ 212272 h 283871"/>
                                    <a:gd name="connsiteX5" fmla="*/ 82587 w 542206"/>
                                    <a:gd name="connsiteY5" fmla="*/ 277586 h 283871"/>
                                    <a:gd name="connsiteX6" fmla="*/ 262202 w 542206"/>
                                    <a:gd name="connsiteY6" fmla="*/ 277586 h 283871"/>
                                    <a:gd name="connsiteX7" fmla="*/ 507130 w 542206"/>
                                    <a:gd name="connsiteY7" fmla="*/ 244929 h 283871"/>
                                    <a:gd name="connsiteX8" fmla="*/ 539787 w 542206"/>
                                    <a:gd name="connsiteY8" fmla="*/ 130629 h 283871"/>
                                    <a:gd name="connsiteX9" fmla="*/ 539787 w 542206"/>
                                    <a:gd name="connsiteY9" fmla="*/ 65314 h 283871"/>
                                    <a:gd name="connsiteX10" fmla="*/ 539787 w 542206"/>
                                    <a:gd name="connsiteY10" fmla="*/ 0 h 2838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542206" h="283871">
                                      <a:moveTo>
                                        <a:pt x="474473" y="32657"/>
                                      </a:moveTo>
                                      <a:cubicBezTo>
                                        <a:pt x="483998" y="69396"/>
                                        <a:pt x="493523" y="106136"/>
                                        <a:pt x="474473" y="130629"/>
                                      </a:cubicBezTo>
                                      <a:cubicBezTo>
                                        <a:pt x="455423" y="155122"/>
                                        <a:pt x="417323" y="168728"/>
                                        <a:pt x="360173" y="179614"/>
                                      </a:cubicBezTo>
                                      <a:cubicBezTo>
                                        <a:pt x="303023" y="190500"/>
                                        <a:pt x="191444" y="190500"/>
                                        <a:pt x="131573" y="195943"/>
                                      </a:cubicBezTo>
                                      <a:cubicBezTo>
                                        <a:pt x="71701" y="201386"/>
                                        <a:pt x="9108" y="198665"/>
                                        <a:pt x="944" y="212272"/>
                                      </a:cubicBezTo>
                                      <a:cubicBezTo>
                                        <a:pt x="-7220" y="225879"/>
                                        <a:pt x="39044" y="266700"/>
                                        <a:pt x="82587" y="277586"/>
                                      </a:cubicBezTo>
                                      <a:cubicBezTo>
                                        <a:pt x="126130" y="288472"/>
                                        <a:pt x="191445" y="283029"/>
                                        <a:pt x="262202" y="277586"/>
                                      </a:cubicBezTo>
                                      <a:cubicBezTo>
                                        <a:pt x="332959" y="272143"/>
                                        <a:pt x="460866" y="269422"/>
                                        <a:pt x="507130" y="244929"/>
                                      </a:cubicBezTo>
                                      <a:cubicBezTo>
                                        <a:pt x="553394" y="220436"/>
                                        <a:pt x="534344" y="160565"/>
                                        <a:pt x="539787" y="130629"/>
                                      </a:cubicBezTo>
                                      <a:cubicBezTo>
                                        <a:pt x="545230" y="100693"/>
                                        <a:pt x="539787" y="87085"/>
                                        <a:pt x="539787" y="65314"/>
                                      </a:cubicBezTo>
                                      <a:lnTo>
                                        <a:pt x="53978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0" o:spid="_x0000_s1026" style="position:absolute;margin-left:2.45pt;margin-top:2.85pt;width:85.5pt;height:106.35pt;z-index:251697152;mso-width-relative:margin;mso-height-relative:margin" coordsize="26634,35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">
                      <v:shape id="Freihandform 2" o:spid="_x0000_s1027" style="position:absolute;width:26634;height:35677;visibility:visible;mso-wrap-style:square;v-text-anchor:middle" coordsize="2042211,2524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Sz58QA&#10;AADaAAAADwAAAGRycy9kb3ducmV2LnhtbESPQWsCMRSE7wX/Q3iCt5pVsMjWKKVYUMHCuh56fGxe&#10;N1s3L9sk6tpf3wiFHoeZ+YZZrHrbigv50DhWMBlnIIgrpxuuFRzLt8c5iBCRNbaOScGNAqyWg4cF&#10;5tpduaDLIdYiQTjkqMDE2OVShsqQxTB2HXHyPp23GJP0tdQerwluWznNsidpseG0YLCjV0PV6XC2&#10;CnT8KL/Me0H70+ynOHq9y9bbb6VGw/7lGUSkPv6H/9obrWAK9yvpBs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ks+fEAAAA2gAAAA8AAAAAAAAAAAAAAAAAmAIAAGRycy9k&#10;b3ducmV2LnhtbFBLBQYAAAAABAAEAPUAAACJAwAAAAA=&#10;" path="m834182,2524157v12246,-119743,5714,-306875,-8710,-407439c811048,2016154,785287,1966706,747639,1920775v-37648,-45931,-82826,-54223,-148052,-79641c534361,1815716,407534,1818254,356280,1768268v-51254,-49986,-86450,-173676,-64220,-227050c314290,1487844,492201,1466406,489662,1448023v-2539,-18383,-166479,21124,-212838,-17105c230465,1392689,252331,1264911,211510,1218647,170689,1172383,66457,1177363,31896,1153333,-2665,1129303,-4023,1104401,4141,1074465v8164,-29936,39457,-59463,76740,-100747c118164,932434,189739,875747,227839,826761v38100,-48986,55697,-77921,81642,-146957c335426,610768,342321,494985,383507,412546,424693,330107,492734,246096,556596,185170,620458,124244,672884,77851,766682,46990,860480,16129,999009,-328,1119386,5v120377,333,264241,19512,369560,48985c1594265,78463,1682628,128653,1751299,176843v68671,48190,105042,91066,149672,161286c1945601,408349,1995856,508558,2019079,598161v23223,89603,25857,187779,21231,277586c2035684,965554,2013096,1044475,1991324,1137004v-21771,92528,-40822,198664,-81643,293914c1868860,1526168,1803546,1635025,1746396,1708504v-57150,73479,-133351,100693,-179615,163286c1520517,1934383,1493303,2016025,1468810,2084061v-24493,68036,-40822,127907,-48986,195943c1411660,2348040,1419824,2492275,1419824,2492275r,16329e" filled="f" strokecolor="gray [1629]" strokeweight="2pt">
                        <v:path arrowok="t" o:connecttype="custom" o:connectlocs="1087954,3567724;1076594,2991837;975083,2714885;781991,2602318;464666,2499326;380910,2178407;638625,2046682;361039,2022505;275855,1722475;41599,1630158;5401,1518683;105486,1376284;297151,1168570;403630,960857;500176,583106;725922,261725;999920,66417;1459922,7;1941908,69244;2284074,249956;2479278,477922;2633317,845460;2661007,1237809;2597118,1607078;2490638,2022505;2277679,2414854;2043422,2645648;1915647,2945678;1851758,3222630;1851758,3522661;1851758,3545741" o:connectangles="0,0,0,0,0,0,0,0,0,0,0,0,0,0,0,0,0,0,0,0,0,0,0,0,0,0,0,0,0,0,0"/>
                      </v:shape>
                      <v:group id="Gruppieren 3" o:spid="_x0000_s1028" style="position:absolute;left:5122;top:16671;width:11270;height:19129" coordorigin="5122,16671" coordsize="11269,19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shape id="Freihandform 6" o:spid="_x0000_s1029" style="position:absolute;left:5122;top:16671;width:11270;height:18149;visibility:visible;mso-wrap-style:square;v-text-anchor:middle" coordsize="1126987,1814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vkaMMA&#10;AADaAAAADwAAAGRycy9kb3ducmV2LnhtbESP3YrCMBSE7xd8h3AE7zRVF5GuURZ/wAVBrK54eWiO&#10;bdnmpDSx1rc3grCXw8x8w8wWrSlFQ7UrLCsYDiIQxKnVBWcKTsdNfwrCeWSNpWVS8CAHi3nnY4ax&#10;tnc+UJP4TAQIuxgV5N5XsZQuzcmgG9iKOHhXWxv0QdaZ1DXeA9yUchRFE2mw4LCQY0XLnNK/5GYU&#10;7M/2MsbrQ9qf4+p33ewuy/H5U6let/3+AuGp9f/hd3urFUzgdSXc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vkaMMAAADaAAAADwAAAAAAAAAAAAAAAACYAgAAZHJzL2Rv&#10;d25yZXYueG1sUEsFBgAAAAAEAAQA9QAAAIgDAAAAAA==&#10;" path="m,329009c1360,314041,2721,299073,16328,263695,29935,228317,32657,160281,81643,116738,130629,73195,201386,13324,310243,2438,419100,-8448,625929,18767,734786,51424v108857,32657,168729,70757,228600,146957c1023257,274581,1066800,356223,1094014,508623v27214,152400,29936,386444,32657,604158c1129392,1289674,1113745,1668632,1110343,1814909e" filled="f" strokecolor="#5a5a5a [2109]" strokeweight="1.25pt">
                          <v:path arrowok="t" o:connecttype="custom" o:connectlocs="0,329009;16328,263695;81643,116738;310243,2438;734786,51424;963386,198381;1094014,508623;1126671,1112781;1110343,1814909" o:connectangles="0,0,0,0,0,0,0,0,0"/>
                        </v:shape>
                        <v:shape id="Freihandform 7" o:spid="_x0000_s1030" style="position:absolute;left:5122;top:21431;width:9320;height:14369;visibility:visible;mso-wrap-style:square;v-text-anchor:middle" coordsize="931937,14369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1EqsAA&#10;AADaAAAADwAAAGRycy9kb3ducmV2LnhtbESPzarCMBSE94LvEI7gRq6pgvbSaxQRRLf+wt0dmmNb&#10;bU5KE219eyMILoeZ+YaZLVpTigfVrrCsYDSMQBCnVhecKTge1j+/IJxH1lhaJgVPcrCYdzszTLRt&#10;eEePvc9EgLBLUEHufZVI6dKcDLqhrYiDd7G1QR9knUldYxPgppTjKJpKgwWHhRwrWuWU3vZ3o2BC&#10;/zZudHodXJ67VjZnvp02G6X6vXb5B8JT67/hT3urFcTwvhJugJ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r1EqsAAAADaAAAADwAAAAAAAAAAAAAAAACYAgAAZHJzL2Rvd25y&#10;ZXYueG1sUEsFBgAAAAAEAAQA9QAAAIUDAAAAAA==&#10;" path="m,c21771,53067,43543,106135,81643,146957v38100,40822,89807,78922,146957,97972c285750,263979,359229,272143,424543,261257v65314,-10886,130629,-62593,195943,-81643c685800,160564,772885,136071,816428,146957v43543,10886,48986,38101,65315,97972c898072,304801,906236,402772,914400,506186v8164,103414,13607,228600,16328,359228c933449,996042,930728,1194707,930728,1289957r,146957e" filled="f" strokecolor="#5a5a5a [2109]" strokeweight="1.5pt">
                          <v:path arrowok="t" o:connecttype="custom" o:connectlocs="0,0;81643,146957;228600,244929;424543,261257;620486,179614;816428,146957;881743,244929;914400,506186;930728,865414;930728,1289957;930728,1436914" o:connectangles="0,0,0,0,0,0,0,0,0,0,0"/>
                        </v:shape>
                      </v:group>
                      <v:shape id="Freihandform 4" o:spid="_x0000_s1031" style="position:absolute;left:14756;top:14233;width:3930;height:4585;visibility:visible;mso-wrap-style:square;v-text-anchor:middle" coordsize="393029,458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XNHsEA&#10;AADaAAAADwAAAGRycy9kb3ducmV2LnhtbESPT4vCMBTE7wt+h/AEb2vqIrJUo4iu4GnFP3h+NM82&#10;tHmpTWzrt98Iwh6Hmd8Ms1j1thItNd44VjAZJyCIM6cN5wou593nNwgfkDVWjknBkzysloOPBaba&#10;dXyk9hRyEUvYp6igCKFOpfRZQRb92NXE0bu5xmKIssmlbrCL5baSX0kykxYNx4UCa9oUlJWnh1Uw&#10;bS9sDttrZVzZdbv74ZH9lL9KjYb9eg4iUB/+w296ryMHryvxBs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FzR7BAAAA2gAAAA8AAAAAAAAAAAAAAAAAmAIAAGRycy9kb3du&#10;cmV2LnhtbFBLBQYAAAAABAAEAPUAAACGAwAAAAA=&#10;" path="m,409473c25853,393144,51707,387702,65314,360488,78921,333274,78921,295174,81642,246188v2721,-48986,-21771,-138794,,-179615c103413,25752,174171,-6905,212271,1259v38100,8164,68035,68035,97971,114299c340178,161822,386443,232580,391886,278844v5443,46265,-8166,95251,-48987,114301c302078,412195,198664,382259,146957,393145,95250,404031,59871,451656,32657,458459e" filled="f" strokecolor="black [3213]" strokeweight="1pt">
                        <v:path arrowok="t" o:connecttype="custom" o:connectlocs="0,409473;65314,360488;81642,246188;81642,66573;212271,1259;310242,115558;391886,278844;342899,393145;146957,393145;32657,458459" o:connectangles="0,0,0,0,0,0,0,0,0,0"/>
                      </v:shape>
                      <v:shape id="Freihandform 5" o:spid="_x0000_s1032" style="position:absolute;left:7562;top:22574;width:5422;height:2838;visibility:visible;mso-wrap-style:square;v-text-anchor:middle" coordsize="542206,283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9t0sQA&#10;AADaAAAADwAAAGRycy9kb3ducmV2LnhtbESPzWrDMBCE74G+g9hCb7HsQENwo5gQCBj3kp9S97hY&#10;W9vUWjmWGrt9+qhQyHGYmW+YdTaZTlxpcK1lBUkUgyCurG65VvB23s9XIJxH1thZJgU/5CDbPMzW&#10;mGo78pGuJ1+LAGGXooLG+z6V0lUNGXSR7YmD92kHgz7IoZZ6wDHATScXcbyUBlsOCw32tGuo+jp9&#10;GwXl++H3kmjMF+eiLA7d6/LD94VST4/T9gWEp8nfw//tXCt4hr8r4Qb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vbdLEAAAA2gAAAA8AAAAAAAAAAAAAAAAAmAIAAGRycy9k&#10;b3ducmV2LnhtbFBLBQYAAAAABAAEAPUAAACJAwAAAAA=&#10;" path="m474473,32657v9525,36739,19050,73479,,97972c455423,155122,417323,168728,360173,179614v-57150,10886,-168729,10886,-228600,16329c71701,201386,9108,198665,944,212272v-8164,13607,38100,54428,81643,65314c126130,288472,191445,283029,262202,277586v70757,-5443,198664,-8164,244928,-32657c553394,220436,534344,160565,539787,130629v5443,-29936,,-43544,,-65315l539787,e" filled="f" strokecolor="black [3213]" strokeweight="1pt">
                        <v:path arrowok="t" o:connecttype="custom" o:connectlocs="474473,32657;474473,130629;360173,179614;131573,195943;944,212272;82587,277586;262202,277586;507130,244929;539787,130629;539787,65314;539787,0" o:connectangles="0,0,0,0,0,0,0,0,0,0,0"/>
                      </v:shape>
                    </v:group>
                  </w:pict>
                </mc:Fallback>
              </mc:AlternateContent>
            </w:r>
            <w:r w:rsidR="009918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A0ECE3E" wp14:editId="750ACBE7">
                      <wp:simplePos x="0" y="0"/>
                      <wp:positionH relativeFrom="column">
                        <wp:posOffset>-868680</wp:posOffset>
                      </wp:positionH>
                      <wp:positionV relativeFrom="paragraph">
                        <wp:posOffset>95885</wp:posOffset>
                      </wp:positionV>
                      <wp:extent cx="1028700" cy="457200"/>
                      <wp:effectExtent l="0" t="635" r="1905" b="0"/>
                      <wp:wrapNone/>
                      <wp:docPr id="16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18D8" w:rsidRPr="000D6E36" w:rsidRDefault="009918D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3" o:spid="_x0000_s1026" type="#_x0000_t202" style="position:absolute;margin-left:-68.4pt;margin-top:7.55pt;width:81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b4KsgIAALs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" filled="f" stroked="f">
                      <v:textbox>
                        <w:txbxContent>
                          <w:p w:rsidR="009918D8" w:rsidRPr="000D6E36" w:rsidRDefault="009918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38" w:type="dxa"/>
            <w:shd w:val="clear" w:color="auto" w:fill="auto"/>
          </w:tcPr>
          <w:p w:rsidR="00F05E7C" w:rsidRPr="00E051DC" w:rsidRDefault="00B044B1" w:rsidP="0069713F">
            <w:pPr>
              <w:rPr>
                <w:i/>
                <w:color w:val="FF0000"/>
              </w:rPr>
            </w:pPr>
            <w:r w:rsidRPr="00E051DC"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3A3D63A4" wp14:editId="602454D5">
                      <wp:simplePos x="0" y="0"/>
                      <wp:positionH relativeFrom="column">
                        <wp:posOffset>1299845</wp:posOffset>
                      </wp:positionH>
                      <wp:positionV relativeFrom="paragraph">
                        <wp:posOffset>112395</wp:posOffset>
                      </wp:positionV>
                      <wp:extent cx="2966085" cy="334010"/>
                      <wp:effectExtent l="0" t="0" r="0" b="27940"/>
                      <wp:wrapNone/>
                      <wp:docPr id="93" name="Gruppieren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66085" cy="334010"/>
                                <a:chOff x="-177710" y="-131363"/>
                                <a:chExt cx="4804535" cy="511840"/>
                              </a:xfrm>
                            </wpg:grpSpPr>
                            <wpg:grpSp>
                              <wpg:cNvPr id="94" name="Gruppieren 94"/>
                              <wpg:cNvGrpSpPr/>
                              <wpg:grpSpPr>
                                <a:xfrm>
                                  <a:off x="250148" y="80722"/>
                                  <a:ext cx="3965895" cy="298604"/>
                                  <a:chOff x="250148" y="80722"/>
                                  <a:chExt cx="6476969" cy="419316"/>
                                </a:xfrm>
                              </wpg:grpSpPr>
                              <wpg:grpSp>
                                <wpg:cNvPr id="95" name="Gruppieren 95"/>
                                <wpg:cNvGrpSpPr/>
                                <wpg:grpSpPr>
                                  <a:xfrm>
                                    <a:off x="250148" y="80722"/>
                                    <a:ext cx="720080" cy="399181"/>
                                    <a:chOff x="250148" y="80722"/>
                                    <a:chExt cx="720080" cy="399181"/>
                                  </a:xfrm>
                                </wpg:grpSpPr>
                                <wps:wsp>
                                  <wps:cNvPr id="96" name="Gerade Verbindung 37"/>
                                  <wps:cNvCnPr/>
                                  <wps:spPr>
                                    <a:xfrm>
                                      <a:off x="837110" y="80722"/>
                                      <a:ext cx="133118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97" name="Gerade Verbindung 38"/>
                                  <wps:cNvCnPr/>
                                  <wps:spPr>
                                    <a:xfrm>
                                      <a:off x="383549" y="479903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98" name="Gerade Verbindung 39"/>
                                  <wps:cNvCnPr/>
                                  <wps:spPr>
                                    <a:xfrm>
                                      <a:off x="250148" y="281899"/>
                                      <a:ext cx="133401" cy="19800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99" name="Gerade Verbindung 40"/>
                                  <wps:cNvCnPr/>
                                  <wps:spPr>
                                    <a:xfrm flipV="1">
                                      <a:off x="250148" y="80722"/>
                                      <a:ext cx="133401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00" name="Gerade Verbindung 41"/>
                                  <wps:cNvCnPr/>
                                  <wps:spPr>
                                    <a:xfrm>
                                      <a:off x="383549" y="80722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01" name="Gerade Verbindung 42"/>
                                  <wps:cNvCnPr/>
                                  <wps:spPr>
                                    <a:xfrm flipV="1">
                                      <a:off x="837110" y="281899"/>
                                      <a:ext cx="133118" cy="19800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02" name="Gruppieren 102"/>
                                <wpg:cNvGrpSpPr/>
                                <wpg:grpSpPr>
                                  <a:xfrm>
                                    <a:off x="960883" y="86922"/>
                                    <a:ext cx="720072" cy="399190"/>
                                    <a:chOff x="960883" y="86922"/>
                                    <a:chExt cx="720072" cy="399190"/>
                                  </a:xfrm>
                                </wpg:grpSpPr>
                                <wps:wsp>
                                  <wps:cNvPr id="103" name="Gerade Verbindung 44"/>
                                  <wps:cNvCnPr/>
                                  <wps:spPr>
                                    <a:xfrm>
                                      <a:off x="1547846" y="86922"/>
                                      <a:ext cx="133109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04" name="Gerade Verbindung 45"/>
                                  <wps:cNvCnPr/>
                                  <wps:spPr>
                                    <a:xfrm>
                                      <a:off x="1094276" y="486112"/>
                                      <a:ext cx="4535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05" name="Gerade Verbindung 46"/>
                                  <wps:cNvCnPr/>
                                  <wps:spPr>
                                    <a:xfrm>
                                      <a:off x="960883" y="288099"/>
                                      <a:ext cx="133393" cy="19801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06" name="Gerade Verbindung 47"/>
                                  <wps:cNvCnPr/>
                                  <wps:spPr>
                                    <a:xfrm flipV="1">
                                      <a:off x="960883" y="86922"/>
                                      <a:ext cx="133393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07" name="Gerade Verbindung 48"/>
                                  <wps:cNvCnPr/>
                                  <wps:spPr>
                                    <a:xfrm>
                                      <a:off x="1094276" y="86922"/>
                                      <a:ext cx="4535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08" name="Gerade Verbindung 49"/>
                                  <wps:cNvCnPr/>
                                  <wps:spPr>
                                    <a:xfrm flipV="1">
                                      <a:off x="1547846" y="288099"/>
                                      <a:ext cx="133109" cy="19801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09" name="Gruppieren 109"/>
                                <wpg:cNvGrpSpPr/>
                                <wpg:grpSpPr>
                                  <a:xfrm>
                                    <a:off x="1680955" y="80722"/>
                                    <a:ext cx="720081" cy="399181"/>
                                    <a:chOff x="1680955" y="80722"/>
                                    <a:chExt cx="720081" cy="399181"/>
                                  </a:xfrm>
                                </wpg:grpSpPr>
                                <wps:wsp>
                                  <wps:cNvPr id="110" name="Gerade Verbindung 51"/>
                                  <wps:cNvCnPr/>
                                  <wps:spPr>
                                    <a:xfrm>
                                      <a:off x="2267927" y="80722"/>
                                      <a:ext cx="133109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11" name="Gerade Verbindung 52"/>
                                  <wps:cNvCnPr/>
                                  <wps:spPr>
                                    <a:xfrm>
                                      <a:off x="1814357" y="479903"/>
                                      <a:ext cx="4535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12" name="Gerade Verbindung 53"/>
                                  <wps:cNvCnPr/>
                                  <wps:spPr>
                                    <a:xfrm>
                                      <a:off x="1680955" y="281899"/>
                                      <a:ext cx="133402" cy="19800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13" name="Gerade Verbindung 54"/>
                                  <wps:cNvCnPr/>
                                  <wps:spPr>
                                    <a:xfrm flipV="1">
                                      <a:off x="1680955" y="80722"/>
                                      <a:ext cx="133402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14" name="Gerade Verbindung 55"/>
                                  <wps:cNvCnPr/>
                                  <wps:spPr>
                                    <a:xfrm>
                                      <a:off x="1814357" y="80722"/>
                                      <a:ext cx="4535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15" name="Gerade Verbindung 56"/>
                                  <wps:cNvCnPr/>
                                  <wps:spPr>
                                    <a:xfrm flipV="1">
                                      <a:off x="2267927" y="281899"/>
                                      <a:ext cx="133109" cy="19800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16" name="Gruppieren 116"/>
                                <wpg:cNvGrpSpPr/>
                                <wpg:grpSpPr>
                                  <a:xfrm>
                                    <a:off x="2401036" y="96102"/>
                                    <a:ext cx="720081" cy="399182"/>
                                    <a:chOff x="2401036" y="96102"/>
                                    <a:chExt cx="720081" cy="399182"/>
                                  </a:xfrm>
                                </wpg:grpSpPr>
                                <wps:wsp>
                                  <wps:cNvPr id="117" name="Gerade Verbindung 58"/>
                                  <wps:cNvCnPr/>
                                  <wps:spPr>
                                    <a:xfrm>
                                      <a:off x="2988008" y="96102"/>
                                      <a:ext cx="133109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18" name="Gerade Verbindung 59"/>
                                  <wps:cNvCnPr/>
                                  <wps:spPr>
                                    <a:xfrm>
                                      <a:off x="2534438" y="495284"/>
                                      <a:ext cx="4535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19" name="Gerade Verbindung 60"/>
                                  <wps:cNvCnPr/>
                                  <wps:spPr>
                                    <a:xfrm>
                                      <a:off x="2401036" y="297279"/>
                                      <a:ext cx="133402" cy="19800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0" name="Gerade Verbindung 61"/>
                                  <wps:cNvCnPr/>
                                  <wps:spPr>
                                    <a:xfrm flipV="1">
                                      <a:off x="2401036" y="96102"/>
                                      <a:ext cx="133402" cy="19958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1" name="Gerade Verbindung 62"/>
                                  <wps:cNvCnPr/>
                                  <wps:spPr>
                                    <a:xfrm>
                                      <a:off x="2534438" y="96102"/>
                                      <a:ext cx="4535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2" name="Gerade Verbindung 63"/>
                                  <wps:cNvCnPr/>
                                  <wps:spPr>
                                    <a:xfrm flipV="1">
                                      <a:off x="2988008" y="297279"/>
                                      <a:ext cx="133109" cy="19800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23" name="Gruppieren 123"/>
                                <wpg:cNvGrpSpPr/>
                                <wpg:grpSpPr>
                                  <a:xfrm>
                                    <a:off x="3126713" y="97684"/>
                                    <a:ext cx="720081" cy="399191"/>
                                    <a:chOff x="3126713" y="97684"/>
                                    <a:chExt cx="720081" cy="399191"/>
                                  </a:xfrm>
                                </wpg:grpSpPr>
                                <wps:wsp>
                                  <wps:cNvPr id="124" name="Gerade Verbindung 65"/>
                                  <wps:cNvCnPr/>
                                  <wps:spPr>
                                    <a:xfrm>
                                      <a:off x="3713684" y="97684"/>
                                      <a:ext cx="133110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5" name="Gerade Verbindung 66"/>
                                  <wps:cNvCnPr/>
                                  <wps:spPr>
                                    <a:xfrm>
                                      <a:off x="3260115" y="496875"/>
                                      <a:ext cx="453569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6" name="Gerade Verbindung 67"/>
                                  <wps:cNvCnPr/>
                                  <wps:spPr>
                                    <a:xfrm>
                                      <a:off x="3126713" y="298861"/>
                                      <a:ext cx="133402" cy="1980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7" name="Gerade Verbindung 68"/>
                                  <wps:cNvCnPr/>
                                  <wps:spPr>
                                    <a:xfrm flipV="1">
                                      <a:off x="3126713" y="97684"/>
                                      <a:ext cx="133402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8" name="Gerade Verbindung 69"/>
                                  <wps:cNvCnPr/>
                                  <wps:spPr>
                                    <a:xfrm>
                                      <a:off x="3260115" y="97684"/>
                                      <a:ext cx="453569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9" name="Gerade Verbindung 70"/>
                                  <wps:cNvCnPr/>
                                  <wps:spPr>
                                    <a:xfrm flipV="1">
                                      <a:off x="3713684" y="298861"/>
                                      <a:ext cx="133110" cy="1980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30" name="Gruppieren 130"/>
                                <wpg:cNvGrpSpPr/>
                                <wpg:grpSpPr>
                                  <a:xfrm>
                                    <a:off x="3846794" y="99266"/>
                                    <a:ext cx="720081" cy="399191"/>
                                    <a:chOff x="3846794" y="99266"/>
                                    <a:chExt cx="720081" cy="399191"/>
                                  </a:xfrm>
                                </wpg:grpSpPr>
                                <wps:wsp>
                                  <wps:cNvPr id="131" name="Gerade Verbindung 72"/>
                                  <wps:cNvCnPr/>
                                  <wps:spPr>
                                    <a:xfrm>
                                      <a:off x="4433756" y="99266"/>
                                      <a:ext cx="133119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32" name="Gerade Verbindung 73"/>
                                  <wps:cNvCnPr/>
                                  <wps:spPr>
                                    <a:xfrm>
                                      <a:off x="3980196" y="498457"/>
                                      <a:ext cx="45356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33" name="Gerade Verbindung 74"/>
                                  <wps:cNvCnPr/>
                                  <wps:spPr>
                                    <a:xfrm>
                                      <a:off x="3846794" y="300443"/>
                                      <a:ext cx="133402" cy="1980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34" name="Gerade Verbindung 75"/>
                                  <wps:cNvCnPr/>
                                  <wps:spPr>
                                    <a:xfrm flipV="1">
                                      <a:off x="3846794" y="99266"/>
                                      <a:ext cx="133402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35" name="Gerade Verbindung 76"/>
                                  <wps:cNvCnPr/>
                                  <wps:spPr>
                                    <a:xfrm>
                                      <a:off x="3980196" y="99266"/>
                                      <a:ext cx="45356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36" name="Gerade Verbindung 77"/>
                                  <wps:cNvCnPr/>
                                  <wps:spPr>
                                    <a:xfrm flipV="1">
                                      <a:off x="4433756" y="300443"/>
                                      <a:ext cx="133119" cy="1980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37" name="Gruppieren 137"/>
                                <wpg:cNvGrpSpPr/>
                                <wpg:grpSpPr>
                                  <a:xfrm>
                                    <a:off x="4566875" y="100848"/>
                                    <a:ext cx="720080" cy="399190"/>
                                    <a:chOff x="4566875" y="100848"/>
                                    <a:chExt cx="720080" cy="399190"/>
                                  </a:xfrm>
                                </wpg:grpSpPr>
                                <wps:wsp>
                                  <wps:cNvPr id="138" name="Gerade Verbindung 79"/>
                                  <wps:cNvCnPr/>
                                  <wps:spPr>
                                    <a:xfrm>
                                      <a:off x="5153837" y="100848"/>
                                      <a:ext cx="133118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39" name="Gerade Verbindung 80"/>
                                  <wps:cNvCnPr/>
                                  <wps:spPr>
                                    <a:xfrm>
                                      <a:off x="4700276" y="500038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0" name="Gerade Verbindung 81"/>
                                  <wps:cNvCnPr/>
                                  <wps:spPr>
                                    <a:xfrm>
                                      <a:off x="4566875" y="302025"/>
                                      <a:ext cx="133401" cy="19801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1" name="Gerade Verbindung 82"/>
                                  <wps:cNvCnPr/>
                                  <wps:spPr>
                                    <a:xfrm flipV="1">
                                      <a:off x="4566875" y="100848"/>
                                      <a:ext cx="133401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2" name="Gerade Verbindung 83"/>
                                  <wps:cNvCnPr/>
                                  <wps:spPr>
                                    <a:xfrm>
                                      <a:off x="4700276" y="100848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3" name="Gerade Verbindung 84"/>
                                  <wps:cNvCnPr/>
                                  <wps:spPr>
                                    <a:xfrm flipV="1">
                                      <a:off x="5153837" y="302025"/>
                                      <a:ext cx="133118" cy="19801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44" name="Gruppieren 144"/>
                                <wpg:cNvGrpSpPr/>
                                <wpg:grpSpPr>
                                  <a:xfrm>
                                    <a:off x="5286955" y="91338"/>
                                    <a:ext cx="720081" cy="399182"/>
                                    <a:chOff x="5286955" y="91338"/>
                                    <a:chExt cx="720081" cy="399182"/>
                                  </a:xfrm>
                                </wpg:grpSpPr>
                                <wps:wsp>
                                  <wps:cNvPr id="145" name="Gerade Verbindung 86"/>
                                  <wps:cNvCnPr/>
                                  <wps:spPr>
                                    <a:xfrm>
                                      <a:off x="5873918" y="91338"/>
                                      <a:ext cx="133118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6" name="Gerade Verbindung 87"/>
                                  <wps:cNvCnPr/>
                                  <wps:spPr>
                                    <a:xfrm>
                                      <a:off x="5420357" y="490520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7" name="Gerade Verbindung 88"/>
                                  <wps:cNvCnPr/>
                                  <wps:spPr>
                                    <a:xfrm>
                                      <a:off x="5286955" y="292515"/>
                                      <a:ext cx="133402" cy="19800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8" name="Gerade Verbindung 89"/>
                                  <wps:cNvCnPr/>
                                  <wps:spPr>
                                    <a:xfrm flipV="1">
                                      <a:off x="5286955" y="91338"/>
                                      <a:ext cx="133402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9" name="Gerade Verbindung 90"/>
                                  <wps:cNvCnPr/>
                                  <wps:spPr>
                                    <a:xfrm>
                                      <a:off x="5420357" y="91338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50" name="Gerade Verbindung 91"/>
                                  <wps:cNvCnPr/>
                                  <wps:spPr>
                                    <a:xfrm flipV="1">
                                      <a:off x="5873918" y="292515"/>
                                      <a:ext cx="133118" cy="19800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51" name="Gruppieren 151"/>
                                <wpg:cNvGrpSpPr/>
                                <wpg:grpSpPr>
                                  <a:xfrm>
                                    <a:off x="6007036" y="99266"/>
                                    <a:ext cx="720081" cy="399191"/>
                                    <a:chOff x="6007036" y="99266"/>
                                    <a:chExt cx="720081" cy="399191"/>
                                  </a:xfrm>
                                </wpg:grpSpPr>
                                <wps:wsp>
                                  <wps:cNvPr id="152" name="Gerade Verbindung 93"/>
                                  <wps:cNvCnPr/>
                                  <wps:spPr>
                                    <a:xfrm>
                                      <a:off x="6593999" y="99266"/>
                                      <a:ext cx="133118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53" name="Gerade Verbindung 94"/>
                                  <wps:cNvCnPr/>
                                  <wps:spPr>
                                    <a:xfrm>
                                      <a:off x="6140438" y="498457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54" name="Gerade Verbindung 95"/>
                                  <wps:cNvCnPr/>
                                  <wps:spPr>
                                    <a:xfrm>
                                      <a:off x="6007036" y="300443"/>
                                      <a:ext cx="133402" cy="1980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55" name="Gerade Verbindung 96"/>
                                  <wps:cNvCnPr/>
                                  <wps:spPr>
                                    <a:xfrm flipV="1">
                                      <a:off x="6007036" y="99266"/>
                                      <a:ext cx="133402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56" name="Gerade Verbindung 97"/>
                                  <wps:cNvCnPr/>
                                  <wps:spPr>
                                    <a:xfrm>
                                      <a:off x="6140438" y="99266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57" name="Gerade Verbindung 98"/>
                                  <wps:cNvCnPr/>
                                  <wps:spPr>
                                    <a:xfrm flipV="1">
                                      <a:off x="6593999" y="300443"/>
                                      <a:ext cx="133118" cy="1980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158" name="Textfeld 6"/>
                              <wps:cNvSpPr txBox="1"/>
                              <wps:spPr>
                                <a:xfrm>
                                  <a:off x="-177710" y="-131363"/>
                                  <a:ext cx="582400" cy="5107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E051DC" w:rsidRPr="00E051DC" w:rsidRDefault="00E051DC" w:rsidP="00E051DC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E051DC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</w:rPr>
                                      <w:t>…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59" name="Textfeld 7"/>
                              <wps:cNvSpPr txBox="1"/>
                              <wps:spPr>
                                <a:xfrm>
                                  <a:off x="4071854" y="-101242"/>
                                  <a:ext cx="554971" cy="4817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E051DC" w:rsidRPr="00E051DC" w:rsidRDefault="00E051DC" w:rsidP="00E051DC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E051DC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</w:rPr>
                                      <w:t>…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4" o:spid="_x0000_s1027" style="position:absolute;margin-left:102.35pt;margin-top:8.85pt;width:233.55pt;height:26.3pt;z-index:251699200;mso-width-relative:margin;mso-height-relative:margin" coordorigin="-1777,-1313" coordsize="48045,5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">
                      <v:group id="Gruppieren 94" o:spid="_x0000_s1028" style="position:absolute;left:2501;top:807;width:39659;height:2986" coordorigin="2501,807" coordsize="64769,4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<v:group id="Gruppieren 95" o:spid="_x0000_s1029" style="position:absolute;left:2501;top:807;width:7201;height:3992" coordorigin="2501,807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Gerade Verbindung 37" o:spid="_x0000_s1030" type="#_x0000_t32" style="position:absolute;left:8371;top:807;width:1331;height:20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oyjMIAAADbAAAADwAAAGRycy9kb3ducmV2LnhtbESPQWvCQBSE7wX/w/KE3upGDyFGVxEl&#10;tKfaxuT+yD6TYPZtyK4m/fddodDjMDPfMNv9ZDrxoMG1lhUsFxEI4srqlmsFxSV7S0A4j6yxs0wK&#10;fsjBfjd72WKq7cjf9Mh9LQKEXYoKGu/7VEpXNWTQLWxPHLyrHQz6IIda6gHHADedXEVRLA22HBYa&#10;7OnYUHXL70aBj0+T/Hpfc3msEqc/y+xc5JlSr/PpsAHhafL/4b/2h1awjuH5JfwAuf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noyjMIAAADbAAAADwAAAAAAAAAAAAAA&#10;AAChAgAAZHJzL2Rvd25yZXYueG1sUEsFBgAAAAAEAAQA+QAAAJADAAAAAA==&#10;" strokecolor="black [3213]" strokeweight="1pt"/>
                          <v:shape id="Gerade Verbindung 38" o:spid="_x0000_s1031" type="#_x0000_t32" style="position:absolute;left:3835;top:4799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aXF8IAAADbAAAADwAAAGRycy9kb3ducmV2LnhtbESPQWvCQBSE7wX/w/IK3uqmHmySuooo&#10;wZ60xnh/ZF+TYPZtyK4m/fduQehxmJlvmOV6NK24U+8aywreZxEI4tLqhisFxTl7i0E4j6yxtUwK&#10;fsnBejV5WWKq7cAnuue+EgHCLkUFtfddKqUrazLoZrYjDt6P7Q36IPtK6h6HADetnEfRQhpsOCzU&#10;2NG2pvKa34wCv9iN8nuf8GVbxk4fLtmxyDOlpq/j5hOEp9H/h5/tL60g+YC/L+E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TaXF8IAAADbAAAADwAAAAAAAAAAAAAA&#10;AAChAgAAZHJzL2Rvd25yZXYueG1sUEsFBgAAAAAEAAQA+QAAAJADAAAAAA==&#10;" strokecolor="black [3213]" strokeweight="1pt"/>
                          <v:shape id="Gerade Verbindung 39" o:spid="_x0000_s1032" type="#_x0000_t32" style="position:absolute;left:2501;top:2818;width:1334;height:19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kDZbwAAADbAAAADwAAAGRycy9kb3ducmV2LnhtbERPyw7BQBTdS/zD5ErsmLIQyhAhDSuP&#10;Yn/TudpG507TGdTfm4XE8uS8F6vWVOJFjSstKxgNIxDEmdUl5wqul2QwBeE8ssbKMin4kIPVsttZ&#10;YKztm8/0Sn0uQgi7GBUU3texlC4ryKAb2po4cHfbGPQBNrnUDb5DuKnkOIom0mDJoaHAmjYFZY/0&#10;aRT4ybaVp92Mb5ts6vThlhyvaaJUv9eu5yA8tf4v/rn3WsEsjA1fwg+Qy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cKkDZbwAAADbAAAADwAAAAAAAAAAAAAAAAChAgAA&#10;ZHJzL2Rvd25yZXYueG1sUEsFBgAAAAAEAAQA+QAAAIoDAAAAAA==&#10;" strokecolor="black [3213]" strokeweight="1pt"/>
                          <v:shape id="Gerade Verbindung 40" o:spid="_x0000_s1033" type="#_x0000_t32" style="position:absolute;left:2501;top:807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FbTsUAAADbAAAADwAAAGRycy9kb3ducmV2LnhtbESPUUvDQBCE3wX/w7FC3+ylBcWkvZZS&#10;WhCUgtH2eZtbk9jcXsht09hf7wmCj8PMfMPMl4NrVE9dqD0bmIwTUMSFtzWXBj7et/dPoIIgW2w8&#10;k4FvCrBc3N7MMbP+wm/U51KqCOGQoYFKpM20DkVFDsPYt8TR+/SdQ4myK7Xt8BLhrtHTJHnUDmuO&#10;CxW2tK6oOOVnZ+Dhmkib91+vK0f7zUt6POxkMzVmdDesZqCEBvkP/7WfrYE0hd8v8Qfo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FbTsUAAADbAAAADwAAAAAAAAAA&#10;AAAAAAChAgAAZHJzL2Rvd25yZXYueG1sUEsFBgAAAAAEAAQA+QAAAJMDAAAAAA==&#10;" strokecolor="black [3213]" strokeweight="1pt"/>
                          <v:shape id="Gerade Verbindung 41" o:spid="_x0000_s1034" type="#_x0000_t32" style="position:absolute;left:3835;top:807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cBu8QAAADcAAAADwAAAGRycy9kb3ducmV2LnhtbESPzW6DQAyE75X6DitX6i1ZmgNKSDZR&#10;RIXaU39IcrdYB1BYL2I3QN++PlTqzdaMZz7vDrPr1EhDaD0beFkmoIgrb1uuDZxPxWINKkRki51n&#10;MvBDAQ77x4cdZtZP/E1jGWslIRwyNNDE2Gdah6ohh2Hpe2LRrn5wGGUdam0HnCTcdXqVJKl22LI0&#10;NNhT3lB1K+/OQExfZ/31tuFLXq2D/bgUn+eyMOb5aT5uQUWa47/57/rdCn4i+PKMTKD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JwG7xAAAANwAAAAPAAAAAAAAAAAA&#10;AAAAAKECAABkcnMvZG93bnJldi54bWxQSwUGAAAAAAQABAD5AAAAkgMAAAAA&#10;" strokecolor="black [3213]" strokeweight="1pt"/>
                          <v:shape id="Gerade Verbindung 42" o:spid="_x0000_s1035" type="#_x0000_t32" style="position:absolute;left:8371;top:2818;width:1331;height:19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wQYcMAAADcAAAADwAAAGRycy9kb3ducmV2LnhtbERPTUvDQBC9C/6HZQRvdrcFi6bdliIV&#10;hJaCqXqeZsckmp0N2Wka/fVdoeBtHu9z5svBN6qnLtaBLYxHBhRxEVzNpYW3/fPdA6goyA6bwGTh&#10;hyIsF9dXc8xcOPEr9bmUKoVwzNBCJdJmWseiIo9xFFrixH2GzqMk2JXadXhK4b7RE2Om2mPNqaHC&#10;lp4qKr7zo7dw/2ukzfuv7crT+3rzePjYyXpi7e3NsJqBEhrkX3xxv7g034zh75l0gV6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sEGHDAAAA3AAAAA8AAAAAAAAAAAAA&#10;AAAAoQIAAGRycy9kb3ducmV2LnhtbFBLBQYAAAAABAAEAPkAAACRAwAAAAA=&#10;" strokecolor="black [3213]" strokeweight="1pt"/>
                        </v:group>
                        <v:group id="Gruppieren 102" o:spid="_x0000_s1036" style="position:absolute;left:9608;top:869;width:7201;height:3992" coordorigin="9608,869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<v:shape id="Gerade Verbindung 44" o:spid="_x0000_s1037" type="#_x0000_t32" style="position:absolute;left:15478;top:869;width:1331;height:20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WfzL8AAADcAAAADwAAAGRycy9kb3ducmV2LnhtbERPTYvCMBC9C/6HMII3TVUQrUYRpejJ&#10;Xaveh2Zsi82kNFHrvzfCwt7m8T5nuW5NJZ7UuNKygtEwAkGcWV1yruByTgYzEM4ja6wsk4I3OViv&#10;up0lxtq++ETP1OcihLCLUUHhfR1L6bKCDLqhrYkDd7ONQR9gk0vd4CuEm0qOo2gqDZYcGgqsaVtQ&#10;dk8fRoGf7lr5u5/zdZvNnD5ek59LmijV77WbBQhPrf8X/7kPOsyPJvB9JlwgV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fWfzL8AAADcAAAADwAAAAAAAAAAAAAAAACh&#10;AgAAZHJzL2Rvd25yZXYueG1sUEsFBgAAAAAEAAQA+QAAAI0DAAAAAA==&#10;" strokecolor="black [3213]" strokeweight="1pt"/>
                          <v:shape id="Gerade Verbindung 45" o:spid="_x0000_s1038" type="#_x0000_t32" style="position:absolute;left:10942;top:4861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wHuL8AAADcAAAADwAAAGRycy9kb3ducmV2LnhtbERPTYvCMBC9C/6HMII3TRURrUYRpejJ&#10;Xaveh2Zsi82kNFHrvzfCwt7m8T5nuW5NJZ7UuNKygtEwAkGcWV1yruByTgYzEM4ja6wsk4I3OViv&#10;up0lxtq++ETP1OcihLCLUUHhfR1L6bKCDLqhrYkDd7ONQR9gk0vd4CuEm0qOo2gqDZYcGgqsaVtQ&#10;dk8fRoGf7lr5u5/zdZvNnD5ek59LmijV77WbBQhPrf8X/7kPOsyPJvB9JlwgV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hwHuL8AAADcAAAADwAAAAAAAAAAAAAAAACh&#10;AgAAZHJzL2Rvd25yZXYueG1sUEsFBgAAAAAEAAQA+QAAAI0DAAAAAA==&#10;" strokecolor="black [3213]" strokeweight="1pt"/>
                          <v:shape id="Gerade Verbindung 46" o:spid="_x0000_s1039" type="#_x0000_t32" style="position:absolute;left:9608;top:2880;width:1334;height:19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CiI78AAADcAAAADwAAAGRycy9kb3ducmV2LnhtbERPTYvCMBC9C/6HMII3TRUUrUYRpejJ&#10;Xaveh2Zsi82kNFHrvzfCwt7m8T5nuW5NJZ7UuNKygtEwAkGcWV1yruByTgYzEM4ja6wsk4I3OViv&#10;up0lxtq++ETP1OcihLCLUUHhfR1L6bKCDLqhrYkDd7ONQR9gk0vd4CuEm0qOo2gqDZYcGgqsaVtQ&#10;dk8fRoGf7lr5u5/zdZvNnD5ek59LmijV77WbBQhPrf8X/7kPOsyPJvB9JlwgV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VCiI78AAADcAAAADwAAAAAAAAAAAAAAAACh&#10;AgAAZHJzL2Rvd25yZXYueG1sUEsFBgAAAAAEAAQA+QAAAI0DAAAAAA==&#10;" strokecolor="black [3213]" strokeweight="1pt"/>
                          <v:shape id="Gerade Verbindung 47" o:spid="_x0000_s1040" type="#_x0000_t32" style="position:absolute;left:9608;top:869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WIFcMAAADcAAAADwAAAGRycy9kb3ducmV2LnhtbERPTUvDQBC9C/6HZQRv7a6Flpp2W4pU&#10;KCiC0fY8zU6T1OxsyI5p9Ne7guBtHu9zluvBN6qnLtaBLdyNDSjiIriaSwvvb4+jOagoyA6bwGTh&#10;iyKsV9dXS8xcuPAr9bmUKoVwzNBCJdJmWseiIo9xHFrixJ1C51ES7ErtOrykcN/oiTEz7bHm1FBh&#10;Sw8VFR/5p7cw/TbS5v35eeNpv326Px5eZDux9vZm2CxACQ3yL/5z71yab2bw+0y6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FiBXDAAAA3AAAAA8AAAAAAAAAAAAA&#10;AAAAoQIAAGRycy9kb3ducmV2LnhtbFBLBQYAAAAABAAEAPkAAACRAwAAAAA=&#10;" strokecolor="black [3213]" strokeweight="1pt"/>
                          <v:shape id="Gerade Verbindung 48" o:spid="_x0000_s1041" type="#_x0000_t32" style="position:absolute;left:10942;top:869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6Zz78AAADcAAAADwAAAGRycy9kb3ducmV2LnhtbERPy6rCMBDdX/Afwgjurql34aMaRZSi&#10;Kx9V90MztsVmUppcrX9vBMHdHM5zZovWVOJOjSstKxj0IxDEmdUl5wrOp+R3DMJ5ZI2VZVLwJAeL&#10;eednhrG2Dz7SPfW5CCHsYlRQeF/HUrqsIIOub2viwF1tY9AH2ORSN/gI4aaSf1E0lAZLDg0F1rQq&#10;KLul/0aBH65bedhM+LLKxk7vLsn+nCZK9brtcgrCU+u/4o97q8P8aATvZ8IF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s6Zz78AAADcAAAADwAAAAAAAAAAAAAAAACh&#10;AgAAZHJzL2Rvd25yZXYueG1sUEsFBgAAAAAEAAQA+QAAAI0DAAAAAA==&#10;" strokecolor="black [3213]" strokeweight="1pt"/>
                          <v:shape id="Gerade Verbindung 49" o:spid="_x0000_s1042" type="#_x0000_t32" style="position:absolute;left:15478;top:2880;width:1331;height:19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a5/MUAAADcAAAADwAAAGRycy9kb3ducmV2LnhtbESPT0vDQBDF74LfYRnBm91tQdHYbSml&#10;BUERjH/OY3ZMYrOzITum0U/vHARvM7w37/1muZ5iZ0YacpvYw3zmwBBXKbRce3h53l9cg8mCHLBL&#10;TB6+KcN6dXqyxCKkIz/RWEptNIRzgR4akb6wNlcNRcyz1BOr9pGGiKLrUNsw4FHDY2cXzl3ZiC1r&#10;Q4M9bRuqDuVX9HD546Qvx8+HTaTX3f3N+9uj7Bben59Nm1swQpP8m/+u74LiO6XVZ3QCu/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9a5/MUAAADcAAAADwAAAAAAAAAA&#10;AAAAAAChAgAAZHJzL2Rvd25yZXYueG1sUEsFBgAAAAAEAAQA+QAAAJMDAAAAAA==&#10;" strokecolor="black [3213]" strokeweight="1pt"/>
                        </v:group>
                        <v:group id="Gruppieren 109" o:spid="_x0000_s1043" style="position:absolute;left:16809;top:807;width:7201;height:3992" coordorigin="16809,807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      <v:shape id="Gerade Verbindung 51" o:spid="_x0000_s1044" type="#_x0000_t32" style="position:absolute;left:22679;top:807;width:1331;height:20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6XZsIAAADcAAAADwAAAGRycy9kb3ducmV2LnhtbESPQW/CMAyF70j8h8hI3CCFA4KOgBCo&#10;2k5j6+BuNaataJyqCVD+/XxA4mbrPb/3eb3tXaPu1IXas4HZNAFFXHhbc2ng9JdNlqBCRLbYeCYD&#10;Twqw3QwHa0ytf/Av3fNYKgnhkKKBKsY21ToUFTkMU98Si3bxncMoa1dq2+FDwl2j50my0A5rloYK&#10;W9pXVFzzmzMQF4de/3yu+LwvlsF+n7PjKc+MGY/63QeoSH18m1/XX1bwZ4Ivz8gEevM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P6XZsIAAADcAAAADwAAAAAAAAAAAAAA&#10;AAChAgAAZHJzL2Rvd25yZXYueG1sUEsFBgAAAAAEAAQA+QAAAJADAAAAAA==&#10;" strokecolor="black [3213]" strokeweight="1pt"/>
                          <v:shape id="Gerade Verbindung 52" o:spid="_x0000_s1045" type="#_x0000_t32" style="position:absolute;left:18143;top:4799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Iy/cEAAADcAAAADwAAAGRycy9kb3ducmV2LnhtbERPS4vCMBC+C/6HMMLeNK0HcatpkUpx&#10;T/uoeh+asS02k9LE2v33m4WFvc3H95x9NplOjDS41rKCeBWBIK6sbrlWcDkXyy0I55E1dpZJwTc5&#10;yNL5bI+Jtk/+orH0tQgh7BJU0HjfJ1K6qiGDbmV74sDd7GDQBzjUUg/4DOGmk+so2kiDLYeGBnvK&#10;G6ru5cMo8JvjJD9Pr3zNq63T79fi41IWSr0spsMOhKfJ/4v/3G86zI9j+H0mXCDT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sjL9wQAAANwAAAAPAAAAAAAAAAAAAAAA&#10;AKECAABkcnMvZG93bnJldi54bWxQSwUGAAAAAAQABAD5AAAAjwMAAAAA&#10;" strokecolor="black [3213]" strokeweight="1pt"/>
                          <v:shape id="Gerade Verbindung 53" o:spid="_x0000_s1046" type="#_x0000_t32" style="position:absolute;left:16809;top:2818;width:1334;height:19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Csir8AAADcAAAADwAAAGRycy9kb3ducmV2LnhtbERPTYvCMBC9C/6HMII3TfUgWpuKKGU9&#10;uWvV+9CMbbGZlCar9d9vBGFv83ifk2x604gHda62rGA2jUAQF1bXXCq4nLPJEoTzyBoby6TgRQ42&#10;6XCQYKztk0/0yH0pQgi7GBVU3rexlK6oyKCb2pY4cDfbGfQBdqXUHT5DuGnkPIoW0mDNoaHClnYV&#10;Fff81yjwi30vf75WfN0VS6eP1+z7kmdKjUf9dg3CU+//xR/3QYf5szm8nwkXyPQ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2Csir8AAADcAAAADwAAAAAAAAAAAAAAAACh&#10;AgAAZHJzL2Rvd25yZXYueG1sUEsFBgAAAAAEAAQA+QAAAI0DAAAAAA==&#10;" strokecolor="black [3213]" strokeweight="1pt"/>
                          <v:shape id="Gerade Verbindung 54" o:spid="_x0000_s1047" type="#_x0000_t32" style="position:absolute;left:16809;top:807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u9UMMAAADcAAAADwAAAGRycy9kb3ducmV2LnhtbERP22rCQBB9F/yHZQp9042Wlja6iohC&#10;oVIwvTxPs2OSmp0N2WmMfr1bKPRtDuc682XvatVRGyrPBibjBBRx7m3FhYH3t+3oEVQQZIu1ZzJw&#10;pgDLxXAwx9T6E++py6RQMYRDigZKkSbVOuQlOQxj3xBH7uBbhxJhW2jb4imGu1pPk+RBO6w4NpTY&#10;0Lqk/Jj9OAP3l0SarPverRx9bF6evj5fZTM15vamX81ACfXyL/5zP9s4f3IHv8/EC/Ti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yrvVDDAAAA3AAAAA8AAAAAAAAAAAAA&#10;AAAAoQIAAGRycy9kb3ducmV2LnhtbFBLBQYAAAAABAAEAPkAAACRAwAAAAA=&#10;" strokecolor="black [3213]" strokeweight="1pt"/>
                          <v:shape id="Gerade Verbindung 55" o:spid="_x0000_s1048" type="#_x0000_t32" style="position:absolute;left:18143;top:807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WRZb8AAADcAAAADwAAAGRycy9kb3ducmV2LnhtbERPy6rCMBDdC/cfwgjuNFUuotUo4qVc&#10;Vz6q7odmbIvNpDRR698bQXA3h/Oc+bI1lbhT40rLCoaDCARxZnXJuYLTMelPQDiPrLGyTAqe5GC5&#10;+OnMMdb2wQe6pz4XIYRdjAoK7+tYSpcVZNANbE0cuIttDPoAm1zqBh8h3FRyFEVjabDk0FBgTeuC&#10;smt6Mwr8+K+V+/8pn9fZxOntOdmd0kSpXrddzUB4av1X/HFvdJg//IX3M+ECuXg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8WRZb8AAADcAAAADwAAAAAAAAAAAAAAAACh&#10;AgAAZHJzL2Rvd25yZXYueG1sUEsFBgAAAAAEAAQA+QAAAI0DAAAAAA==&#10;" strokecolor="black [3213]" strokeweight="1pt"/>
                          <v:shape id="Gerade Verbindung 56" o:spid="_x0000_s1049" type="#_x0000_t32" style="position:absolute;left:22679;top:2818;width:1331;height:19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6Av8MAAADcAAAADwAAAGRycy9kb3ducmV2LnhtbERPTWvCQBC9F/wPywi91Y2CpUZXkWKh&#10;0CI0tp7H7Jikzc6G7DRGf71bEHqbx/ucxap3teqoDZVnA+NRAoo497biwsDn7uXhCVQQZIu1ZzJw&#10;pgCr5eBugan1J/6gLpNCxRAOKRooRZpU65CX5DCMfEMcuaNvHUqEbaFti6cY7mo9SZJH7bDi2FBi&#10;Q88l5T/ZrzMwvSTSZN33+9rR1+ZtdthvZTMx5n7Yr+eghHr5F9/crzbOH0/h75l4gV5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OgL/DAAAA3AAAAA8AAAAAAAAAAAAA&#10;AAAAoQIAAGRycy9kb3ducmV2LnhtbFBLBQYAAAAABAAEAPkAAACRAwAAAAA=&#10;" strokecolor="black [3213]" strokeweight="1pt"/>
                        </v:group>
                        <v:group id="Gruppieren 116" o:spid="_x0000_s1050" style="position:absolute;left:24010;top:961;width:7201;height:3991" coordorigin="24010,961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    <v:shape id="Gerade Verbindung 58" o:spid="_x0000_s1051" type="#_x0000_t32" style="position:absolute;left:29880;top:961;width:1331;height:20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cPEr8AAADcAAAADwAAAGRycy9kb3ducmV2LnhtbERPy6rCMBDdC/cfwgh3p6kufFSjiJdy&#10;Xfmouh+asS02k9JErX9vBMHdHM5z5svWVOJOjSstKxj0IxDEmdUl5wpOx6Q3AeE8ssbKMil4koPl&#10;4qczx1jbBx/onvpchBB2MSoovK9jKV1WkEHXtzVx4C62MegDbHKpG3yEcFPJYRSNpMGSQ0OBNa0L&#10;yq7pzSjwo79W7v+nfF5nE6e352R3ShOlfrvtagbCU+u/4o97o8P8wRjez4QL5OI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xcPEr8AAADcAAAADwAAAAAAAAAAAAAAAACh&#10;AgAAZHJzL2Rvd25yZXYueG1sUEsFBgAAAAAEAAQA+QAAAI0DAAAAAA==&#10;" strokecolor="black [3213]" strokeweight="1pt"/>
                          <v:shape id="Gerade Verbindung 59" o:spid="_x0000_s1052" type="#_x0000_t32" style="position:absolute;left:25344;top:4952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ibYMIAAADcAAAADwAAAGRycy9kb3ducmV2LnhtbESPQW/CMAyF70j8h8hI3CCFA4KOgBCo&#10;2k5j6+BuNaataJyqCVD+/XxA4mbrPb/3eb3tXaPu1IXas4HZNAFFXHhbc2ng9JdNlqBCRLbYeCYD&#10;Twqw3QwHa0ytf/Av3fNYKgnhkKKBKsY21ToUFTkMU98Si3bxncMoa1dq2+FDwl2j50my0A5rloYK&#10;W9pXVFzzmzMQF4de/3yu+LwvlsF+n7PjKc+MGY/63QeoSH18m1/XX1bwZ0Irz8gEevM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oibYMIAAADcAAAADwAAAAAAAAAAAAAA&#10;AAChAgAAZHJzL2Rvd25yZXYueG1sUEsFBgAAAAAEAAQA+QAAAJADAAAAAA==&#10;" strokecolor="black [3213]" strokeweight="1pt"/>
                          <v:shape id="Gerade Verbindung 60" o:spid="_x0000_s1053" type="#_x0000_t32" style="position:absolute;left:24010;top:2972;width:1334;height:19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Q++78AAADcAAAADwAAAGRycy9kb3ducmV2LnhtbERPTYvCMBC9C/6HMII3TfUg2m0qohQ9&#10;rWtX70MztsVmUpqo9d9vhAVv83ifk6x704gHda62rGA2jUAQF1bXXCo4/2aTJQjnkTU2lknBixys&#10;0+EgwVjbJ5/okftShBB2MSqovG9jKV1RkUE3tS1x4K62M+gD7EqpO3yGcNPIeRQtpMGaQ0OFLW0r&#10;Km753Sjwi10vf/YrvmyLpdPfl+x4zjOlxqN+8wXCU+8/4n/3QYf5sxW8nwkXyPQ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cQ++78AAADcAAAADwAAAAAAAAAAAAAAAACh&#10;AgAAZHJzL2Rvd25yZXYueG1sUEsFBgAAAAAEAAQA+QAAAI0DAAAAAA==&#10;" strokecolor="black [3213]" strokeweight="1pt"/>
                          <v:shape id="Gerade Verbindung 61" o:spid="_x0000_s1054" type="#_x0000_t32" style="position:absolute;left:24010;top:961;width:1334;height:19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XpmsUAAADcAAAADwAAAGRycy9kb3ducmV2LnhtbESPQUvDQBCF74L/YRnBm900oNi021Kk&#10;gqAIxup5mh2T2OxsyI5p9Nc7B8HbDO/Ne9+sNlPozEhDaiM7mM8yMMRV9C3XDvav91e3YJIge+wi&#10;k4NvSrBZn5+tsPDxxC80llIbDeFUoINGpC+sTVVDAdMs9sSqfcQhoOg61NYPeNLw0Nk8y25swJa1&#10;ocGe7hqqjuVXcHD9k0lfjp9P20Bvu8fF4f1ZdrlzlxfTdglGaJJ/89/1g1f8XPH1GZ3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XpmsUAAADcAAAADwAAAAAAAAAA&#10;AAAAAAChAgAAZHJzL2Rvd25yZXYueG1sUEsFBgAAAAAEAAQA+QAAAJMDAAAAAA==&#10;" strokecolor="black [3213]" strokeweight="1pt"/>
                          <v:shape id="Gerade Verbindung 62" o:spid="_x0000_s1055" type="#_x0000_t32" style="position:absolute;left:25344;top:961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74QL8AAADcAAAADwAAAGRycy9kb3ducmV2LnhtbERPTYvCMBC9C/6HMII3TfUgWpuKKGU9&#10;uWvV+9CMbbGZlCar9d9vBGFv83ifk2x604gHda62rGA2jUAQF1bXXCq4nLPJEoTzyBoby6TgRQ42&#10;6XCQYKztk0/0yH0pQgi7GBVU3rexlK6oyKCb2pY4cDfbGfQBdqXUHT5DuGnkPIoW0mDNoaHClnYV&#10;Fff81yjwi30vf75WfN0VS6eP1+z7kmdKjUf9dg3CU+//xR/3QYf58xm8nwkXyPQ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d74QL8AAADcAAAADwAAAAAAAAAAAAAAAACh&#10;AgAAZHJzL2Rvd25yZXYueG1sUEsFBgAAAAAEAAQA+QAAAI0DAAAAAA==&#10;" strokecolor="black [3213]" strokeweight="1pt"/>
                          <v:shape id="Gerade Verbindung 63" o:spid="_x0000_s1056" type="#_x0000_t32" style="position:absolute;left:29880;top:2972;width:1331;height:19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vSdsMAAADcAAAADwAAAGRycy9kb3ducmV2LnhtbERP22rCQBB9L/gPywh9042BFpu6ioiF&#10;gkVoenmeZqdJ2uxsyI4x+vVuQejbHM51FqvBNaqnLtSeDcymCSjiwtuaSwPvb0+TOaggyBYbz2Tg&#10;RAFWy9HNAjPrj/xKfS6liiEcMjRQibSZ1qGoyGGY+pY4ct++cygRdqW2HR5juGt0miT32mHNsaHC&#10;ljYVFb/5wRm4OyfS5v3Py9rRx3b38PW5l21qzO14WD+CEhrkX3x1P9s4P03h75l4gV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L0nbDAAAA3AAAAA8AAAAAAAAAAAAA&#10;AAAAoQIAAGRycy9kb3ducmV2LnhtbFBLBQYAAAAABAAEAPkAAACRAwAAAAA=&#10;" strokecolor="black [3213]" strokeweight="1pt"/>
                        </v:group>
                        <v:group id="Gruppieren 123" o:spid="_x0000_s1057" style="position:absolute;left:31267;top:976;width:7200;height:3992" coordorigin="31267,976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      <v:shape id="Gerade Verbindung 65" o:spid="_x0000_s1058" type="#_x0000_t32" style="position:absolute;left:37136;top:976;width:1331;height:20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lb2MAAAADcAAAADwAAAGRycy9kb3ducmV2LnhtbERPS4vCMBC+C/6HMMLeNN0iol2jLJXi&#10;nnx09T40Y1tsJqWJ2v33G0HwNh/fc5br3jTiTp2rLSv4nEQgiAuray4VnH6z8RyE88gaG8uk4I8c&#10;rFfDwRITbR98pHvuSxFC2CWooPK+TaR0RUUG3cS2xIG72M6gD7Arpe7wEcJNI+MomkmDNYeGCltK&#10;Kyqu+c0o8LNNLw/bBZ/TYu707pztT3mm1Meo//4C4an3b/HL/aPD/HgKz2fCB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mpW9jAAAAA3AAAAA8AAAAAAAAAAAAAAAAA&#10;oQIAAGRycy9kb3ducmV2LnhtbFBLBQYAAAAABAAEAPkAAACOAwAAAAA=&#10;" strokecolor="black [3213]" strokeweight="1pt"/>
                          <v:shape id="Gerade Verbindung 66" o:spid="_x0000_s1059" type="#_x0000_t32" style="position:absolute;left:32601;top:4968;width:45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X+Q8AAAADcAAAADwAAAGRycy9kb3ducmV2LnhtbERPS4vCMBC+C/6HMMLeNN2Col2jLJXi&#10;nnx09T40Y1tsJqWJ2v33G0HwNh/fc5br3jTiTp2rLSv4nEQgiAuray4VnH6z8RyE88gaG8uk4I8c&#10;rFfDwRITbR98pHvuSxFC2CWooPK+TaR0RUUG3cS2xIG72M6gD7Arpe7wEcJNI+MomkmDNYeGCltK&#10;Kyqu+c0o8LNNLw/bBZ/TYu707pztT3mm1Meo//4C4an3b/HL/aPD/HgKz2fCB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bl/kPAAAAA3AAAAA8AAAAAAAAAAAAAAAAA&#10;oQIAAGRycy9kb3ducmV2LnhtbFBLBQYAAAAABAAEAPkAAACOAwAAAAA=&#10;" strokecolor="black [3213]" strokeweight="1pt"/>
                          <v:shape id="Gerade Verbindung 67" o:spid="_x0000_s1060" type="#_x0000_t32" style="position:absolute;left:31267;top:2988;width:1334;height:19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dgNMEAAADcAAAADwAAAGRycy9kb3ducmV2LnhtbERPTWvCQBC9C/6HZYTedGMOwaZuQokE&#10;e2pt1PuQnSah2dmQXTX9911B8DaP9znbfDK9uNLoOssK1qsIBHFtdceNgtOxXG5AOI+ssbdMCv7I&#10;QZ7NZ1tMtb3xN10r34gQwi5FBa33Qyqlq1sy6FZ2IA7cjx0N+gDHRuoRbyHc9DKOokQa7Dg0tDhQ&#10;0VL9W12MAp/sJnnYv/K5qDdOf57Lr1NVKvWymN7fQHia/FP8cH/oMD9O4P5MuEBm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N2A0wQAAANwAAAAPAAAAAAAAAAAAAAAA&#10;AKECAABkcnMvZG93bnJldi54bWxQSwUGAAAAAAQABAD5AAAAjwMAAAAA&#10;" strokecolor="black [3213]" strokeweight="1pt"/>
                          <v:shape id="Gerade Verbindung 68" o:spid="_x0000_s1061" type="#_x0000_t32" style="position:absolute;left:31267;top:976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xx7sQAAADcAAAADwAAAGRycy9kb3ducmV2LnhtbERP22rCQBB9L/QflhH6VjcGqm3qKlIs&#10;FJRC08vzNDsmsdnZkJ3G6Ne7BaFvczjXmS8H16ieulB7NjAZJ6CIC29rLg18vD/f3oMKgmyx8UwG&#10;jhRgubi+mmNm/YHfqM+lVDGEQ4YGKpE20zoUFTkMY98SR27nO4cSYVdq2+EhhrtGp0ky1Q5rjg0V&#10;tvRUUfGT/zoDd6dE2rzfb1eOPtebh++vV1mnxtyMhtUjKKFB/sUX94uN89MZ/D0TL9CLM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/HHuxAAAANwAAAAPAAAAAAAAAAAA&#10;AAAAAKECAABkcnMvZG93bnJldi54bWxQSwUGAAAAAAQABAD5AAAAkgMAAAAA&#10;" strokecolor="black [3213]" strokeweight="1pt"/>
                          <v:shape id="Gerade Verbindung 69" o:spid="_x0000_s1062" type="#_x0000_t32" style="position:absolute;left:32601;top:976;width:45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RR3cIAAADcAAAADwAAAGRycy9kb3ducmV2LnhtbESPQW/CMAyF70j8h8hI3EYKB8Q6AkKg&#10;ajvB1sHdakxb0ThVE6D8e3xA4mbrPb/3ebnuXaNu1IXas4HpJAFFXHhbc2ng+J99LECFiGyx8UwG&#10;HhRgvRoOlphaf+c/uuWxVBLCIUUDVYxtqnUoKnIYJr4lFu3sO4dR1q7UtsO7hLtGz5Jkrh3WLA0V&#10;trStqLjkV2cgzne9/v3+5NO2WAS7P2WHY54ZMx71my9Qkfr4Nr+uf6zgz4RWnpEJ9Oo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ORR3cIAAADcAAAADwAAAAAAAAAAAAAA&#10;AAChAgAAZHJzL2Rvd25yZXYueG1sUEsFBgAAAAAEAAQA+QAAAJADAAAAAA==&#10;" strokecolor="black [3213]" strokeweight="1pt"/>
                          <v:shape id="Gerade Verbindung 70" o:spid="_x0000_s1063" type="#_x0000_t32" style="position:absolute;left:37136;top:2988;width:1331;height:19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9AB8MAAADcAAAADwAAAGRycy9kb3ducmV2LnhtbERP22rCQBB9L/Qflin4VjcGKjV1FRGF&#10;giI0vTxPs9MkNTsbsmOMfn23UOjbHM515svBNaqnLtSeDUzGCSjiwtuaSwNvr9v7R1BBkC02nsnA&#10;hQIsF7c3c8ysP/ML9bmUKoZwyNBAJdJmWoeiIodh7FviyH35zqFE2JXadniO4a7RaZJMtcOaY0OF&#10;La0rKo75yRl4uCbS5v33fuXofbObfX4cZJMaM7obVk+ghAb5F/+5n22cn87g95l4gV7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vQAfDAAAA3AAAAA8AAAAAAAAAAAAA&#10;AAAAoQIAAGRycy9kb3ducmV2LnhtbFBLBQYAAAAABAAEAPkAAACRAwAAAAA=&#10;" strokecolor="black [3213]" strokeweight="1pt"/>
                        </v:group>
                        <v:group id="Gruppieren 130" o:spid="_x0000_s1064" style="position:absolute;left:38467;top:992;width:7201;height:3992" coordorigin="38467,992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  <v:shape id="Gerade Verbindung 72" o:spid="_x0000_s1065" type="#_x0000_t32" style="position:absolute;left:44337;top:992;width:1331;height:20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dunb8AAADcAAAADwAAAGRycy9kb3ducmV2LnhtbERPy6rCMBDdC/cfwgjuNNULotUo4qVc&#10;Vz6q7odmbIvNpDRR698bQXA3h/Oc+bI1lbhT40rLCoaDCARxZnXJuYLTMelPQDiPrLGyTAqe5GC5&#10;+OnMMdb2wQe6pz4XIYRdjAoK7+tYSpcVZNANbE0cuIttDPoAm1zqBh8h3FRyFEVjabDk0FBgTeuC&#10;smt6Mwr8+K+V+/8pn9fZxOntOdmd0kSpXrddzUB4av1X/HFvdJj/O4T3M+ECuXg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Adunb8AAADcAAAADwAAAAAAAAAAAAAAAACh&#10;AgAAZHJzL2Rvd25yZXYueG1sUEsFBgAAAAAEAAQA+QAAAI0DAAAAAA==&#10;" strokecolor="black [3213]" strokeweight="1pt"/>
                          <v:shape id="Gerade Verbindung 73" o:spid="_x0000_s1066" type="#_x0000_t32" style="position:absolute;left:39801;top:4984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Xw6sAAAADcAAAADwAAAGRycy9kb3ducmV2LnhtbERPS4vCMBC+C/6HMMLeNN0Kol2jLJXi&#10;nnx09T40Y1tsJqWJ2v33G0HwNh/fc5br3jTiTp2rLSv4nEQgiAuray4VnH6z8RyE88gaG8uk4I8c&#10;rFfDwRITbR98pHvuSxFC2CWooPK+TaR0RUUG3cS2xIG72M6gD7Arpe7wEcJNI+MomkmDNYeGCltK&#10;Kyqu+c0o8LNNLw/bBZ/TYu707pztT3mm1Meo//4C4an3b/HL/aPD/GkMz2fCB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zV8OrAAAAA3AAAAA8AAAAAAAAAAAAAAAAA&#10;oQIAAGRycy9kb3ducmV2LnhtbFBLBQYAAAAABAAEAPkAAACOAwAAAAA=&#10;" strokecolor="black [3213]" strokeweight="1pt"/>
                          <v:shape id="Gerade Verbindung 74" o:spid="_x0000_s1067" type="#_x0000_t32" style="position:absolute;left:38467;top:3004;width:1334;height:19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lVccEAAADcAAAADwAAAGRycy9kb3ducmV2LnhtbERPTWuDQBC9F/oflin01qyJINZmE4JB&#10;0lPa2uQ+uBOVuLPibtT++26g0Ns83uest7PpxEiDay0rWC4iEMSV1S3XCk7fxUsKwnlkjZ1lUvBD&#10;Drabx4c1ZtpO/EVj6WsRQthlqKDxvs+kdFVDBt3C9sSBu9jBoA9wqKUecArhppOrKEqkwZZDQ4M9&#10;5Q1V1/JmFPhkP8vPwyuf8yp1+nguPk5lodTz07x7A+Fp9v/iP/e7DvPjGO7PhAvk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mVVxwQAAANwAAAAPAAAAAAAAAAAAAAAA&#10;AKECAABkcnMvZG93bnJldi54bWxQSwUGAAAAAAQABAD5AAAAjwMAAAAA&#10;" strokecolor="black [3213]" strokeweight="1pt"/>
                          <v:shape id="Gerade Verbindung 75" o:spid="_x0000_s1068" type="#_x0000_t32" style="position:absolute;left:38467;top:992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d5RMQAAADcAAAADwAAAGRycy9kb3ducmV2LnhtbERP20rDQBB9F/yHZQq+2U3rhTbtthSp&#10;ICgF08vzNDtNotnZkB3T6Ne7gtC3OZzrzJe9q1VHbag8GxgNE1DEubcVFwZ22+fbCaggyBZrz2Tg&#10;mwIsF9dXc0ytP/M7dZkUKoZwSNFAKdKkWoe8JIdh6BviyJ1861AibAttWzzHcFfrcZI8aocVx4YS&#10;G3oqKf/MvpyBh59Emqz7eFs52q9fp8fDRtZjY24G/WoGSqiXi/jf/WLj/Lt7+HsmXq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93lExAAAANwAAAAPAAAAAAAAAAAA&#10;AAAAAKECAABkcnMvZG93bnJldi54bWxQSwUGAAAAAAQABAD5AAAAkgMAAAAA&#10;" strokecolor="black [3213]" strokeweight="1pt"/>
                          <v:shape id="Gerade Verbindung 76" o:spid="_x0000_s1069" type="#_x0000_t32" style="position:absolute;left:39801;top:992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xonsEAAADcAAAADwAAAGRycy9kb3ducmV2LnhtbERPTWvCQBC9F/wPywje6kalQaOriCW0&#10;J9tGvQ/ZMQlmZ8Pu1qT/3i0UepvH+5zNbjCtuJPzjWUFs2kCgri0uuFKwfmUPy9B+ICssbVMCn7I&#10;w247etpgpm3PX3QvQiViCPsMFdQhdJmUvqzJoJ/ajjhyV+sMhghdJbXDPoabVs6TJJUGG44NNXZ0&#10;qKm8Fd9GQUhfB/n5tuLLoVx6fbzkH+ciV2oyHvZrEIGG8C/+c7/rOH/xAr/PxAv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PGiewQAAANwAAAAPAAAAAAAAAAAAAAAA&#10;AKECAABkcnMvZG93bnJldi54bWxQSwUGAAAAAAQABAD5AAAAjwMAAAAA&#10;" strokecolor="black [3213]" strokeweight="1pt"/>
                          <v:shape id="Gerade Verbindung 77" o:spid="_x0000_s1070" type="#_x0000_t32" style="position:absolute;left:44337;top:3004;width:1331;height:19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lCqMMAAADcAAAADwAAAGRycy9kb3ducmV2LnhtbERPTWvCQBC9C/0PyxS86aZKpaauIkVB&#10;sBRMq+cxO03SZmdDdoxpf323UOhtHu9zFqve1aqjNlSeDdyNE1DEubcVFwbeXrejB1BBkC3WnsnA&#10;FwVYLW8GC0ytv/KBukwKFUM4pGigFGlSrUNeksMw9g1x5N5961AibAttW7zGcFfrSZLMtMOKY0OJ&#10;DT2VlH9mF2fg/juRJus+nteOjpv9/Hx6kc3EmOFtv34EJdTLv/jPvbNx/nQGv8/EC/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pQqjDAAAA3AAAAA8AAAAAAAAAAAAA&#10;AAAAoQIAAGRycy9kb3ducmV2LnhtbFBLBQYAAAAABAAEAPkAAACRAwAAAAA=&#10;" strokecolor="black [3213]" strokeweight="1pt"/>
                        </v:group>
                        <v:group id="Gruppieren 137" o:spid="_x0000_s1071" style="position:absolute;left:45668;top:1008;width:7201;height:3992" coordorigin="45668,1008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        <v:shape id="Gerade Verbindung 79" o:spid="_x0000_s1072" type="#_x0000_t32" style="position:absolute;left:51538;top:1008;width:1331;height:20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3HAMMAAADcAAAADwAAAGRycy9kb3ducmV2LnhtbESPQWvCQBCF7wX/wzKCt7pRQWzqKqIE&#10;PVWb6n3ITpPQ7GzIrhr/fecgeJvhvXnvm+W6d426URdqzwYm4wQUceFtzaWB80/2vgAVIrLFxjMZ&#10;eFCA9WrwtsTU+jt/0y2PpZIQDikaqGJsU61DUZHDMPYtsWi/vnMYZe1KbTu8S7hr9DRJ5tphzdJQ&#10;YUvbioq//OoMxPmu16f9B1+2xSLYr0t2POeZMaNhv/kEFamPL/Pz+mAFfya08oxMo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09xwDDAAAA3AAAAA8AAAAAAAAAAAAA&#10;AAAAoQIAAGRycy9kb3ducmV2LnhtbFBLBQYAAAAABAAEAPkAAACRAwAAAAA=&#10;" strokecolor="black [3213]" strokeweight="1pt"/>
                          <v:shape id="Gerade Verbindung 80" o:spid="_x0000_s1073" type="#_x0000_t32" style="position:absolute;left:47002;top:5000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Fim8AAAADcAAAADwAAAGRycy9kb3ducmV2LnhtbERPTYvCMBC9C/6HMII3TV1BtDYVUYqe&#10;dteq96EZ22IzKU1W6783Cwt7m8f7nGTTm0Y8qHO1ZQWzaQSCuLC65lLB5ZxNliCcR9bYWCYFL3Kw&#10;SYeDBGNtn3yiR+5LEULYxaig8r6NpXRFRQbd1LbEgbvZzqAPsCul7vAZwk0jP6JoIQ3WHBoqbGlX&#10;UXHPf4wCv9j38vuw4uuuWDr9ec2+Lnmm1HjUb9cgPPX+X/znPuowf76C32fCBTJ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JxYpvAAAAA3AAAAA8AAAAAAAAAAAAAAAAA&#10;oQIAAGRycy9kb3ducmV2LnhtbFBLBQYAAAAABAAEAPkAAACOAwAAAAA=&#10;" strokecolor="black [3213]" strokeweight="1pt"/>
                          <v:shape id="Gerade Verbindung 81" o:spid="_x0000_s1074" type="#_x0000_t32" style="position:absolute;left:45668;top:3020;width:1334;height:19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24e8MAAADcAAAADwAAAGRycy9kb3ducmV2LnhtbESPQWvCQBCF7wX/wzKCt7pRRGzqKqIE&#10;PVWb6n3ITpPQ7GzIrhr/fecgeJvhvXnvm+W6d426URdqzwYm4wQUceFtzaWB80/2vgAVIrLFxjMZ&#10;eFCA9WrwtsTU+jt/0y2PpZIQDikaqGJsU61DUZHDMPYtsWi/vnMYZe1KbTu8S7hr9DRJ5tphzdJQ&#10;YUvbioq//OoMxPmu16f9B1+2xSLYr0t2POeZMaNhv/kEFamPL/Pz+mAFfyb48oxMo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NuHvDAAAA3AAAAA8AAAAAAAAAAAAA&#10;AAAAoQIAAGRycy9kb3ducmV2LnhtbFBLBQYAAAAABAAEAPkAAACRAwAAAAA=&#10;" strokecolor="black [3213]" strokeweight="1pt"/>
                          <v:shape id="Gerade Verbindung 82" o:spid="_x0000_s1075" type="#_x0000_t32" style="position:absolute;left:45668;top:1008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apocMAAADcAAAADwAAAGRycy9kb3ducmV2LnhtbERP22rCQBB9F/yHZQp9043Slja6iohC&#10;oVIwvTxPs2OSmp0N2WmMfr1bKPRtDuc682XvatVRGyrPBibjBBRx7m3FhYH3t+3oEVQQZIu1ZzJw&#10;pgDLxXAwx9T6E++py6RQMYRDigZKkSbVOuQlOQxj3xBH7uBbhxJhW2jb4imGu1pPk+RBO6w4NpTY&#10;0Lqk/Jj9OAP3l0SarPverRx9bF6evj5fZTM15vamX81ACfXyL/5zP9s4/24Cv8/EC/Ti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GqaHDAAAA3AAAAA8AAAAAAAAAAAAA&#10;AAAAoQIAAGRycy9kb3ducmV2LnhtbFBLBQYAAAAABAAEAPkAAACRAwAAAAA=&#10;" strokecolor="black [3213]" strokeweight="1pt"/>
                          <v:shape id="Gerade Verbindung 83" o:spid="_x0000_s1076" type="#_x0000_t32" style="position:absolute;left:47002;top:1008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ODl8AAAADcAAAADwAAAGRycy9kb3ducmV2LnhtbERPS4vCMBC+C/6HMMLeNN0iol2jLJXi&#10;nnx09T40Y1tsJqWJ2v33G0HwNh/fc5br3jTiTp2rLSv4nEQgiAuray4VnH6z8RyE88gaG8uk4I8c&#10;rFfDwRITbR98pHvuSxFC2CWooPK+TaR0RUUG3cS2xIG72M6gD7Arpe7wEcJNI+MomkmDNYeGCltK&#10;Kyqu+c0o8LNNLw/bBZ/TYu707pztT3mm1Meo//4C4an3b/HL/aPD/GkMz2fCB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TTg5fAAAAA3AAAAA8AAAAAAAAAAAAAAAAA&#10;oQIAAGRycy9kb3ducmV2LnhtbFBLBQYAAAAABAAEAPkAAACOAwAAAAA=&#10;" strokecolor="black [3213]" strokeweight="1pt"/>
                          <v:shape id="Gerade Verbindung 84" o:spid="_x0000_s1077" type="#_x0000_t32" style="position:absolute;left:51538;top:3020;width:1331;height:19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iSTcQAAADcAAAADwAAAGRycy9kb3ducmV2LnhtbERP20rDQBB9F/yHZQq+2U3rhTbtthSp&#10;ICgF08vzNDtNotnZkB3T6Ne7gtC3OZzrzJe9q1VHbag8GxgNE1DEubcVFwZ22+fbCaggyBZrz2Tg&#10;mwIsF9dXc0ytP/M7dZkUKoZwSNFAKdKkWoe8JIdh6BviyJ1861AibAttWzzHcFfrcZI8aocVx4YS&#10;G3oqKf/MvpyBh59Emqz7eFs52q9fp8fDRtZjY24G/WoGSqiXi/jf/WLj/Ps7+HsmXq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GJJNxAAAANwAAAAPAAAAAAAAAAAA&#10;AAAAAKECAABkcnMvZG93bnJldi54bWxQSwUGAAAAAAQABAD5AAAAkgMAAAAA&#10;" strokecolor="black [3213]" strokeweight="1pt"/>
                        </v:group>
                        <v:group id="Gruppieren 144" o:spid="_x0000_s1078" style="position:absolute;left:52869;top:913;width:7201;height:3992" coordorigin="52869,913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      <v:shape id="Gerade Verbindung 86" o:spid="_x0000_s1079" type="#_x0000_t32" style="position:absolute;left:58739;top:913;width:1331;height:20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ob48EAAADcAAAADwAAAGRycy9kb3ducmV2LnhtbERPTWvCQBC9F/wPywje6kaxQaOriCW0&#10;J9tGvQ/ZMQlmZ8Pu1qT/3i0UepvH+5zNbjCtuJPzjWUFs2kCgri0uuFKwfmUPy9B+ICssbVMCn7I&#10;w247etpgpm3PX3QvQiViCPsMFdQhdJmUvqzJoJ/ajjhyV+sMhghdJbXDPoabVs6TJJUGG44NNXZ0&#10;qKm8Fd9GQUhfB/n5tuLLoVx6fbzkH+ciV2oyHvZrEIGG8C/+c7/rOH/xAr/PxAv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OhvjwQAAANwAAAAPAAAAAAAAAAAAAAAA&#10;AKECAABkcnMvZG93bnJldi54bWxQSwUGAAAAAAQABAD5AAAAjwMAAAAA&#10;" strokecolor="black [3213]" strokeweight="1pt"/>
                          <v:shape id="Gerade Verbindung 87" o:spid="_x0000_s1080" type="#_x0000_t32" style="position:absolute;left:54203;top:4905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iFlMAAAADcAAAADwAAAGRycy9kb3ducmV2LnhtbERPS4vCMBC+L/gfwgh7W1MXKVqNIkpx&#10;Tz5qvQ/N2BabSWmy2v33G0HwNh/fcxar3jTiTp2rLSsYjyIQxIXVNZcK8nP6NQXhPLLGxjIp+CMH&#10;q+XgY4GJtg8+0T3zpQgh7BJUUHnfJlK6oiKDbmRb4sBdbWfQB9iVUnf4COGmkd9RFEuDNYeGClva&#10;VFTcsl+jwMfbXh53M75siqnT+0t6yLNUqc9hv56D8NT7t/jl/tFh/iSG5zPh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ohZTAAAAA3AAAAA8AAAAAAAAAAAAAAAAA&#10;oQIAAGRycy9kb3ducmV2LnhtbFBLBQYAAAAABAAEAPkAAACOAwAAAAA=&#10;" strokecolor="black [3213]" strokeweight="1pt"/>
                          <v:shape id="Gerade Verbindung 88" o:spid="_x0000_s1081" type="#_x0000_t32" style="position:absolute;left:52869;top:2925;width:1334;height:19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QgD8AAAADcAAAADwAAAGRycy9kb3ducmV2LnhtbERPTYvCMBC9C/6HMII3TRXRWo0iLmX3&#10;pLtV70MztsVmUpqsdv/9RhC8zeN9znrbmVrcqXWVZQWTcQSCOLe64kLB+ZSOYhDOI2usLZOCP3Kw&#10;3fR7a0y0ffAP3TNfiBDCLkEFpfdNIqXLSzLoxrYhDtzVtgZ9gG0hdYuPEG5qOY2iuTRYcWgosaF9&#10;Sfkt+zUK/Pyjk9+fS77s89jpwyU9nrNUqeGg261AeOr8W/xyf+kwf7aA5zPhArn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kIA/AAAAA3AAAAA8AAAAAAAAAAAAAAAAA&#10;oQIAAGRycy9kb3ducmV2LnhtbFBLBQYAAAAABAAEAPkAAACOAwAAAAA=&#10;" strokecolor="black [3213]" strokeweight="1pt"/>
                          <v:shape id="Gerade Verbindung 89" o:spid="_x0000_s1082" type="#_x0000_t32" style="position:absolute;left:52869;top:913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wAPMUAAADcAAAADwAAAGRycy9kb3ducmV2LnhtbESPQUvDQBCF74L/YRnBm920qNi021Kk&#10;gqAIjdbzmJ0mqdnZkB3T6K93DoK3Gd6b975ZrsfQmoH61ER2MJ1kYIjL6BuuHLy9PlzdgUmC7LGN&#10;TA6+KcF6dX62xNzHE+9oKKQyGsIpRwe1SJdbm8qaAqZJ7IhVO8Q+oOjaV9b3eNLw0NpZlt3agA1r&#10;Q40d3ddUfhZfwcHNTyZdMRyfN4H226f5x/uLbGfOXV6MmwUYoVH+zX/Xj17xr5VWn9EJ7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bwAPMUAAADcAAAADwAAAAAAAAAA&#10;AAAAAAChAgAAZHJzL2Rvd25yZXYueG1sUEsFBgAAAAAEAAQA+QAAAJMDAAAAAA==&#10;" strokecolor="black [3213]" strokeweight="1pt"/>
                          <v:shape id="Gerade Verbindung 90" o:spid="_x0000_s1083" type="#_x0000_t32" style="position:absolute;left:54203;top:913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cR5sAAAADcAAAADwAAAGRycy9kb3ducmV2LnhtbERPTYvCMBC9C/6HMII3TV1EtDYVUYqe&#10;dteq96EZ22IzKU1W6783Cwt7m8f7nGTTm0Y8qHO1ZQWzaQSCuLC65lLB5ZxNliCcR9bYWCYFL3Kw&#10;SYeDBGNtn3yiR+5LEULYxaig8r6NpXRFRQbd1LbEgbvZzqAPsCul7vAZwk0jP6JoIQ3WHBoqbGlX&#10;UXHPf4wCv9j38vuw4uuuWDr9ec2+Lnmm1HjUb9cgPPX+X/znPuowf76C32fCBTJ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p3EebAAAAA3AAAAA8AAAAAAAAAAAAAAAAA&#10;oQIAAGRycy9kb3ducmV2LnhtbFBLBQYAAAAABAAEAPkAAACOAwAAAAA=&#10;" strokecolor="black [3213]" strokeweight="1pt"/>
                          <v:shape id="Gerade Verbindung 91" o:spid="_x0000_s1084" type="#_x0000_t32" style="position:absolute;left:58739;top:2925;width:1331;height:19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Oa58UAAADcAAAADwAAAGRycy9kb3ducmV2LnhtbESPQUvDQBCF74L/YZmCN7tpoaJpt6VI&#10;BUERjNrzmB2TtNnZkB3T6K93DkJvM7w3732z2oyhNQP1qYnsYDbNwBCX0TdcOXh/e7i+BZME2WMb&#10;mRz8UILN+vJihbmPJ36loZDKaAinHB3UIl1ubSprCpimsSNW7Sv2AUXXvrK+x5OGh9bOs+zGBmxY&#10;G2rs6L6m8lh8BweL30y6Yjg8bwN97J7uPvcvsps7dzUZt0swQqOczf/Xj17xF4qvz+gEdv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Oa58UAAADcAAAADwAAAAAAAAAA&#10;AAAAAAChAgAAZHJzL2Rvd25yZXYueG1sUEsFBgAAAAAEAAQA+QAAAJMDAAAAAA==&#10;" strokecolor="black [3213]" strokeweight="1pt"/>
                        </v:group>
                        <v:group id="Gruppieren 151" o:spid="_x0000_s1085" style="position:absolute;left:60070;top:992;width:7201;height:3992" coordorigin="60070,992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        <v:shape id="Gerade Verbindung 93" o:spid="_x0000_s1086" type="#_x0000_t32" style="position:absolute;left:65939;top:992;width:1332;height:20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oVSsAAAADcAAAADwAAAGRycy9kb3ducmV2LnhtbERPS4vCMBC+C/6HMMLeNN2Col2jLJXi&#10;nnx09T40Y1tsJqWJ2v33G0HwNh/fc5br3jTiTp2rLSv4nEQgiAuray4VnH6z8RyE88gaG8uk4I8c&#10;rFfDwRITbR98pHvuSxFC2CWooPK+TaR0RUUG3cS2xIG72M6gD7Arpe7wEcJNI+MomkmDNYeGCltK&#10;Kyqu+c0o8LNNLw/bBZ/TYu707pztT3mm1Meo//4C4an3b/HL/aPD/GkMz2fCB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EKFUrAAAAA3AAAAA8AAAAAAAAAAAAAAAAA&#10;oQIAAGRycy9kb3ducmV2LnhtbFBLBQYAAAAABAAEAPkAAACOAwAAAAA=&#10;" strokecolor="black [3213]" strokeweight="1pt"/>
                          <v:shape id="Gerade Verbindung 94" o:spid="_x0000_s1087" type="#_x0000_t32" style="position:absolute;left:61404;top:4984;width:45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aw0cEAAADcAAAADwAAAGRycy9kb3ducmV2LnhtbERPTWvCQBC9F/wPywje6kalQaOriCW0&#10;J9tGvQ/ZMQlmZ8Pu1qT/3i0UepvH+5zNbjCtuJPzjWUFs2kCgri0uuFKwfmUPy9B+ICssbVMCn7I&#10;w247etpgpm3PX3QvQiViCPsMFdQhdJmUvqzJoJ/ajjhyV+sMhghdJbXDPoabVs6TJJUGG44NNXZ0&#10;qKm8Fd9GQUhfB/n5tuLLoVx6fbzkH+ciV2oyHvZrEIGG8C/+c7/rOP9lAb/PxAv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RrDRwQAAANwAAAAPAAAAAAAAAAAAAAAA&#10;AKECAABkcnMvZG93bnJldi54bWxQSwUGAAAAAAQABAD5AAAAjwMAAAAA&#10;" strokecolor="black [3213]" strokeweight="1pt"/>
                          <v:shape id="Gerade Verbindung 95" o:spid="_x0000_s1088" type="#_x0000_t32" style="position:absolute;left:60070;top:3004;width:1334;height:19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8opcEAAADcAAAADwAAAGRycy9kb3ducmV2LnhtbERPTWvCQBC9F/wPywje6kaxQaOriCW0&#10;J9tGvQ/ZMQlmZ8Pu1qT/3i0UepvH+5zNbjCtuJPzjWUFs2kCgri0uuFKwfmUPy9B+ICssbVMCn7I&#10;w247etpgpm3PX3QvQiViCPsMFdQhdJmUvqzJoJ/ajjhyV+sMhghdJbXDPoabVs6TJJUGG44NNXZ0&#10;qKm8Fd9GQUhfB/n5tuLLoVx6fbzkH+ciV2oyHvZrEIGG8C/+c7/rOP9lAb/PxAv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ryilwQAAANwAAAAPAAAAAAAAAAAAAAAA&#10;AKECAABkcnMvZG93bnJldi54bWxQSwUGAAAAAAQABAD5AAAAjwMAAAAA&#10;" strokecolor="black [3213]" strokeweight="1pt"/>
                          <v:shape id="Gerade Verbindung 96" o:spid="_x0000_s1089" type="#_x0000_t32" style="position:absolute;left:60070;top:992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Q5f8MAAADcAAAADwAAAGRycy9kb3ducmV2LnhtbERPTWvCQBC9F/oflin0VjcKKW10FRGF&#10;gqXQtHoes9MkNTsbsmOM/vpuodDbPN7nzBaDa1RPXag9GxiPElDEhbc1lwY+PzYPT6CCIFtsPJOB&#10;CwVYzG9vZphZf+Z36nMpVQzhkKGBSqTNtA5FRQ7DyLfEkfvynUOJsCu17fAcw12jJ0nyqB3WHBsq&#10;bGlVUXHMT85Aek2kzfvv16Wj3Xr7fNi/yXpizP3dsJyCEhrkX/znfrFxfprC7zPxAj3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kOX/DAAAA3AAAAA8AAAAAAAAAAAAA&#10;AAAAoQIAAGRycy9kb3ducmV2LnhtbFBLBQYAAAAABAAEAPkAAACRAwAAAAA=&#10;" strokecolor="black [3213]" strokeweight="1pt"/>
                          <v:shape id="Gerade Verbindung 97" o:spid="_x0000_s1090" type="#_x0000_t32" style="position:absolute;left:61404;top:992;width:45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ETScAAAADcAAAADwAAAGRycy9kb3ducmV2LnhtbERPS4vCMBC+L/gfwgh7W1MXLFqNIkpx&#10;Tz5qvQ/N2BabSWmy2v33G0HwNh/fcxar3jTiTp2rLSsYjyIQxIXVNZcK8nP6NQXhPLLGxjIp+CMH&#10;q+XgY4GJtg8+0T3zpQgh7BJUUHnfJlK6oiKDbmRb4sBdbWfQB9iVUnf4COGmkd9RFEuDNYeGClva&#10;VFTcsl+jwMfbXh53M75siqnT+0t6yLNUqc9hv56D8NT7t/jl/tFh/iSG5zPh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4xE0nAAAAA3AAAAA8AAAAAAAAAAAAAAAAA&#10;oQIAAGRycy9kb3ducmV2LnhtbFBLBQYAAAAABAAEAPkAAACOAwAAAAA=&#10;" strokecolor="black [3213]" strokeweight="1pt"/>
                          <v:shape id="Gerade Verbindung 98" o:spid="_x0000_s1091" type="#_x0000_t32" style="position:absolute;left:65939;top:3004;width:1332;height:19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oCk8MAAADcAAAADwAAAGRycy9kb3ducmV2LnhtbERP22rCQBB9L/Qflin4VjcVrDZ1FREF&#10;oVIwvTxPs9MkNTsbsmOM/fpuQfBtDuc6s0XvatVRGyrPBh6GCSji3NuKCwPvb5v7KaggyBZrz2Tg&#10;TAEW89ubGabWn3hPXSaFiiEcUjRQijSp1iEvyWEY+oY4ct++dSgRtoW2LZ5iuKv1KEketcOKY0OJ&#10;Da1Kyg/Z0RkY/ybSZN3PbunoY/3y9PX5KuuRMYO7fvkMSqiXq/ji3to4fzyB/2fiBXr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6ApPDAAAA3AAAAA8AAAAAAAAAAAAA&#10;AAAAoQIAAGRycy9kb3ducmV2LnhtbFBLBQYAAAAABAAEAPkAAACRAwAAAAA=&#10;" strokecolor="black [3213]" strokeweight="1pt"/>
                        </v:group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6" o:spid="_x0000_s1092" type="#_x0000_t202" style="position:absolute;left:-1777;top:-1313;width:5823;height:5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WjMQA&#10;AADcAAAADwAAAGRycy9kb3ducmV2LnhtbESPQW/CMAyF75P4D5GRdhvpmJhYR0CANGkcOAzY3TSm&#10;rWic0oRS+PX4gMTNT37f8/Nk1rlKtdSE0rOB90ECijjztuTcwG778zYGFSKyxcozGbhSgNm09zLB&#10;1PoL/1G7ibmSEA4pGihirFOtQ1aQwzDwNbHsDr5xGEU2ubYNXiTcVXqYJJ/aYclyocCalgVlx83Z&#10;SY32f//xFec+hPVhuFjdcL0/nox57Xfzb1CRuvg0P+hfK9xI2sozMoG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Z1ozEAAAA3AAAAA8AAAAAAAAAAAAAAAAAmAIAAGRycy9k&#10;b3ducmV2LnhtbFBLBQYAAAAABAAEAPUAAACJAwAAAAA=&#10;" filled="f" stroked="f" strokeweight="1pt">
                        <v:textbox>
                          <w:txbxContent>
                            <w:p w:rsidR="00E051DC" w:rsidRPr="00E051DC" w:rsidRDefault="00E051DC" w:rsidP="00E051DC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color w:val="000000" w:themeColor="text1"/>
                                </w:rPr>
                              </w:pPr>
                              <w:r w:rsidRPr="00E051D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…</w:t>
                              </w:r>
                            </w:p>
                          </w:txbxContent>
                        </v:textbox>
                      </v:shape>
                      <v:shape id="Textfeld 7" o:spid="_x0000_s1093" type="#_x0000_t202" style="position:absolute;left:40718;top:-1012;width:5550;height:4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VzF8UA&#10;AADcAAAADwAAAGRycy9kb3ducmV2LnhtbESPQWvCQBCF74X+h2WE3pqNFkuTuooKQj3k0NjeJ9kx&#10;CWZn0+waU3+9Wyh4m+G9782bxWo0rRiod41lBdMoBkFcWt1wpeDrsHt+A+E8ssbWMin4JQer5ePD&#10;AlNtL/xJQ+4rEULYpaig9r5LpXRlTQZdZDvioB1tb9CHta+k7vESwk0rZ3H8Kg02HC7U2NG2pvKU&#10;n02oMXwXL4lfW+ey42yzv2JWnH6UepqM63cQnkZ/N//THzpw8wT+ngkT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lXMXxQAAANwAAAAPAAAAAAAAAAAAAAAAAJgCAABkcnMv&#10;ZG93bnJldi54bWxQSwUGAAAAAAQABAD1AAAAigMAAAAA&#10;" filled="f" stroked="f" strokeweight="1pt">
                        <v:textbox>
                          <w:txbxContent>
                            <w:p w:rsidR="00E051DC" w:rsidRPr="00E051DC" w:rsidRDefault="00E051DC" w:rsidP="00E051DC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color w:val="000000" w:themeColor="text1"/>
                                </w:rPr>
                              </w:pPr>
                              <w:r w:rsidRPr="00E051D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…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051DC" w:rsidRPr="00E051DC">
              <w:rPr>
                <w:i/>
                <w:color w:val="FF0000"/>
                <w:u w:val="single"/>
              </w:rPr>
              <w:t>Mund:</w:t>
            </w:r>
            <w:r w:rsidR="00E051DC">
              <w:rPr>
                <w:i/>
                <w:color w:val="FF0000"/>
              </w:rPr>
              <w:br/>
            </w:r>
            <w:r w:rsidR="00E051DC" w:rsidRPr="00E051DC">
              <w:rPr>
                <w:i/>
                <w:color w:val="FF0000"/>
              </w:rPr>
              <w:sym w:font="Wingdings" w:char="F0E0"/>
            </w:r>
            <w:r w:rsidR="00E051DC">
              <w:rPr>
                <w:i/>
                <w:color w:val="FF0000"/>
              </w:rPr>
              <w:t xml:space="preserve"> </w:t>
            </w:r>
            <w:r w:rsidR="00E051DC" w:rsidRPr="00523FAA">
              <w:rPr>
                <w:b/>
                <w:i/>
                <w:color w:val="FF0000"/>
              </w:rPr>
              <w:t>Speiche</w:t>
            </w:r>
            <w:r w:rsidR="00523FAA" w:rsidRPr="00523FAA">
              <w:rPr>
                <w:b/>
                <w:i/>
                <w:color w:val="FF0000"/>
              </w:rPr>
              <w:t>lamylase</w:t>
            </w:r>
          </w:p>
        </w:tc>
        <w:tc>
          <w:tcPr>
            <w:tcW w:w="8761" w:type="dxa"/>
          </w:tcPr>
          <w:p w:rsidR="00E051DC" w:rsidRPr="00E051DC" w:rsidRDefault="00BB3D27" w:rsidP="00632D23">
            <w:pPr>
              <w:rPr>
                <w:i/>
                <w:color w:val="FF0000"/>
              </w:rPr>
            </w:pPr>
            <w:r w:rsidRPr="00C022E8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78AFD05" wp14:editId="0A199CCF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845820</wp:posOffset>
                      </wp:positionV>
                      <wp:extent cx="4406900" cy="50355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06900" cy="503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22E8" w:rsidRPr="00C022E8" w:rsidRDefault="00C022E8">
                                  <w:pPr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C022E8"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Die </w:t>
                                  </w:r>
                                  <w:r w:rsidRPr="00C022E8">
                                    <w:rPr>
                                      <w:rFonts w:cs="Arial"/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α</w:t>
                                  </w:r>
                                  <w:r w:rsidRPr="00C022E8"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-Amylase des Mundspeichels spaltet Polysaccharide (Stärke) zu kürzeren</w:t>
                                  </w:r>
                                  <w:r w:rsidRPr="00C022E8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 w:rsidRPr="00C022E8"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Bruchstücken.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5" type="#_x0000_t202" style="position:absolute;margin-left:14.85pt;margin-top:66.6pt;width:347pt;height:39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" stroked="f">
                      <v:textbox>
                        <w:txbxContent>
                          <w:p w:rsidR="00C022E8" w:rsidRPr="00C022E8" w:rsidRDefault="00C022E8">
                            <w:pPr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C022E8"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 xml:space="preserve">Die </w:t>
                            </w:r>
                            <w:r w:rsidRPr="00C022E8">
                              <w:rPr>
                                <w:rFonts w:cs="Arial"/>
                                <w:i/>
                                <w:color w:val="FF0000"/>
                                <w:sz w:val="22"/>
                                <w:szCs w:val="22"/>
                              </w:rPr>
                              <w:t>α</w:t>
                            </w:r>
                            <w:r w:rsidRPr="00C022E8"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>-Amylase des Mundspeichels spaltet Polysaccharide (Stärke) zu kürzeren</w:t>
                            </w:r>
                            <w:r w:rsidRPr="00C022E8"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C022E8"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>Bruchstücken.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22E8" w:rsidRPr="00C022E8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FA3C561" wp14:editId="18D7C998">
                      <wp:simplePos x="0" y="0"/>
                      <wp:positionH relativeFrom="column">
                        <wp:posOffset>4068157</wp:posOffset>
                      </wp:positionH>
                      <wp:positionV relativeFrom="paragraph">
                        <wp:posOffset>541020</wp:posOffset>
                      </wp:positionV>
                      <wp:extent cx="983761" cy="1403985"/>
                      <wp:effectExtent l="0" t="0" r="6985" b="0"/>
                      <wp:wrapNone/>
                      <wp:docPr id="6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3761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22E8" w:rsidRPr="00C022E8" w:rsidRDefault="00C022E8" w:rsidP="00C022E8">
                                  <w:pP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Dextrine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95" type="#_x0000_t202" style="position:absolute;margin-left:320.35pt;margin-top:42.6pt;width:77.45pt;height:110.55pt;z-index:25171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" stroked="f">
                      <v:textbox style="mso-fit-shape-to-text:t">
                        <w:txbxContent>
                          <w:p w:rsidR="00C022E8" w:rsidRPr="00C022E8" w:rsidRDefault="00C022E8" w:rsidP="00C022E8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>Dextrine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22E8" w:rsidRPr="00C022E8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95D9E44" wp14:editId="078D6C93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474345</wp:posOffset>
                      </wp:positionV>
                      <wp:extent cx="1746301" cy="1403985"/>
                      <wp:effectExtent l="0" t="0" r="6350" b="0"/>
                      <wp:wrapNone/>
                      <wp:docPr id="6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301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22E8" w:rsidRPr="00C022E8" w:rsidRDefault="00C022E8">
                                  <w:pP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C022E8"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Polysaccharid (Stärke)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97" type="#_x0000_t202" style="position:absolute;margin-left:1.2pt;margin-top:37.35pt;width:137.5pt;height:110.55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" stroked="f">
                      <v:textbox style="mso-fit-shape-to-text:t">
                        <w:txbxContent>
                          <w:p w:rsidR="00C022E8" w:rsidRPr="00C022E8" w:rsidRDefault="00C022E8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022E8"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>Polysaccharid (Stärke)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2C09" w:rsidRPr="00B044B1"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448C8A14" wp14:editId="5E9A0166">
                      <wp:simplePos x="0" y="0"/>
                      <wp:positionH relativeFrom="column">
                        <wp:posOffset>3644900</wp:posOffset>
                      </wp:positionH>
                      <wp:positionV relativeFrom="paragraph">
                        <wp:posOffset>112395</wp:posOffset>
                      </wp:positionV>
                      <wp:extent cx="997585" cy="131445"/>
                      <wp:effectExtent l="0" t="0" r="31115" b="40005"/>
                      <wp:wrapNone/>
                      <wp:docPr id="161" name="Gruppieren 1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7585" cy="131445"/>
                                <a:chOff x="0" y="0"/>
                                <a:chExt cx="3151080" cy="464423"/>
                              </a:xfrm>
                            </wpg:grpSpPr>
                            <wpg:grpSp>
                              <wpg:cNvPr id="162" name="Gruppieren 162"/>
                              <wpg:cNvGrpSpPr/>
                              <wpg:grpSpPr>
                                <a:xfrm>
                                  <a:off x="0" y="0"/>
                                  <a:ext cx="789180" cy="460050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163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64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65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66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67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68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169" name="Gruppieren 169"/>
                              <wpg:cNvGrpSpPr/>
                              <wpg:grpSpPr>
                                <a:xfrm>
                                  <a:off x="2361900" y="4373"/>
                                  <a:ext cx="789180" cy="460050"/>
                                  <a:chOff x="2361900" y="4373"/>
                                  <a:chExt cx="2667908" cy="1191271"/>
                                </a:xfrm>
                              </wpg:grpSpPr>
                              <wps:wsp>
                                <wps:cNvPr id="170" name="Gerade Verbindung 4"/>
                                <wps:cNvCnPr/>
                                <wps:spPr>
                                  <a:xfrm>
                                    <a:off x="4536618" y="4373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1" name="Gerade Verbindung 5"/>
                                <wps:cNvCnPr/>
                                <wps:spPr>
                                  <a:xfrm>
                                    <a:off x="2856151" y="119564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2" name="Gerade Verbindung 7"/>
                                <wps:cNvCnPr/>
                                <wps:spPr>
                                  <a:xfrm>
                                    <a:off x="2361900" y="604731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3" name="Gerade Verbindung 8"/>
                                <wps:cNvCnPr/>
                                <wps:spPr>
                                  <a:xfrm flipV="1">
                                    <a:off x="2361900" y="4373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4" name="Gerade Verbindung 17"/>
                                <wps:cNvCnPr/>
                                <wps:spPr>
                                  <a:xfrm>
                                    <a:off x="2856151" y="4373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5" name="Gerade Verbindung 24"/>
                                <wps:cNvCnPr/>
                                <wps:spPr>
                                  <a:xfrm flipV="1">
                                    <a:off x="4536618" y="604731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176" name="Gruppieren 176"/>
                              <wpg:cNvGrpSpPr/>
                              <wpg:grpSpPr>
                                <a:xfrm>
                                  <a:off x="1570627" y="1824"/>
                                  <a:ext cx="789180" cy="460050"/>
                                  <a:chOff x="1570627" y="1824"/>
                                  <a:chExt cx="2667908" cy="1191271"/>
                                </a:xfrm>
                              </wpg:grpSpPr>
                              <wps:wsp>
                                <wps:cNvPr id="177" name="Gerade Verbindung 4"/>
                                <wps:cNvCnPr/>
                                <wps:spPr>
                                  <a:xfrm>
                                    <a:off x="3745345" y="1824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8" name="Gerade Verbindung 5"/>
                                <wps:cNvCnPr/>
                                <wps:spPr>
                                  <a:xfrm>
                                    <a:off x="2064878" y="1193095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9" name="Gerade Verbindung 7"/>
                                <wps:cNvCnPr/>
                                <wps:spPr>
                                  <a:xfrm>
                                    <a:off x="1570627" y="602182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0" name="Gerade Verbindung 8"/>
                                <wps:cNvCnPr/>
                                <wps:spPr>
                                  <a:xfrm flipV="1">
                                    <a:off x="1570627" y="1824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1" name="Gerade Verbindung 17"/>
                                <wps:cNvCnPr/>
                                <wps:spPr>
                                  <a:xfrm>
                                    <a:off x="2064878" y="182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2" name="Gerade Verbindung 24"/>
                                <wps:cNvCnPr/>
                                <wps:spPr>
                                  <a:xfrm flipV="1">
                                    <a:off x="3745345" y="602182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183" name="Gruppieren 183"/>
                              <wpg:cNvGrpSpPr/>
                              <wpg:grpSpPr>
                                <a:xfrm>
                                  <a:off x="789180" y="2549"/>
                                  <a:ext cx="789180" cy="460050"/>
                                  <a:chOff x="789179" y="2549"/>
                                  <a:chExt cx="2667908" cy="1191271"/>
                                </a:xfrm>
                              </wpg:grpSpPr>
                              <wps:wsp>
                                <wps:cNvPr id="184" name="Gerade Verbindung 4"/>
                                <wps:cNvCnPr/>
                                <wps:spPr>
                                  <a:xfrm>
                                    <a:off x="2963897" y="2549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5" name="Gerade Verbindung 5"/>
                                <wps:cNvCnPr/>
                                <wps:spPr>
                                  <a:xfrm>
                                    <a:off x="1283430" y="119382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6" name="Gerade Verbindung 7"/>
                                <wps:cNvCnPr/>
                                <wps:spPr>
                                  <a:xfrm>
                                    <a:off x="789179" y="602907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7" name="Gerade Verbindung 8"/>
                                <wps:cNvCnPr/>
                                <wps:spPr>
                                  <a:xfrm flipV="1">
                                    <a:off x="789179" y="2549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8" name="Gerade Verbindung 17"/>
                                <wps:cNvCnPr/>
                                <wps:spPr>
                                  <a:xfrm>
                                    <a:off x="1283430" y="2549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9" name="Gerade Verbindung 24"/>
                                <wps:cNvCnPr/>
                                <wps:spPr>
                                  <a:xfrm flipV="1">
                                    <a:off x="2963897" y="602907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03" o:spid="_x0000_s1026" style="position:absolute;margin-left:287pt;margin-top:8.85pt;width:78.55pt;height:10.35pt;z-index:251702272;mso-width-relative:margin;mso-height-relative:margin" coordsize="31510,4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">
                      <v:group id="Gruppieren 162" o:spid="_x0000_s1027" style="position:absolute;width:7891;height:460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p6bMAAAADcAAAADwAAAGRycy9kb3ducmV2LnhtbERPS4vCMBC+L/gfwgh7W1NXKFqNIkpx&#10;Tz5qvQ/N2BabSWmy2v33G0HwNh/fcxar3jTiTp2rLSsYjyIQxIXVNZcK8nP6NQXhPLLGxjIp+CMH&#10;q+XgY4GJtg8+0T3zpQgh7BJUUHnfJlK6oiKDbmRb4sBdbWfQB9iVUnf4COGmkd9RFEuDNYeGClva&#10;VFTcsl+jwMfbXh53M75siqnT+0t6yLNUqc9hv56D8NT7t/jl/tFhfjyB5zPh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qemzAAAAA3AAAAA8AAAAAAAAAAAAAAAAA&#10;oQIAAGRycy9kb3ducmV2LnhtbFBLBQYAAAAABAAEAPkAAACOAwAAAAA=&#10;" strokecolor="black [3213]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PiGMAAAADcAAAADwAAAGRycy9kb3ducmV2LnhtbERPS4vCMBC+L/gfwgh7W1MXKVqNIkpx&#10;Tz5qvQ/N2BabSWmy2v33G0HwNh/fcxar3jTiTp2rLSsYjyIQxIXVNZcK8nP6NQXhPLLGxjIp+CMH&#10;q+XgY4GJtg8+0T3zpQgh7BJUUHnfJlK6oiKDbmRb4sBdbWfQB9iVUnf4COGmkd9RFEuDNYeGClva&#10;VFTcsl+jwMfbXh53M75siqnT+0t6yLNUqc9hv56D8NT7t/jl/tFhfjyB5zPh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/D4hjAAAAA3AAAAA8AAAAAAAAAAAAAAAAA&#10;oQIAAGRycy9kb3ducmV2LnhtbFBLBQYAAAAABAAEAPkAAACOAwAAAAA=&#10;" strokecolor="black [3213]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9Hg8AAAADcAAAADwAAAGRycy9kb3ducmV2LnhtbERPS4vCMBC+L/gfwgh7W1MXLFqNIkpx&#10;Tz5qvQ/N2BabSWmy2v33G0HwNh/fcxar3jTiTp2rLSsYjyIQxIXVNZcK8nP6NQXhPLLGxjIp+CMH&#10;q+XgY4GJtg8+0T3zpQgh7BJUUHnfJlK6oiKDbmRb4sBdbWfQB9iVUnf4COGmkd9RFEuDNYeGClva&#10;VFTcsl+jwMfbXh53M75siqnT+0t6yLNUqc9hv56D8NT7t/jl/tFhfjyB5zPh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PR4PAAAAA3AAAAA8AAAAAAAAAAAAAAAAA&#10;oQIAAGRycy9kb3ducmV2LnhtbFBLBQYAAAAABAAEAPkAAACOAwAAAAA=&#10;" strokecolor="black [3213]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pttcMAAADcAAAADwAAAGRycy9kb3ducmV2LnhtbERP22rCQBB9L/Qflin4VjcKDW3qKiIK&#10;BUVoenmeZqdJanY2ZMcY/Xq3UOjbHM51ZovBNaqnLtSeDUzGCSjiwtuaSwPvb5v7R1BBkC02nsnA&#10;mQIs5rc3M8ysP/Er9bmUKoZwyNBAJdJmWoeiIodh7FviyH37zqFE2JXadniK4a7R0yRJtcOaY0OF&#10;La0qKg750Rl4uCTS5v3PbunoY719+vrcy3pqzOhuWD6DEhrkX/znfrFxfprC7zPxAj2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abbXDAAAA3AAAAA8AAAAAAAAAAAAA&#10;AAAAoQIAAGRycy9kb3ducmV2LnhtbFBLBQYAAAAABAAEAPkAAACRAwAAAAA=&#10;" strokecolor="black [3213]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F8b8AAAADcAAAADwAAAGRycy9kb3ducmV2LnhtbERPTYvCMBC9C/6HMII3Td1DV6tRRCnu&#10;ydVa70MztsVmUpqsdv+9WVjwNo/3OatNbxrxoM7VlhXMphEI4sLqmksF+SWdzEE4j6yxsUwKfsnB&#10;Zj0crDDR9slnemS+FCGEXYIKKu/bREpXVGTQTW1LHLib7Qz6ALtS6g6fIdw08iOKYmmw5tBQYUu7&#10;iop79mMU+Hjfy9NhwdddMXf6eE2/8yxVajzqt0sQnnr/Fv+7v3SYH3/C3zPhArl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8RfG/AAAAA3AAAAA8AAAAAAAAAAAAAAAAA&#10;oQIAAGRycy9kb3ducmV2LnhtbFBLBQYAAAAABAAEAPkAAACOAwAAAAA=&#10;" strokecolor="black [3213]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lcXMUAAADcAAAADwAAAGRycy9kb3ducmV2LnhtbESPQUvDQBCF70L/wzKCN7uxYLFpt6WU&#10;CoIimGrPY3ZMotnZkB3T6K93DkJvM7w3732z2oyhNQP1qYns4GaagSEuo2+4cvB6uL++A5ME2WMb&#10;mRz8UILNenKxwtzHE7/QUEhlNIRTjg5qkS63NpU1BUzT2BGr9hH7gKJrX1nf40nDQ2tnWTa3ARvW&#10;hho72tVUfhXfwcHtbyZdMXw+bQO97R8X78dn2c+cu7oct0swQqOczf/XD17x50qrz+gEdv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glcXMUAAADcAAAADwAAAAAAAAAA&#10;AAAAAAChAgAAZHJzL2Rvd25yZXYueG1sUEsFBgAAAAAEAAQA+QAAAJMDAAAAAA==&#10;" strokecolor="black [3213]" strokeweight="1pt"/>
                      </v:group>
                      <v:group id="Gruppieren 169" o:spid="_x0000_s1034" style="position:absolute;left:23619;top:43;width:7891;height:4601" coordorigin="23619,4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    <v:shape id="Gerade Verbindung 4" o:spid="_x0000_s1035" type="#_x0000_t32" style="position:absolute;left:45366;top:43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FyxsMAAADcAAAADwAAAGRycy9kb3ducmV2LnhtbESPQW/CMAyF75P4D5GRuI0UDsA6AkKg&#10;Ck7AOrhbjddWa5yqCdD9+/mAxM3We37v83Ldu0bdqQu1ZwOTcQKKuPC25tLA5Tt7X4AKEdli45kM&#10;/FGA9WrwtsTU+gd/0T2PpZIQDikaqGJsU61DUZHDMPYtsWg/vnMYZe1KbTt8SLhr9DRJZtphzdJQ&#10;YUvbiorf/OYMxNmu1+f9B1+3xSLY4zU7XfLMmNGw33yCitTHl/l5fbCCPxd8eUYm0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hcsbDAAAA3AAAAA8AAAAAAAAAAAAA&#10;AAAAoQIAAGRycy9kb3ducmV2LnhtbFBLBQYAAAAABAAEAPkAAACRAwAAAAA=&#10;" strokecolor="black [3213]" strokeweight="1pt"/>
                        <v:shape id="Gerade Verbindung 5" o:spid="_x0000_s1036" type="#_x0000_t32" style="position:absolute;left:28561;top:11956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3XXb8AAADcAAAADwAAAGRycy9kb3ducmV2LnhtbERPy6rCMBDdC/cfwgh3p6kufFSjiJdy&#10;Xfmouh+asS02k9JErX9vBMHdHM5z5svWVOJOjSstKxj0IxDEmdUl5wpOx6Q3AeE8ssbKMil4koPl&#10;4qczx1jbBx/onvpchBB2MSoovK9jKV1WkEHXtzVx4C62MegDbHKpG3yEcFPJYRSNpMGSQ0OBNa0L&#10;yq7pzSjwo79W7v+nfF5nE6e352R3ShOlfrvtagbCU+u/4o97o8P88QDez4QL5OI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m3XXb8AAADcAAAADwAAAAAAAAAAAAAAAACh&#10;AgAAZHJzL2Rvd25yZXYueG1sUEsFBgAAAAAEAAQA+QAAAI0DAAAAAA==&#10;" strokecolor="black [3213]" strokeweight="1pt"/>
                        <v:shape id="Gerade Verbindung 7" o:spid="_x0000_s1037" type="#_x0000_t32" style="position:absolute;left:23619;top:6047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9JKr8AAADcAAAADwAAAGRycy9kb3ducmV2LnhtbERPy6rCMBDdX/AfwgjurqkufFSjiFJ0&#10;pdeq+6EZ22IzKU3U+vdGEO5uDuc582VrKvGgxpWWFQz6EQjizOqScwXnU/I7AeE8ssbKMil4kYPl&#10;ovMzx1jbJx/pkfpchBB2MSoovK9jKV1WkEHXtzVx4K62MegDbHKpG3yGcFPJYRSNpMGSQ0OBNa0L&#10;ym7p3Sjwo00r/7ZTvqyzidP7S3I4p4lSvW67moHw1Pp/8de902H+eAifZ8IFcvE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r9JKr8AAADcAAAADwAAAAAAAAAAAAAAAACh&#10;AgAAZHJzL2Rvd25yZXYueG1sUEsFBgAAAAAEAAQA+QAAAI0DAAAAAA==&#10;" strokecolor="black [3213]" strokeweight="1pt"/>
                        <v:shape id="Gerade Verbindung 8" o:spid="_x0000_s1038" type="#_x0000_t32" style="position:absolute;left:23619;top:43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RY8MQAAADcAAAADwAAAGRycy9kb3ducmV2LnhtbERP20rDQBB9F/yHZQq+2U0rapt2W4pU&#10;EJSC6eV5mp0m0exsyI5p9OtdQejbHM515sve1aqjNlSeDYyGCSji3NuKCwO77fPtBFQQZIu1ZzLw&#10;TQGWi+urOabWn/mdukwKFUM4pGigFGlSrUNeksMw9A1x5E6+dSgRtoW2LZ5juKv1OEketMOKY0OJ&#10;DT2VlH9mX87A/U8iTdZ9vK0c7dev0+NhI+uxMTeDfjUDJdTLRfzvfrFx/uMd/D0TL9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dFjwxAAAANwAAAAPAAAAAAAAAAAA&#10;AAAAAKECAABkcnMvZG93bnJldi54bWxQSwUGAAAAAAQABAD5AAAAkgMAAAAA&#10;" strokecolor="black [3213]" strokeweight="1pt"/>
                        <v:shape id="Gerade Verbindung 17" o:spid="_x0000_s1039" type="#_x0000_t32" style="position:absolute;left:28561;top:4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p0xcAAAADcAAAADwAAAGRycy9kb3ducmV2LnhtbERPTYvCMBC9C/6HMII3TRXRWo0iLmX3&#10;pLtV70MztsVmUpqsdv/9RhC8zeN9znrbmVrcqXWVZQWTcQSCOLe64kLB+ZSOYhDOI2usLZOCP3Kw&#10;3fR7a0y0ffAP3TNfiBDCLkEFpfdNIqXLSzLoxrYhDtzVtgZ9gG0hdYuPEG5qOY2iuTRYcWgosaF9&#10;Sfkt+zUK/Pyjk9+fS77s89jpwyU9nrNUqeGg261AeOr8W/xyf+kwfzGD5zPhArn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oadMXAAAAA3AAAAA8AAAAAAAAAAAAAAAAA&#10;oQIAAGRycy9kb3ducmV2LnhtbFBLBQYAAAAABAAEAPkAAACOAwAAAAA=&#10;" strokecolor="black [3213]" strokeweight="1pt"/>
                        <v:shape id="Gerade Verbindung 24" o:spid="_x0000_s1040" type="#_x0000_t32" style="position:absolute;left:45366;top:6047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FlH8MAAADcAAAADwAAAGRycy9kb3ducmV2LnhtbERP22rCQBB9L/Qflin4VjcVrDZ1FREF&#10;oVIwvTxPs9MkNTsbsmOM/fpuQfBtDuc6s0XvatVRGyrPBh6GCSji3NuKCwPvb5v7KaggyBZrz2Tg&#10;TAEW89ubGabWn3hPXSaFiiEcUjRQijSp1iEvyWEY+oY4ct++dSgRtoW2LZ5iuKv1KEketcOKY0OJ&#10;Da1Kyg/Z0RkY/ybSZN3PbunoY/3y9PX5KuuRMYO7fvkMSqiXq/ji3to4fzKG/2fiBXr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RZR/DAAAA3AAAAA8AAAAAAAAAAAAA&#10;AAAAoQIAAGRycy9kb3ducmV2LnhtbFBLBQYAAAAABAAEAPkAAACRAwAAAAA=&#10;" strokecolor="black [3213]" strokeweight="1pt"/>
                      </v:group>
                      <v:group id="Gruppieren 176" o:spid="_x0000_s1041" style="position:absolute;left:15706;top:18;width:7892;height:4600" coordorigin="15706,18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  <v:shape id="Gerade Verbindung 4" o:spid="_x0000_s1042" type="#_x0000_t32" style="position:absolute;left:37453;top:18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jqssIAAADcAAAADwAAAGRycy9kb3ducmV2LnhtbERPTWuDQBC9F/oflin01qzJQa3NJgSD&#10;pKe0tcl9cCcqcWfF3aj9991Aobd5vM9Zb2fTiZEG11pWsFxEIIgrq1uuFZy+i5cUhPPIGjvLpOCH&#10;HGw3jw9rzLSd+IvG0tcihLDLUEHjfZ9J6aqGDLqF7YkDd7GDQR/gUEs94BTCTSdXURRLgy2HhgZ7&#10;yhuqruXNKPDxfpafh1c+51Xq9PFcfJzKQqnnp3n3BsLT7P/Ff+53HeYnCdyfCRf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sjqssIAAADcAAAADwAAAAAAAAAAAAAA&#10;AAChAgAAZHJzL2Rvd25yZXYueG1sUEsFBgAAAAAEAAQA+QAAAJADAAAAAA==&#10;" strokecolor="black [3213]" strokeweight="1pt"/>
                        <v:shape id="Gerade Verbindung 5" o:spid="_x0000_s1043" type="#_x0000_t32" style="position:absolute;left:20648;top:1193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1d+wMMAAADcAAAADwAAAGRycy9kb3ducmV2LnhtbESPQW/CMAyF75P4D5GRuI0UDsA6AkKg&#10;Ck7AOrhbjddWa5yqCdD9+/mAxM3We37v83Ldu0bdqQu1ZwOTcQKKuPC25tLA5Tt7X4AKEdli45kM&#10;/FGA9WrwtsTU+gd/0T2PpZIQDikaqGJsU61DUZHDMPYtsWg/vnMYZe1KbTt8SLhr9DRJZtphzdJQ&#10;YUvbiorf/OYMxNmu1+f9B1+3xSLY4zU7XfLMmNGw33yCitTHl/l5fbCCPxdaeUYm0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XfsDDAAAA3AAAAA8AAAAAAAAAAAAA&#10;AAAAoQIAAGRycy9kb3ducmV2LnhtbFBLBQYAAAAABAAEAPkAAACRAwAAAAA=&#10;" strokecolor="black [3213]" strokeweight="1pt"/>
                        <v:shape id="Gerade Verbindung 7" o:spid="_x0000_s1044" type="#_x0000_t32" style="position:absolute;left:15706;top:6021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vbW8EAAADcAAAADwAAAGRycy9kb3ducmV2LnhtbERPTWvCQBC9F/wPyxS81U092CR1FVGC&#10;PWmN8T5kp0kwOxuyq0n/vVsQepvH+5zlejStuFPvGssK3mcRCOLS6oYrBcU5e4tBOI+ssbVMCn7J&#10;wXo1eVliqu3AJ7rnvhIhhF2KCmrvu1RKV9Zk0M1sRxy4H9sb9AH2ldQ9DiHctHIeRQtpsOHQUGNH&#10;25rKa34zCvxiN8rvfcKXbRk7fbhkxyLPlJq+jptPEJ5G/y9+ur90mP+RwN8z4QK5e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G9tbwQAAANwAAAAPAAAAAAAAAAAAAAAA&#10;AKECAABkcnMvZG93bnJldi54bWxQSwUGAAAAAAQABAD5AAAAjwMAAAAA&#10;" strokecolor="black [3213]" strokeweight="1pt"/>
                        <v:shape id="Gerade Verbindung 8" o:spid="_x0000_s1045" type="#_x0000_t32" style="position:absolute;left:15706;top:18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O2oMUAAADcAAAADwAAAGRycy9kb3ducmV2LnhtbESPQUvDQBCF70L/wzKCN7uxoLRpt6WU&#10;CoIimGrPY3ZMotnZkB3T6K93DkJvM7w3732z2oyhNQP1qYns4GaagSEuo2+4cvB6uL+eg0mC7LGN&#10;TA5+KMFmPblYYe7jiV9oKKQyGsIpRwe1SJdbm8qaAqZp7IhV+4h9QNG1r6zv8aThobWzLLuzARvW&#10;hho72tVUfhXfwcHtbyZdMXw+bQO97R8X78dn2c+cu7oct0swQqOczf/XD17x54qvz+gEdv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HO2oMUAAADcAAAADwAAAAAAAAAA&#10;AAAAAAChAgAAZHJzL2Rvd25yZXYueG1sUEsFBgAAAAAEAAQA+QAAAJMDAAAAAA==&#10;" strokecolor="black [3213]" strokeweight="1pt"/>
                        <v:shape id="Gerade Verbindung 17" o:spid="_x0000_s1046" type="#_x0000_t32" style="position:absolute;left:20648;top:1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inesEAAADcAAAADwAAAGRycy9kb3ducmV2LnhtbERPTWvCQBC9F/wPywi91Y0eJEZXESW0&#10;p1Zjch+yYxLMzobsNkn/fbdQ8DaP9zm7w2RaMVDvGssKlosIBHFpdcOVgvyWvsUgnEfW2FomBT/k&#10;4LCfveww0XbkKw2Zr0QIYZeggtr7LpHSlTUZdAvbEQfubnuDPsC+krrHMYSbVq6iaC0NNhwaauzo&#10;VFP5yL6NAr8+T/LyvuHiVMZOfxbpV56lSr3Op+MWhKfJP8X/7g8d5sdL+HsmXCD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uKd6wQAAANwAAAAPAAAAAAAAAAAAAAAA&#10;AKECAABkcnMvZG93bnJldi54bWxQSwUGAAAAAAQABAD5AAAAjwMAAAAA&#10;" strokecolor="black [3213]" strokeweight="1pt"/>
                        <v:shape id="Gerade Verbindung 24" o:spid="_x0000_s1047" type="#_x0000_t32" style="position:absolute;left:37453;top:6021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2NTMMAAADcAAAADwAAAGRycy9kb3ducmV2LnhtbERP22rCQBB9L/Qflin4VjcGKjZ1FRGF&#10;giI0vTxPs9MkNTsbsmOMfn23UOjbHM515svBNaqnLtSeDUzGCSjiwtuaSwNvr9v7GaggyBYbz2Tg&#10;QgGWi9ubOWbWn/mF+lxKFUM4ZGigEmkzrUNRkcMw9i1x5L5851Ai7EptOzzHcNfoNEmm2mHNsaHC&#10;ltYVFcf85Aw8XBNp8/57v3L0vtk9fn4cZJMaM7obVk+ghAb5F/+5n22cP0vh95l4gV7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tjUzDAAAA3AAAAA8AAAAAAAAAAAAA&#10;AAAAoQIAAGRycy9kb3ducmV2LnhtbFBLBQYAAAAABAAEAPkAAACRAwAAAAA=&#10;" strokecolor="black [3213]" strokeweight="1pt"/>
                      </v:group>
                      <v:group id="Gruppieren 183" o:spid="_x0000_s1048" style="position:absolute;left:7891;top:25;width:7892;height:4600" coordorigin="7891,25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    <v:shape id="Gerade Verbindung 4" o:spid="_x0000_s1049" type="#_x0000_t32" style="position:absolute;left:29638;top:25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8E4sAAAADcAAAADwAAAGRycy9kb3ducmV2LnhtbERPS4vCMBC+L/gfwgh7W1MXkVqNIkpx&#10;Tz5qvQ/N2BabSWmy2v33G0HwNh/fcxar3jTiTp2rLSsYjyIQxIXVNZcK8nP6FYNwHlljY5kU/JGD&#10;1XLwscBE2wef6J75UoQQdgkqqLxvEyldUZFBN7ItceCutjPoA+xKqTt8hHDTyO8omkqDNYeGClva&#10;VFTcsl+jwE+3vTzuZnzZFLHT+0t6yLNUqc9hv56D8NT7t/jl/tFhfjyB5zPh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/PBOLAAAAA3AAAAA8AAAAAAAAAAAAAAAAA&#10;oQIAAGRycy9kb3ducmV2LnhtbFBLBQYAAAAABAAEAPkAAACOAwAAAAA=&#10;" strokecolor="black [3213]" strokeweight="1pt"/>
                        <v:shape id="Gerade Verbindung 5" o:spid="_x0000_s1050" type="#_x0000_t32" style="position:absolute;left:12834;top:11938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OhecAAAADcAAAADwAAAGRycy9kb3ducmV2LnhtbERPS4vCMBC+L/gfwgh7W1MXlFqNIkpx&#10;Tz5qvQ/N2BabSWmy2v33G0HwNh/fcxar3jTiTp2rLSsYjyIQxIXVNZcK8nP6FYNwHlljY5kU/JGD&#10;1XLwscBE2wef6J75UoQQdgkqqLxvEyldUZFBN7ItceCutjPoA+xKqTt8hHDTyO8omkqDNYeGClva&#10;VFTcsl+jwE+3vTzuZnzZFLHT+0t6yLNUqc9hv56D8NT7t/jl/tFhfjyB5zPh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CDoXnAAAAA3AAAAA8AAAAAAAAAAAAAAAAA&#10;oQIAAGRycy9kb3ducmV2LnhtbFBLBQYAAAAABAAEAPkAAACOAwAAAAA=&#10;" strokecolor="black [3213]" strokeweight="1pt"/>
                        <v:shape id="Gerade Verbindung 7" o:spid="_x0000_s1051" type="#_x0000_t32" style="position:absolute;left:7891;top:6029;width:4943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E/Dr8AAADcAAAADwAAAGRycy9kb3ducmV2LnhtbERPTYvCMBC9C/6HMII3TfVQajWKKEVP&#10;7lr1PjRjW2wmpYla//1mYWFv83ifs9r0phEv6lxtWcFsGoEgLqyuuVRwvWSTBITzyBoby6TgQw42&#10;6+Fgham2bz7TK/elCCHsUlRQed+mUrqiIoNualviwN1tZ9AH2JVSd/gO4aaR8yiKpcGaQ0OFLe0q&#10;Kh750yjw8b6X34cF33ZF4vTpln1d80yp8ajfLkF46v2/+M991GF+EsPvM+ECuf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FE/Dr8AAADcAAAADwAAAAAAAAAAAAAAAACh&#10;AgAAZHJzL2Rvd25yZXYueG1sUEsFBgAAAAAEAAQA+QAAAI0DAAAAAA==&#10;" strokecolor="black [3213]" strokeweight="1pt"/>
                        <v:shape id="Gerade Verbindung 8" o:spid="_x0000_s1052" type="#_x0000_t32" style="position:absolute;left:7891;top:25;width:4943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ou1MMAAADcAAAADwAAAGRycy9kb3ducmV2LnhtbERP20rDQBB9L/gPywh9azcWtDV2E4pU&#10;EJRC4+V5zI5JNDsbstM0+vXdguDbHM511vnoWjVQHxrPBq7mCSji0tuGKwOvLw+zFaggyBZbz2Tg&#10;hwLk2cVkjan1R97TUEilYgiHFA3UIl2qdShrchjmviOO3KfvHUqEfaVtj8cY7lq9SJIb7bDh2FBj&#10;R/c1ld/FwRm4/k2kK4av542jt+3T7cf7TrYLY6aX4+YOlNAo/+I/96ON81dLOD8TL9DZ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aLtTDAAAA3AAAAA8AAAAAAAAAAAAA&#10;AAAAoQIAAGRycy9kb3ducmV2LnhtbFBLBQYAAAAABAAEAPkAAACRAwAAAAA=&#10;" strokecolor="black [3213]" strokeweight="1pt"/>
                        <v:shape id="Gerade Verbindung 17" o:spid="_x0000_s1053" type="#_x0000_t32" style="position:absolute;left:12834;top:25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IO58MAAADcAAAADwAAAGRycy9kb3ducmV2LnhtbESPQW/CMAyF75P4D5GRuI0UDqgrBIRA&#10;1XbaoMDdakxb0ThVE6D8+/kwaTdb7/m9z6vN4Fr1oD40ng3Mpgko4tLbhisD51P+noIKEdli65kM&#10;vCjAZj16W2Fm/ZOP9ChipSSEQ4YG6hi7TOtQ1uQwTH1HLNrV9w6jrH2lbY9PCXetnifJQjtsWBpq&#10;7GhXU3kr7s5AXOwHffj84MuuTIP9vuQ/5yI3ZjIetktQkYb4b/67/rKCnwqtPCMT6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6CDufDAAAA3AAAAA8AAAAAAAAAAAAA&#10;AAAAoQIAAGRycy9kb3ducmV2LnhtbFBLBQYAAAAABAAEAPkAAACRAwAAAAA=&#10;" strokecolor="black [3213]" strokeweight="1pt"/>
                        <v:shape id="Gerade Verbindung 24" o:spid="_x0000_s1054" type="#_x0000_t32" style="position:absolute;left:29638;top:6029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kfPcMAAADcAAAADwAAAGRycy9kb3ducmV2LnhtbERP22rCQBB9F/yHZYS+6UahRVNXEbFQ&#10;sAhNL8/T7DRJm50N2TFGv74rCH2bw7nOct27WnXUhsqzgekkAUWce1txYeD97Wk8BxUE2WLtmQyc&#10;KcB6NRwsMbX+xK/UZVKoGMIhRQOlSJNqHfKSHIaJb4gj9+1bhxJhW2jb4imGu1rPkuRBO6w4NpTY&#10;0Lak/Dc7OgP3l0SarPt52Tj62O0XX58H2c2MuRv1m0dQQr38i2/uZxvnzxdwfSZeo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JHz3DAAAA3AAAAA8AAAAAAAAAAAAA&#10;AAAAoQIAAGRycy9kb3ducmV2LnhtbFBLBQYAAAAABAAEAPkAAACRAwAAAAA=&#10;" strokecolor="black [3213]" strokeweight="1pt"/>
                      </v:group>
                    </v:group>
                  </w:pict>
                </mc:Fallback>
              </mc:AlternateContent>
            </w:r>
            <w:r w:rsidR="007E2C09" w:rsidRPr="007E2C09"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5534819E" wp14:editId="5A5D62E3">
                      <wp:simplePos x="0" y="0"/>
                      <wp:positionH relativeFrom="column">
                        <wp:posOffset>4071620</wp:posOffset>
                      </wp:positionH>
                      <wp:positionV relativeFrom="paragraph">
                        <wp:posOffset>348615</wp:posOffset>
                      </wp:positionV>
                      <wp:extent cx="1309370" cy="135890"/>
                      <wp:effectExtent l="0" t="0" r="24130" b="35560"/>
                      <wp:wrapNone/>
                      <wp:docPr id="8" name="Gruppieren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09370" cy="135890"/>
                                <a:chOff x="0" y="0"/>
                                <a:chExt cx="3995712" cy="471666"/>
                              </a:xfrm>
                            </wpg:grpSpPr>
                            <wpg:grpSp>
                              <wpg:cNvPr id="9" name="Gruppieren 9"/>
                              <wpg:cNvGrpSpPr/>
                              <wpg:grpSpPr>
                                <a:xfrm>
                                  <a:off x="3206532" y="1824"/>
                                  <a:ext cx="789180" cy="460050"/>
                                  <a:chOff x="3206531" y="1824"/>
                                  <a:chExt cx="2667908" cy="1191271"/>
                                </a:xfrm>
                              </wpg:grpSpPr>
                              <wps:wsp>
                                <wps:cNvPr id="10" name="Gerade Verbindung 4"/>
                                <wps:cNvCnPr/>
                                <wps:spPr>
                                  <a:xfrm>
                                    <a:off x="5381249" y="1824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2" name="Gerade Verbindung 5"/>
                                <wps:cNvCnPr/>
                                <wps:spPr>
                                  <a:xfrm>
                                    <a:off x="3700782" y="1193095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3" name="Gerade Verbindung 7"/>
                                <wps:cNvCnPr/>
                                <wps:spPr>
                                  <a:xfrm>
                                    <a:off x="3206531" y="602182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4" name="Gerade Verbindung 8"/>
                                <wps:cNvCnPr/>
                                <wps:spPr>
                                  <a:xfrm flipV="1">
                                    <a:off x="3206531" y="1824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5" name="Gerade Verbindung 17"/>
                                <wps:cNvCnPr/>
                                <wps:spPr>
                                  <a:xfrm>
                                    <a:off x="3700782" y="182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" name="Gerade Verbindung 24"/>
                                <wps:cNvCnPr/>
                                <wps:spPr>
                                  <a:xfrm flipV="1">
                                    <a:off x="5381249" y="602182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18" name="Gruppieren 18"/>
                              <wpg:cNvGrpSpPr/>
                              <wpg:grpSpPr>
                                <a:xfrm>
                                  <a:off x="2408345" y="11614"/>
                                  <a:ext cx="789180" cy="460050"/>
                                  <a:chOff x="2408345" y="11614"/>
                                  <a:chExt cx="2667908" cy="1191271"/>
                                </a:xfrm>
                              </wpg:grpSpPr>
                              <wps:wsp>
                                <wps:cNvPr id="19" name="Gerade Verbindung 4"/>
                                <wps:cNvCnPr/>
                                <wps:spPr>
                                  <a:xfrm>
                                    <a:off x="4583063" y="11614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0" name="Gerade Verbindung 5"/>
                                <wps:cNvCnPr/>
                                <wps:spPr>
                                  <a:xfrm>
                                    <a:off x="2902596" y="1202885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4" name="Gerade Verbindung 7"/>
                                <wps:cNvCnPr/>
                                <wps:spPr>
                                  <a:xfrm>
                                    <a:off x="2408345" y="611972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5" name="Gerade Verbindung 8"/>
                                <wps:cNvCnPr/>
                                <wps:spPr>
                                  <a:xfrm flipV="1">
                                    <a:off x="2408345" y="11614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" name="Gerade Verbindung 17"/>
                                <wps:cNvCnPr/>
                                <wps:spPr>
                                  <a:xfrm>
                                    <a:off x="2902596" y="1161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7" name="Gerade Verbindung 24"/>
                                <wps:cNvCnPr/>
                                <wps:spPr>
                                  <a:xfrm flipV="1">
                                    <a:off x="4583063" y="611972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8" name="Gruppieren 38"/>
                              <wpg:cNvGrpSpPr/>
                              <wpg:grpSpPr>
                                <a:xfrm>
                                  <a:off x="1589593" y="0"/>
                                  <a:ext cx="789180" cy="460050"/>
                                  <a:chOff x="1589593" y="0"/>
                                  <a:chExt cx="2667908" cy="1191271"/>
                                </a:xfrm>
                              </wpg:grpSpPr>
                              <wps:wsp>
                                <wps:cNvPr id="39" name="Gerade Verbindung 4"/>
                                <wps:cNvCnPr/>
                                <wps:spPr>
                                  <a:xfrm>
                                    <a:off x="3764311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0" name="Gerade Verbindung 5"/>
                                <wps:cNvCnPr/>
                                <wps:spPr>
                                  <a:xfrm>
                                    <a:off x="2083844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" name="Gerade Verbindung 7"/>
                                <wps:cNvCnPr/>
                                <wps:spPr>
                                  <a:xfrm>
                                    <a:off x="1589593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" name="Gerade Verbindung 8"/>
                                <wps:cNvCnPr/>
                                <wps:spPr>
                                  <a:xfrm flipV="1">
                                    <a:off x="1589593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3" name="Gerade Verbindung 17"/>
                                <wps:cNvCnPr/>
                                <wps:spPr>
                                  <a:xfrm>
                                    <a:off x="2083844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4" name="Gerade Verbindung 24"/>
                                <wps:cNvCnPr/>
                                <wps:spPr>
                                  <a:xfrm flipV="1">
                                    <a:off x="3764311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45" name="Gruppieren 45"/>
                              <wpg:cNvGrpSpPr/>
                              <wpg:grpSpPr>
                                <a:xfrm>
                                  <a:off x="789180" y="11616"/>
                                  <a:ext cx="789180" cy="460050"/>
                                  <a:chOff x="789179" y="11616"/>
                                  <a:chExt cx="2667908" cy="1191271"/>
                                </a:xfrm>
                              </wpg:grpSpPr>
                              <wps:wsp>
                                <wps:cNvPr id="47" name="Gerade Verbindung 4"/>
                                <wps:cNvCnPr/>
                                <wps:spPr>
                                  <a:xfrm>
                                    <a:off x="2963897" y="11616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8" name="Gerade Verbindung 5"/>
                                <wps:cNvCnPr/>
                                <wps:spPr>
                                  <a:xfrm>
                                    <a:off x="1283430" y="12028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9" name="Gerade Verbindung 7"/>
                                <wps:cNvCnPr/>
                                <wps:spPr>
                                  <a:xfrm>
                                    <a:off x="789179" y="611974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0" name="Gerade Verbindung 8"/>
                                <wps:cNvCnPr/>
                                <wps:spPr>
                                  <a:xfrm flipV="1">
                                    <a:off x="789179" y="11616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1" name="Gerade Verbindung 17"/>
                                <wps:cNvCnPr/>
                                <wps:spPr>
                                  <a:xfrm>
                                    <a:off x="1283430" y="11616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2" name="Gerade Verbindung 24"/>
                                <wps:cNvCnPr/>
                                <wps:spPr>
                                  <a:xfrm flipV="1">
                                    <a:off x="2963897" y="611974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53" name="Gruppieren 53"/>
                              <wpg:cNvGrpSpPr/>
                              <wpg:grpSpPr>
                                <a:xfrm>
                                  <a:off x="0" y="2"/>
                                  <a:ext cx="789180" cy="460050"/>
                                  <a:chOff x="0" y="2"/>
                                  <a:chExt cx="2667908" cy="1191271"/>
                                </a:xfrm>
                              </wpg:grpSpPr>
                              <wps:wsp>
                                <wps:cNvPr id="54" name="Gerade Verbindung 4"/>
                                <wps:cNvCnPr/>
                                <wps:spPr>
                                  <a:xfrm>
                                    <a:off x="2174718" y="2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5" name="Gerade Verbindung 5"/>
                                <wps:cNvCnPr/>
                                <wps:spPr>
                                  <a:xfrm>
                                    <a:off x="494251" y="1191273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6" name="Gerade Verbindung 7"/>
                                <wps:cNvCnPr/>
                                <wps:spPr>
                                  <a:xfrm>
                                    <a:off x="0" y="600360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7" name="Gerade Verbindung 8"/>
                                <wps:cNvCnPr/>
                                <wps:spPr>
                                  <a:xfrm flipV="1">
                                    <a:off x="0" y="2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8" name="Gerade Verbindung 17"/>
                                <wps:cNvCnPr/>
                                <wps:spPr>
                                  <a:xfrm>
                                    <a:off x="494251" y="2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9" name="Gerade Verbindung 24"/>
                                <wps:cNvCnPr/>
                                <wps:spPr>
                                  <a:xfrm flipV="1">
                                    <a:off x="2174718" y="600360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39" o:spid="_x0000_s1026" style="position:absolute;margin-left:320.6pt;margin-top:27.45pt;width:103.1pt;height:10.7pt;z-index:251704320;mso-width-relative:margin;mso-height-relative:margin" coordsize="39957,4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">
                      <v:group id="Gruppieren 9" o:spid="_x0000_s1027" style="position:absolute;left:32065;top:18;width:7892;height:4600" coordorigin="32065,18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shape id="Gerade Verbindung 4" o:spid="_x0000_s1028" type="#_x0000_t32" style="position:absolute;left:53812;top:18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wMOcMAAADbAAAADwAAAGRycy9kb3ducmV2LnhtbESPQW/CMAyF75P2HyJP2g3ScaigI6Cp&#10;U7WdGBS4W43XVmucqglt9+/xYdJutt7ze5+3+9l1aqQhtJ4NvCwTUMSVty3XBi7nYrEGFSKyxc4z&#10;GfilAPvd48MWM+snPtFYxlpJCIcMDTQx9pnWoWrIYVj6nli0bz84jLIOtbYDThLuOr1KklQ7bFka&#10;Guwpb6j6KW/OQEzfZ3382PA1r9bBHq7F16UsjHl+mt9eQUWa47/57/rTCr7Qyy8ygN7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MDDnDAAAA2wAAAA8AAAAAAAAAAAAA&#10;AAAAoQIAAGRycy9kb3ducmV2LnhtbFBLBQYAAAAABAAEAPkAAACRAwAAAAA=&#10;" strokecolor="black [3213]" strokeweight="1pt"/>
                        <v:shape id="Gerade Verbindung 5" o:spid="_x0000_s1029" type="#_x0000_t32" style="position:absolute;left:37007;top:1193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I31b8AAADbAAAADwAAAGRycy9kb3ducmV2LnhtbERPTYvCMBC9L/gfwgje1lQP4lZjkUrR&#10;k7tb631oxrbYTEoTtf77jSDsbR7vc9bJYFpxp941lhXMphEI4tLqhisFxSn7XIJwHllja5kUPMlB&#10;shl9rDHW9sG/dM99JUIIuxgV1N53sZSurMmgm9qOOHAX2xv0AfaV1D0+Qrhp5TyKFtJgw6Ghxo7S&#10;msprfjMK/GI3yJ/9F5/Tcun08Zx9F3mm1GQ8bFcgPA3+X/x2H3SYP4fXL+EAuf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JI31b8AAADbAAAADwAAAAAAAAAAAAAAAACh&#10;AgAAZHJzL2Rvd25yZXYueG1sUEsFBgAAAAAEAAQA+QAAAI0DAAAAAA==&#10;" strokecolor="black [3213]" strokeweight="1pt"/>
                        <v:shape id="Gerade Verbindung 7" o:spid="_x0000_s1030" type="#_x0000_t32" style="position:absolute;left:32065;top:6021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6STsAAAADbAAAADwAAAGRycy9kb3ducmV2LnhtbERPTWvCQBC9C/6HZQrezKYWgqauIkqo&#10;J1tjvA/ZaRLMzobsatJ/3xUKvc3jfc56O5pWPKh3jWUFr1EMgri0uuFKQXHJ5ksQziNrbC2Tgh9y&#10;sN1MJ2tMtR34TI/cVyKEsEtRQe19l0rpypoMush2xIH7tr1BH2BfSd3jEMJNKxdxnEiDDYeGGjva&#10;11Te8rtR4JPDKL8+Vnzdl0unT9fss8gzpWYv4+4dhKfR/4v/3Ecd5r/B85dwgNz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Pekk7AAAAA2wAAAA8AAAAAAAAAAAAAAAAA&#10;oQIAAGRycy9kb3ducmV2LnhtbFBLBQYAAAAABAAEAPkAAACOAwAAAAA=&#10;" strokecolor="black [3213]" strokeweight="1pt"/>
                        <v:shape id="Gerade Verbindung 8" o:spid="_x0000_s1031" type="#_x0000_t32" style="position:absolute;left:32065;top:18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P3isMAAADbAAAADwAAAGRycy9kb3ducmV2LnhtbERPTWvCQBC9F/wPywje6kaxpU1dRYqF&#10;QqVgWj1Ps9MkNTsbstMY/fVuoeBtHu9z5sve1aqjNlSeDUzGCSji3NuKCwOfHy+3D6CCIFusPZOB&#10;EwVYLgY3c0ytP/KWukwKFUM4pGigFGlSrUNeksMw9g1x5L5961AibAttWzzGcFfraZLca4cVx4YS&#10;G3ouKT9kv87A3TmRJut+NitHu/Xb49f+XdZTY0bDfvUESqiXq/jf/Wrj/Bn8/RIP0IsL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z94rDAAAA2wAAAA8AAAAAAAAAAAAA&#10;AAAAoQIAAGRycy9kb3ducmV2LnhtbFBLBQYAAAAABAAEAPkAAACRAwAAAAA=&#10;" strokecolor="black [3213]" strokeweight="1pt"/>
                        <v:shape id="Gerade Verbindung 17" o:spid="_x0000_s1032" type="#_x0000_t32" style="position:absolute;left:37007;top:1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3uvocAAAADbAAAADwAAAGRycy9kb3ducmV2LnhtbERPTWvCQBC9C/6HZQrezKZCg6auIkqo&#10;J1tjvA/ZaRLMzobsatJ/3xUKvc3jfc56O5pWPKh3jWUFr1EMgri0uuFKQXHJ5ksQziNrbC2Tgh9y&#10;sN1MJ2tMtR34TI/cVyKEsEtRQe19l0rpypoMush2xIH7tr1BH2BfSd3jEMJNKxdxnEiDDYeGGjva&#10;11Te8rtR4JPDKL8+Vnzdl0unT9fss8gzpWYv4+4dhKfR/4v/3Ecd5r/B85dwgNz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N7r6HAAAAA2wAAAA8AAAAAAAAAAAAAAAAA&#10;oQIAAGRycy9kb3ducmV2LnhtbFBLBQYAAAAABAAEAPkAAACOAwAAAAA=&#10;" strokecolor="black [3213]" strokeweight="1pt"/>
                        <v:shape id="Gerade Verbindung 24" o:spid="_x0000_s1033" type="#_x0000_t32" style="position:absolute;left:53812;top:6021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Fp/cIAAADbAAAADwAAAGRycy9kb3ducmV2LnhtbERP22rCQBB9L/gPywi+1Y2CvaSuIsVC&#10;oVIwrT5Ps9MkNTsbstMY/Xq3UPBtDuc682XvatVRGyrPBibjBBRx7m3FhYHPj5fbB1BBkC3WnsnA&#10;iQIsF4ObOabWH3lLXSaFiiEcUjRQijSp1iEvyWEY+4Y4ct++dSgRtoW2LR5juKv1NEnutMOKY0OJ&#10;DT2XlB+yX2dgdk6kybqfzcrRbv32+LV/l/XUmNGwXz2BEurlKv53v9o4/x7+fokH6M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yFp/cIAAADbAAAADwAAAAAAAAAAAAAA&#10;AAChAgAAZHJzL2Rvd25yZXYueG1sUEsFBgAAAAAEAAQA+QAAAJADAAAAAA==&#10;" strokecolor="black [3213]" strokeweight="1pt"/>
                      </v:group>
                      <v:group id="Gruppieren 18" o:spid="_x0000_s1034" style="position:absolute;left:24083;top:116;width:7892;height:4600" coordorigin="24083,116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shape id="Gerade Verbindung 4" o:spid="_x0000_s1035" type="#_x0000_t32" style="position:absolute;left:45830;top:116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alpL8AAADbAAAADwAAAGRycy9kb3ducmV2LnhtbERPTYvCMBC9C/6HMII3TfUgWo1FKkVP&#10;7m7V+9CMbbGZlCZq/fdmYWFv83ifs0l604gnda62rGA2jUAQF1bXXCq4nLPJEoTzyBoby6TgTQ6S&#10;7XCwwVjbF//QM/elCCHsYlRQed/GUrqiIoNualviwN1sZ9AH2JVSd/gK4aaR8yhaSIM1h4YKW0or&#10;Ku75wyjwi30vvw8rvqbF0unTNfu65JlS41G/W4Pw1Pt/8Z/7qMP8Ffz+Eg6Q2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jalpL8AAADbAAAADwAAAAAAAAAAAAAAAACh&#10;AgAAZHJzL2Rvd25yZXYueG1sUEsFBgAAAAAEAAQA+QAAAI0DAAAAAA==&#10;" strokecolor="black [3213]" strokeweight="1pt"/>
                        <v:shape id="Gerade Verbindung 5" o:spid="_x0000_s1036" type="#_x0000_t32" style="position:absolute;left:29025;top:1202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DGhLwAAADbAAAADwAAAGRycy9kb3ducmV2LnhtbERPyw7BQBTdS/zD5ErsmLIQyhAhDSuP&#10;Yn/TudpG507TGdTfm4XE8uS8F6vWVOJFjSstKxgNIxDEmdUl5wqul2QwBeE8ssbKMin4kIPVsttZ&#10;YKztm8/0Sn0uQgi7GBUU3texlC4ryKAb2po4cHfbGPQBNrnUDb5DuKnkOIom0mDJoaHAmjYFZY/0&#10;aRT4ybaVp92Mb5ts6vThlhyvaaJUv9eu5yA8tf4v/rn3WsE4rA9fwg+Qy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LWDGhLwAAADbAAAADwAAAAAAAAAAAAAAAAChAgAA&#10;ZHJzL2Rvd25yZXYueG1sUEsFBgAAAAAEAAQA+QAAAIoDAAAAAA==&#10;" strokecolor="black [3213]" strokeweight="1pt"/>
                        <v:shape id="Gerade Verbindung 7" o:spid="_x0000_s1037" type="#_x0000_t32" style="position:absolute;left:24083;top:6119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4JWWsEAAADbAAAADwAAAGRycy9kb3ducmV2LnhtbESPQYvCMBSE74L/ITzB25qqi2g1iijF&#10;Pbm7Ve+P5tkWm5fSRK3/3giCx2FmvmEWq9ZU4kaNKy0rGA4iEMSZ1SXnCo6H5GsKwnlkjZVlUvAg&#10;B6tlt7PAWNs7/9Mt9bkIEHYxKii8r2MpXVaQQTewNXHwzrYx6INscqkbvAe4qeQoiibSYMlhocCa&#10;NgVll/RqFPjJtpV/uxmfNtnU6f0p+T2miVL9Xrueg/DU+k/43f7RCsbf8PoSfoB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glZawQAAANsAAAAPAAAAAAAAAAAAAAAA&#10;AKECAABkcnMvZG93bnJldi54bWxQSwUGAAAAAAQABAD5AAAAjwMAAAAA&#10;" strokecolor="black [3213]" strokeweight="1pt"/>
                        <v:shape id="Gerade Verbindung 8" o:spid="_x0000_s1038" type="#_x0000_t32" style="position:absolute;left:24083;top:116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oOccUAAADbAAAADwAAAGRycy9kb3ducmV2LnhtbESPX0vDQBDE3wt+h2OFvrUXKy0aewlF&#10;KghKofHP85pbk2huL+S2afTTe4WCj8PM/IZZ56Nr1UB9aDwbuJonoIhLbxuuDLy+PMxuQAVBtth6&#10;JgM/FCDPLiZrTK0/8p6GQioVIRxSNFCLdKnWoazJYZj7jjh6n753KFH2lbY9HiPctXqRJCvtsOG4&#10;UGNH9zWV38XBGVj+JtIVw9fzxtHb9un2430n24Ux08txcwdKaJT/8Ln9aA1cL+H0Jf4An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woOccUAAADbAAAADwAAAAAAAAAA&#10;AAAAAAChAgAAZHJzL2Rvd25yZXYueG1sUEsFBgAAAAAEAAQA+QAAAJMDAAAAAA==&#10;" strokecolor="black [3213]" strokeweight="1pt"/>
                        <v:shape id="Gerade Verbindung 17" o:spid="_x0000_s1039" type="#_x0000_t32" style="position:absolute;left:29025;top:116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xttsEAAADbAAAADwAAAGRycy9kb3ducmV2LnhtbESPQYvCMBSE74L/ITzBm6YqFK1GEaXo&#10;aXeten80z7bYvJQmav33ZmFhj8PMfMOsNp2pxZNaV1lWMBlHIIhzqysuFFzO6WgOwnlkjbVlUvAm&#10;B5t1v7fCRNsXn+iZ+UIECLsEFZTeN4mULi/JoBvbhjh4N9sa9EG2hdQtvgLc1HIaRbE0WHFYKLGh&#10;XUn5PXsYBT7ed/LnsODrLp87/XVNvy9ZqtRw0G2XIDx1/j/81z5qBbMYfr+EHyDX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HG22wQAAANsAAAAPAAAAAAAAAAAAAAAA&#10;AKECAABkcnMvZG93bnJldi54bWxQSwUGAAAAAAQABAD5AAAAjwMAAAAA&#10;" strokecolor="black [3213]" strokeweight="1pt"/>
                        <v:shape id="Gerade Verbindung 24" o:spid="_x0000_s1040" type="#_x0000_t32" style="position:absolute;left:45830;top:6119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Q1ncUAAADbAAAADwAAAGRycy9kb3ducmV2LnhtbESPX0vDQBDE3wW/w7EF3+ylFbVNey1F&#10;KghKwfTP8za3TaK5vZBb0+in9wShj8PM/IaZL3tXq47aUHk2MBomoIhzbysuDOy2z7cTUEGQLdae&#10;ycA3BVgurq/mmFp/5nfqMilUhHBI0UAp0qRah7wkh2HoG+LonXzrUKJsC21bPEe4q/U4SR60w4rj&#10;QokNPZWUf2ZfzsD9TyJN1n28rRzt16/T42Ej67ExN4N+NQMl1Msl/N9+sQbuHuHvS/wBe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JQ1ncUAAADbAAAADwAAAAAAAAAA&#10;AAAAAAChAgAAZHJzL2Rvd25yZXYueG1sUEsFBgAAAAAEAAQA+QAAAJMDAAAAAA==&#10;" strokecolor="black [3213]" strokeweight="1pt"/>
                      </v:group>
                      <v:group id="Gruppieren 38" o:spid="_x0000_s1041" style="position:absolute;left:15895;width:7892;height:4600" coordorigin="15895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<v:shape id="Gerade Verbindung 4" o:spid="_x0000_s1042" type="#_x0000_t32" style="position:absolute;left:37643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P5xMEAAADbAAAADwAAAGRycy9kb3ducmV2LnhtbESPQYvCMBSE74L/ITzBm6auIFqbiihF&#10;T7tr1fujebbF5qU0Wa3/3iws7HGYmW+YZNObRjyoc7VlBbNpBIK4sLrmUsHlnE2WIJxH1thYJgUv&#10;crBJh4MEY22ffKJH7ksRIOxiVFB538ZSuqIig25qW+Lg3Wxn0AfZlVJ3+Axw08iPKFpIgzWHhQpb&#10;2lVU3PMfo8Av9r38Pqz4uiuWTn9es69Lnik1HvXbNQhPvf8P/7WPWsF8Bb9fwg+Q6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g/nEwQAAANsAAAAPAAAAAAAAAAAAAAAA&#10;AKECAABkcnMvZG93bnJldi54bWxQSwUGAAAAAAQABAD5AAAAjwMAAAAA&#10;" strokecolor="black [3213]" strokeweight="1pt"/>
                        <v:shape id="Gerade Verbindung 5" o:spid="_x0000_s1043" type="#_x0000_t32" style="position:absolute;left:20838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8jJMAAAADbAAAADwAAAGRycy9kb3ducmV2LnhtbERPTWuDQBC9F/Iflgn01qwJRaxxlWCQ&#10;9tS0JrkP7kQl7qy428T+++4h0OPjfWfFbAZxo8n1lhWsVxEI4sbqnlsFp2P1koBwHlnjYJkU/JKD&#10;Il88ZZhqe+dvutW+FSGEXYoKOu/HVErXdGTQrexIHLiLnQz6AKdW6gnvIdwMchNFsTTYc2jocKSy&#10;o+Za/xgFPt7P8uv9jc9lkzj9ea4Op7pS6nk577YgPM3+X/xwf2gFr2F9+BJ+gMz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C/IyTAAAAA2wAAAA8AAAAAAAAAAAAAAAAA&#10;oQIAAGRycy9kb3ducmV2LnhtbFBLBQYAAAAABAAEAPkAAACOAwAAAAA=&#10;" strokecolor="black [3213]" strokeweight="1pt"/>
                        <v:shape id="Gerade Verbindung 7" o:spid="_x0000_s1044" type="#_x0000_t32" style="position:absolute;left:15895;top:6003;width:4943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OGv8MAAADbAAAADwAAAGRycy9kb3ducmV2LnhtbESPT2uDQBTE74V8h+UFemtWSwipySrB&#10;IOmpf0xyf7gvKnHfirtV++27hUKPw8z8htlns+nESINrLSuIVxEI4srqlmsFl3PxtAXhPLLGzjIp&#10;+CYHWbp42GOi7cSfNJa+FgHCLkEFjfd9IqWrGjLoVrYnDt7NDgZ9kEMt9YBTgJtOPkfRRhpsOSw0&#10;2FPeUHUvv4wCvznO8uP0wte82jr9di3eL2Wh1ONyPuxAeJr9f/iv/aoVrGP4/RJ+gE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/zhr/DAAAA2wAAAA8AAAAAAAAAAAAA&#10;AAAAoQIAAGRycy9kb3ducmV2LnhtbFBLBQYAAAAABAAEAPkAAACRAwAAAAA=&#10;" strokecolor="black [3213]" strokeweight="1pt"/>
                        <v:shape id="Gerade Verbindung 8" o:spid="_x0000_s1045" type="#_x0000_t32" style="position:absolute;left:15895;width:4943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XleMUAAADbAAAADwAAAGRycy9kb3ducmV2LnhtbESPX0vDQBDE3wW/w7EF3+ylwRaNvZYi&#10;FYQWwfjnec1tk9TcXsitadpP3xMKPg4z8xtmvhxco3rqQu3ZwGScgCIuvK25NPDx/nx7DyoIssXG&#10;Mxk4UoDl4vpqjpn1B36jPpdSRQiHDA1UIm2mdSgqchjGviWO3s53DiXKrtS2w0OEu0anSTLTDmuO&#10;CxW29FRR8ZP/OgPTUyJt3u+3K0ef683D99errFNjbkbD6hGU0CD/4Uv7xRq4S+HvS/wBenE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OXleMUAAADbAAAADwAAAAAAAAAA&#10;AAAAAAChAgAAZHJzL2Rvd25yZXYueG1sUEsFBgAAAAAEAAQA+QAAAJMDAAAAAA==&#10;" strokecolor="black [3213]" strokeweight="1pt"/>
                        <v:shape id="Gerade Verbindung 17" o:spid="_x0000_s1046" type="#_x0000_t32" style="position:absolute;left:2083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29U8EAAADbAAAADwAAAGRycy9kb3ducmV2LnhtbESPQYvCMBSE74L/ITzB25qqi2g1iijF&#10;Pbm7Ve+P5tkWm5fSRK3/3giCx2FmvmEWq9ZU4kaNKy0rGA4iEMSZ1SXnCo6H5GsKwnlkjZVlUvAg&#10;B6tlt7PAWNs7/9Mt9bkIEHYxKii8r2MpXVaQQTewNXHwzrYx6INscqkbvAe4qeQoiibSYMlhocCa&#10;NgVll/RqFPjJtpV/uxmfNtnU6f0p+T2miVL9Xrueg/DU+k/43f7RCr7H8PoSfoB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bb1TwQAAANsAAAAPAAAAAAAAAAAAAAAA&#10;AKECAABkcnMvZG93bnJldi54bWxQSwUGAAAAAAQABAD5AAAAjwMAAAAA&#10;" strokecolor="black [3213]" strokeweight="1pt"/>
                        <v:shape id="Gerade Verbindung 24" o:spid="_x0000_s1047" type="#_x0000_t32" style="position:absolute;left:37643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DYl8UAAADbAAAADwAAAGRycy9kb3ducmV2LnhtbESPX2vCQBDE3wv9DscWfKuXihWbeoqI&#10;glApmP553ua2SWpuL+TWGPvpewXBx2FmfsPMFr2rVUdtqDwbeBgmoIhzbysuDLy/be6noIIgW6w9&#10;k4EzBVjMb29mmFp/4j11mRQqQjikaKAUaVKtQ16SwzD0DXH0vn3rUKJsC21bPEW4q/UoSSbaYcVx&#10;ocSGViXlh+zoDDz+JtJk3c9u6ehj/fL09fkq65Exg7t++QxKqJdr+NLeWgPjMfx/iT9Az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EDYl8UAAADbAAAADwAAAAAAAAAA&#10;AAAAAAChAgAAZHJzL2Rvd25yZXYueG1sUEsFBgAAAAAEAAQA+QAAAJMDAAAAAA==&#10;" strokecolor="black [3213]" strokeweight="1pt"/>
                      </v:group>
                      <v:group id="Gruppieren 45" o:spid="_x0000_s1048" style="position:absolute;left:7891;top:116;width:7892;height:4600" coordorigin="7891,116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<v:shape id="Gerade Verbindung 4" o:spid="_x0000_s1049" type="#_x0000_t32" style="position:absolute;left:29638;top:116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a7UMMAAADbAAAADwAAAGRycy9kb3ducmV2LnhtbESPQWvCQBSE74L/YXlCb2ZTKZpGV5GU&#10;0J5qm8b7I/tMQrNvQ3Yb03/fLQgeh5n5htkdJtOJkQbXWlbwGMUgiCurW64VlF/5MgHhPLLGzjIp&#10;+CUHh/18tsNU2yt/0lj4WgQIuxQVNN73qZSuasigi2xPHLyLHQz6IIda6gGvAW46uYrjtTTYclho&#10;sKesoeq7+DEK/Pplkh+vz3zOqsTp93N+KotcqYfFdNyC8DT5e/jWftMKnjbw/yX8ALn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9Wu1DDAAAA2wAAAA8AAAAAAAAAAAAA&#10;AAAAoQIAAGRycy9kb3ducmV2LnhtbFBLBQYAAAAABAAEAPkAAACRAwAAAAA=&#10;" strokecolor="black [3213]" strokeweight="1pt"/>
                        <v:shape id="Gerade Verbindung 5" o:spid="_x0000_s1050" type="#_x0000_t32" style="position:absolute;left:12834;top:12028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kvIsAAAADbAAAADwAAAGRycy9kb3ducmV2LnhtbERPTWuDQBC9F/Iflgn01qwJRaxxlWCQ&#10;9tS0JrkP7kQl7qy428T+++4h0OPjfWfFbAZxo8n1lhWsVxEI4sbqnlsFp2P1koBwHlnjYJkU/JKD&#10;Il88ZZhqe+dvutW+FSGEXYoKOu/HVErXdGTQrexIHLiLnQz6AKdW6gnvIdwMchNFsTTYc2jocKSy&#10;o+Za/xgFPt7P8uv9jc9lkzj9ea4Op7pS6nk577YgPM3+X/xwf2gFr2Fs+BJ+gMz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7JLyLAAAAA2wAAAA8AAAAAAAAAAAAAAAAA&#10;oQIAAGRycy9kb3ducmV2LnhtbFBLBQYAAAAABAAEAPkAAACOAwAAAAA=&#10;" strokecolor="black [3213]" strokeweight="1pt"/>
                        <v:shape id="Gerade Verbindung 7" o:spid="_x0000_s1051" type="#_x0000_t32" style="position:absolute;left:7891;top:6119;width:4943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WKucEAAADbAAAADwAAAGRycy9kb3ducmV2LnhtbESPQYvCMBSE74L/ITzBm6YuIlqbiihF&#10;T7tr1fujebbF5qU0Wa3/3iws7HGYmW+YZNObRjyoc7VlBbNpBIK4sLrmUsHlnE2WIJxH1thYJgUv&#10;crBJh4MEY22ffKJH7ksRIOxiVFB538ZSuqIig25qW+Lg3Wxn0AfZlVJ3+Axw08iPKFpIgzWHhQpb&#10;2lVU3PMfo8Av9r38Pqz4uiuWTn9es69Lnik1HvXbNQhPvf8P/7WPWsF8Bb9fwg+Q6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hYq5wQAAANsAAAAPAAAAAAAAAAAAAAAA&#10;AKECAABkcnMvZG93bnJldi54bWxQSwUGAAAAAAQABAD5AAAAjwMAAAAA&#10;" strokecolor="black [3213]" strokeweight="1pt"/>
                        <v:shape id="Gerade Verbindung 8" o:spid="_x0000_s1052" type="#_x0000_t32" style="position:absolute;left:7891;top:116;width:4943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JIScEAAADbAAAADwAAAGRycy9kb3ducmV2LnhtbERPS0vDQBC+F/wPywje2o0FS43dliIV&#10;BEVofJzH7JhEs7MhO6apv75zKHj8+N6rzRhaM1CfmsgOrmcZGOIy+oYrB2+vD9MlmCTIHtvI5OBI&#10;CTbri8kKcx8PvKehkMpoCKccHdQiXW5tKmsKmGaxI1buK/YBRWFfWd/jQcNDa+dZtrABG9aGGju6&#10;r6n8KX6Dg5u/TLpi+H7eBnrfPd1+frzIbu7c1eW4vQMjNMq/+Ox+9OrT9fpFf4Bd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okhJwQAAANsAAAAPAAAAAAAAAAAAAAAA&#10;AKECAABkcnMvZG93bnJldi54bWxQSwUGAAAAAAQABAD5AAAAjwMAAAAA&#10;" strokecolor="black [3213]" strokeweight="1pt"/>
                        <v:shape id="Gerade Verbindung 17" o:spid="_x0000_s1053" type="#_x0000_t32" style="position:absolute;left:12834;top:116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oQYsMAAADbAAAADwAAAGRycy9kb3ducmV2LnhtbESPT2uDQBTE74V8h+UFemtWCwmpySrB&#10;IOmpf0xyf7gvKnHfirtV++27hUKPw8z8htlns+nESINrLSuIVxEI4srqlmsFl3PxtAXhPLLGzjIp&#10;+CYHWbp42GOi7cSfNJa+FgHCLkEFjfd9IqWrGjLoVrYnDt7NDgZ9kEMt9YBTgJtOPkfRRhpsOSw0&#10;2FPeUHUvv4wCvznO8uP0wte82jr9di3eL2Wh1ONyPuxAeJr9f/iv/aoVrGP4/RJ+gE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qEGLDAAAA2wAAAA8AAAAAAAAAAAAA&#10;AAAAoQIAAGRycy9kb3ducmV2LnhtbFBLBQYAAAAABAAEAPkAAACRAwAAAAA=&#10;" strokecolor="black [3213]" strokeweight="1pt"/>
                        <v:shape id="Gerade Verbindung 24" o:spid="_x0000_s1054" type="#_x0000_t32" style="position:absolute;left:29638;top:6119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xzpcQAAADbAAAADwAAAGRycy9kb3ducmV2LnhtbESPX2vCQBDE3wt+h2OFvunFQItNPUXE&#10;QsEiNP3zvM1tk7S5vZBbY/TTewWhj8PMb4ZZrAbXqJ66UHs2MJsmoIgLb2suDby/PU3moIIgW2w8&#10;k4ETBVgtRzcLzKw/8iv1uZQqlnDI0EAl0mZah6Iih2HqW+LoffvOoUTZldp2eIzlrtFpktxrhzXH&#10;hQpb2lRU/OYHZ+DunEib9z8va0cf293D1+detqkxt+Nh/QhKaJD/8JV+tpFL4e9L/AF6e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PHOlxAAAANsAAAAPAAAAAAAAAAAA&#10;AAAAAKECAABkcnMvZG93bnJldi54bWxQSwUGAAAAAAQABAD5AAAAkgMAAAAA&#10;" strokecolor="black [3213]" strokeweight="1pt"/>
                      </v:group>
                      <v:group id="Gruppieren 53" o:spid="_x0000_s1055" style="position:absolute;width:7891;height:4600" coordorigin="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<v:shape id="Gerade Verbindung 4" o:spid="_x0000_s1056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2z+sEAAADbAAAADwAAAGRycy9kb3ducmV2LnhtbESPQYvCMBSE74L/ITzB25oqrmg1iijF&#10;Pbm7Ve+P5tkWm5fSRK3/3giCx2FmvmEWq9ZU4kaNKy0rGA4iEMSZ1SXnCo6H5GsKwnlkjZVlUvAg&#10;B6tlt7PAWNs7/9Mt9bkIEHYxKii8r2MpXVaQQTewNXHwzrYx6INscqkbvAe4qeQoiibSYMlhocCa&#10;NgVll/RqFPjJtpV/uxmfNtnU6f0p+T2miVL9Xrueg/DU+k/43f7RCr7H8PoSfoB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XbP6wQAAANsAAAAPAAAAAAAAAAAAAAAA&#10;AKECAABkcnMvZG93bnJldi54bWxQSwUGAAAAAAQABAD5AAAAjwMAAAAA&#10;" strokecolor="black [3213]" strokeweight="1pt"/>
                        <v:shape id="Gerade Verbindung 5" o:spid="_x0000_s1057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EWYcAAAADbAAAADwAAAGRycy9kb3ducmV2LnhtbESPQYvCMBSE74L/ITzBm6YKilajiFLW&#10;06pV74/m2Rabl9Jktf57syB4HGbmG2a5bk0lHtS40rKC0TACQZxZXXKu4HJOBjMQziNrrCyTghc5&#10;WK+6nSXG2j75RI/U5yJA2MWooPC+jqV0WUEG3dDWxMG72cagD7LJpW7wGeCmkuMomkqDJYeFAmva&#10;FpTd0z+jwE93rTz+zPm6zWZO/16TwyVNlOr32s0ChKfWf8Of9l4rmEzg/0v4AXL1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URFmHAAAAA2wAAAA8AAAAAAAAAAAAAAAAA&#10;oQIAAGRycy9kb3ducmV2LnhtbFBLBQYAAAAABAAEAPkAAACOAwAAAAA=&#10;" strokecolor="black [3213]" strokeweight="1pt"/>
                        <v:shape id="Gerade Verbindung 7" o:spid="_x0000_s1058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OIFsEAAADbAAAADwAAAGRycy9kb3ducmV2LnhtbESPQYvCMBSE74L/ITzBm6YKFq1GEaXo&#10;aXeten80z7bYvJQmav33ZmFhj8PMfMOsNp2pxZNaV1lWMBlHIIhzqysuFFzO6WgOwnlkjbVlUvAm&#10;B5t1v7fCRNsXn+iZ+UIECLsEFZTeN4mULi/JoBvbhjh4N9sa9EG2hdQtvgLc1HIaRbE0WHFYKLGh&#10;XUn5PXsYBT7ed/LnsODrLp87/XVNvy9ZqtRw0G2XIDx1/j/81z5qBbMYfr+EHyDX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w4gWwQAAANsAAAAPAAAAAAAAAAAAAAAA&#10;AKECAABkcnMvZG93bnJldi54bWxQSwUGAAAAAAQABAD5AAAAjwMAAAAA&#10;" strokecolor="black [3213]" strokeweight="1pt"/>
                        <v:shape id="Gerade Verbindung 8" o:spid="_x0000_s1059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vQPcQAAADbAAAADwAAAGRycy9kb3ducmV2LnhtbESPX2vCQBDE3wt+h2MF3+pFwf5JPUWK&#10;hUKlYFp93ua2SWpuL+S2MfrpvULBx2HmN8PMl72rVUdtqDwbmIwTUMS5txUXBj4/Xm4fQAVBtlh7&#10;JgMnCrBcDG7mmFp/5C11mRQqlnBI0UAp0qRah7wkh2HsG+LoffvWoUTZFtq2eIzlrtbTJLnTDiuO&#10;CyU29FxSfsh+nYHZOZEm6342K0e79dvj1/5d1lNjRsN+9QRKqJdr+J9+tZG7h78v8Qfox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S9A9xAAAANsAAAAPAAAAAAAAAAAA&#10;AAAAAKECAABkcnMvZG93bnJldi54bWxQSwUGAAAAAAQABAD5AAAAkgMAAAAA&#10;" strokecolor="black [3213]" strokeweight="1pt"/>
                        <v:shape id="Gerade Verbindung 17" o:spid="_x0000_s1060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C5/8AAAADbAAAADwAAAGRycy9kb3ducmV2LnhtbERPTWuDQBC9F/Iflgn01qwJVKxxlWCQ&#10;9tS0JrkP7kQl7qy428T+++4h0OPjfWfFbAZxo8n1lhWsVxEI4sbqnlsFp2P1koBwHlnjYJkU/JKD&#10;Il88ZZhqe+dvutW+FSGEXYoKOu/HVErXdGTQrexIHLiLnQz6AKdW6gnvIdwMchNFsTTYc2jocKSy&#10;o+Za/xgFPt7P8uv9jc9lkzj9ea4Op7pS6nk577YgPM3+X/xwf2gFr2Fs+BJ+gMz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sQuf/AAAAA2wAAAA8AAAAAAAAAAAAAAAAA&#10;oQIAAGRycy9kb3ducmV2LnhtbFBLBQYAAAAABAAEAPkAAACOAwAAAAA=&#10;" strokecolor="black [3213]" strokeweight="1pt"/>
                        <v:shape id="Gerade Verbindung 24" o:spid="_x0000_s1061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jh1MQAAADbAAAADwAAAGRycy9kb3ducmV2LnhtbESPX2vCQBDE3wv9DscW+lYvChWNniLF&#10;QqGlYPzzvObWJJrbC7ltjP30vUKhj8PMb4aZL3tXq47aUHk2MBwkoIhzbysuDOy2r08TUEGQLdae&#10;ycCNAiwX93dzTK2/8oa6TAoVSzikaKAUaVKtQ16SwzDwDXH0Tr51KFG2hbYtXmO5q/UoScbaYcVx&#10;ocSGXkrKL9mXM/D8nUiTdeePlaP9+n16PHzKemTM40O/moES6uU//Ee/2chN4fdL/AF6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mOHUxAAAANsAAAAPAAAAAAAAAAAA&#10;AAAAAKECAABkcnMvZG93bnJldi54bWxQSwUGAAAAAAQABAD5AAAAkgMAAAAA&#10;" strokecolor="black [3213]" strokeweight="1pt"/>
                      </v:group>
                    </v:group>
                  </w:pict>
                </mc:Fallback>
              </mc:AlternateContent>
            </w:r>
            <w:r w:rsidR="00E051DC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BA78C29" wp14:editId="75B8D7BC">
                      <wp:simplePos x="0" y="0"/>
                      <wp:positionH relativeFrom="column">
                        <wp:posOffset>2867025</wp:posOffset>
                      </wp:positionH>
                      <wp:positionV relativeFrom="paragraph">
                        <wp:posOffset>339061</wp:posOffset>
                      </wp:positionV>
                      <wp:extent cx="695325" cy="0"/>
                      <wp:effectExtent l="0" t="76200" r="28575" b="114300"/>
                      <wp:wrapNone/>
                      <wp:docPr id="160" name="Gerade Verbindung mit Pfeil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160" o:spid="_x0000_s1026" type="#_x0000_t32" style="position:absolute;margin-left:225.75pt;margin-top:26.7pt;width:54.75pt;height: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" strokecolor="black [3213]">
                      <v:stroke endarrow="open"/>
                    </v:shape>
                  </w:pict>
                </mc:Fallback>
              </mc:AlternateContent>
            </w:r>
          </w:p>
        </w:tc>
      </w:tr>
      <w:tr w:rsidR="004131C2" w:rsidTr="00EB5D44">
        <w:trPr>
          <w:trHeight w:val="1363"/>
          <w:jc w:val="center"/>
        </w:trPr>
        <w:tc>
          <w:tcPr>
            <w:tcW w:w="3195" w:type="dxa"/>
            <w:vMerge/>
            <w:shd w:val="clear" w:color="auto" w:fill="auto"/>
          </w:tcPr>
          <w:p w:rsidR="009918D8" w:rsidRDefault="009918D8" w:rsidP="00632D23"/>
        </w:tc>
        <w:tc>
          <w:tcPr>
            <w:tcW w:w="2338" w:type="dxa"/>
            <w:shd w:val="clear" w:color="auto" w:fill="auto"/>
          </w:tcPr>
          <w:p w:rsidR="00F31F50" w:rsidRDefault="00C022E8" w:rsidP="0069713F">
            <w:pPr>
              <w:rPr>
                <w:i/>
                <w:color w:val="FF0000"/>
                <w:u w:val="single"/>
              </w:rPr>
            </w:pPr>
            <w:r w:rsidRPr="00C022E8">
              <w:rPr>
                <w:i/>
                <w:color w:val="FF0000"/>
                <w:u w:val="single"/>
              </w:rPr>
              <w:t>Magen:</w:t>
            </w:r>
          </w:p>
          <w:p w:rsidR="00C022E8" w:rsidRPr="00C022E8" w:rsidRDefault="00C022E8" w:rsidP="0069713F">
            <w:pPr>
              <w:rPr>
                <w:i/>
                <w:color w:val="FF0000"/>
              </w:rPr>
            </w:pPr>
            <w:r w:rsidRPr="00C022E8">
              <w:rPr>
                <w:i/>
                <w:color w:val="FF0000"/>
              </w:rPr>
              <w:sym w:font="Wingdings" w:char="F0E0"/>
            </w:r>
            <w:r>
              <w:rPr>
                <w:i/>
                <w:color w:val="FF0000"/>
              </w:rPr>
              <w:t xml:space="preserve"> </w:t>
            </w:r>
            <w:r w:rsidRPr="00C022E8">
              <w:rPr>
                <w:b/>
                <w:i/>
                <w:color w:val="FF0000"/>
              </w:rPr>
              <w:t>HCl</w:t>
            </w:r>
          </w:p>
        </w:tc>
        <w:tc>
          <w:tcPr>
            <w:tcW w:w="8761" w:type="dxa"/>
          </w:tcPr>
          <w:p w:rsidR="00B244BF" w:rsidRDefault="00B244BF" w:rsidP="00B244BF">
            <w:pPr>
              <w:rPr>
                <w:i/>
                <w:color w:val="000000" w:themeColor="text1"/>
              </w:rPr>
            </w:pPr>
          </w:p>
          <w:p w:rsidR="00C022E8" w:rsidRDefault="00C022E8" w:rsidP="00B244BF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Das pH-Optimum der </w:t>
            </w:r>
            <w:r w:rsidRPr="00C022E8">
              <w:rPr>
                <w:rFonts w:cs="Arial"/>
                <w:i/>
                <w:color w:val="FF0000"/>
              </w:rPr>
              <w:t>α</w:t>
            </w:r>
            <w:r w:rsidRPr="00C022E8">
              <w:rPr>
                <w:i/>
                <w:color w:val="FF0000"/>
              </w:rPr>
              <w:t>-Amylase</w:t>
            </w:r>
            <w:r>
              <w:rPr>
                <w:i/>
                <w:color w:val="FF0000"/>
              </w:rPr>
              <w:t xml:space="preserve"> liegt bei pH 7. Durch den sauren pH-Wert im Magen wird die </w:t>
            </w:r>
            <w:r w:rsidRPr="00C022E8">
              <w:rPr>
                <w:rFonts w:cs="Arial"/>
                <w:i/>
                <w:color w:val="FF0000"/>
              </w:rPr>
              <w:t>α</w:t>
            </w:r>
            <w:r w:rsidRPr="00C022E8">
              <w:rPr>
                <w:i/>
                <w:color w:val="FF0000"/>
              </w:rPr>
              <w:t>-Amylase</w:t>
            </w:r>
            <w:r>
              <w:rPr>
                <w:i/>
                <w:color w:val="FF0000"/>
              </w:rPr>
              <w:t xml:space="preserve"> inaktiviert.</w:t>
            </w:r>
          </w:p>
          <w:p w:rsidR="00C022E8" w:rsidRPr="00C022E8" w:rsidRDefault="00C022E8" w:rsidP="00B244BF">
            <w:pPr>
              <w:rPr>
                <w:i/>
                <w:color w:val="FF0000"/>
              </w:rPr>
            </w:pPr>
            <w:r w:rsidRPr="00C022E8">
              <w:rPr>
                <w:i/>
                <w:color w:val="FF0000"/>
              </w:rPr>
              <w:sym w:font="Wingdings" w:char="F0E0"/>
            </w:r>
            <w:r>
              <w:rPr>
                <w:i/>
                <w:color w:val="FF0000"/>
              </w:rPr>
              <w:t xml:space="preserve"> Keine Kohlenhydratverdauung im Magen</w:t>
            </w:r>
          </w:p>
        </w:tc>
      </w:tr>
      <w:tr w:rsidR="006C43B8" w:rsidTr="00EB5D44">
        <w:trPr>
          <w:trHeight w:val="2188"/>
          <w:jc w:val="center"/>
        </w:trPr>
        <w:tc>
          <w:tcPr>
            <w:tcW w:w="3195" w:type="dxa"/>
            <w:vMerge/>
            <w:shd w:val="clear" w:color="auto" w:fill="auto"/>
          </w:tcPr>
          <w:p w:rsidR="006C43B8" w:rsidRDefault="006C43B8" w:rsidP="00632D23"/>
        </w:tc>
        <w:tc>
          <w:tcPr>
            <w:tcW w:w="2338" w:type="dxa"/>
            <w:shd w:val="clear" w:color="auto" w:fill="auto"/>
          </w:tcPr>
          <w:p w:rsidR="006C43B8" w:rsidRDefault="002B1E7D" w:rsidP="0069713F">
            <w:pPr>
              <w:rPr>
                <w:i/>
                <w:color w:val="FF0000"/>
                <w:u w:val="single"/>
              </w:rPr>
            </w:pPr>
            <w:r w:rsidRPr="002B1E7D">
              <w:rPr>
                <w:i/>
                <w:color w:val="FF0000"/>
                <w:u w:val="single"/>
              </w:rPr>
              <w:t>Duodenum</w:t>
            </w:r>
          </w:p>
          <w:p w:rsidR="002B1E7D" w:rsidRPr="00523FAA" w:rsidRDefault="002B1E7D" w:rsidP="00523FAA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Pankreassaft</w:t>
            </w:r>
            <w:r>
              <w:rPr>
                <w:i/>
                <w:color w:val="FF0000"/>
              </w:rPr>
              <w:br/>
            </w:r>
            <w:r w:rsidRPr="002B1E7D">
              <w:rPr>
                <w:i/>
                <w:color w:val="FF0000"/>
              </w:rPr>
              <w:sym w:font="Wingdings" w:char="F0E0"/>
            </w:r>
            <w:r>
              <w:rPr>
                <w:i/>
                <w:color w:val="FF0000"/>
              </w:rPr>
              <w:t xml:space="preserve"> </w:t>
            </w:r>
            <w:r w:rsidR="00523FAA">
              <w:rPr>
                <w:rFonts w:cs="Arial"/>
                <w:b/>
                <w:i/>
                <w:color w:val="FF0000"/>
              </w:rPr>
              <w:t>Pankreasamylase</w:t>
            </w:r>
          </w:p>
        </w:tc>
        <w:tc>
          <w:tcPr>
            <w:tcW w:w="8761" w:type="dxa"/>
          </w:tcPr>
          <w:p w:rsidR="006C43B8" w:rsidRPr="0069713F" w:rsidRDefault="00BB3D27" w:rsidP="00632D23">
            <w:pPr>
              <w:rPr>
                <w:i/>
                <w:color w:val="000000" w:themeColor="text1"/>
              </w:rPr>
            </w:pPr>
            <w:r w:rsidRPr="00C022E8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2DEDA3B" wp14:editId="4A66EFEF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900430</wp:posOffset>
                      </wp:positionV>
                      <wp:extent cx="4555490" cy="629920"/>
                      <wp:effectExtent l="0" t="0" r="0" b="0"/>
                      <wp:wrapNone/>
                      <wp:docPr id="43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55490" cy="6299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1E7D" w:rsidRPr="00C022E8" w:rsidRDefault="002B1E7D" w:rsidP="002B1E7D">
                                  <w:pPr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C022E8"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Die </w:t>
                                  </w:r>
                                  <w:r w:rsidRPr="00C022E8">
                                    <w:rPr>
                                      <w:rFonts w:cs="Arial"/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α</w:t>
                                  </w:r>
                                  <w:r w:rsidRPr="00C022E8"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-Amylase des </w:t>
                                  </w:r>
                                  <w:r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der Bauchspeicheldrüse spaltet die Dextrine in immer kleinere Bruchstücke, bis Disaccharide übrig bleiben</w:t>
                                  </w:r>
                                  <w:r w:rsidRPr="00C022E8"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8" type="#_x0000_t202" style="position:absolute;margin-left:14.85pt;margin-top:70.9pt;width:358.7pt;height:49.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" filled="f" stroked="f">
                      <v:textbox>
                        <w:txbxContent>
                          <w:p w:rsidR="002B1E7D" w:rsidRPr="00C022E8" w:rsidRDefault="002B1E7D" w:rsidP="002B1E7D">
                            <w:pPr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C022E8"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 xml:space="preserve">Die </w:t>
                            </w:r>
                            <w:r w:rsidRPr="00C022E8">
                              <w:rPr>
                                <w:rFonts w:cs="Arial"/>
                                <w:i/>
                                <w:color w:val="FF0000"/>
                                <w:sz w:val="22"/>
                                <w:szCs w:val="22"/>
                              </w:rPr>
                              <w:t>α</w:t>
                            </w:r>
                            <w:r w:rsidRPr="00C022E8"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 xml:space="preserve">-Amylase des </w:t>
                            </w:r>
                            <w:r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>der Bauchspeicheldrüse spaltet die Dextrine in immer kleinere Bruchstücke, bis Disaccharide übrig bleiben</w:t>
                            </w:r>
                            <w:r w:rsidRPr="00C022E8"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A24BB" w:rsidRPr="00C022E8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0A2264C" wp14:editId="17A426A6">
                      <wp:simplePos x="0" y="0"/>
                      <wp:positionH relativeFrom="column">
                        <wp:posOffset>1758315</wp:posOffset>
                      </wp:positionH>
                      <wp:positionV relativeFrom="paragraph">
                        <wp:posOffset>52705</wp:posOffset>
                      </wp:positionV>
                      <wp:extent cx="1314450" cy="299720"/>
                      <wp:effectExtent l="0" t="0" r="0" b="5080"/>
                      <wp:wrapNone/>
                      <wp:docPr id="43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24BB" w:rsidRPr="00C022E8" w:rsidRDefault="00523FAA" w:rsidP="00EA24BB">
                                  <w:pP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Pankreasa</w:t>
                                  </w:r>
                                  <w:r w:rsidR="00EA24BB" w:rsidRPr="00C022E8"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mylase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9" type="#_x0000_t202" style="position:absolute;margin-left:138.45pt;margin-top:4.15pt;width:103.5pt;height:23.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" filled="f" stroked="f">
                      <v:textbox>
                        <w:txbxContent>
                          <w:p w:rsidR="00EA24BB" w:rsidRPr="00C022E8" w:rsidRDefault="00523FAA" w:rsidP="00EA24BB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color w:val="FF0000"/>
                                <w:sz w:val="22"/>
                                <w:szCs w:val="22"/>
                              </w:rPr>
                              <w:t>Pankreasa</w:t>
                            </w:r>
                            <w:r w:rsidR="00EA24BB" w:rsidRPr="00C022E8"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>mylase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A24BB" w:rsidRPr="00C022E8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F6B7DA8" wp14:editId="29C05738">
                      <wp:simplePos x="0" y="0"/>
                      <wp:positionH relativeFrom="column">
                        <wp:posOffset>3004185</wp:posOffset>
                      </wp:positionH>
                      <wp:positionV relativeFrom="paragraph">
                        <wp:posOffset>603250</wp:posOffset>
                      </wp:positionV>
                      <wp:extent cx="1141095" cy="1403985"/>
                      <wp:effectExtent l="0" t="0" r="0" b="0"/>
                      <wp:wrapNone/>
                      <wp:docPr id="43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109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1E7D" w:rsidRPr="00C022E8" w:rsidRDefault="002B1E7D" w:rsidP="002B1E7D">
                                  <w:pP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Disaccharide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100" type="#_x0000_t202" style="position:absolute;margin-left:236.55pt;margin-top:47.5pt;width:89.85pt;height:110.55pt;z-index:251737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" filled="f" stroked="f">
                      <v:textbox style="mso-fit-shape-to-text:t">
                        <w:txbxContent>
                          <w:p w:rsidR="002B1E7D" w:rsidRPr="00C022E8" w:rsidRDefault="002B1E7D" w:rsidP="002B1E7D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>Disaccharide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B1E7D" w:rsidRPr="00C022E8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9D9404C" wp14:editId="7E847A13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596900</wp:posOffset>
                      </wp:positionV>
                      <wp:extent cx="983615" cy="1403985"/>
                      <wp:effectExtent l="0" t="0" r="6985" b="0"/>
                      <wp:wrapNone/>
                      <wp:docPr id="42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361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1E7D" w:rsidRPr="00C022E8" w:rsidRDefault="002B1E7D" w:rsidP="002B1E7D">
                                  <w:pP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Dextrine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101" type="#_x0000_t202" style="position:absolute;margin-left:2.2pt;margin-top:47pt;width:77.45pt;height:110.55pt;z-index:251735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" stroked="f">
                      <v:textbox style="mso-fit-shape-to-text:t">
                        <w:txbxContent>
                          <w:p w:rsidR="002B1E7D" w:rsidRPr="00C022E8" w:rsidRDefault="002B1E7D" w:rsidP="002B1E7D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>Dextrine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B1E7D" w:rsidRPr="00B044B1"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127EC0A0" wp14:editId="23B07F10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213995</wp:posOffset>
                      </wp:positionV>
                      <wp:extent cx="1084580" cy="140970"/>
                      <wp:effectExtent l="0" t="0" r="20320" b="30480"/>
                      <wp:wrapNone/>
                      <wp:docPr id="64" name="Gruppieren 1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4580" cy="140970"/>
                                <a:chOff x="0" y="0"/>
                                <a:chExt cx="3151080" cy="464423"/>
                              </a:xfrm>
                            </wpg:grpSpPr>
                            <wpg:grpSp>
                              <wpg:cNvPr id="65" name="Gruppieren 65"/>
                              <wpg:cNvGrpSpPr/>
                              <wpg:grpSpPr>
                                <a:xfrm>
                                  <a:off x="0" y="0"/>
                                  <a:ext cx="789180" cy="460050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66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67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68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69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70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71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72" name="Gruppieren 72"/>
                              <wpg:cNvGrpSpPr/>
                              <wpg:grpSpPr>
                                <a:xfrm>
                                  <a:off x="2361900" y="4373"/>
                                  <a:ext cx="789180" cy="460050"/>
                                  <a:chOff x="2361900" y="4373"/>
                                  <a:chExt cx="2667908" cy="1191271"/>
                                </a:xfrm>
                              </wpg:grpSpPr>
                              <wps:wsp>
                                <wps:cNvPr id="73" name="Gerade Verbindung 4"/>
                                <wps:cNvCnPr/>
                                <wps:spPr>
                                  <a:xfrm>
                                    <a:off x="4536618" y="4373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74" name="Gerade Verbindung 5"/>
                                <wps:cNvCnPr/>
                                <wps:spPr>
                                  <a:xfrm>
                                    <a:off x="2856151" y="119564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75" name="Gerade Verbindung 7"/>
                                <wps:cNvCnPr/>
                                <wps:spPr>
                                  <a:xfrm>
                                    <a:off x="2361900" y="604731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76" name="Gerade Verbindung 8"/>
                                <wps:cNvCnPr/>
                                <wps:spPr>
                                  <a:xfrm flipV="1">
                                    <a:off x="2361900" y="4373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77" name="Gerade Verbindung 17"/>
                                <wps:cNvCnPr/>
                                <wps:spPr>
                                  <a:xfrm>
                                    <a:off x="2856151" y="4373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78" name="Gerade Verbindung 24"/>
                                <wps:cNvCnPr/>
                                <wps:spPr>
                                  <a:xfrm flipV="1">
                                    <a:off x="4536618" y="604731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79" name="Gruppieren 79"/>
                              <wpg:cNvGrpSpPr/>
                              <wpg:grpSpPr>
                                <a:xfrm>
                                  <a:off x="1570627" y="1824"/>
                                  <a:ext cx="789180" cy="460050"/>
                                  <a:chOff x="1570627" y="1824"/>
                                  <a:chExt cx="2667908" cy="1191271"/>
                                </a:xfrm>
                              </wpg:grpSpPr>
                              <wps:wsp>
                                <wps:cNvPr id="80" name="Gerade Verbindung 4"/>
                                <wps:cNvCnPr/>
                                <wps:spPr>
                                  <a:xfrm>
                                    <a:off x="3745345" y="1824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81" name="Gerade Verbindung 5"/>
                                <wps:cNvCnPr/>
                                <wps:spPr>
                                  <a:xfrm>
                                    <a:off x="2064878" y="1193095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82" name="Gerade Verbindung 7"/>
                                <wps:cNvCnPr/>
                                <wps:spPr>
                                  <a:xfrm>
                                    <a:off x="1570627" y="602182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83" name="Gerade Verbindung 8"/>
                                <wps:cNvCnPr/>
                                <wps:spPr>
                                  <a:xfrm flipV="1">
                                    <a:off x="1570627" y="1824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84" name="Gerade Verbindung 17"/>
                                <wps:cNvCnPr/>
                                <wps:spPr>
                                  <a:xfrm>
                                    <a:off x="2064878" y="182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85" name="Gerade Verbindung 24"/>
                                <wps:cNvCnPr/>
                                <wps:spPr>
                                  <a:xfrm flipV="1">
                                    <a:off x="3745345" y="602182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86" name="Gruppieren 86"/>
                              <wpg:cNvGrpSpPr/>
                              <wpg:grpSpPr>
                                <a:xfrm>
                                  <a:off x="789180" y="2549"/>
                                  <a:ext cx="789180" cy="460050"/>
                                  <a:chOff x="789179" y="2549"/>
                                  <a:chExt cx="2667908" cy="1191271"/>
                                </a:xfrm>
                              </wpg:grpSpPr>
                              <wps:wsp>
                                <wps:cNvPr id="87" name="Gerade Verbindung 4"/>
                                <wps:cNvCnPr/>
                                <wps:spPr>
                                  <a:xfrm>
                                    <a:off x="2963897" y="2549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88" name="Gerade Verbindung 5"/>
                                <wps:cNvCnPr/>
                                <wps:spPr>
                                  <a:xfrm>
                                    <a:off x="1283430" y="119382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89" name="Gerade Verbindung 7"/>
                                <wps:cNvCnPr/>
                                <wps:spPr>
                                  <a:xfrm>
                                    <a:off x="789179" y="602907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90" name="Gerade Verbindung 8"/>
                                <wps:cNvCnPr/>
                                <wps:spPr>
                                  <a:xfrm flipV="1">
                                    <a:off x="789179" y="2549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91" name="Gerade Verbindung 17"/>
                                <wps:cNvCnPr/>
                                <wps:spPr>
                                  <a:xfrm>
                                    <a:off x="1283430" y="2549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92" name="Gerade Verbindung 24"/>
                                <wps:cNvCnPr/>
                                <wps:spPr>
                                  <a:xfrm flipV="1">
                                    <a:off x="2963897" y="602907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03" o:spid="_x0000_s1026" style="position:absolute;margin-left:-2.55pt;margin-top:16.85pt;width:85.4pt;height:11.1pt;z-index:251714560;mso-width-relative:margin;mso-height-relative:margin" coordsize="31510,4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">
                      <v:group id="Gruppieren 65" o:spid="_x0000_s1027" style="position:absolute;width:7891;height:460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lNhcQAAADbAAAADwAAAGRycy9kb3ducmV2LnhtbESP3WoCMRSE7wu+QziCN6Vm68UiW6P4&#10;g+BFC9X2AQ6bY7K6OVmSVLc+vSkUvBxm5htmtuhdKy4UYuNZweu4AEFce92wUfD9tX2ZgogJWWPr&#10;mRT8UoTFfPA0w0r7K+/pckhGZAjHChXYlLpKylhbchjHviPO3tEHhynLYKQOeM1w18pJUZTSYcN5&#10;wWJHa0v1+fDjFKzN2dyKsJ2cTqvnj80n2Xc57ZUaDfvlG4hEfXqE/9s7raAs4e9L/g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CU2FxAAAANsAAAAPAAAAAAAAAAAA&#10;AAAAAKECAABkcnMvZG93bnJldi54bWxQSwUGAAAAAAQABAD5AAAAkgMAAAAA&#10;" strokecolor="windowText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XoHsQAAADbAAAADwAAAGRycy9kb3ducmV2LnhtbESPQWsCMRSE74X+h/AKvZSa1YOVrVFa&#10;RfCg0G77Ax6b12R187Ikqa7+eiMIHoeZ+YaZznvXigOF2HhWMBwUIIhrrxs2Cn5/Vq8TEDEha2w9&#10;k4ITRZjPHh+mWGp/5G86VMmIDOFYogKbUldKGWtLDuPAd8TZ+/PBYcoyGKkDHjPctXJUFGPpsOG8&#10;YLGjhaV6X/07BQuzN+cirEa73efLdvlFdiMnvVLPT/3HO4hEfbqHb+21VjB+g+uX/APk7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RegexAAAANsAAAAPAAAAAAAAAAAA&#10;AAAAAKECAABkcnMvZG93bnJldi54bWxQSwUGAAAAAAQABAD5AAAAkgMAAAAA&#10;" strokecolor="windowText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p8bMAAAADbAAAADwAAAGRycy9kb3ducmV2LnhtbERPzWoCMRC+C32HMAUvolk9iKxGaRWh&#10;hwpWfYBhMyarm8mSpLr26c1B6PHj+1+sOteIG4VYe1YwHhUgiCuvazYKTsftcAYiJmSNjWdS8KAI&#10;q+Vbb4Gl9nf+odshGZFDOJaowKbUllLGypLDOPItcebOPjhMGQYjdcB7DneNnBTFVDqsOTdYbGlt&#10;qboefp2CtbmavyJsJ5fL52C32ZP9lrNOqf579zEHkahL/+KX+0srmOax+Uv+AXL5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3afGzAAAAA2wAAAA8AAAAAAAAAAAAAAAAA&#10;oQIAAGRycy9kb3ducmV2LnhtbFBLBQYAAAAABAAEAPkAAACOAwAAAAA=&#10;" strokecolor="windowText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jidMUAAADbAAAADwAAAGRycy9kb3ducmV2LnhtbESPQUsDMRSE70L/Q3gFbzapSNFt0yIV&#10;QdqLtmLt7bF53V3cvCzJc7v+eyMIPQ4z8w2zWA2+VT3F1AS2MJ0YUMRlcA1XFt73zzf3oJIgO2wD&#10;k4UfSrBajq4WWLhw5jfqd1KpDOFUoIVapCu0TmVNHtMkdMTZO4XoUbKMlXYRzxnuW31rzEx7bDgv&#10;1NjRuqbya/ftLRz7rfkUMd3+Y9OeNk+vh7u4PVh7PR4e56CEBrmE/9svzsLsAf6+5B+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wjidMUAAADbAAAADwAAAAAAAAAA&#10;AAAAAAChAgAAZHJzL2Rvd25yZXYueG1sUEsFBgAAAAAEAAQA+QAAAJMDAAAAAA==&#10;" strokecolor="windowText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Xmt8IAAADbAAAADwAAAGRycy9kb3ducmV2LnhtbERPzWoCMRC+C75DGKEX0aweqqxmpVqE&#10;HlpQ2wcYNtNk181kSVLd9umbQ6HHj+9/uxtcJ24UYuNZwWJegCCuvW7YKPh4P87WIGJC1th5JgXf&#10;FGFXjUdbLLW/85lul2REDuFYogKbUl9KGWtLDuPc98SZ+/TBYcowGKkD3nO46+SyKB6lw4Zzg8We&#10;Dpbq6+XLKTiYq/kpwnHZtvvp2/OJ7KtcD0o9TIanDYhEQ/oX/7lftIJVXp+/5B8g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Xmt8IAAADbAAAADwAAAAAAAAAAAAAA&#10;AAChAgAAZHJzL2Rvd25yZXYueG1sUEsFBgAAAAAEAAQA+QAAAJADAAAAAA==&#10;" strokecolor="windowText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d4r8UAAADbAAAADwAAAGRycy9kb3ducmV2LnhtbESPQUsDMRSE70L/Q3gFbzapiMq2aZEW&#10;QdqLtmLt7bF53V3cvCzJc7v+eyMIPQ4z8w0zXw6+VT3F1AS2MJ0YUMRlcA1XFt73zzePoJIgO2wD&#10;k4UfSrBcjK7mWLhw5jfqd1KpDOFUoIVapCu0TmVNHtMkdMTZO4XoUbKMlXYRzxnuW31rzL322HBe&#10;qLGjVU3l1+7bWzj2W/MpYrr9x6Y9bdavh7u4PVh7PR6eZqCEBrmE/9svzsLDFP6+5B+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d4r8UAAADbAAAADwAAAAAAAAAA&#10;AAAAAAChAgAAZHJzL2Rvd25yZXYueG1sUEsFBgAAAAAEAAQA+QAAAJMDAAAAAA==&#10;" strokecolor="windowText" strokeweight="1pt"/>
                      </v:group>
                      <v:group id="Gruppieren 72" o:spid="_x0000_s1034" style="position:absolute;left:23619;top:43;width:7891;height:4601" coordorigin="23619,4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<v:shape id="Gerade Verbindung 4" o:spid="_x0000_s1035" type="#_x0000_t32" style="position:absolute;left:45366;top:43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d4wMQAAADbAAAADwAAAGRycy9kb3ducmV2LnhtbESP0WoCMRRE3wv+Q7iFvkjNaqHK1ihq&#10;EfpgQW0/4LK5TVY3N0uS6tavN4LQx2FmzjDTeecacaIQa88KhoMCBHHldc1GwffX+nkCIiZkjY1n&#10;UvBHEeaz3sMUS+3PvKPTPhmRIRxLVGBTakspY2XJYRz4ljh7Pz44TFkGI3XAc4a7Ro6K4lU6rDkv&#10;WGxpZak67n+dgpU5mksR1qPDYdn/fN+S3chJp9TTY7d4A5GoS//he/tDKxi/wO1L/gF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p3jAxAAAANsAAAAPAAAAAAAAAAAA&#10;AAAAAKECAABkcnMvZG93bnJldi54bWxQSwUGAAAAAAQABAD5AAAAkgMAAAAA&#10;" strokecolor="windowText" strokeweight="1pt"/>
                        <v:shape id="Gerade Verbindung 5" o:spid="_x0000_s1036" type="#_x0000_t32" style="position:absolute;left:28561;top:11956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7gtMQAAADbAAAADwAAAGRycy9kb3ducmV2LnhtbESP0WoCMRRE3wv+Q7iFvkjNKqXK1ihq&#10;EfpgQW0/4LK5TVY3N0uS6tavN4LQx2FmzjDTeecacaIQa88KhoMCBHHldc1GwffX+nkCIiZkjY1n&#10;UvBHEeaz3sMUS+3PvKPTPhmRIRxLVGBTakspY2XJYRz4ljh7Pz44TFkGI3XAc4a7Ro6K4lU6rDkv&#10;WGxpZak67n+dgpU5mksR1qPDYdn/fN+S3chJp9TTY7d4A5GoS//he/tDKxi/wO1L/gF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TuC0xAAAANsAAAAPAAAAAAAAAAAA&#10;AAAAAKECAABkcnMvZG93bnJldi54bWxQSwUGAAAAAAQABAD5AAAAkgMAAAAA&#10;" strokecolor="windowText" strokeweight="1pt"/>
                        <v:shape id="Gerade Verbindung 7" o:spid="_x0000_s1037" type="#_x0000_t32" style="position:absolute;left:23619;top:6047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JFL8QAAADbAAAADwAAAGRycy9kb3ducmV2LnhtbESP0WoCMRRE3wv+Q7iFvkjNKrTK1ihq&#10;EfpgQW0/4LK5TVY3N0uS6tavN4LQx2FmzjDTeecacaIQa88KhoMCBHHldc1GwffX+nkCIiZkjY1n&#10;UvBHEeaz3sMUS+3PvKPTPhmRIRxLVGBTakspY2XJYRz4ljh7Pz44TFkGI3XAc4a7Ro6K4lU6rDkv&#10;WGxpZak67n+dgpU5mksR1qPDYdn/fN+S3chJp9TTY7d4A5GoS//he/tDKxi/wO1L/gF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AkUvxAAAANsAAAAPAAAAAAAAAAAA&#10;AAAAAKECAABkcnMvZG93bnJldi54bWxQSwUGAAAAAAQABAD5AAAAkgMAAAAA&#10;" strokecolor="windowText" strokeweight="1pt"/>
                        <v:shape id="Gerade Verbindung 8" o:spid="_x0000_s1038" type="#_x0000_t32" style="position:absolute;left:23619;top:43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7g28UAAADbAAAADwAAAGRycy9kb3ducmV2LnhtbESPQUsDMRSE70L/Q3gFbzapSJVt0yIV&#10;QdqLtmLt7bF53V3cvCzJc7v+eyMIPQ4z8w2zWA2+VT3F1AS2MJ0YUMRlcA1XFt73zzcPoJIgO2wD&#10;k4UfSrBajq4WWLhw5jfqd1KpDOFUoIVapCu0TmVNHtMkdMTZO4XoUbKMlXYRzxnuW31rzEx7bDgv&#10;1NjRuqbya/ftLRz7rfkUMd3+Y9OeNk+vh7u4PVh7PR4e56CEBrmE/9svzsL9DP6+5B+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07g28UAAADbAAAADwAAAAAAAAAA&#10;AAAAAAChAgAAZHJzL2Rvd25yZXYueG1sUEsFBgAAAAAEAAQA+QAAAJMDAAAAAA==&#10;" strokecolor="windowText" strokeweight="1pt"/>
                        <v:shape id="Gerade Verbindung 17" o:spid="_x0000_s1039" type="#_x0000_t32" style="position:absolute;left:28561;top:4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x+w8QAAADbAAAADwAAAGRycy9kb3ducmV2LnhtbESPQWsCMRSE70L/Q3iFXqRm9aCyNUqr&#10;CB4qtNv+gMfmNVndvCxJqmt/vREKHoeZ+YZZrHrXihOF2HhWMB4VIIhrrxs2Cr6/ts9zEDEha2w9&#10;k4ILRVgtHwYLLLU/8yedqmREhnAsUYFNqSuljLUlh3HkO+Ls/fjgMGUZjNQBzxnuWjkpiql02HBe&#10;sNjR2lJ9rH6dgrU5mr8ibCeHw9twv/kg+y7nvVJPj/3rC4hEfbqH/9s7rWA2g9uX/APk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nH7DxAAAANsAAAAPAAAAAAAAAAAA&#10;AAAAAKECAABkcnMvZG93bnJldi54bWxQSwUGAAAAAAQABAD5AAAAkgMAAAAA&#10;" strokecolor="windowText" strokeweight="1pt"/>
                        <v:shape id="Gerade Verbindung 24" o:spid="_x0000_s1040" type="#_x0000_t32" style="position:absolute;left:45366;top:6047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3RMsIAAADbAAAADwAAAGRycy9kb3ducmV2LnhtbERPTWsCMRC9C/0PYYTeNLGUWrZGKS2F&#10;opeqpba3YTPuLt1MlmS6rv/eHAoeH+97sRp8q3qKqQlsYTY1oIjL4BquLHzu3yaPoJIgO2wDk4Uz&#10;JVgtb0YLLFw48Zb6nVQqh3Aq0EIt0hVap7Imj2kaOuLMHUP0KBnGSruIpxzuW31nzIP22HBuqLGj&#10;l5rK392ft/DTb8y3iOn2X+v2uH79ONzHzcHa2/Hw/ARKaJCr+N/97izM89j8Jf8Avb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3RMsIAAADbAAAADwAAAAAAAAAAAAAA&#10;AAChAgAAZHJzL2Rvd25yZXYueG1sUEsFBgAAAAAEAAQA+QAAAJADAAAAAA==&#10;" strokecolor="windowText" strokeweight="1pt"/>
                      </v:group>
                      <v:group id="Gruppieren 79" o:spid="_x0000_s1041" style="position:absolute;left:15706;top:18;width:7892;height:4600" coordorigin="15706,18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    <v:shape id="Gerade Verbindung 4" o:spid="_x0000_s1042" type="#_x0000_t32" style="position:absolute;left:37453;top:18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CWkMEAAADbAAAADwAAAGRycy9kb3ducmV2LnhtbERPy2oCMRTdF/yHcAU3RTN1UYbRKD4Q&#10;XFioth9wmVyT0cnNkKQ69uubRcHl4bzny9614kYhNp4VvE0KEMS11w0bBd9fu3EJIiZkja1nUvCg&#10;CMvF4GWOlfZ3PtLtlIzIIRwrVGBT6iopY23JYZz4jjhzZx8cpgyDkTrgPYe7Vk6L4l06bDg3WOxo&#10;Y6m+nn6cgo25mt8i7KaXy/r1Y/tJ9iDLXqnRsF/NQCTq01P8795rBWVen7/kHy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oJaQwQAAANsAAAAPAAAAAAAAAAAAAAAA&#10;AKECAABkcnMvZG93bnJldi54bWxQSwUGAAAAAAQABAD5AAAAjwMAAAAA&#10;" strokecolor="windowText" strokeweight="1pt"/>
                        <v:shape id="Gerade Verbindung 5" o:spid="_x0000_s1043" type="#_x0000_t32" style="position:absolute;left:20648;top:1193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wzC8QAAADbAAAADwAAAGRycy9kb3ducmV2LnhtbESPQWsCMRSE7wX/Q3gFL0WzepBlNUqr&#10;CD1YsLY/4LF5TVY3L0uS6uqvbwShx2FmvmEWq9614kwhNp4VTMYFCOLa64aNgu+v7agEEROyxtYz&#10;KbhShNVy8LTASvsLf9L5kIzIEI4VKrApdZWUsbbkMI59R5y9Hx8cpiyDkTrgJcNdK6dFMZMOG84L&#10;FjtaW6pPh1+nYG1O5laE7fR4fHv52OzJ7mTZKzV87l/nIBL16T/8aL9rBeUE7l/yD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7DMLxAAAANsAAAAPAAAAAAAAAAAA&#10;AAAAAKECAABkcnMvZG93bnJldi54bWxQSwUGAAAAAAQABAD5AAAAkgMAAAAA&#10;" strokecolor="windowText" strokeweight="1pt"/>
                        <v:shape id="Gerade Verbindung 7" o:spid="_x0000_s1044" type="#_x0000_t32" style="position:absolute;left:15706;top:6021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6tfMUAAADbAAAADwAAAGRycy9kb3ducmV2LnhtbESP3WoCMRSE74W+QziF3ohmuxdl2Rql&#10;tQi9qOBPH+CwOSarm5MlSXXbpzcFwcthZr5hZovBdeJMIbaeFTxPCxDEjdctGwXf+9WkAhETssbO&#10;Myn4pQiL+cNohrX2F97SeZeMyBCONSqwKfW1lLGx5DBOfU+cvYMPDlOWwUgd8JLhrpNlUbxIhy3n&#10;BYs9LS01p92PU7A0J/NXhFV5PL6P1x8bsl+yGpR6ehzeXkEkGtI9fGt/agVVCf9f8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6tfMUAAADbAAAADwAAAAAAAAAA&#10;AAAAAAChAgAAZHJzL2Rvd25yZXYueG1sUEsFBgAAAAAEAAQA+QAAAJMDAAAAAA==&#10;" strokecolor="windowText" strokeweight="1pt"/>
                        <v:shape id="Gerade Verbindung 8" o:spid="_x0000_s1045" type="#_x0000_t32" style="position:absolute;left:15706;top:18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wzZMUAAADbAAAADwAAAGRycy9kb3ducmV2LnhtbESPX0sDMRDE3wW/Q1jBN5v4BynXpkUU&#10;QdqX2hZr35bL9u7wsjmS9Xp+e1Mo9HGYmd8w0/ngW9VTTE1gC/cjA4q4DK7hysJ28343BpUE2WEb&#10;mCz8UYL57PpqioULR/6kfi2VyhBOBVqoRbpC61TW5DGNQkecvUOIHiXLWGkX8ZjhvtUPxjxrjw3n&#10;hRo7eq2p/Fn/egv7fmm+RUy3+Vq0h8XbavcUlztrb2+GlwkooUEu4XP7w1kYP8LpS/4Bev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wzZMUAAADbAAAADwAAAAAAAAAA&#10;AAAAAAChAgAAZHJzL2Rvd25yZXYueG1sUEsFBgAAAAAEAAQA+QAAAJMDAAAAAA==&#10;" strokecolor="windowText" strokeweight="1pt"/>
                        <v:shape id="Gerade Verbindung 17" o:spid="_x0000_s1046" type="#_x0000_t32" style="position:absolute;left:20648;top:1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uQk8QAAADbAAAADwAAAGRycy9kb3ducmV2LnhtbESP0WoCMRRE3wX/IVyhL6JZpciyGqUq&#10;Qh9asLYfcNncJqubmyWJuu3XN4VCH4eZOcOsNr1rxY1CbDwrmE0LEMS11w0bBR/vh0kJIiZkja1n&#10;UvBFETbr4WCFlfZ3fqPbKRmRIRwrVGBT6iopY23JYZz6jjh7nz44TFkGI3XAe4a7Vs6LYiEdNpwX&#10;LHa0s1RfTlenYGcu5rsIh/n5vB2/7o9kX2TZK/Uw6p+WIBL16T/8137WCspH+P2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m5CTxAAAANsAAAAPAAAAAAAAAAAA&#10;AAAAAKECAABkcnMvZG93bnJldi54bWxQSwUGAAAAAAQABAD5AAAAkgMAAAAA&#10;" strokecolor="windowText" strokeweight="1pt"/>
                        <v:shape id="Gerade Verbindung 24" o:spid="_x0000_s1047" type="#_x0000_t32" style="position:absolute;left:37453;top:6021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kOi8UAAADbAAAADwAAAGRycy9kb3ducmV2LnhtbESPQUsDMRSE74L/ITzBm00UlbJtWkQR&#10;pL3Utlh7e2xedxc3L0vy3K7/3hQKPQ4z8w0znQ++VT3F1AS2cD8yoIjL4BquLGw373djUEmQHbaB&#10;ycIfJZjPrq+mWLhw5E/q11KpDOFUoIVapCu0TmVNHtModMTZO4ToUbKMlXYRjxnuW/1gzLP22HBe&#10;qLGj15rKn/Wvt7Dvl+ZbxHSbr0V7WLytdo9xubP29mZ4mYASGuQSPrc/nIXxE5y+5B+gZ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kkOi8UAAADbAAAADwAAAAAAAAAA&#10;AAAAAAChAgAAZHJzL2Rvd25yZXYueG1sUEsFBgAAAAAEAAQA+QAAAJMDAAAAAA==&#10;" strokecolor="windowText" strokeweight="1pt"/>
                      </v:group>
                      <v:group id="Gruppieren 86" o:spid="_x0000_s1048" style="position:absolute;left:7891;top:25;width:7892;height:4600" coordorigin="7891,25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  <v:shape id="Gerade Verbindung 4" o:spid="_x0000_s1049" type="#_x0000_t32" style="position:absolute;left:29638;top:25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kO5MQAAADbAAAADwAAAGRycy9kb3ducmV2LnhtbESPQWsCMRSE74L/ITyhF9GsHuqyGqUq&#10;Qg8tWNsf8Ni8JqublyWJuu2vbwqFHoeZ+YZZbXrXihuF2HhWMJsWIIhrrxs2Cj7eD5MSREzIGlvP&#10;pOCLImzWw8EKK+3v/Ea3UzIiQzhWqMCm1FVSxtqSwzj1HXH2Pn1wmLIMRuqA9wx3rZwXxaN02HBe&#10;sNjRzlJ9OV2dgp25mO8iHObn83b8uj+SfZFlr9TDqH9agkjUp//wX/tZKygX8Psl/wC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SQ7kxAAAANsAAAAPAAAAAAAAAAAA&#10;AAAAAKECAABkcnMvZG93bnJldi54bWxQSwUGAAAAAAQABAD5AAAAkgMAAAAA&#10;" strokecolor="windowText" strokeweight="1pt"/>
                        <v:shape id="Gerade Verbindung 5" o:spid="_x0000_s1050" type="#_x0000_t32" style="position:absolute;left:12834;top:11938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aalsEAAADbAAAADwAAAGRycy9kb3ducmV2LnhtbERPy2oCMRTdF/yHcAU3RTN1UYbRKD4Q&#10;XFioth9wmVyT0cnNkKQ69uubRcHl4bzny9614kYhNp4VvE0KEMS11w0bBd9fu3EJIiZkja1nUvCg&#10;CMvF4GWOlfZ3PtLtlIzIIRwrVGBT6iopY23JYZz4jjhzZx8cpgyDkTrgPYe7Vk6L4l06bDg3WOxo&#10;Y6m+nn6cgo25mt8i7KaXy/r1Y/tJ9iDLXqnRsF/NQCTq01P8795rBWUem7/kHy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1pqWwQAAANsAAAAPAAAAAAAAAAAAAAAA&#10;AKECAABkcnMvZG93bnJldi54bWxQSwUGAAAAAAQABAD5AAAAjwMAAAAA&#10;" strokecolor="windowText" strokeweight="1pt"/>
                        <v:shape id="Gerade Verbindung 7" o:spid="_x0000_s1051" type="#_x0000_t32" style="position:absolute;left:7891;top:6029;width:4943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o/DcQAAADbAAAADwAAAGRycy9kb3ducmV2LnhtbESPQWsCMRSE74L/ITyhF9GsHsp2NUpV&#10;hB5asLY/4LF5TVY3L0sSddtf3xQKHoeZ+YZZrnvXiiuF2HhWMJsWIIhrrxs2Cj4/9pMSREzIGlvP&#10;pOCbIqxXw8ESK+1v/E7XYzIiQzhWqMCm1FVSxtqSwzj1HXH2vnxwmLIMRuqAtwx3rZwXxaN02HBe&#10;sNjR1lJ9Pl6cgq05m58i7Oen02b8tjuQfZVlr9TDqH9egEjUp3v4v/2iFZRP8Pcl/wC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mj8NxAAAANsAAAAPAAAAAAAAAAAA&#10;AAAAAKECAABkcnMvZG93bnJldi54bWxQSwUGAAAAAAQABAD5AAAAkgMAAAAA&#10;" strokecolor="windowText" strokeweight="1pt"/>
                        <v:shape id="Gerade Verbindung 8" o:spid="_x0000_s1052" type="#_x0000_t32" style="position:absolute;left:7891;top:25;width:4943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c7zsIAAADbAAAADwAAAGRycy9kb3ducmV2LnhtbERPTWsCMRC9C/0PYYTeNLGUYrdGKS2F&#10;opeqpba3YTPuLt1MlmS6rv/eHAoeH+97sRp8q3qKqQlsYTY1oIjL4BquLHzu3yZzUEmQHbaBycKZ&#10;EqyWN6MFFi6ceEv9TiqVQzgVaKEW6QqtU1mTxzQNHXHmjiF6lAxjpV3EUw73rb4z5kF7bDg31NjR&#10;S03l7+7PW/jpN+ZbxHT7r3V7XL9+HO7j5mDt7Xh4fgIlNMhV/O9+dxYe8/r8Jf8Avb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+c7zsIAAADbAAAADwAAAAAAAAAAAAAA&#10;AAChAgAAZHJzL2Rvd25yZXYueG1sUEsFBgAAAAAEAAQA+QAAAJADAAAAAA==&#10;" strokecolor="windowText" strokeweight="1pt"/>
                        <v:shape id="Gerade Verbindung 17" o:spid="_x0000_s1053" type="#_x0000_t32" style="position:absolute;left:12834;top:25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Wl1sQAAADbAAAADwAAAGRycy9kb3ducmV2LnhtbESP3WoCMRSE74W+QziF3hTN6oXoapTW&#10;IvRCof48wGFzTFY3J0uS6rZPbwoFL4eZ+YaZLzvXiCuFWHtWMBwUIIgrr2s2Co6HdX8CIiZkjY1n&#10;UvBDEZaLp94cS+1vvKPrPhmRIRxLVGBTakspY2XJYRz4ljh7Jx8cpiyDkTrgLcNdI0dFMZYOa84L&#10;FltaWaou+2+nYGUu5rcI69H5/P66/fgiu5GTTqmX5+5tBiJRlx7h//anVjAdwt+X/AP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NaXWxAAAANsAAAAPAAAAAAAAAAAA&#10;AAAAAKECAABkcnMvZG93bnJldi54bWxQSwUGAAAAAAQABAD5AAAAkgMAAAAA&#10;" strokecolor="windowText" strokeweight="1pt"/>
                        <v:shape id="Gerade Verbindung 24" o:spid="_x0000_s1054" type="#_x0000_t32" style="position:absolute;left:29638;top:6029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kAIsUAAADbAAAADwAAAGRycy9kb3ducmV2LnhtbESPQUsDMRSE70L/Q3iCN5tYROy2aZGK&#10;IO1F22Lt7bF53V3cvCzJc7v+eyMIPQ4z8w0zXw6+VT3F1AS2cDc2oIjL4BquLOx3L7ePoJIgO2wD&#10;k4UfSrBcjK7mWLhw5nfqt1KpDOFUoIVapCu0TmVNHtM4dMTZO4XoUbKMlXYRzxnuWz0x5kF7bDgv&#10;1NjRqqbya/vtLRz7jfkUMd3uY92e1s9vh/u4OVh7cz08zUAJDXIJ/7dfnYXpBP6+5B+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HkAIsUAAADbAAAADwAAAAAAAAAA&#10;AAAAAAChAgAAZHJzL2Rvd25yZXYueG1sUEsFBgAAAAAEAAQA+QAAAJMDAAAAAA==&#10;" strokecolor="windowText" strokeweight="1pt"/>
                      </v:group>
                    </v:group>
                  </w:pict>
                </mc:Fallback>
              </mc:AlternateContent>
            </w:r>
            <w:r w:rsidR="002B1E7D" w:rsidRPr="002B1E7D">
              <w:rPr>
                <w:i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0EBD3192" wp14:editId="0B235E13">
                      <wp:simplePos x="0" y="0"/>
                      <wp:positionH relativeFrom="column">
                        <wp:posOffset>3547110</wp:posOffset>
                      </wp:positionH>
                      <wp:positionV relativeFrom="paragraph">
                        <wp:posOffset>382905</wp:posOffset>
                      </wp:positionV>
                      <wp:extent cx="494665" cy="158115"/>
                      <wp:effectExtent l="0" t="0" r="38735" b="13335"/>
                      <wp:wrapNone/>
                      <wp:docPr id="384" name="Gruppieren 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4665" cy="158115"/>
                                <a:chOff x="0" y="0"/>
                                <a:chExt cx="2218454" cy="565419"/>
                              </a:xfrm>
                            </wpg:grpSpPr>
                            <wpg:grpSp>
                              <wpg:cNvPr id="385" name="Gruppieren 385"/>
                              <wpg:cNvGrpSpPr/>
                              <wpg:grpSpPr>
                                <a:xfrm>
                                  <a:off x="0" y="0"/>
                                  <a:ext cx="1109227" cy="543332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386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87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88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89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90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91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92" name="Gruppieren 392"/>
                              <wpg:cNvGrpSpPr/>
                              <wpg:grpSpPr>
                                <a:xfrm>
                                  <a:off x="1109227" y="22087"/>
                                  <a:ext cx="1109227" cy="543332"/>
                                  <a:chOff x="1109227" y="22087"/>
                                  <a:chExt cx="2667908" cy="1191271"/>
                                </a:xfrm>
                              </wpg:grpSpPr>
                              <wps:wsp>
                                <wps:cNvPr id="393" name="Gerade Verbindung 4"/>
                                <wps:cNvCnPr/>
                                <wps:spPr>
                                  <a:xfrm>
                                    <a:off x="3283945" y="22087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94" name="Gerade Verbindung 5"/>
                                <wps:cNvCnPr/>
                                <wps:spPr>
                                  <a:xfrm>
                                    <a:off x="1603478" y="1213358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95" name="Gerade Verbindung 7"/>
                                <wps:cNvCnPr/>
                                <wps:spPr>
                                  <a:xfrm>
                                    <a:off x="1109227" y="622445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96" name="Gerade Verbindung 8"/>
                                <wps:cNvCnPr/>
                                <wps:spPr>
                                  <a:xfrm flipV="1">
                                    <a:off x="1109227" y="22087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97" name="Gerade Verbindung 17"/>
                                <wps:cNvCnPr/>
                                <wps:spPr>
                                  <a:xfrm>
                                    <a:off x="1603478" y="220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98" name="Gerade Verbindung 24"/>
                                <wps:cNvCnPr/>
                                <wps:spPr>
                                  <a:xfrm flipV="1">
                                    <a:off x="3283945" y="622445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64" o:spid="_x0000_s1026" style="position:absolute;margin-left:279.3pt;margin-top:30.15pt;width:38.95pt;height:12.45pt;z-index:251728896;mso-width-relative:margin;mso-height-relative:margin" coordsize="22184,5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">
                      <v:group id="Gruppieren 385" o:spid="_x0000_s1027" style="position:absolute;width:11092;height:543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RUf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5c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6RUf8QAAADcAAAA&#10;DwAAAAAAAAAAAAAAAACqAgAAZHJzL2Rvd25yZXYueG1sUEsFBgAAAAAEAAQA+gAAAJsDAAAAAA==&#10;"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PisUAAADcAAAADwAAAGRycy9kb3ducmV2LnhtbESP0WoCMRRE3wv9h3CFvhTNVkGW1SjW&#10;IvShQmv9gMvmmqxubpYk1W2/3ggFH4eZOcPMl71rxZlCbDwreBkVIIhrrxs2Cvbfm2EJIiZkja1n&#10;UvBLEZaLx4c5Vtpf+IvOu2REhnCsUIFNqaukjLUlh3HkO+LsHXxwmLIMRuqAlwx3rRwXxVQ6bDgv&#10;WOxobak+7X6cgrU5mb8ibMbH4+vz9u2T7Icse6WeBv1qBiJRn+7h//a7VjApp3A7k4+AX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UPPisUAAADcAAAADwAAAAAAAAAA&#10;AAAAAAChAgAAZHJzL2Rvd25yZXYueG1sUEsFBgAAAAAEAAQA+QAAAJMDAAAAAA==&#10;" strokecolor="windowText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9qEcUAAADcAAAADwAAAGRycy9kb3ducmV2LnhtbESP0WoCMRRE3wv+Q7gFX0rNVqEuq1Gs&#10;RfChBbV+wGVzm6xubpYk1bVf3xQKfRxm5gwzX/auFRcKsfGs4GlUgCCuvW7YKDh+bB5LEDEha2w9&#10;k4IbRVguBndzrLS/8p4uh2REhnCsUIFNqaukjLUlh3HkO+LsffrgMGUZjNQBrxnuWjkuimfpsOG8&#10;YLGjtaX6fPhyCtbmbL6LsBmfTi8P7687sm+y7JUa3verGYhEffoP/7W3WsGknMLvmXwE5O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9qEcUAAADcAAAADwAAAAAAAAAA&#10;AAAAAAChAgAAZHJzL2Rvd25yZXYueG1sUEsFBgAAAAAEAAQA+QAAAJMDAAAAAA==&#10;" strokecolor="windowText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D+Y8IAAADcAAAADwAAAGRycy9kb3ducmV2LnhtbERPzWoCMRC+F3yHMEIvpWarIMvWKK0i&#10;9KCgtg8wbKbJ6mayJFFXn94cCj1+fP+zRe9acaEQG88K3kYFCOLa64aNgp/v9WsJIiZkja1nUnCj&#10;CIv54GmGlfZX3tPlkIzIIRwrVGBT6iopY23JYRz5jjhzvz44TBkGI3XAaw53rRwXxVQ6bDg3WOxo&#10;aak+Hc5OwdKczL0I6/Hx+PmyXe3IbmTZK/U87D/eQSTq07/4z/2lFUzKvDafyUdA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5D+Y8IAAADcAAAADwAAAAAAAAAAAAAA&#10;AAChAgAAZHJzL2Rvd25yZXYueG1sUEsFBgAAAAAEAAQA+QAAAJADAAAAAA==&#10;" strokecolor="windowText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y8bMYAAADcAAAADwAAAGRycy9kb3ducmV2LnhtbESPQUsDMRSE74L/IbyCN5tURdq1aRFF&#10;kPaibWnr7bF53V3cvCzJc7v+eyMIHoeZ+YaZLwffqp5iagJbmIwNKOIyuIYrC7vty/UUVBJkh21g&#10;svBNCZaLy4s5Fi6c+Z36jVQqQzgVaKEW6QqtU1mTxzQOHXH2TiF6lCxjpV3Ec4b7Vt8Yc689NpwX&#10;auzoqabyc/PlLXz0a3MUMd12v2pPq+e3w11cH6y9Gg2PD6CEBvkP/7VfnYXb6Qx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cvGzGAAAA3AAAAA8AAAAAAAAA&#10;AAAAAAAAoQIAAGRycy9kb3ducmV2LnhtbFBLBQYAAAAABAAEAPkAAACUAwAAAAA=&#10;" strokecolor="windowText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9kuMIAAADcAAAADwAAAGRycy9kb3ducmV2LnhtbERPy2oCMRTdF/oP4Ra6KZqpQtGpUdQi&#10;uLDg6wMuk9tkdHIzJKmOfr1ZFLo8nPdk1rlGXCjE2rOC934Bgrjyumaj4HhY9UYgYkLW2HgmBTeK&#10;MJs+P02w1P7KO7rskxE5hGOJCmxKbSllrCw5jH3fEmfuxweHKcNgpA54zeGukYOi+JAOa84NFlta&#10;WqrO+1+nYGnO5l6E1eB0Wrx9f23JbuSoU+r1pZt/gkjUpX/xn3utFQzHeX4+k4+An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D9kuMIAAADcAAAADwAAAAAAAAAAAAAA&#10;AAChAgAAZHJzL2Rvd25yZXYueG1sUEsFBgAAAAAEAAQA+QAAAJADAAAAAA==&#10;" strokecolor="windowText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Mmt8YAAADcAAAADwAAAGRycy9kb3ducmV2LnhtbESPQUsDMRSE70L/Q3iCN5tUReratIgi&#10;SHvRttj29ti87i7dvCzJc7v+eyMIHoeZ+YaZLQbfqp5iagJbmIwNKOIyuIYrC9vN6/UUVBJkh21g&#10;svBNCRbz0cUMCxfO/EH9WiqVIZwKtFCLdIXWqazJYxqHjjh7xxA9Spax0i7iOcN9q2+MudceG84L&#10;NXb0XFN5Wn95C4d+ZfYiptt8Ltvj8uV9dxdXO2uvLoenR1BCg/yH/9pvzsLtwwR+z+QjoO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1zJrfGAAAA3AAAAA8AAAAAAAAA&#10;AAAAAAAAoQIAAGRycy9kb3ducmV2LnhtbFBLBQYAAAAABAAEAPkAAACUAwAAAAA=&#10;" strokecolor="windowText" strokeweight="1pt"/>
                      </v:group>
                      <v:group id="Gruppieren 392" o:spid="_x0000_s1034" style="position:absolute;left:11092;top:220;width:11092;height:5434" coordorigin="11092,22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Ra1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uk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lFrWxgAAANwA&#10;AAAPAAAAAAAAAAAAAAAAAKoCAABkcnMvZG93bnJldi54bWxQSwUGAAAAAAQABAD6AAAAnQMAAAAA&#10;">
                        <v:shape id="Gerade Verbindung 4" o:spid="_x0000_s1035" type="#_x0000_t32" style="position:absolute;left:32839;top:220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36z8UAAADcAAAADwAAAGRycy9kb3ducmV2LnhtbESP0WoCMRRE3wv9h3ALfZGaVaHYrVHU&#10;IvjQgtp+wGVzm6xubpYk6urXm4LQx2FmzjCTWecacaIQa88KBv0CBHHldc1Gwc/36mUMIiZkjY1n&#10;UnChCLPp48MES+3PvKXTLhmRIRxLVGBTakspY2XJYez7ljh7vz44TFkGI3XAc4a7Rg6L4lU6rDkv&#10;WGxpaak67I5OwdIczLUIq+F+v+h9fWzIfspxp9TzUzd/B5GoS//he3utFYzeRvB3Jh8BOb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O36z8UAAADcAAAADwAAAAAAAAAA&#10;AAAAAAChAgAAZHJzL2Rvd25yZXYueG1sUEsFBgAAAAAEAAQA+QAAAJMDAAAAAA==&#10;" strokecolor="windowText" strokeweight="1pt"/>
                        <v:shape id="Gerade Verbindung 5" o:spid="_x0000_s1036" type="#_x0000_t32" style="position:absolute;left:16034;top:1213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Riu8YAAADcAAAADwAAAGRycy9kb3ducmV2LnhtbESP3WoCMRSE7wu+QzhCb0rN+kOxW6NY&#10;i+BFBWv7AIfNabK6OVmSVFefvhEKvRxm5htmtuhcI04UYu1ZwXBQgCCuvK7ZKPj6XD9OQcSErLHx&#10;TAouFGEx793NsNT+zB902icjMoRjiQpsSm0pZawsOYwD3xJn79sHhynLYKQOeM5w18hRUTxJhzXn&#10;BYstrSxVx/2PU7AyR3Mtwnp0OLw+bN92ZN/ltFPqvt8tX0Ak6tJ/+K+90QrGzxO4nc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cEYrvGAAAA3AAAAA8AAAAAAAAA&#10;AAAAAAAAoQIAAGRycy9kb3ducmV2LnhtbFBLBQYAAAAABAAEAPkAAACUAwAAAAA=&#10;" strokecolor="windowText" strokeweight="1pt"/>
                        <v:shape id="Gerade Verbindung 7" o:spid="_x0000_s1037" type="#_x0000_t32" style="position:absolute;left:11092;top:6224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jHIMYAAADcAAAADwAAAGRycy9kb3ducmV2LnhtbESP0WoCMRRE3wv+Q7hCX0rNqljs1ijW&#10;IvhQwdp+wGVzm6xubpYk1dWvb4RCH4eZOcPMFp1rxIlCrD0rGA4KEMSV1zUbBV+f68cpiJiQNTae&#10;ScGFIizmvbsZltqf+YNO+2REhnAsUYFNqS2ljJUlh3HgW+LsffvgMGUZjNQBzxnuGjkqiifpsOa8&#10;YLGllaXquP9xClbmaK5FWI8Oh9eH7duO7Lucdkrd97vlC4hEXfoP/7U3WsH4eQK3M/k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IxyDGAAAA3AAAAA8AAAAAAAAA&#10;AAAAAAAAoQIAAGRycy9kb3ducmV2LnhtbFBLBQYAAAAABAAEAPkAAACUAwAAAAA=&#10;" strokecolor="windowText" strokeweight="1pt"/>
                        <v:shape id="Gerade Verbindung 8" o:spid="_x0000_s1038" type="#_x0000_t32" style="position:absolute;left:11092;top:220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q+w8YAAADcAAAADwAAAGRycy9kb3ducmV2LnhtbESPX0sDMRDE34V+h7AF32ziH0o9mxZR&#10;BGlftC22fVsu27vDy+ZI1uv57Y0g+DjMzG+Y+XLwreoppiawheuJAUVcBtdwZWG3fbmagUqC7LAN&#10;TBa+KcFyMbqYY+HCmd+p30ilMoRTgRZqka7QOpU1eUyT0BFn7xSiR8kyVtpFPGe4b/WNMVPtseG8&#10;UGNHTzWVn5svb+HYr81BxHTbj1V7Wj2/7e/iem/t5Xh4fAAlNMh/+K/96izc3k/h90w+Anr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avsPGAAAA3AAAAA8AAAAAAAAA&#10;AAAAAAAAoQIAAGRycy9kb3ducmV2LnhtbFBLBQYAAAAABAAEAPkAAACUAwAAAAA=&#10;" strokecolor="windowText" strokeweight="1pt"/>
                        <v:shape id="Gerade Verbindung 17" o:spid="_x0000_s1039" type="#_x0000_t32" style="position:absolute;left:16034;top:22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9b8zMYAAADcAAAADwAAAGRycy9kb3ducmV2LnhtbESP0WoCMRRE3wv+Q7hCX0rNqmDt1ijW&#10;IvhQwdp+wGVzm6xubpYk1dWvb4RCH4eZOcPMFp1rxIlCrD0rGA4KEMSV1zUbBV+f68cpiJiQNTae&#10;ScGFIizmvbsZltqf+YNO+2REhnAsUYFNqS2ljJUlh3HgW+LsffvgMGUZjNQBzxnuGjkqiol0WHNe&#10;sNjSylJ13P84BStzNNcirEeHw+vD9m1H9l1OO6Xu+93yBUSiLv2H/9obrWD8/AS3M/k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W/MzGAAAA3AAAAA8AAAAAAAAA&#10;AAAAAAAAoQIAAGRycy9kb3ducmV2LnhtbFBLBQYAAAAABAAEAPkAAACUAwAAAAA=&#10;" strokecolor="windowText" strokeweight="1pt"/>
                        <v:shape id="Gerade Verbindung 24" o:spid="_x0000_s1040" type="#_x0000_t32" style="position:absolute;left:32839;top:6224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mPKsMAAADcAAAADwAAAGRycy9kb3ducmV2LnhtbERPS0sDMRC+C/6HMIK3NvGB1G3TIoog&#10;7cW20sdt2Ex3FzeTJRm36783h4LHj+89Wwy+VT3F1AS2cDc2oIjL4BquLHxt30cTUEmQHbaBycIv&#10;JVjMr69mWLhw5jX1G6lUDuFUoIVapCu0TmVNHtM4dMSZO4XoUTKMlXYRzznct/remCftseHcUGNH&#10;rzWV35sfb+HYr8xBxHTb3bI9Ld8+949xtbf29mZ4mYISGuRffHF/OAsPz3ltPpOPgJ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JjyrDAAAA3AAAAA8AAAAAAAAAAAAA&#10;AAAAoQIAAGRycy9kb3ducmV2LnhtbFBLBQYAAAAABAAEAPkAAACRAwAAAAA=&#10;" strokecolor="windowText" strokeweight="1pt"/>
                      </v:group>
                    </v:group>
                  </w:pict>
                </mc:Fallback>
              </mc:AlternateContent>
            </w:r>
            <w:r w:rsidR="002B1E7D" w:rsidRPr="002B1E7D">
              <w:rPr>
                <w:i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66DCB393" wp14:editId="3BE202D7">
                      <wp:simplePos x="0" y="0"/>
                      <wp:positionH relativeFrom="column">
                        <wp:posOffset>4446905</wp:posOffset>
                      </wp:positionH>
                      <wp:positionV relativeFrom="paragraph">
                        <wp:posOffset>310515</wp:posOffset>
                      </wp:positionV>
                      <wp:extent cx="494665" cy="158115"/>
                      <wp:effectExtent l="0" t="0" r="38735" b="13335"/>
                      <wp:wrapNone/>
                      <wp:docPr id="399" name="Gruppieren 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4665" cy="158115"/>
                                <a:chOff x="0" y="0"/>
                                <a:chExt cx="2218454" cy="565419"/>
                              </a:xfrm>
                            </wpg:grpSpPr>
                            <wpg:grpSp>
                              <wpg:cNvPr id="400" name="Gruppieren 400"/>
                              <wpg:cNvGrpSpPr/>
                              <wpg:grpSpPr>
                                <a:xfrm>
                                  <a:off x="0" y="0"/>
                                  <a:ext cx="1109227" cy="543332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401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02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03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04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05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06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407" name="Gruppieren 407"/>
                              <wpg:cNvGrpSpPr/>
                              <wpg:grpSpPr>
                                <a:xfrm>
                                  <a:off x="1109227" y="22087"/>
                                  <a:ext cx="1109227" cy="543332"/>
                                  <a:chOff x="1109227" y="22087"/>
                                  <a:chExt cx="2667908" cy="1191271"/>
                                </a:xfrm>
                              </wpg:grpSpPr>
                              <wps:wsp>
                                <wps:cNvPr id="408" name="Gerade Verbindung 4"/>
                                <wps:cNvCnPr/>
                                <wps:spPr>
                                  <a:xfrm>
                                    <a:off x="3283945" y="22087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09" name="Gerade Verbindung 5"/>
                                <wps:cNvCnPr/>
                                <wps:spPr>
                                  <a:xfrm>
                                    <a:off x="1603478" y="1213358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0" name="Gerade Verbindung 7"/>
                                <wps:cNvCnPr/>
                                <wps:spPr>
                                  <a:xfrm>
                                    <a:off x="1109227" y="622445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1" name="Gerade Verbindung 8"/>
                                <wps:cNvCnPr/>
                                <wps:spPr>
                                  <a:xfrm flipV="1">
                                    <a:off x="1109227" y="22087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2" name="Gerade Verbindung 17"/>
                                <wps:cNvCnPr/>
                                <wps:spPr>
                                  <a:xfrm>
                                    <a:off x="1603478" y="220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3" name="Gerade Verbindung 24"/>
                                <wps:cNvCnPr/>
                                <wps:spPr>
                                  <a:xfrm flipV="1">
                                    <a:off x="3283945" y="622445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64" o:spid="_x0000_s1026" style="position:absolute;margin-left:350.15pt;margin-top:24.45pt;width:38.95pt;height:12.45pt;z-index:251730944;mso-width-relative:margin;mso-height-relative:margin" coordsize="22184,5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">
                      <v:group id="Gruppieren 400" o:spid="_x0000_s1027" style="position:absolute;width:11092;height:543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o52M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aqOdjCAAAA3AAAAA8A&#10;AAAAAAAAAAAAAAAAqgIAAGRycy9kb3ducmV2LnhtbFBLBQYAAAAABAAEAPoAAACZAwAAAAA=&#10;"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OZwcUAAADcAAAADwAAAGRycy9kb3ducmV2LnhtbESP0WoCMRRE3wv9h3ALfSk1UaTI1iit&#10;IvRBobX9gMvmNlnd3CxJ1NWvN4WCj8PMnGGm89634kgxNYE1DAcKBHEdTMNWw8/36nkCImVkg21g&#10;0nCmBPPZ/d0UKxNO/EXHbbaiQDhVqMHl3FVSptqRxzQIHXHxfkP0mIuMVpqIpwL3rRwp9SI9NlwW&#10;HHa0cFTvtwevYWH39qLiarTbvT9tlp/k1nLSa/340L+9gsjU51v4v/1hNIzVEP7OlCMgZ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9OZwcUAAADcAAAADwAAAAAAAAAA&#10;AAAAAAChAgAAZHJzL2Rvd25yZXYueG1sUEsFBgAAAAAEAAQA+QAAAJMDAAAAAA==&#10;" strokecolor="windowText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EHtsUAAADcAAAADwAAAGRycy9kb3ducmV2LnhtbESP0UoDMRRE3wX/IVzBF7GJi0hZmxZt&#10;KfigYKsfcNlck203N0uSttt+vSkU+jjMzBlmMht8J/YUUxtYw9NIgSBugmnZavj9WT6OQaSMbLAL&#10;TBqOlGA2vb2ZYG3CgVe0X2crCoRTjRpczn0tZWoceUyj0BMX7y9Ej7nIaKWJeChw38lKqRfpseWy&#10;4LCnuaNmu955DXO7tScVl9Vm8/7wtfgm9ynHg9b3d8PbK4hMQ76GL+0Po+FZVXA+U46AnP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wEHtsUAAADcAAAADwAAAAAAAAAA&#10;AAAAAAChAgAAZHJzL2Rvd25yZXYueG1sUEsFBgAAAAAEAAQA+QAAAJMDAAAAAA==&#10;" strokecolor="windowText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2iLcUAAADcAAAADwAAAGRycy9kb3ducmV2LnhtbESP0WoCMRRE3wv9h3ALvkhNtKXI1ihV&#10;EfrQgrX9gMvmNlnd3CxJ1LVf3xSEPg4zc4aZLXrfihPF1ATWMB4pEMR1MA1bDV+fm/spiJSRDbaB&#10;ScOFEizmtzczrEw48weddtmKAuFUoQaXc1dJmWpHHtModMTF+w7RYy4yWmkingvct3Ki1JP02HBZ&#10;cNjRylF92B29hpU92B8VN5P9fjl8X2/Jvclpr/Xgrn95BpGpz//ha/vVaHhUD/B3phw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2iLcUAAADcAAAADwAAAAAAAAAA&#10;AAAAAAChAgAAZHJzL2Rvd25yZXYueG1sUEsFBgAAAAAEAAQA+QAAAJMDAAAAAA==&#10;" strokecolor="windowText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TdzcUAAADcAAAADwAAAGRycy9kb3ducmV2LnhtbESPQUsDMRSE70L/Q3gFbzapLCJr0yIV&#10;QdqLtmLb22Pzuru4eVmS53b990YQPA4z8w2zWI2+UwPF1Aa2MJ8ZUMRVcC3XFt73zzf3oJIgO+wC&#10;k4VvSrBaTq4WWLpw4TcadlKrDOFUooVGpC+1TlVDHtMs9MTZO4foUbKMtXYRLxnuO31rzJ322HJe&#10;aLCndUPV5+7LWzgNW3MUMf3+Y9OdN0+vhyJuD9ZeT8fHB1BCo/yH/9ovzkJhCvg9k4+AX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TdzcUAAADcAAAADwAAAAAAAAAA&#10;AAAAAAChAgAAZHJzL2Rvd25yZXYueG1sUEsFBgAAAAAEAAQA+QAAAJMDAAAAAA==&#10;" strokecolor="windowText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ifwsUAAADcAAAADwAAAGRycy9kb3ducmV2LnhtbESP0WoCMRRE3wv9h3ALvkhNlLbI1ihV&#10;EfrQgrX9gMvmNlnd3CxJ1LVf3xSEPg4zc4aZLXrfihPF1ATWMB4pEMR1MA1bDV+fm/spiJSRDbaB&#10;ScOFEizmtzczrEw48weddtmKAuFUoQaXc1dJmWpHHtModMTF+w7RYy4yWmkingvct3Ki1JP02HBZ&#10;cNjRylF92B29hpU92B8VN5P9fjl8X2/Jvclpr/Xgrn95BpGpz//ha/vVaHhQj/B3phw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ifwsUAAADcAAAADwAAAAAAAAAA&#10;AAAAAAChAgAAZHJzL2Rvd25yZXYueG1sUEsFBgAAAAAEAAQA+QAAAJMDAAAAAA==&#10;" strokecolor="windowText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rmIcUAAADcAAAADwAAAGRycy9kb3ducmV2LnhtbESPQUsDMRSE70L/Q3iCN5sopcjatBSL&#10;IO1F29La22Pzuru4eVmS53b990YQehxm5htmthh8q3qKqQls4WFsQBGXwTVcWdjvXu+fQCVBdtgG&#10;Jgs/lGAxH93MsHDhwh/Ub6VSGcKpQAu1SFdoncqaPKZx6Iizdw7Ro2QZK+0iXjLct/rRmKn22HBe&#10;qLGjl5rKr+23t3DqN+ZTxHS7w7o9r1fvx0ncHK29ux2Wz6CEBrmG/9tvzsLETOHvTD4Ce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jrmIcUAAADcAAAADwAAAAAAAAAA&#10;AAAAAAChAgAAZHJzL2Rvd25yZXYueG1sUEsFBgAAAAAEAAQA+QAAAJMDAAAAAA==&#10;" strokecolor="windowText" strokeweight="1pt"/>
                      </v:group>
                      <v:group id="Gruppieren 407" o:spid="_x0000_s1034" style="position:absolute;left:11092;top:220;width:11092;height:5434" coordorigin="11092,22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OhrMYAAADc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Fs3h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Q6GsxgAAANwA&#10;AAAPAAAAAAAAAAAAAAAAAKoCAABkcnMvZG93bnJldi54bWxQSwUGAAAAAAQABAD6AAAAnQMAAAAA&#10;">
                        <v:shape id="Gerade Verbindung 4" o:spid="_x0000_s1035" type="#_x0000_t32" style="position:absolute;left:32839;top:220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kwXMIAAADcAAAADwAAAGRycy9kb3ducmV2LnhtbERPzWoCMRC+F/oOYQq9FE0qUmQ1ilWE&#10;HhSq7QMMmzFZ3UyWJOq2T28OhR4/vv/ZovetuFJMTWANr0MFgrgOpmGr4ftrM5iASBnZYBuYNPxQ&#10;gsX88WGGlQk33tP1kK0oIZwq1OBy7iopU+3IYxqGjrhwxxA95gKjlSbirYT7Vo6UepMeGy4NDjta&#10;OarPh4vXsLJn+6viZnQ6vb/s1p/ktnLSa/381C+nIDL1+V/85/4wGsaqrC1nyhGQ8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ukwXMIAAADcAAAADwAAAAAAAAAAAAAA&#10;AAChAgAAZHJzL2Rvd25yZXYueG1sUEsFBgAAAAAEAAQA+QAAAJADAAAAAA==&#10;" strokecolor="windowText" strokeweight="1pt"/>
                        <v:shape id="Gerade Verbindung 5" o:spid="_x0000_s1036" type="#_x0000_t32" style="position:absolute;left:16034;top:1213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WVx8UAAADcAAAADwAAAGRycy9kb3ducmV2LnhtbESP0WoCMRRE3wv9h3ALvkhNlFLs1ihV&#10;EfrQgrX9gMvmNlnd3CxJ1LVf3xSEPg4zc4aZLXrfihPF1ATWMB4pEMR1MA1bDV+fm/spiJSRDbaB&#10;ScOFEizmtzczrEw48weddtmKAuFUoQaXc1dJmWpHHtModMTF+w7RYy4yWmkingvct3Ki1KP02HBZ&#10;cNjRylF92B29hpU92B8VN5P9fjl8X2/Jvclpr/Xgrn95BpGpz//ha/vVaHhQT/B3phw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aWVx8UAAADcAAAADwAAAAAAAAAA&#10;AAAAAAChAgAAZHJzL2Rvd25yZXYueG1sUEsFBgAAAAAEAAQA+QAAAJMDAAAAAA==&#10;" strokecolor="windowText" strokeweight="1pt"/>
                        <v:shape id="Gerade Verbindung 7" o:spid="_x0000_s1037" type="#_x0000_t32" style="position:absolute;left:11092;top:6224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aqh8EAAADcAAAADwAAAGRycy9kb3ducmV2LnhtbERPzWoCMRC+F3yHMIKXolmlFFmNohbB&#10;Qwut9QGGzZisbiZLkurq0zcHwePH9z9fdq4RFwqx9qxgPCpAEFde12wUHH63wymImJA1Np5JwY0i&#10;LBe9lzmW2l/5hy77ZEQO4ViiAptSW0oZK0sO48i3xJk7+uAwZRiM1AGvOdw1clIU79JhzbnBYksb&#10;S9V5/+cUbMzZ3IuwnZxO69evj2+yn3LaKTXod6sZiERdeoof7p1W8DbO8/OZfATk4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RqqHwQAAANwAAAAPAAAAAAAAAAAAAAAA&#10;AKECAABkcnMvZG93bnJldi54bWxQSwUGAAAAAAQABAD5AAAAjwMAAAAA&#10;" strokecolor="windowText" strokeweight="1pt"/>
                        <v:shape id="Gerade Verbindung 8" o:spid="_x0000_s1038" type="#_x0000_t32" style="position:absolute;left:11092;top:220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roiMUAAADcAAAADwAAAGRycy9kb3ducmV2LnhtbESPQUsDMRSE74L/ITzBm01WisjatIil&#10;IO2ltmL19ti87i5uXpbkud3+eyMIPQ4z8w0zW4y+UwPF1Aa2UEwMKOIquJZrC+/71d0jqCTIDrvA&#10;ZOFMCRbz66sZli6c+I2GndQqQziVaKER6UutU9WQxzQJPXH2jiF6lCxjrV3EU4b7Tt8b86A9tpwX&#10;GuzppaHqe/fjLXwNG/MpYvr9x7o7rpfbwzRuDtbe3ozPT6CERrmE/9uvzsK0KODvTD4Ce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roiMUAAADcAAAADwAAAAAAAAAA&#10;AAAAAAChAgAAZHJzL2Rvd25yZXYueG1sUEsFBgAAAAAEAAQA+QAAAJMDAAAAAA==&#10;" strokecolor="windowText" strokeweight="1pt"/>
                        <v:shape id="Gerade Verbindung 17" o:spid="_x0000_s1039" type="#_x0000_t32" style="position:absolute;left:16034;top:22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iRa8UAAADcAAAADwAAAGRycy9kb3ducmV2LnhtbESP0WoCMRRE3wv9h3ALvpSadZEiq1Fa&#10;i+CDQmv7AZfNNVnd3CxJqqtfbwoFH4eZOcPMFr1rxYlCbDwrGA0LEMS11w0bBT/fq5cJiJiQNbae&#10;ScGFIizmjw8zrLQ/8xeddsmIDOFYoQKbUldJGWtLDuPQd8TZ2/vgMGUZjNQBzxnuWlkWxat02HBe&#10;sNjR0lJ93P06BUtzNNcirMrD4f15+/FJdiMnvVKDp/5tCiJRn+7h//ZaKxiPSvg7k4+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tiRa8UAAADcAAAADwAAAAAAAAAA&#10;AAAAAAChAgAAZHJzL2Rvd25yZXYueG1sUEsFBgAAAAAEAAQA+QAAAJMDAAAAAA==&#10;" strokecolor="windowText" strokeweight="1pt"/>
                        <v:shape id="Gerade Verbindung 24" o:spid="_x0000_s1040" type="#_x0000_t32" style="position:absolute;left:32839;top:6224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TTZMYAAADcAAAADwAAAGRycy9kb3ducmV2LnhtbESPQUsDMRSE70L/Q3iCN5tUi8i2aZGK&#10;IO1F29LW22Pzuru4eVmS53b990YQPA4z8w0zXw6+VT3F1AS2MBkbUMRlcA1XFva7l9tHUEmQHbaB&#10;ycI3JVguRldzLFy48Dv1W6lUhnAq0EIt0hVap7Imj2kcOuLsnUP0KFnGSruIlwz3rb4z5kF7bDgv&#10;1NjRqqbyc/vlLXz0G3MSMd3usG7P6+e34zRujtbeXA9PM1BCg/yH/9qvzsJ0cg+/Z/IR0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+U02TGAAAA3AAAAA8AAAAAAAAA&#10;AAAAAAAAoQIAAGRycy9kb3ducmV2LnhtbFBLBQYAAAAABAAEAPkAAACUAwAAAAA=&#10;" strokecolor="windowText" strokeweight="1pt"/>
                      </v:group>
                    </v:group>
                  </w:pict>
                </mc:Fallback>
              </mc:AlternateContent>
            </w:r>
            <w:r w:rsidR="002B1E7D" w:rsidRPr="002B1E7D">
              <w:rPr>
                <w:i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6893D648" wp14:editId="0A9082BE">
                      <wp:simplePos x="0" y="0"/>
                      <wp:positionH relativeFrom="column">
                        <wp:posOffset>3836670</wp:posOffset>
                      </wp:positionH>
                      <wp:positionV relativeFrom="paragraph">
                        <wp:posOffset>135255</wp:posOffset>
                      </wp:positionV>
                      <wp:extent cx="494665" cy="158115"/>
                      <wp:effectExtent l="0" t="0" r="38735" b="13335"/>
                      <wp:wrapNone/>
                      <wp:docPr id="369" name="Gruppieren 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4665" cy="158115"/>
                                <a:chOff x="0" y="0"/>
                                <a:chExt cx="2218454" cy="565419"/>
                              </a:xfrm>
                            </wpg:grpSpPr>
                            <wpg:grpSp>
                              <wpg:cNvPr id="370" name="Gruppieren 370"/>
                              <wpg:cNvGrpSpPr/>
                              <wpg:grpSpPr>
                                <a:xfrm>
                                  <a:off x="0" y="0"/>
                                  <a:ext cx="1109227" cy="543332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371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72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73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74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75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76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77" name="Gruppieren 377"/>
                              <wpg:cNvGrpSpPr/>
                              <wpg:grpSpPr>
                                <a:xfrm>
                                  <a:off x="1109227" y="22087"/>
                                  <a:ext cx="1109227" cy="543332"/>
                                  <a:chOff x="1109227" y="22087"/>
                                  <a:chExt cx="2667908" cy="1191271"/>
                                </a:xfrm>
                              </wpg:grpSpPr>
                              <wps:wsp>
                                <wps:cNvPr id="378" name="Gerade Verbindung 4"/>
                                <wps:cNvCnPr/>
                                <wps:spPr>
                                  <a:xfrm>
                                    <a:off x="3283945" y="22087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79" name="Gerade Verbindung 5"/>
                                <wps:cNvCnPr/>
                                <wps:spPr>
                                  <a:xfrm>
                                    <a:off x="1603478" y="1213358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80" name="Gerade Verbindung 7"/>
                                <wps:cNvCnPr/>
                                <wps:spPr>
                                  <a:xfrm>
                                    <a:off x="1109227" y="622445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81" name="Gerade Verbindung 8"/>
                                <wps:cNvCnPr/>
                                <wps:spPr>
                                  <a:xfrm flipV="1">
                                    <a:off x="1109227" y="22087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82" name="Gerade Verbindung 17"/>
                                <wps:cNvCnPr/>
                                <wps:spPr>
                                  <a:xfrm>
                                    <a:off x="1603478" y="220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83" name="Gerade Verbindung 24"/>
                                <wps:cNvCnPr/>
                                <wps:spPr>
                                  <a:xfrm flipV="1">
                                    <a:off x="3283945" y="622445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64" o:spid="_x0000_s1026" style="position:absolute;margin-left:302.1pt;margin-top:10.65pt;width:38.95pt;height:12.45pt;z-index:251726848;mso-width-relative:margin;mso-height-relative:margin" coordsize="22184,5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">
                      <v:group id="Gruppieren 370" o:spid="_x0000_s1027" style="position:absolute;width:11092;height:543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aHwM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4Gh8DCAAAA3AAAAA8A&#10;AAAAAAAAAAAAAAAAqgIAAGRycy9kb3ducmV2LnhtbFBLBQYAAAAABAAEAPoAAACZAwAAAAA=&#10;"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8n2cUAAADcAAAADwAAAGRycy9kb3ducmV2LnhtbESP3WoCMRSE7wt9h3AKvZGa1UKVrVHU&#10;IvTCgj99gMPmNFndnCxJqluf3ghCL4eZ+YaZzDrXiBOFWHtWMOgXIIgrr2s2Cr73q5cxiJiQNTae&#10;ScEfRZhNHx8mWGp/5i2ddsmIDOFYogKbUltKGStLDmPft8TZ+/HBYcoyGKkDnjPcNXJYFG/SYc15&#10;wWJLS0vVcffrFCzN0VyKsBoeDove18eG7FqOO6Wen7r5O4hEXfoP39ufWsHraAC3M/k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38n2cUAAADcAAAADwAAAAAAAAAA&#10;AAAAAAChAgAAZHJzL2Rvd25yZXYueG1sUEsFBgAAAAAEAAQA+QAAAJMDAAAAAA==&#10;" strokecolor="windowText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25rsUAAADcAAAADwAAAGRycy9kb3ducmV2LnhtbESP0WoCMRRE3wv9h3CFvhTNuoVWVqNU&#10;i9CHFqz6AZfNNVnd3CxJqlu/3hQKfRxm5gwzW/SuFWcKsfGsYDwqQBDXXjdsFOx36+EEREzIGlvP&#10;pOCHIizm93czrLS/8Bedt8mIDOFYoQKbUldJGWtLDuPId8TZO/jgMGUZjNQBLxnuWlkWxbN02HBe&#10;sNjRylJ92n47BStzMtcirMvjcfn4+bYh+yEnvVIPg/51CiJRn/7Df+13reDppYTfM/k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625rsUAAADcAAAADwAAAAAAAAAA&#10;AAAAAAChAgAAZHJzL2Rvd25yZXYueG1sUEsFBgAAAAAEAAQA+QAAAJMDAAAAAA==&#10;" strokecolor="windowText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EcNcUAAADcAAAADwAAAGRycy9kb3ducmV2LnhtbESP0WoCMRRE3wv9h3ALfZGaVaGVrVHU&#10;IvjQgtp+wGVzm6xubpYk6urXm4LQx2FmzjCTWecacaIQa88KBv0CBHHldc1Gwc/36mUMIiZkjY1n&#10;UnChCLPp48MES+3PvKXTLhmRIRxLVGBTakspY2XJYez7ljh7vz44TFkGI3XAc4a7Rg6L4lU6rDkv&#10;WGxpaak67I5OwdIczLUIq+F+v+h9fWzIfspxp9TzUzd/B5GoS//he3utFYzeRvB3Jh8BOb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OEcNcUAAADcAAAADwAAAAAAAAAA&#10;AAAAAAChAgAAZHJzL2Rvd25yZXYueG1sUEsFBgAAAAAEAAQA+QAAAJMDAAAAAA==&#10;" strokecolor="windowText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hj1cYAAADcAAAADwAAAGRycy9kb3ducmV2LnhtbESPQUsDMRSE70L/Q3gFbzZRi5W1aRFF&#10;kPaibbHt7bF53V3cvCzJc7v+eyMIHoeZ+YaZLwffqp5iagJbuJ4YUMRlcA1XFnbbl6t7UEmQHbaB&#10;ycI3JVguRhdzLFw48zv1G6lUhnAq0EIt0hVap7Imj2kSOuLsnUL0KFnGSruI5wz3rb4x5k57bDgv&#10;1NjRU03l5+bLWzj2a3MQMd32Y9WeVs9v+2lc7629HA+PD6CEBvkP/7VfnYXb2RR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0IY9XGAAAA3AAAAA8AAAAAAAAA&#10;AAAAAAAAoQIAAGRycy9kb3ducmV2LnhtbFBLBQYAAAAABAAEAPkAAACUAwAAAAA=&#10;" strokecolor="windowText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Qh2sYAAADcAAAADwAAAGRycy9kb3ducmV2LnhtbESP0WoCMRRE3wv+Q7hCX0rNqtjK1ijW&#10;IvhQwdp+wGVzm6xubpYk1dWvb4RCH4eZOcPMFp1rxIlCrD0rGA4KEMSV1zUbBV+f68cpiJiQNTae&#10;ScGFIizmvbsZltqf+YNO+2REhnAsUYFNqS2ljJUlh3HgW+LsffvgMGUZjNQBzxnuGjkqiifpsOa8&#10;YLGllaXquP9xClbmaK5FWI8Oh9eH7duO7Lucdkrd97vlC4hEXfoP/7U3WsH4eQK3M/k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EIdrGAAAA3AAAAA8AAAAAAAAA&#10;AAAAAAAAoQIAAGRycy9kb3ducmV2LnhtbFBLBQYAAAAABAAEAPkAAACUAwAAAAA=&#10;" strokecolor="windowText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ZYOcYAAADcAAAADwAAAGRycy9kb3ducmV2LnhtbESPX0sDMRDE34V+h7AF32ziH1o5mxZR&#10;BGlftC22fVsu27vDy+ZI1uv57Y0g+DjMzG+Y+XLwreoppiawheuJAUVcBtdwZWG3fbm6B5UE2WEb&#10;mCx8U4LlYnQxx8KFM79Tv5FKZQinAi3UIl2hdSpr8pgmoSPO3ilEj5JlrLSLeM5w3+obY6baY8N5&#10;ocaOnmoqPzdf3sKxX5uDiOm2H6v2tHp+29/F9d7ay/Hw+ABKaJD/8F/71Vm4nU3h90w+Anr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WWDnGAAAA3AAAAA8AAAAAAAAA&#10;AAAAAAAAoQIAAGRycy9kb3ducmV2LnhtbFBLBQYAAAAABAAEAPkAAACUAwAAAAA=&#10;" strokecolor="windowText" strokeweight="1pt"/>
                      </v:group>
                      <v:group id="Gruppieren 377" o:spid="_x0000_s1034" style="position:absolute;left:11092;top:220;width:11092;height:5434" coordorigin="11092,22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8ftM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x+0xgAAANwA&#10;AAAPAAAAAAAAAAAAAAAAAKoCAABkcnMvZG93bnJldi54bWxQSwUGAAAAAAQABAD6AAAAnQMAAAAA&#10;">
                        <v:shape id="Gerade Verbindung 4" o:spid="_x0000_s1035" type="#_x0000_t32" style="position:absolute;left:32839;top:220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WORMIAAADcAAAADwAAAGRycy9kb3ducmV2LnhtbERPy2oCMRTdF/oP4Ra6KTVThSqjUdQi&#10;uLDgox9wmVyT0cnNkKQ6+vVmUejycN6TWecacaEQa88KPnoFCOLK65qNgp/D6n0EIiZkjY1nUnCj&#10;CLPp89MES+2vvKPLPhmRQziWqMCm1JZSxsqSw9jzLXHmjj44TBkGI3XAaw53jewXxad0WHNusNjS&#10;0lJ13v86BUtzNvcirPqn0+Lt+2tLdiNHnVKvL918DCJRl/7Ff+61VjAY5rX5TD4C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kWORMIAAADcAAAADwAAAAAAAAAAAAAA&#10;AAChAgAAZHJzL2Rvd25yZXYueG1sUEsFBgAAAAAEAAQA+QAAAJADAAAAAA==&#10;" strokecolor="windowText" strokeweight="1pt"/>
                        <v:shape id="Gerade Verbindung 5" o:spid="_x0000_s1036" type="#_x0000_t32" style="position:absolute;left:16034;top:1213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kr38YAAADcAAAADwAAAGRycy9kb3ducmV2LnhtbESP0WoCMRRE3wv+Q7hCX0rNqmDt1ijW&#10;IvhQwdp+wGVzm6xubpYk1dWvb4RCH4eZOcPMFp1rxIlCrD0rGA4KEMSV1zUbBV+f68cpiJiQNTae&#10;ScGFIizmvbsZltqf+YNO+2REhnAsUYFNqS2ljJUlh3HgW+LsffvgMGUZjNQBzxnuGjkqiol0WHNe&#10;sNjSylJ13P84BStzNNcirEeHw+vD9m1H9l1OO6Xu+93yBUSiLv2H/9obrWD89Ay3M/k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kJK9/GAAAA3AAAAA8AAAAAAAAA&#10;AAAAAAAAoQIAAGRycy9kb3ducmV2LnhtbFBLBQYAAAAABAAEAPkAAACUAwAAAAA=&#10;" strokecolor="windowText" strokeweight="1pt"/>
                        <v:shape id="Gerade Verbindung 7" o:spid="_x0000_s1037" type="#_x0000_t32" style="position:absolute;left:11092;top:6224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byZcIAAADcAAAADwAAAGRycy9kb3ducmV2LnhtbERPzWoCMRC+F3yHMEIvpWarIMvWKK0i&#10;9KCgtg8wbKbJ6mayJFFXn94cCj1+fP+zRe9acaEQG88K3kYFCOLa64aNgp/v9WsJIiZkja1nUnCj&#10;CIv54GmGlfZX3tPlkIzIIRwrVGBT6iopY23JYRz5jjhzvz44TBkGI3XAaw53rRwXxVQ6bDg3WOxo&#10;aak+Hc5OwdKczL0I6/Hx+PmyXe3IbmTZK/U87D/eQSTq07/4z/2lFUzKPD+fyUdA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ebyZcIAAADcAAAADwAAAAAAAAAAAAAA&#10;AAChAgAAZHJzL2Rvd25yZXYueG1sUEsFBgAAAAAEAAQA+QAAAJADAAAAAA==&#10;" strokecolor="windowText" strokeweight="1pt"/>
                        <v:shape id="Gerade Verbindung 8" o:spid="_x0000_s1038" type="#_x0000_t32" style="position:absolute;left:11092;top:220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qwasYAAADcAAAADwAAAGRycy9kb3ducmV2LnhtbESPQUsDMRSE74L/ITzBm02qImXbtIgi&#10;SHupbWnr7bF53V3cvCzJc7v+e1MQPA4z8w0zWwy+VT3F1AS2MB4ZUMRlcA1XFnbbt7sJqCTIDtvA&#10;ZOGHEizm11czLFw48wf1G6lUhnAq0EIt0hVap7Imj2kUOuLsnUL0KFnGSruI5wz3rb435kl7bDgv&#10;1NjRS03l1+bbW/jsV+YoYrrtftmelq/rw2NcHay9vRmep6CEBvkP/7XfnYWHyRguZ/IR0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qsGrGAAAA3AAAAA8AAAAAAAAA&#10;AAAAAAAAoQIAAGRycy9kb3ducmV2LnhtbFBLBQYAAAAABAAEAPkAAACUAwAAAAA=&#10;" strokecolor="windowText" strokeweight="1pt"/>
                        <v:shape id="Gerade Verbindung 17" o:spid="_x0000_s1039" type="#_x0000_t32" style="position:absolute;left:16034;top:22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jJicYAAADcAAAADwAAAGRycy9kb3ducmV2LnhtbESP0UoDMRRE3wv+Q7iCL6XNugVZtk2L&#10;Vgo+tKCrH3DZXJNtNzdLEtvVr28EwcdhZs4wq83oenGmEDvPCu7nBQji1uuOjYKP992sAhETssbe&#10;Myn4pgib9c1khbX2F36jc5OMyBCONSqwKQ21lLG15DDO/UCcvU8fHKYsg5E64CXDXS/LoniQDjvO&#10;CxYH2lpqT82XU7A1J/NThF15PD5ND8+vZPeyGpW6ux0flyASjek//Nd+0QoWVQm/Z/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4yYnGAAAA3AAAAA8AAAAAAAAA&#10;AAAAAAAAoQIAAGRycy9kb3ducmV2LnhtbFBLBQYAAAAABAAEAPkAAACUAwAAAAA=&#10;" strokecolor="windowText" strokeweight="1pt"/>
                        <v:shape id="Gerade Verbindung 24" o:spid="_x0000_s1040" type="#_x0000_t32" style="position:absolute;left:32839;top:6224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SLhsYAAADcAAAADwAAAGRycy9kb3ducmV2LnhtbESPQUsDMRSE70L/Q3gFbzbRipRt0yKK&#10;IO1F29LW22Pzuru4eVmS53b990YQPA4z8w2zWA2+VT3F1AS2cDsxoIjL4BquLOx3LzczUEmQHbaB&#10;ycI3JVgtR1cLLFy48Dv1W6lUhnAq0EIt0hVap7Imj2kSOuLsnUP0KFnGSruIlwz3rb4z5kF7bDgv&#10;1NjRU03l5/bLW/joN+YkYrrdYd2e189vx/u4OVp7PR4e56CEBvkP/7VfnYXpbAq/Z/IR0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0i4bGAAAA3AAAAA8AAAAAAAAA&#10;AAAAAAAAoQIAAGRycy9kb3ducmV2LnhtbFBLBQYAAAAABAAEAPkAAACUAwAAAAA=&#10;" strokecolor="windowText" strokeweight="1pt"/>
                      </v:group>
                    </v:group>
                  </w:pict>
                </mc:Fallback>
              </mc:AlternateContent>
            </w:r>
            <w:r w:rsidR="002B1E7D" w:rsidRPr="002B1E7D">
              <w:rPr>
                <w:i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64F46CCB" wp14:editId="0FFE8350">
                      <wp:simplePos x="0" y="0"/>
                      <wp:positionH relativeFrom="column">
                        <wp:posOffset>3139440</wp:posOffset>
                      </wp:positionH>
                      <wp:positionV relativeFrom="paragraph">
                        <wp:posOffset>135353</wp:posOffset>
                      </wp:positionV>
                      <wp:extent cx="494665" cy="158651"/>
                      <wp:effectExtent l="0" t="0" r="38735" b="13335"/>
                      <wp:wrapNone/>
                      <wp:docPr id="324" name="Gruppieren 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4665" cy="158651"/>
                                <a:chOff x="0" y="0"/>
                                <a:chExt cx="2218454" cy="565419"/>
                              </a:xfrm>
                            </wpg:grpSpPr>
                            <wpg:grpSp>
                              <wpg:cNvPr id="325" name="Gruppieren 325"/>
                              <wpg:cNvGrpSpPr/>
                              <wpg:grpSpPr>
                                <a:xfrm>
                                  <a:off x="0" y="0"/>
                                  <a:ext cx="1109227" cy="543332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326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27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28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29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30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31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32" name="Gruppieren 332"/>
                              <wpg:cNvGrpSpPr/>
                              <wpg:grpSpPr>
                                <a:xfrm>
                                  <a:off x="1109227" y="22087"/>
                                  <a:ext cx="1109227" cy="543332"/>
                                  <a:chOff x="1109227" y="22087"/>
                                  <a:chExt cx="2667908" cy="1191271"/>
                                </a:xfrm>
                              </wpg:grpSpPr>
                              <wps:wsp>
                                <wps:cNvPr id="333" name="Gerade Verbindung 4"/>
                                <wps:cNvCnPr/>
                                <wps:spPr>
                                  <a:xfrm>
                                    <a:off x="3283945" y="22087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34" name="Gerade Verbindung 5"/>
                                <wps:cNvCnPr/>
                                <wps:spPr>
                                  <a:xfrm>
                                    <a:off x="1603478" y="1213358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35" name="Gerade Verbindung 7"/>
                                <wps:cNvCnPr/>
                                <wps:spPr>
                                  <a:xfrm>
                                    <a:off x="1109227" y="622445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36" name="Gerade Verbindung 8"/>
                                <wps:cNvCnPr/>
                                <wps:spPr>
                                  <a:xfrm flipV="1">
                                    <a:off x="1109227" y="22087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37" name="Gerade Verbindung 17"/>
                                <wps:cNvCnPr/>
                                <wps:spPr>
                                  <a:xfrm>
                                    <a:off x="1603478" y="220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38" name="Gerade Verbindung 24"/>
                                <wps:cNvCnPr/>
                                <wps:spPr>
                                  <a:xfrm flipV="1">
                                    <a:off x="3283945" y="622445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64" o:spid="_x0000_s1026" style="position:absolute;margin-left:247.2pt;margin-top:10.65pt;width:38.95pt;height:12.5pt;z-index:251720704;mso-width-relative:margin;mso-height-relative:margin" coordsize="22184,5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">
                      <v:group id="Gruppieren 325" o:spid="_x0000_s1027" style="position:absolute;width:11092;height:543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MO1cMAAADcAAAADwAAAGRycy9kb3ducmV2LnhtbESPQWvCQBSE7wX/w/KE3ppNLYQ0ukqx&#10;hPakbTT3R/aZBLNvQ3Zr4r93BaHHYWa+YVabyXTiQoNrLSt4jWIQxJXVLdcKjof8JQXhPLLGzjIp&#10;uJKDzXr2tMJM25F/6VL4WgQIuwwVNN73mZSuasigi2xPHLyTHQz6IIda6gHHADedXMRxIg22HBYa&#10;7GnbUHUu/owCn3xO8ufrncttlTq9K/P9sciVep5PH0sQnib/H360v7WCt0UC9zPhCMj1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zDtXDAAAA3AAAAA8AAAAAAAAAAAAA&#10;AAAAoQIAAGRycy9kb3ducmV2LnhtbFBLBQYAAAAABAAEAPkAAACRAwAAAAA=&#10;" strokecolor="black [3213]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+rTsMAAADcAAAADwAAAGRycy9kb3ducmV2LnhtbESPT4vCMBTE7wt+h/AEb2uqglurUcSl&#10;rCf/VL0/mmdbbF5Kk9XutzeCsMdhZn7DLFadqcWdWldZVjAaRiCIc6srLhScT+lnDMJ5ZI21ZVLw&#10;Rw5Wy97HAhNtH3yke+YLESDsElRQet8kUrq8JINuaBvi4F1ta9AH2RZSt/gIcFPLcRRNpcGKw0KJ&#10;DW1Kym/Zr1Hgp9+dPPzM+LLJY6d3l3R/zlKlBv1uPQfhqfP/4Xd7qxVMxl/wOhOOgFw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/q07DAAAA3AAAAA8AAAAAAAAAAAAA&#10;AAAAoQIAAGRycy9kb3ducmV2LnhtbFBLBQYAAAAABAAEAPkAAACRAwAAAAA=&#10;" strokecolor="black [3213]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A/PL4AAADcAAAADwAAAGRycy9kb3ducmV2LnhtbERPzc7BQBTdS7zD5ErsmCIRyhAhDasP&#10;xf6mc7WNzp2mM6i3/2YhsTw5/8t1ayrxosaVlhWMhhEI4szqknMF10symIFwHlljZZkUfMjBetXt&#10;LDHW9s1neqU+FyGEXYwKCu/rWEqXFWTQDW1NHLi7bQz6AJtc6gbfIdxUchxFU2mw5NBQYE3bgrJH&#10;+jQK/HTXytN+zrdtNnP675Ycr2miVL/XbhYgPLX+J/66D1rBZBzWhjPhCMjV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lID88vgAAANwAAAAPAAAAAAAAAAAAAAAAAKEC&#10;AABkcnMvZG93bnJldi54bWxQSwUGAAAAAAQABAD5AAAAjAMAAAAA&#10;" strokecolor="black [3213]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su5sUAAADcAAAADwAAAGRycy9kb3ducmV2LnhtbESPUUvDQBCE3wv+h2MF35qLEcXGXksp&#10;LQhKodH2ec2tSTS3F3JrGv31XkHwcZiZb5j5cnStGqgPjWcD10kKirj0tuHKwOvLdnoPKgiyxdYz&#10;GfimAMvFxWSOufUn3tNQSKUihEOOBmqRLtc6lDU5DInviKP37nuHEmVfadvjKcJdq7M0vdMOG44L&#10;NXa0rqn8LL6cgdufVLpi+HheOTpsnmZvx51sMmOuLsfVAyihUf7Df+1Ha+Amm8H5TDwCe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usu5sUAAADcAAAADwAAAAAAAAAA&#10;AAAAAAChAgAAZHJzL2Rvd25yZXYueG1sUEsFBgAAAAAEAAQA+QAAAJMDAAAAAA==&#10;" strokecolor="black [3213]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+l58EAAADcAAAADwAAAGRycy9kb3ducmV2LnhtbERPTWuDQBC9F/Iflin01qytIIl1DSFB&#10;2lPaGHMf3KlK3Flxt2r/ffZQ6PHxvrPdYnox0eg6ywpe1hEI4trqjhsF1aV43oBwHlljb5kU/JKD&#10;Xb56yDDVduYzTaVvRAhhl6KC1vshldLVLRl0azsQB+7bjgZ9gGMj9YhzCDe9fI2iRBrsODS0ONCh&#10;pfpW/hgFPjku8ut9y9dDvXH6dC0+q7JQ6ulx2b+B8LT4f/Gf+0MriOMwP5wJR0Dm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j6XnwQAAANwAAAAPAAAAAAAAAAAAAAAA&#10;AKECAABkcnMvZG93bnJldi54bWxQSwUGAAAAAAQABAD5AAAAjwMAAAAA&#10;" strokecolor="black [3213]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S0PcYAAADcAAAADwAAAGRycy9kb3ducmV2LnhtbESPUWvCQBCE3wv9D8cW+lYvKi019RQR&#10;C4VKwVR93ubWJJrbC7ltjP31vULBx2FmvmGm897VqqM2VJ4NDAcJKOLc24oLA9vP14dnUEGQLdae&#10;ycCFAsxntzdTTK0/84a6TAoVIRxSNFCKNKnWIS/JYRj4hjh6B986lCjbQtsWzxHuaj1KkiftsOK4&#10;UGJDy5LyU/btDDz+JNJk3XG9cLRbvU++9h+yGhlzf9cvXkAJ9XIN/7ffrIHxeAh/Z+IR0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VEtD3GAAAA3AAAAA8AAAAAAAAA&#10;AAAAAAAAoQIAAGRycy9kb3ducmV2LnhtbFBLBQYAAAAABAAEAPkAAACUAwAAAAA=&#10;" strokecolor="black [3213]" strokeweight="1pt"/>
                      </v:group>
                      <v:group id="Gruppieren 332" o:spid="_x0000_s1034" style="position:absolute;left:11092;top:220;width:11092;height:5434" coordorigin="11092,22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F7M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/IF7MQAAADcAAAA&#10;DwAAAAAAAAAAAAAAAACqAgAAZHJzL2Rvd25yZXYueG1sUEsFBgAAAAAEAAQA+gAAAJsDAAAAAA==&#10;">
                        <v:shape id="Gerade Verbindung 4" o:spid="_x0000_s1035" type="#_x0000_t32" style="position:absolute;left:32839;top:220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07kMIAAADcAAAADwAAAGRycy9kb3ducmV2LnhtbESPQYvCMBSE74L/ITzBm6ZaEO0aRZSi&#10;J1e7en80b9uyzUtpotZ/b4QFj8PMfMMs152pxZ1aV1lWMBlHIIhzqysuFFx+0tEchPPIGmvLpOBJ&#10;Dtarfm+JibYPPtM984UIEHYJKii9bxIpXV6SQTe2DXHwfm1r0AfZFlK3+AhwU8tpFM2kwYrDQokN&#10;bUvK/7KbUeBnu06e9gu+bvO508dr+n3JUqWGg27zBcJT5z/h//ZBK4jjGN5nwhGQq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l07kMIAAADcAAAADwAAAAAAAAAAAAAA&#10;AAChAgAAZHJzL2Rvd25yZXYueG1sUEsFBgAAAAAEAAQA+QAAAJADAAAAAA==&#10;" strokecolor="black [3213]" strokeweight="1pt"/>
                        <v:shape id="Gerade Verbindung 5" o:spid="_x0000_s1036" type="#_x0000_t32" style="position:absolute;left:16034;top:1213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Sj5MIAAADcAAAADwAAAGRycy9kb3ducmV2LnhtbESPT4vCMBTE74LfITzBm6bqIm7XKKIU&#10;9+SfqvdH87Yt27yUJmr99kYQPA4z8xtmvmxNJW7UuNKygtEwAkGcWV1yruB8SgYzEM4ja6wsk4IH&#10;OVguup05xtre+Ui31OciQNjFqKDwvo6ldFlBBt3Q1sTB+7ONQR9kk0vd4D3ATSXHUTSVBksOCwXW&#10;tC4o+0+vRoGfblp52H7zZZ3NnN5dkv05TZTq99rVDwhPrf+E3+1frWAy+YLXmXAE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bSj5MIAAADcAAAADwAAAAAAAAAAAAAA&#10;AAChAgAAZHJzL2Rvd25yZXYueG1sUEsFBgAAAAAEAAQA+QAAAJADAAAAAA==&#10;" strokecolor="black [3213]" strokeweight="1pt"/>
                        <v:shape id="Gerade Verbindung 7" o:spid="_x0000_s1037" type="#_x0000_t32" style="position:absolute;left:11092;top:6224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gGf8IAAADcAAAADwAAAGRycy9kb3ducmV2LnhtbESPT4vCMBTE74LfITzBm6YqK27XKKIU&#10;9+SfqvdH87Yt27yUJmr99kYQPA4z8xtmvmxNJW7UuNKygtEwAkGcWV1yruB8SgYzEM4ja6wsk4IH&#10;OVguup05xtre+Ui31OciQNjFqKDwvo6ldFlBBt3Q1sTB+7ONQR9kk0vd4D3ATSXHUTSVBksOCwXW&#10;tC4o+0+vRoGfblp52H7zZZ3NnN5dkv05TZTq99rVDwhPrf+E3+1frWAy+YLXmXAE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vgGf8IAAADcAAAADwAAAAAAAAAAAAAA&#10;AAChAgAAZHJzL2Rvd25yZXYueG1sUEsFBgAAAAAEAAQA+QAAAJADAAAAAA==&#10;" strokecolor="black [3213]" strokeweight="1pt"/>
                        <v:shape id="Gerade Verbindung 8" o:spid="_x0000_s1038" type="#_x0000_t32" style="position:absolute;left:11092;top:220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0sScYAAADcAAAADwAAAGRycy9kb3ducmV2LnhtbESPUWvCQBCE3wv9D8cKfasXFaWmniLF&#10;QqFSaKo+b3NrEpvbC7ltjP76XqHQx2FmvmEWq97VqqM2VJ4NjIYJKOLc24oLA7uP5/sHUEGQLdae&#10;ycCFAqyWtzcLTK0/8zt1mRQqQjikaKAUaVKtQ16SwzD0DXH0jr51KFG2hbYtniPc1XqcJDPtsOK4&#10;UGJDTyXlX9m3MzC9JtJk3Wm7drTfvM4/D2+yGRtzN+jXj6CEevkP/7VfrIHJZAa/Z+IR0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tLEnGAAAA3AAAAA8AAAAAAAAA&#10;AAAAAAAAoQIAAGRycy9kb3ducmV2LnhtbFBLBQYAAAAABAAEAPkAAACUAwAAAAA=&#10;" strokecolor="black [3213]" strokeweight="1pt"/>
                        <v:shape id="Gerade Verbindung 17" o:spid="_x0000_s1039" type="#_x0000_t32" style="position:absolute;left:16034;top:22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Y9k8QAAADcAAAADwAAAGRycy9kb3ducmV2LnhtbESPQWvCQBSE7wX/w/IEb83GBqxNXUVS&#10;gp5ajfH+yL4modm3Ibtq/PduodDjMDPfMKvNaDpxpcG1lhXMoxgEcWV1y7WC8pQ/L0E4j6yxs0wK&#10;7uRgs548rTDV9sZHuha+FgHCLkUFjfd9KqWrGjLoItsTB+/bDgZ9kEMt9YC3ADedfInjhTTYclho&#10;sKesoeqnuBgFfvExysPujc9ZtXT685x/lUWu1Gw6bt9BeBr9f/ivvdcKkuQVfs+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j2TxAAAANwAAAAPAAAAAAAAAAAA&#10;AAAAAKECAABkcnMvZG93bnJldi54bWxQSwUGAAAAAAQABAD5AAAAkgMAAAAA&#10;" strokecolor="black [3213]" strokeweight="1pt"/>
                        <v:shape id="Gerade Verbindung 24" o:spid="_x0000_s1040" type="#_x0000_t32" style="position:absolute;left:32839;top:6224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4doMMAAADcAAAADwAAAGRycy9kb3ducmV2LnhtbERPTWvCQBC9F/wPywje6kalxaauIsWC&#10;YCk0Vs/T7JhEs7MhO8a0v757KPT4eN+LVe9q1VEbKs8GJuMEFHHubcWFgc/96/0cVBBki7VnMvBN&#10;AVbLwd0CU+tv/EFdJoWKIRxSNFCKNKnWIS/JYRj7hjhyJ986lAjbQtsWbzHc1XqaJI/aYcWxocSG&#10;XkrKL9nVGXj4SaTJuvPb2tFhs3v6Or7LZmrMaNivn0EJ9fIv/nNvrYHZLK6NZ+IR0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+HaDDAAAA3AAAAA8AAAAAAAAAAAAA&#10;AAAAoQIAAGRycy9kb3ducmV2LnhtbFBLBQYAAAAABAAEAPkAAACRAwAAAAA=&#10;" strokecolor="black [3213]" strokeweight="1pt"/>
                      </v:group>
                    </v:group>
                  </w:pict>
                </mc:Fallback>
              </mc:AlternateContent>
            </w:r>
            <w:r w:rsidR="002B1E7D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2004631" wp14:editId="4F918D22">
                      <wp:simplePos x="0" y="0"/>
                      <wp:positionH relativeFrom="column">
                        <wp:posOffset>2089785</wp:posOffset>
                      </wp:positionH>
                      <wp:positionV relativeFrom="paragraph">
                        <wp:posOffset>351822</wp:posOffset>
                      </wp:positionV>
                      <wp:extent cx="695325" cy="0"/>
                      <wp:effectExtent l="0" t="76200" r="28575" b="114300"/>
                      <wp:wrapNone/>
                      <wp:docPr id="323" name="Gerade Verbindung mit Pfeil 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323" o:spid="_x0000_s1026" type="#_x0000_t32" style="position:absolute;margin-left:164.55pt;margin-top:27.7pt;width:54.75pt;height: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" strokecolor="black [3213]">
                      <v:stroke endarrow="open"/>
                    </v:shape>
                  </w:pict>
                </mc:Fallback>
              </mc:AlternateContent>
            </w:r>
            <w:r w:rsidR="002B1E7D" w:rsidRPr="007E2C09"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1DE02832" wp14:editId="3B72CDA5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438785</wp:posOffset>
                      </wp:positionV>
                      <wp:extent cx="1309370" cy="135890"/>
                      <wp:effectExtent l="0" t="0" r="24130" b="35560"/>
                      <wp:wrapNone/>
                      <wp:docPr id="288" name="Gruppieren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09370" cy="135890"/>
                                <a:chOff x="0" y="0"/>
                                <a:chExt cx="3995712" cy="471666"/>
                              </a:xfrm>
                            </wpg:grpSpPr>
                            <wpg:grpSp>
                              <wpg:cNvPr id="289" name="Gruppieren 289"/>
                              <wpg:cNvGrpSpPr/>
                              <wpg:grpSpPr>
                                <a:xfrm>
                                  <a:off x="3206532" y="1824"/>
                                  <a:ext cx="789180" cy="460050"/>
                                  <a:chOff x="3206531" y="1824"/>
                                  <a:chExt cx="2667908" cy="1191271"/>
                                </a:xfrm>
                              </wpg:grpSpPr>
                              <wps:wsp>
                                <wps:cNvPr id="290" name="Gerade Verbindung 4"/>
                                <wps:cNvCnPr/>
                                <wps:spPr>
                                  <a:xfrm>
                                    <a:off x="5381249" y="1824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91" name="Gerade Verbindung 5"/>
                                <wps:cNvCnPr/>
                                <wps:spPr>
                                  <a:xfrm>
                                    <a:off x="3700782" y="1193095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92" name="Gerade Verbindung 7"/>
                                <wps:cNvCnPr/>
                                <wps:spPr>
                                  <a:xfrm>
                                    <a:off x="3206531" y="602182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93" name="Gerade Verbindung 8"/>
                                <wps:cNvCnPr/>
                                <wps:spPr>
                                  <a:xfrm flipV="1">
                                    <a:off x="3206531" y="1824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94" name="Gerade Verbindung 17"/>
                                <wps:cNvCnPr/>
                                <wps:spPr>
                                  <a:xfrm>
                                    <a:off x="3700782" y="182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95" name="Gerade Verbindung 24"/>
                                <wps:cNvCnPr/>
                                <wps:spPr>
                                  <a:xfrm flipV="1">
                                    <a:off x="5381249" y="602182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296" name="Gruppieren 296"/>
                              <wpg:cNvGrpSpPr/>
                              <wpg:grpSpPr>
                                <a:xfrm>
                                  <a:off x="2408345" y="11614"/>
                                  <a:ext cx="789180" cy="460050"/>
                                  <a:chOff x="2408345" y="11614"/>
                                  <a:chExt cx="2667908" cy="1191271"/>
                                </a:xfrm>
                              </wpg:grpSpPr>
                              <wps:wsp>
                                <wps:cNvPr id="297" name="Gerade Verbindung 4"/>
                                <wps:cNvCnPr/>
                                <wps:spPr>
                                  <a:xfrm>
                                    <a:off x="4583063" y="11614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98" name="Gerade Verbindung 5"/>
                                <wps:cNvCnPr/>
                                <wps:spPr>
                                  <a:xfrm>
                                    <a:off x="2902596" y="1202885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99" name="Gerade Verbindung 7"/>
                                <wps:cNvCnPr/>
                                <wps:spPr>
                                  <a:xfrm>
                                    <a:off x="2408345" y="611972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00" name="Gerade Verbindung 8"/>
                                <wps:cNvCnPr/>
                                <wps:spPr>
                                  <a:xfrm flipV="1">
                                    <a:off x="2408345" y="11614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01" name="Gerade Verbindung 17"/>
                                <wps:cNvCnPr/>
                                <wps:spPr>
                                  <a:xfrm>
                                    <a:off x="2902596" y="1161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02" name="Gerade Verbindung 24"/>
                                <wps:cNvCnPr/>
                                <wps:spPr>
                                  <a:xfrm flipV="1">
                                    <a:off x="4583063" y="611972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03" name="Gruppieren 303"/>
                              <wpg:cNvGrpSpPr/>
                              <wpg:grpSpPr>
                                <a:xfrm>
                                  <a:off x="1589593" y="0"/>
                                  <a:ext cx="789180" cy="460050"/>
                                  <a:chOff x="1589593" y="0"/>
                                  <a:chExt cx="2667908" cy="1191271"/>
                                </a:xfrm>
                              </wpg:grpSpPr>
                              <wps:wsp>
                                <wps:cNvPr id="304" name="Gerade Verbindung 4"/>
                                <wps:cNvCnPr/>
                                <wps:spPr>
                                  <a:xfrm>
                                    <a:off x="3764311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05" name="Gerade Verbindung 5"/>
                                <wps:cNvCnPr/>
                                <wps:spPr>
                                  <a:xfrm>
                                    <a:off x="2083844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06" name="Gerade Verbindung 7"/>
                                <wps:cNvCnPr/>
                                <wps:spPr>
                                  <a:xfrm>
                                    <a:off x="1589593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08" name="Gerade Verbindung 8"/>
                                <wps:cNvCnPr/>
                                <wps:spPr>
                                  <a:xfrm flipV="1">
                                    <a:off x="1589593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09" name="Gerade Verbindung 17"/>
                                <wps:cNvCnPr/>
                                <wps:spPr>
                                  <a:xfrm>
                                    <a:off x="2083844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10" name="Gerade Verbindung 24"/>
                                <wps:cNvCnPr/>
                                <wps:spPr>
                                  <a:xfrm flipV="1">
                                    <a:off x="3764311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11" name="Gruppieren 311"/>
                              <wpg:cNvGrpSpPr/>
                              <wpg:grpSpPr>
                                <a:xfrm>
                                  <a:off x="789180" y="11616"/>
                                  <a:ext cx="789180" cy="460050"/>
                                  <a:chOff x="789179" y="11616"/>
                                  <a:chExt cx="2667908" cy="1191271"/>
                                </a:xfrm>
                              </wpg:grpSpPr>
                              <wps:wsp>
                                <wps:cNvPr id="312" name="Gerade Verbindung 4"/>
                                <wps:cNvCnPr/>
                                <wps:spPr>
                                  <a:xfrm>
                                    <a:off x="2963897" y="11616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13" name="Gerade Verbindung 5"/>
                                <wps:cNvCnPr/>
                                <wps:spPr>
                                  <a:xfrm>
                                    <a:off x="1283430" y="12028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14" name="Gerade Verbindung 7"/>
                                <wps:cNvCnPr/>
                                <wps:spPr>
                                  <a:xfrm>
                                    <a:off x="789179" y="611974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15" name="Gerade Verbindung 8"/>
                                <wps:cNvCnPr/>
                                <wps:spPr>
                                  <a:xfrm flipV="1">
                                    <a:off x="789179" y="11616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16" name="Gerade Verbindung 17"/>
                                <wps:cNvCnPr/>
                                <wps:spPr>
                                  <a:xfrm>
                                    <a:off x="1283430" y="11616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17" name="Gerade Verbindung 24"/>
                                <wps:cNvCnPr/>
                                <wps:spPr>
                                  <a:xfrm flipV="1">
                                    <a:off x="2963897" y="611974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18" name="Gruppieren 318"/>
                              <wpg:cNvGrpSpPr/>
                              <wpg:grpSpPr>
                                <a:xfrm>
                                  <a:off x="0" y="2"/>
                                  <a:ext cx="789180" cy="460050"/>
                                  <a:chOff x="0" y="2"/>
                                  <a:chExt cx="2667908" cy="1191271"/>
                                </a:xfrm>
                              </wpg:grpSpPr>
                              <wps:wsp>
                                <wps:cNvPr id="319" name="Gerade Verbindung 4"/>
                                <wps:cNvCnPr/>
                                <wps:spPr>
                                  <a:xfrm>
                                    <a:off x="2174718" y="2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90" name="Gerade Verbindung 5"/>
                                <wps:cNvCnPr/>
                                <wps:spPr>
                                  <a:xfrm>
                                    <a:off x="494251" y="1191273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91" name="Gerade Verbindung 7"/>
                                <wps:cNvCnPr/>
                                <wps:spPr>
                                  <a:xfrm>
                                    <a:off x="0" y="600360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20" name="Gerade Verbindung 8"/>
                                <wps:cNvCnPr/>
                                <wps:spPr>
                                  <a:xfrm flipV="1">
                                    <a:off x="0" y="2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21" name="Gerade Verbindung 17"/>
                                <wps:cNvCnPr/>
                                <wps:spPr>
                                  <a:xfrm>
                                    <a:off x="494251" y="2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22" name="Gerade Verbindung 24"/>
                                <wps:cNvCnPr/>
                                <wps:spPr>
                                  <a:xfrm flipV="1">
                                    <a:off x="2174718" y="600360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39" o:spid="_x0000_s1026" style="position:absolute;margin-left:17pt;margin-top:34.55pt;width:103.1pt;height:10.7pt;z-index:251716608;mso-width-relative:margin;mso-height-relative:margin" coordsize="39957,4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">
                      <v:group id="Gruppieren 289" o:spid="_x0000_s1027" style="position:absolute;left:32065;top:18;width:7892;height:4600" coordorigin="32065,18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    <v:shape id="Gerade Verbindung 4" o:spid="_x0000_s1028" type="#_x0000_t32" style="position:absolute;left:53812;top:18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5rJcIAAADcAAAADwAAAGRycy9kb3ducmV2LnhtbERPzWoCMRC+F/oOYQpeima7h6KrUVqL&#10;0IOFuvoAw2ZMVjeTJYm69embQ6HHj+9/sRpcJ64UYutZwcukAEHceN2yUXDYb8ZTEDEha+w8k4If&#10;irBaPj4ssNL+xju61smIHMKxQgU2pb6SMjaWHMaJ74kzd/TBYcowGKkD3nK462RZFK/SYcu5wWJP&#10;a0vNub44BWtzNvcibMrT6f356+Ob7FZOB6VGT8PbHESiIf2L/9yfWkE5y/PzmXwE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5rJcIAAADcAAAADwAAAAAAAAAAAAAA&#10;AAChAgAAZHJzL2Rvd25yZXYueG1sUEsFBgAAAAAEAAQA+QAAAJADAAAAAA==&#10;" strokecolor="windowText" strokeweight="1pt"/>
                        <v:shape id="Gerade Verbindung 5" o:spid="_x0000_s1029" type="#_x0000_t32" style="position:absolute;left:37007;top:1193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LOvsUAAADcAAAADwAAAGRycy9kb3ducmV2LnhtbESPQWsCMRSE74X+h/AKXkrNuoeiq1Fa&#10;RfBQoWp/wGPzTFY3L0sSddtfbwqFHoeZ+YaZLXrXiiuF2HhWMBoWIIhrrxs2Cr4O65cxiJiQNbae&#10;ScE3RVjMHx9mWGl/4x1d98mIDOFYoQKbUldJGWtLDuPQd8TZO/rgMGUZjNQBbxnuWlkWxat02HBe&#10;sNjR0lJ93l+cgqU5m58irMvT6f15u/ok+yHHvVKDp/5tCiJRn/7Df+2NVlBORvB7Jh8B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ZLOvsUAAADcAAAADwAAAAAAAAAA&#10;AAAAAAChAgAAZHJzL2Rvd25yZXYueG1sUEsFBgAAAAAEAAQA+QAAAJMDAAAAAA==&#10;" strokecolor="windowText" strokeweight="1pt"/>
                        <v:shape id="Gerade Verbindung 7" o:spid="_x0000_s1030" type="#_x0000_t32" style="position:absolute;left:32065;top:6021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BQycUAAADcAAAADwAAAGRycy9kb3ducmV2LnhtbESP3WoCMRSE7wt9h3AK3hTNuhfFrkbx&#10;B8GLFlrbBzhsjsnq5mRJoq4+fVMo9HKYmW+Y2aJ3rbhQiI1nBeNRAYK49rpho+D7azucgIgJWWPr&#10;mRTcKMJi/vgww0r7K3/SZZ+MyBCOFSqwKXWVlLG25DCOfEecvYMPDlOWwUgd8JrhrpVlUbxIhw3n&#10;BYsdrS3Vp/3ZKVibk7kXYVsej6vn980H2Tc56ZUaPPXLKYhEffoP/7V3WkH5WsLvmXwE5P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BQycUAAADcAAAADwAAAAAAAAAA&#10;AAAAAAChAgAAZHJzL2Rvd25yZXYueG1sUEsFBgAAAAAEAAQA+QAAAJMDAAAAAA==&#10;" strokecolor="windowText" strokeweight="1pt"/>
                        <v:shape id="Gerade Verbindung 8" o:spid="_x0000_s1031" type="#_x0000_t32" style="position:absolute;left:32065;top:18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wSxsYAAADcAAAADwAAAGRycy9kb3ducmV2LnhtbESPQUsDMRSE70L/Q3gFbzaxitS1aRFF&#10;kPaibbHt7bF53V3cvCzJc7v+eyMIHoeZ+YaZLwffqp5iagJbuJ4YUMRlcA1XFnbbl6sZqCTIDtvA&#10;ZOGbEiwXo4s5Fi6c+Z36jVQqQzgVaKEW6QqtU1mTxzQJHXH2TiF6lCxjpV3Ec4b7Vk+NudMeG84L&#10;NXb0VFP5ufnyFo792hxETLf9WLWn1fPb/jau99ZejofHB1BCg/yH/9qvzsL0/gZ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MEsbGAAAA3AAAAA8AAAAAAAAA&#10;AAAAAAAAoQIAAGRycy9kb3ducmV2LnhtbFBLBQYAAAAABAAEAPkAAACUAwAAAAA=&#10;" strokecolor="windowText" strokeweight="1pt"/>
                        <v:shape id="Gerade Verbindung 17" o:spid="_x0000_s1032" type="#_x0000_t32" style="position:absolute;left:37007;top:1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VtJsUAAADcAAAADwAAAGRycy9kb3ducmV2LnhtbESP0WoCMRRE3wv9h3CFvhTNupSiq1Gq&#10;RehDC9b6AZfNNVnd3CxJqlu/3hQKfRxm5gwzX/auFWcKsfGsYDwqQBDXXjdsFOy/NsMJiJiQNbae&#10;ScEPRVgu7u/mWGl/4U8675IRGcKxQgU2pa6SMtaWHMaR74izd/DBYcoyGKkDXjLctbIsimfpsOG8&#10;YLGjtaX6tPt2CtbmZK5F2JTH4+rx43VL9l1OeqUeBv3LDESiPv2H/9pvWkE5fYLfM/k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VtJsUAAADcAAAADwAAAAAAAAAA&#10;AAAAAAChAgAAZHJzL2Rvd25yZXYueG1sUEsFBgAAAAAEAAQA+QAAAJMDAAAAAA==&#10;" strokecolor="windowText" strokeweight="1pt"/>
                        <v:shape id="Gerade Verbindung 24" o:spid="_x0000_s1033" type="#_x0000_t32" style="position:absolute;left:53812;top:6021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kvKcYAAADcAAAADwAAAGRycy9kb3ducmV2LnhtbESPQUsDMRSE70L/Q3gFbzaxqNS1aRFF&#10;kPaibbHt7bF53V3cvCzJc7v+eyMIHoeZ+YaZLwffqp5iagJbuJ4YUMRlcA1XFnbbl6sZqCTIDtvA&#10;ZOGbEiwXo4s5Fi6c+Z36jVQqQzgVaKEW6QqtU1mTxzQJHXH2TiF6lCxjpV3Ec4b7Vk+NudMeG84L&#10;NXb0VFP5ufnyFo792hxETLf9WLWn1fPb/iau99ZejofHB1BCg/yH/9qvzsL0/hZ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pLynGAAAA3AAAAA8AAAAAAAAA&#10;AAAAAAAAoQIAAGRycy9kb3ducmV2LnhtbFBLBQYAAAAABAAEAPkAAACUAwAAAAA=&#10;" strokecolor="windowText" strokeweight="1pt"/>
                      </v:group>
                      <v:group id="Gruppieren 296" o:spid="_x0000_s1034" style="position:absolute;left:24083;top:116;width:7892;height:4600" coordorigin="24083,116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      <v:shape id="Gerade Verbindung 4" o:spid="_x0000_s1035" type="#_x0000_t32" style="position:absolute;left:45830;top:116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fzUcYAAADcAAAADwAAAGRycy9kb3ducmV2LnhtbESPQWsCMRSE74X+h/CEXopm3UOrq1Gq&#10;ReihBWv9AY/NM1ndvCxJqlt/vSkUehxm5htmvuxdK84UYuNZwXhUgCCuvW7YKNh/bYYTEDEha2w9&#10;k4IfirBc3N/NsdL+wp903iUjMoRjhQpsSl0lZawtOYwj3xFn7+CDw5RlMFIHvGS4a2VZFE/SYcN5&#10;wWJHa0v1afftFKzNyVyLsCmPx9Xjx+uW7Luc9Eo9DPqXGYhEffoP/7XftIJy+gy/Z/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E381HGAAAA3AAAAA8AAAAAAAAA&#10;AAAAAAAAoQIAAGRycy9kb3ducmV2LnhtbFBLBQYAAAAABAAEAPkAAACUAwAAAAA=&#10;" strokecolor="windowText" strokeweight="1pt"/>
                        <v:shape id="Gerade Verbindung 5" o:spid="_x0000_s1036" type="#_x0000_t32" style="position:absolute;left:29025;top:1202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hnI8IAAADcAAAADwAAAGRycy9kb3ducmV2LnhtbERPzWoCMRC+F/oOYQpeima7h6KrUVqL&#10;0IOFuvoAw2ZMVjeTJYm69embQ6HHj+9/sRpcJ64UYutZwcukAEHceN2yUXDYb8ZTEDEha+w8k4If&#10;irBaPj4ssNL+xju61smIHMKxQgU2pb6SMjaWHMaJ74kzd/TBYcowGKkD3nK462RZFK/SYcu5wWJP&#10;a0vNub44BWtzNvcibMrT6f356+Ob7FZOB6VGT8PbHESiIf2L/9yfWkE5y2vzmXwE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KhnI8IAAADcAAAADwAAAAAAAAAAAAAA&#10;AAChAgAAZHJzL2Rvd25yZXYueG1sUEsFBgAAAAAEAAQA+QAAAJADAAAAAA==&#10;" strokecolor="windowText" strokeweight="1pt"/>
                        <v:shape id="Gerade Verbindung 7" o:spid="_x0000_s1037" type="#_x0000_t32" style="position:absolute;left:24083;top:6119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TCuMUAAADcAAAADwAAAGRycy9kb3ducmV2LnhtbESPQWsCMRSE74X+h/CEXopmu4eiq1Gs&#10;RehBobX+gMfmmaxuXpYk1a2/vhEKHoeZ+YaZLXrXijOF2HhW8DIqQBDXXjdsFOy/18MxiJiQNbae&#10;ScEvRVjMHx9mWGl/4S8675IRGcKxQgU2pa6SMtaWHMaR74izd/DBYcoyGKkDXjLctbIsilfpsOG8&#10;YLGjlaX6tPtxClbmZK5FWJfH49vz9v2T7EaOe6WeBv1yCiJRn+7h//aHVlBOJnA7k4+A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+TCuMUAAADcAAAADwAAAAAAAAAA&#10;AAAAAAChAgAAZHJzL2Rvd25yZXYueG1sUEsFBgAAAAAEAAQA+QAAAJMDAAAAAA==&#10;" strokecolor="windowText" strokeweight="1pt"/>
                        <v:shape id="Gerade Verbindung 8" o:spid="_x0000_s1038" type="#_x0000_t32" style="position:absolute;left:24083;top:116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UWq8MAAADcAAAADwAAAGRycy9kb3ducmV2LnhtbERPTWsCMRC9C/0PYYTeNLEtUrZGKS2F&#10;opeqpba3YTPuLt1MlmS6rv/eHAoeH+97sRp8q3qKqQlsYTY1oIjL4BquLHzu3yaPoJIgO2wDk4Uz&#10;JVgtb0YLLFw48Zb6nVQqh3Aq0EIt0hVap7Imj2kaOuLMHUP0KBnGSruIpxzuW31nzFx7bDg31NjR&#10;S03l7+7PW/jpN+ZbxHT7r3V7XL9+HB7i5mDt7Xh4fgIlNMhV/O9+dxbuTZ6fz+QjoJc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1FqvDAAAA3AAAAA8AAAAAAAAAAAAA&#10;AAAAoQIAAGRycy9kb3ducmV2LnhtbFBLBQYAAAAABAAEAPkAAACRAwAAAAA=&#10;" strokecolor="windowText" strokeweight="1pt"/>
                        <v:shape id="Gerade Verbindung 17" o:spid="_x0000_s1039" type="#_x0000_t32" style="position:absolute;left:29025;top:116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lUpMUAAADcAAAADwAAAGRycy9kb3ducmV2LnhtbESP0WoCMRRE3wv9h3ALfSk1UaHI1iit&#10;IvRBobX9gMvmNlnd3CxJ1NWvN4WCj8PMnGGm89634kgxNYE1DAcKBHEdTMNWw8/36nkCImVkg21g&#10;0nCmBPPZ/d0UKxNO/EXHbbaiQDhVqMHl3FVSptqRxzQIHXHxfkP0mIuMVpqIpwL3rRwp9SI9NlwW&#10;HHa0cFTvtwevYWH39qLiarTbvT9tlp/k1nLSa/340L+9gsjU51v4v/1hNIzVEP7OlCMgZ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3lUpMUAAADcAAAADwAAAAAAAAAA&#10;AAAAAAChAgAAZHJzL2Rvd25yZXYueG1sUEsFBgAAAAAEAAQA+QAAAJMDAAAAAA==&#10;" strokecolor="windowText" strokeweight="1pt"/>
                        <v:shape id="Gerade Verbindung 24" o:spid="_x0000_s1040" type="#_x0000_t32" style="position:absolute;left:45830;top:6119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stR8UAAADcAAAADwAAAGRycy9kb3ducmV2LnhtbESPQUsDMRSE70L/Q3iCN5tYRcq2aZGK&#10;IO1F22Lt7bF53V3cvCzJc7v+eyMIPQ4z8w0zXw6+VT3F1AS2cDc2oIjL4BquLOx3L7dTUEmQHbaB&#10;ycIPJVguRldzLFw48zv1W6lUhnAq0EIt0hVap7Imj2kcOuLsnUL0KFnGSruI5wz3rZ4Y86g9NpwX&#10;auxoVVP5tf32Fo79xnyKmG73sW5P6+e3w0PcHKy9uR6eZqCEBrmE/9uvzsK9mcDfmXwE9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astR8UAAADcAAAADwAAAAAAAAAA&#10;AAAAAAChAgAAZHJzL2Rvd25yZXYueG1sUEsFBgAAAAAEAAQA+QAAAJMDAAAAAA==&#10;" strokecolor="windowText" strokeweight="1pt"/>
                      </v:group>
                      <v:group id="Gruppieren 303" o:spid="_x0000_s1041" style="position:absolute;left:15895;width:7892;height:4600" coordorigin="15895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      <v:shape id="Gerade Verbindung 4" o:spid="_x0000_s1042" type="#_x0000_t32" style="position:absolute;left:37643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73PMUAAADcAAAADwAAAGRycy9kb3ducmV2LnhtbESP0WoCMRRE3wv9h3ALvkhNtKXI1ihV&#10;EfrQgrX9gMvmNlnd3CxJ1LVf3xSEPg4zc4aZLXrfihPF1ATWMB4pEMR1MA1bDV+fm/spiJSRDbaB&#10;ScOFEizmtzczrEw48weddtmKAuFUoQaXc1dJmWpHHtModMTF+w7RYy4yWmkingvct3Ki1JP02HBZ&#10;cNjRylF92B29hpU92B8VN5P9fjl8X2/Jvclpr/Xgrn95BpGpz//ha/vVaHhQj/B3phw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w73PMUAAADcAAAADwAAAAAAAAAA&#10;AAAAAAChAgAAZHJzL2Rvd25yZXYueG1sUEsFBgAAAAAEAAQA+QAAAJMDAAAAAA==&#10;" strokecolor="windowText" strokeweight="1pt"/>
                        <v:shape id="Gerade Verbindung 5" o:spid="_x0000_s1043" type="#_x0000_t32" style="position:absolute;left:20838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JSp8UAAADcAAAADwAAAGRycy9kb3ducmV2LnhtbESP0WoCMRRE3wv9h3ALvkhNtLTI1ihV&#10;EfrQgrX9gMvmNlnd3CxJ1LVf3xSEPg4zc4aZLXrfihPF1ATWMB4pEMR1MA1bDV+fm/spiJSRDbaB&#10;ScOFEizmtzczrEw48weddtmKAuFUoQaXc1dJmWpHHtModMTF+w7RYy4yWmkingvct3Ki1JP02HBZ&#10;cNjRylF92B29hpU92B8VN5P9fjl8X2/Jvclpr/Xgrn95BpGpz//ha/vVaHhQj/B3phw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EJSp8UAAADcAAAADwAAAAAAAAAA&#10;AAAAAAChAgAAZHJzL2Rvd25yZXYueG1sUEsFBgAAAAAEAAQA+QAAAJMDAAAAAA==&#10;" strokecolor="windowText" strokeweight="1pt"/>
                        <v:shape id="Gerade Verbindung 7" o:spid="_x0000_s1044" type="#_x0000_t32" style="position:absolute;left:15895;top:6003;width:4943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DM0MUAAADcAAAADwAAAGRycy9kb3ducmV2LnhtbESP0UoDMRRE3wX/IVzBF2kTK5SybVp0&#10;ZcEHBa39gMvmNtl2c7MksV39eiMIfRxm5gyz2oy+FyeKqQus4X6qQBC3wXRsNew+m8kCRMrIBvvA&#10;pOGbEmzW11crrEw48wedttmKAuFUoQaX81BJmVpHHtM0DMTF24foMRcZrTQRzwXuezlTai49dlwW&#10;HA5UO2qP2y+vobZH+6NiMzscnu7ent/JvcrFqPXtzfi4BJFpzJfwf/vFaHhQc/g7U46AX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JDM0MUAAADcAAAADwAAAAAAAAAA&#10;AAAAAAChAgAAZHJzL2Rvd25yZXYueG1sUEsFBgAAAAAEAAQA+QAAAJMDAAAAAA==&#10;" strokecolor="windowText" strokeweight="1pt"/>
                        <v:shape id="Gerade Verbindung 8" o:spid="_x0000_s1045" type="#_x0000_t32" style="position:absolute;left:15895;width:4943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MarcMAAADcAAAADwAAAGRycy9kb3ducmV2LnhtbERPTWsCMRC9C/0PYYTeNLEtUrZGKS2F&#10;opeqpba3YTPuLt1MlmS6rv/eHAoeH+97sRp8q3qKqQlsYTY1oIjL4BquLHzu3yaPoJIgO2wDk4Uz&#10;JVgtb0YLLFw48Zb6nVQqh3Aq0EIt0hVap7Imj2kaOuLMHUP0KBnGSruIpxzuW31nzFx7bDg31NjR&#10;S03l7+7PW/jpN+ZbxHT7r3V7XL9+HB7i5mDt7Xh4fgIlNMhV/O9+dxbuTV6bz+QjoJc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DGq3DAAAA3AAAAA8AAAAAAAAAAAAA&#10;AAAAoQIAAGRycy9kb3ducmV2LnhtbFBLBQYAAAAABAAEAPkAAACRAwAAAAA=&#10;" strokecolor="windowText" strokeweight="1pt"/>
                        <v:shape id="Gerade Verbindung 17" o:spid="_x0000_s1046" type="#_x0000_t32" style="position:absolute;left:2083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9YosUAAADcAAAADwAAAGRycy9kb3ducmV2LnhtbESP0WoCMRRE3wv9h3ALvkhNtFDs1ihV&#10;EfrQgrX9gMvmNlnd3CxJ1LVf3xSEPg4zc4aZLXrfihPF1ATWMB4pEMR1MA1bDV+fm/spiJSRDbaB&#10;ScOFEizmtzczrEw48weddtmKAuFUoQaXc1dJmWpHHtModMTF+w7RYy4yWmkingvct3Ki1KP02HBZ&#10;cNjRylF92B29hpU92B8VN5P9fjl8X2/Jvclpr/Xgrn95BpGpz//ha/vVaHhQT/B3phw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9YosUAAADcAAAADwAAAAAAAAAA&#10;AAAAAAChAgAAZHJzL2Rvd25yZXYueG1sUEsFBgAAAAAEAAQA+QAAAJMDAAAAAA==&#10;" strokecolor="windowText" strokeweight="1pt"/>
                        <v:shape id="Gerade Verbindung 24" o:spid="_x0000_s1047" type="#_x0000_t32" style="position:absolute;left:37643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yAdsMAAADcAAAADwAAAGRycy9kb3ducmV2LnhtbERPTWsCMRC9F/ofwhR6q4lWimyNUiqC&#10;6KXVUtvbsBl3l24mSzKu23/fHAoeH+97vhx8q3qKqQlsYTwyoIjL4BquLHwc1g8zUEmQHbaBycIv&#10;JVgubm/mWLhw4Xfq91KpHMKpQAu1SFdoncqaPKZR6IgzdwrRo2QYK+0iXnK4b/XEmCftseHcUGNH&#10;rzWVP/uzt/Dd78yXiOkOn9v2tF29Hadxd7T2/m54eQYlNMhV/O/eOAuP4zw/n8lHQC/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/sgHbDAAAA3AAAAA8AAAAAAAAAAAAA&#10;AAAAoQIAAGRycy9kb3ducmV2LnhtbFBLBQYAAAAABAAEAPkAAACRAwAAAAA=&#10;" strokecolor="windowText" strokeweight="1pt"/>
                      </v:group>
                      <v:group id="Gruppieren 311" o:spid="_x0000_s1048" style="position:absolute;left:7891;top:116;width:7892;height:4600" coordorigin="7891,116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      <v:shape id="Gerade Verbindung 4" o:spid="_x0000_s1049" type="#_x0000_t32" style="position:absolute;left:29638;top:116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JcDsUAAADcAAAADwAAAGRycy9kb3ducmV2LnhtbESP0WoCMRRE3wv9h3ALvpSadYUiq1Fa&#10;i+CDQmv7AZfNNVnd3CxJqqtfbwoFH4eZOcPMFr1rxYlCbDwrGA0LEMS11w0bBT/fq5cJiJiQNbae&#10;ScGFIizmjw8zrLQ/8xeddsmIDOFYoQKbUldJGWtLDuPQd8TZ2/vgMGUZjNQBzxnuWlkWxat02HBe&#10;sNjR0lJ93P06BUtzNNcirMrD4f15+/FJdiMnvVKDp/5tCiJRn+7h//ZaKxiPSvg7k4+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JcDsUAAADcAAAADwAAAAAAAAAA&#10;AAAAAAChAgAAZHJzL2Rvd25yZXYueG1sUEsFBgAAAAAEAAQA+QAAAJMDAAAAAA==&#10;" strokecolor="windowText" strokeweight="1pt"/>
                        <v:shape id="Gerade Verbindung 5" o:spid="_x0000_s1050" type="#_x0000_t32" style="position:absolute;left:12834;top:12028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75lcUAAADcAAAADwAAAGRycy9kb3ducmV2LnhtbESP0WoCMRRE3wv+Q7hCX0rNqlBka5TW&#10;IvTBQl39gMvmNlnd3CxJqlu/vhEEH4eZOcPMl71rxYlCbDwrGI8KEMS11w0bBfvd+nkGIiZkja1n&#10;UvBHEZaLwcMcS+3PvKVTlYzIEI4lKrApdaWUsbbkMI58R5y9Hx8cpiyDkTrgOcNdKydF8SIdNpwX&#10;LHa0slQfq1+nYGWO5lKE9eRweH/6+vgmu5GzXqnHYf/2CiJRn+7hW/tTK5iOp3A9k4+AX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T75lcUAAADcAAAADwAAAAAAAAAA&#10;AAAAAAChAgAAZHJzL2Rvd25yZXYueG1sUEsFBgAAAAAEAAQA+QAAAJMDAAAAAA==&#10;" strokecolor="windowText" strokeweight="1pt"/>
                        <v:shape id="Gerade Verbindung 7" o:spid="_x0000_s1051" type="#_x0000_t32" style="position:absolute;left:7891;top:6119;width:4943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dh4cUAAADcAAAADwAAAGRycy9kb3ducmV2LnhtbESP3WoCMRSE7wt9h3AKvZGa1RaRrVHU&#10;IvTCgj99gMPmNFndnCxJqluf3ghCL4eZ+YaZzDrXiBOFWHtWMOgXIIgrr2s2Cr73q5cxiJiQNTae&#10;ScEfRZhNHx8mWGp/5i2ddsmIDOFYogKbUltKGStLDmPft8TZ+/HBYcoyGKkDnjPcNXJYFCPpsOa8&#10;YLGlpaXquPt1CpbmaC5FWA0Ph0Xv62NDdi3HnVLPT938HUSiLv2H7+1PreB18Aa3M/k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dh4cUAAADcAAAADwAAAAAAAAAA&#10;AAAAAAChAgAAZHJzL2Rvd25yZXYueG1sUEsFBgAAAAAEAAQA+QAAAJMDAAAAAA==&#10;" strokecolor="windowText" strokeweight="1pt"/>
                        <v:shape id="Gerade Verbindung 8" o:spid="_x0000_s1052" type="#_x0000_t32" style="position:absolute;left:7891;top:116;width:4943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sj7sYAAADcAAAADwAAAGRycy9kb3ducmV2LnhtbESPX0sDMRDE34V+h7CCbzapf4qcTYso&#10;grQv2hbbvi2X7d3Ry+ZI1uv57Y0g+DjMzG+Y2WLwreoppiawhcnYgCIug2u4srDdvF4/gEqC7LAN&#10;TBa+KcFiPrqYYeHCmT+oX0ulMoRTgRZqka7QOpU1eUzj0BFn7xiiR8kyVtpFPGe4b/WNMVPtseG8&#10;UGNHzzWVp/WXt3DoV2YvYrrN57I9Ll/ed3dxtbP26nJ4egQlNMh/+K/95izcTu7h90w+Anr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+bI+7GAAAA3AAAAA8AAAAAAAAA&#10;AAAAAAAAoQIAAGRycy9kb3ducmV2LnhtbFBLBQYAAAAABAAEAPkAAACUAwAAAAA=&#10;" strokecolor="windowText" strokeweight="1pt"/>
                        <v:shape id="Gerade Verbindung 17" o:spid="_x0000_s1053" type="#_x0000_t32" style="position:absolute;left:12834;top:116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laDcUAAADcAAAADwAAAGRycy9kb3ducmV2LnhtbESP3WoCMRSE7wt9h3AK3hTNqiCyGqW1&#10;CL2wUH8e4LA5TVY3J0sSdevTm0LBy2FmvmHmy8414kIh1p4VDAcFCOLK65qNgsN+3Z+CiAlZY+OZ&#10;FPxShOXi+WmOpfZX3tJll4zIEI4lKrAptaWUsbLkMA58S5y9Hx8cpiyDkTrgNcNdI0dFMZEOa84L&#10;FltaWapOu7NTsDIncyvCenQ8vr9+fXyT3chpp1TvpXubgUjUpUf4v/2pFYyHE/g7k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UlaDcUAAADcAAAADwAAAAAAAAAA&#10;AAAAAAChAgAAZHJzL2Rvd25yZXYueG1sUEsFBgAAAAAEAAQA+QAAAJMDAAAAAA==&#10;" strokecolor="windowText" strokeweight="1pt"/>
                        <v:shape id="Gerade Verbindung 24" o:spid="_x0000_s1054" type="#_x0000_t32" style="position:absolute;left:29638;top:6119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UYAsYAAADcAAAADwAAAGRycy9kb3ducmV2LnhtbESPQUsDMRSE70L/Q3iCN5tUxcratIgi&#10;SHvRttj29ti87i7dvCzJc7v+eyMIHoeZ+YaZLQbfqp5iagJbmIwNKOIyuIYrC9vN6/UDqCTIDtvA&#10;ZOGbEizmo4sZFi6c+YP6tVQqQzgVaKEW6QqtU1mTxzQOHXH2jiF6lCxjpV3Ec4b7Vt8Yc689NpwX&#10;auzouabytP7yFg79yuxFTLf5XLbH5cv77i6udtZeXQ5Pj6CEBvkP/7XfnIXbyRR+z+QjoO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AFGALGAAAA3AAAAA8AAAAAAAAA&#10;AAAAAAAAoQIAAGRycy9kb3ducmV2LnhtbFBLBQYAAAAABAAEAPkAAACUAwAAAAA=&#10;" strokecolor="windowText" strokeweight="1pt"/>
                      </v:group>
                      <v:group id="Gruppieren 318" o:spid="_x0000_s1055" style="position:absolute;width:7891;height:4600" coordorigin="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      <v:shape id="Gerade Verbindung 4" o:spid="_x0000_s1056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bOf8UAAADcAAAADwAAAGRycy9kb3ducmV2LnhtbESP3WoCMRSE7wt9h3AKvZGa1ULRrVHU&#10;IvTCgj99gMPmNFndnCxJqluf3ghCL4eZ+YaZzDrXiBOFWHtWMOgXIIgrr2s2Cr73q5cRiJiQNTae&#10;ScEfRZhNHx8mWGp/5i2ddsmIDOFYogKbUltKGStLDmPft8TZ+/HBYcoyGKkDnjPcNXJYFG/SYc15&#10;wWJLS0vVcffrFCzN0VyKsBoeDove18eG7FqOOqWen7r5O4hEXfoP39ufWsHrYAy3M/k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bOf8UAAADcAAAADwAAAAAAAAAA&#10;AAAAAAChAgAAZHJzL2Rvd25yZXYueG1sUEsFBgAAAAAEAAQA+QAAAJMDAAAAAA==&#10;" strokecolor="windowText" strokeweight="1pt"/>
                        <v:shape id="Gerade Verbindung 5" o:spid="_x0000_s1057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sKWcYAAADcAAAADwAAAGRycy9kb3ducmV2LnhtbESPQU8CMRCF7yb8h2ZMvBjpysHgQiGC&#10;IeGgiaA/YLId2oXtdNNWWPz1zsHE20zem/e+mS+H0KkzpdxGNvA4rkARN9G27Ax8fW4epqByQbbY&#10;RSYDV8qwXIxu5ljbeOEdnffFKQnhXKMBX0pfa50bTwHzOPbEoh1iClhkTU7bhBcJD52eVNWTDtiy&#10;NHjsae2pOe2/g4G1O7mfKm0mx+Pq/v31g/ybng7G3N0OLzNQhYbyb/673lrBfxZ8eUYm0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X7ClnGAAAA3AAAAA8AAAAAAAAA&#10;AAAAAAAAoQIAAGRycy9kb3ducmV2LnhtbFBLBQYAAAAABAAEAPkAAACUAwAAAAA=&#10;" strokecolor="windowText" strokeweight="1pt"/>
                        <v:shape id="Gerade Verbindung 7" o:spid="_x0000_s1058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evwsMAAADcAAAADwAAAGRycy9kb3ducmV2LnhtbERPzWoCMRC+C32HMIVeimb1ILoapbUI&#10;PSjUnwcYNmOyupksSarbPr0pFLzNx/c782XnGnGlEGvPCoaDAgRx5XXNRsHxsO5PQMSErLHxTAp+&#10;KMJy8dSbY6n9jXd03ScjcgjHEhXYlNpSylhZchgHviXO3MkHhynDYKQOeMvhrpGjohhLhzXnBost&#10;rSxVl/23U7AyF/NbhPXofH5/3X58kd3ISafUy3P3NgORqEsP8b/7U+f50yH8PZMvkI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3r8LDAAAA3AAAAA8AAAAAAAAAAAAA&#10;AAAAoQIAAGRycy9kb3ducmV2LnhtbFBLBQYAAAAABAAEAPkAAACRAwAAAAA=&#10;" strokecolor="windowText" strokeweight="1pt"/>
                        <v:shape id="Gerade Verbindung 8" o:spid="_x0000_s1059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BKy8MAAADcAAAADwAAAGRycy9kb3ducmV2LnhtbERPS0sDMRC+C/6HMEJvNrGVImvTIoog&#10;7aUPsXobNtPdxc1kScbt9t83h4LHj+89Xw6+VT3F1AS28DA2oIjL4BquLHzu3++fQCVBdtgGJgtn&#10;SrBc3N7MsXDhxFvqd1KpHMKpQAu1SFdoncqaPKZx6IgzdwzRo2QYK+0innK4b/XEmJn22HBuqLGj&#10;15rK392ft/DTr823iOn2X6v2uHrbHB7j+mDt6G54eQYlNMi/+Or+cBamkzw/n8lHQC8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ASsvDAAAA3AAAAA8AAAAAAAAAAAAA&#10;AAAAoQIAAGRycy9kb3ducmV2LnhtbFBLBQYAAAAABAAEAPkAAACRAwAAAAA=&#10;" strokecolor="windowText" strokeweight="1pt"/>
                        <v:shape id="Gerade Verbindung 17" o:spid="_x0000_s1060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wIxMUAAADcAAAADwAAAGRycy9kb3ducmV2LnhtbESP0WoCMRRE3wv9h3ALvpSadYUiq1Fa&#10;i+CDQmv7AZfNNVnd3CxJqqtfbwoFH4eZOcPMFr1rxYlCbDwrGA0LEMS11w0bBT/fq5cJiJiQNbae&#10;ScGFIizmjw8zrLQ/8xeddsmIDOFYoQKbUldJGWtLDuPQd8TZ2/vgMGUZjNQBzxnuWlkWxat02HBe&#10;sNjR0lJ93P06BUtzNNcirMrD4f15+/FJdiMnvVKDp/5tCiJRn+7h//ZaKxiXI/g7k4+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MwIxMUAAADcAAAADwAAAAAAAAAA&#10;AAAAAAChAgAAZHJzL2Rvd25yZXYueG1sUEsFBgAAAAAEAAQA+QAAAJMDAAAAAA==&#10;" strokecolor="windowText" strokeweight="1pt"/>
                        <v:shape id="Gerade Verbindung 24" o:spid="_x0000_s1061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5xJ8UAAADcAAAADwAAAGRycy9kb3ducmV2LnhtbESPQUsDMRSE70L/Q3gFbzbpKiJr0yIV&#10;QdqLtmL19ti87i5uXpbkuV3/vRGEHoeZ+YZZrEbfqYFiagNbmM8MKOIquJZrC2/7p6s7UEmQHXaB&#10;ycIPJVgtJxcLLF048SsNO6lVhnAq0UIj0pdap6ohj2kWeuLsHUP0KFnGWruIpwz3nS6MudUeW84L&#10;Dfa0bqj62n17C5/D1nyImH7/vumOm8eXw03cHqy9nI4P96CERjmH/9vPzsJ1UcDfmXwE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5xJ8UAAADcAAAADwAAAAAAAAAA&#10;AAAAAAChAgAAZHJzL2Rvd25yZXYueG1sUEsFBgAAAAAEAAQA+QAAAJMDAAAAAA==&#10;" strokecolor="windowText" strokeweight="1pt"/>
                      </v:group>
                    </v:group>
                  </w:pict>
                </mc:Fallback>
              </mc:AlternateContent>
            </w:r>
          </w:p>
        </w:tc>
        <w:bookmarkStart w:id="0" w:name="_GoBack"/>
        <w:bookmarkEnd w:id="0"/>
      </w:tr>
      <w:tr w:rsidR="006C43B8" w:rsidTr="00EB5D44">
        <w:trPr>
          <w:trHeight w:val="2188"/>
          <w:jc w:val="center"/>
        </w:trPr>
        <w:tc>
          <w:tcPr>
            <w:tcW w:w="3195" w:type="dxa"/>
            <w:vMerge/>
            <w:shd w:val="clear" w:color="auto" w:fill="auto"/>
          </w:tcPr>
          <w:p w:rsidR="006C43B8" w:rsidRDefault="006C43B8" w:rsidP="00632D23"/>
        </w:tc>
        <w:tc>
          <w:tcPr>
            <w:tcW w:w="2338" w:type="dxa"/>
            <w:shd w:val="clear" w:color="auto" w:fill="auto"/>
          </w:tcPr>
          <w:p w:rsidR="006C43B8" w:rsidRDefault="002B1E7D" w:rsidP="0069713F">
            <w:pPr>
              <w:rPr>
                <w:i/>
                <w:color w:val="FF0000"/>
                <w:u w:val="single"/>
              </w:rPr>
            </w:pPr>
            <w:r w:rsidRPr="002B1E7D">
              <w:rPr>
                <w:i/>
                <w:color w:val="FF0000"/>
                <w:u w:val="single"/>
              </w:rPr>
              <w:t>Dünndarm</w:t>
            </w:r>
          </w:p>
          <w:p w:rsidR="002B1E7D" w:rsidRPr="002B1E7D" w:rsidRDefault="002B1E7D" w:rsidP="0069713F">
            <w:pPr>
              <w:rPr>
                <w:i/>
                <w:color w:val="FF0000"/>
              </w:rPr>
            </w:pPr>
            <w:proofErr w:type="spellStart"/>
            <w:r w:rsidRPr="002B1E7D">
              <w:rPr>
                <w:b/>
                <w:i/>
                <w:color w:val="FF0000"/>
              </w:rPr>
              <w:t>Disaccharidasen</w:t>
            </w:r>
            <w:proofErr w:type="spellEnd"/>
            <w:r w:rsidRPr="002B1E7D">
              <w:rPr>
                <w:b/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 xml:space="preserve">in der </w:t>
            </w:r>
            <w:proofErr w:type="spellStart"/>
            <w:r>
              <w:rPr>
                <w:i/>
                <w:color w:val="FF0000"/>
              </w:rPr>
              <w:t>Mukosa</w:t>
            </w:r>
            <w:proofErr w:type="spellEnd"/>
            <w:r>
              <w:rPr>
                <w:i/>
                <w:color w:val="FF0000"/>
              </w:rPr>
              <w:t xml:space="preserve"> lokalisiert.</w:t>
            </w:r>
            <w:r>
              <w:rPr>
                <w:i/>
                <w:color w:val="FF0000"/>
              </w:rPr>
              <w:br/>
            </w:r>
            <w:r w:rsidRPr="002B1E7D">
              <w:rPr>
                <w:i/>
                <w:color w:val="FF0000"/>
              </w:rPr>
              <w:sym w:font="Wingdings" w:char="F0E0"/>
            </w:r>
            <w:r>
              <w:rPr>
                <w:i/>
                <w:color w:val="FF0000"/>
              </w:rPr>
              <w:t xml:space="preserve"> membranständig</w:t>
            </w:r>
          </w:p>
        </w:tc>
        <w:tc>
          <w:tcPr>
            <w:tcW w:w="8761" w:type="dxa"/>
          </w:tcPr>
          <w:p w:rsidR="006C43B8" w:rsidRPr="0069713F" w:rsidRDefault="00511C8D" w:rsidP="00632D23">
            <w:pPr>
              <w:rPr>
                <w:i/>
                <w:color w:val="000000" w:themeColor="text1"/>
              </w:rPr>
            </w:pPr>
            <w:r w:rsidRPr="00C022E8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DC30D74" wp14:editId="7EE7F4AD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876300</wp:posOffset>
                      </wp:positionV>
                      <wp:extent cx="4956295" cy="630528"/>
                      <wp:effectExtent l="0" t="0" r="0" b="0"/>
                      <wp:wrapNone/>
                      <wp:docPr id="53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6295" cy="6305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1C8D" w:rsidRPr="00C022E8" w:rsidRDefault="00511C8D" w:rsidP="00511C8D">
                                  <w:pPr>
                                    <w:spacing w:line="240" w:lineRule="auto"/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Membranständige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Disaccharidasen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 der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Mukosazellen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 spalten die Disaccharide zu Monosacchariden.</w:t>
                                  </w:r>
                                  <w:r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br/>
                                    <w:t>Diese werden ins Blut resorbiert.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02" type="#_x0000_t202" style="position:absolute;margin-left:16.95pt;margin-top:69pt;width:390.25pt;height:49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" filled="f" stroked="f">
                      <v:textbox>
                        <w:txbxContent>
                          <w:p w:rsidR="00511C8D" w:rsidRPr="00C022E8" w:rsidRDefault="00511C8D" w:rsidP="00511C8D">
                            <w:pPr>
                              <w:spacing w:line="240" w:lineRule="auto"/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 xml:space="preserve">Membranständige </w:t>
                            </w:r>
                            <w:proofErr w:type="spellStart"/>
                            <w:r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>Disaccharidasen</w:t>
                            </w:r>
                            <w:proofErr w:type="spellEnd"/>
                            <w:r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 xml:space="preserve"> der </w:t>
                            </w:r>
                            <w:proofErr w:type="spellStart"/>
                            <w:r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>Mukosazellen</w:t>
                            </w:r>
                            <w:proofErr w:type="spellEnd"/>
                            <w:r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 xml:space="preserve"> spalten die Disaccharide zu Monosacchariden.</w:t>
                            </w:r>
                            <w:r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br/>
                              <w:t>Diese werden ins Blut resorbiert.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022E8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F008815" wp14:editId="72715C73">
                      <wp:simplePos x="0" y="0"/>
                      <wp:positionH relativeFrom="column">
                        <wp:posOffset>3072765</wp:posOffset>
                      </wp:positionH>
                      <wp:positionV relativeFrom="paragraph">
                        <wp:posOffset>609600</wp:posOffset>
                      </wp:positionV>
                      <wp:extent cx="1365527" cy="1403985"/>
                      <wp:effectExtent l="0" t="0" r="0" b="0"/>
                      <wp:wrapNone/>
                      <wp:docPr id="53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527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1C8D" w:rsidRPr="00C022E8" w:rsidRDefault="00511C8D" w:rsidP="00511C8D">
                                  <w:pP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Monosaccharide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103" type="#_x0000_t202" style="position:absolute;margin-left:241.95pt;margin-top:48pt;width:107.5pt;height:110.55pt;z-index:2517596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" filled="f" stroked="f">
                      <v:textbox style="mso-fit-shape-to-text:t">
                        <w:txbxContent>
                          <w:p w:rsidR="00511C8D" w:rsidRPr="00C022E8" w:rsidRDefault="00511C8D" w:rsidP="00511C8D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>Monosaccharide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022E8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5702DB4" wp14:editId="4B963080">
                      <wp:simplePos x="0" y="0"/>
                      <wp:positionH relativeFrom="column">
                        <wp:posOffset>276232</wp:posOffset>
                      </wp:positionH>
                      <wp:positionV relativeFrom="paragraph">
                        <wp:posOffset>606425</wp:posOffset>
                      </wp:positionV>
                      <wp:extent cx="1141095" cy="1403985"/>
                      <wp:effectExtent l="0" t="0" r="0" b="0"/>
                      <wp:wrapNone/>
                      <wp:docPr id="53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109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1C8D" w:rsidRPr="00C022E8" w:rsidRDefault="00511C8D" w:rsidP="00511C8D">
                                  <w:pP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Disaccharide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104" type="#_x0000_t202" style="position:absolute;margin-left:21.75pt;margin-top:47.75pt;width:89.85pt;height:110.55pt;z-index:251757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" filled="f" stroked="f">
                      <v:textbox style="mso-fit-shape-to-text:t">
                        <w:txbxContent>
                          <w:p w:rsidR="00511C8D" w:rsidRPr="00C022E8" w:rsidRDefault="00511C8D" w:rsidP="00511C8D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z w:val="22"/>
                                <w:szCs w:val="22"/>
                              </w:rPr>
                              <w:t>Disaccharide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755520" behindDoc="0" locked="0" layoutInCell="1" allowOverlap="1" wp14:anchorId="24FF128B" wp14:editId="687711AC">
                      <wp:simplePos x="0" y="0"/>
                      <wp:positionH relativeFrom="column">
                        <wp:posOffset>3846117</wp:posOffset>
                      </wp:positionH>
                      <wp:positionV relativeFrom="paragraph">
                        <wp:posOffset>247419</wp:posOffset>
                      </wp:positionV>
                      <wp:extent cx="247333" cy="151939"/>
                      <wp:effectExtent l="0" t="0" r="38735" b="19685"/>
                      <wp:wrapNone/>
                      <wp:docPr id="528" name="Gruppieren 5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333" cy="151939"/>
                                <a:chOff x="0" y="0"/>
                                <a:chExt cx="2667908" cy="1191271"/>
                              </a:xfrm>
                            </wpg:grpSpPr>
                            <wps:wsp>
                              <wps:cNvPr id="529" name="Gerade Verbindung 4"/>
                              <wps:cNvCnPr/>
                              <wps:spPr>
                                <a:xfrm>
                                  <a:off x="2174718" y="0"/>
                                  <a:ext cx="493190" cy="60035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30" name="Gerade Verbindung 5"/>
                              <wps:cNvCnPr/>
                              <wps:spPr>
                                <a:xfrm>
                                  <a:off x="494251" y="1191271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31" name="Gerade Verbindung 7"/>
                              <wps:cNvCnPr/>
                              <wps:spPr>
                                <a:xfrm>
                                  <a:off x="0" y="600358"/>
                                  <a:ext cx="494251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32" name="Gerade Verbindung 8"/>
                              <wps:cNvCnPr/>
                              <wps:spPr>
                                <a:xfrm flipV="1">
                                  <a:off x="0" y="0"/>
                                  <a:ext cx="494251" cy="59563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33" name="Gerade Verbindung 17"/>
                              <wps:cNvCnPr/>
                              <wps:spPr>
                                <a:xfrm>
                                  <a:off x="494251" y="0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34" name="Gerade Verbindung 24"/>
                              <wps:cNvCnPr/>
                              <wps:spPr>
                                <a:xfrm flipV="1">
                                  <a:off x="2174718" y="600358"/>
                                  <a:ext cx="493190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528" o:spid="_x0000_s1026" style="position:absolute;margin-left:302.85pt;margin-top:19.5pt;width:19.5pt;height:11.95pt;z-index:251755520" coordsize="26679,11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">
                      <v:shape id="Gerade Verbindung 4" o:spid="_x0000_s1027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HGOsUAAADcAAAADwAAAGRycy9kb3ducmV2LnhtbESP0WoCMRRE3wv9h3CFvhTNutCiq1Gq&#10;RehDC9b6AZfNNVnd3CxJqlu/3hQKfRxm5gwzX/auFWcKsfGsYDwqQBDXXjdsFOy/NsMJiJiQNbae&#10;ScEPRVgu7u/mWGl/4U8675IRGcKxQgU2pa6SMtaWHMaR74izd/DBYcoyGKkDXjLctbIsimfpsOG8&#10;YLGjtaX6tPt2CtbmZK5F2JTH4+rx43VL9l1OeqUeBv3LDESiPv2H/9pvWsFTOYXfM/k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PHGOsUAAADcAAAADwAAAAAAAAAA&#10;AAAAAAChAgAAZHJzL2Rvd25yZXYueG1sUEsFBgAAAAAEAAQA+QAAAJMDAAAAAA==&#10;" strokecolor="windowText" strokeweight="1pt"/>
                      <v:shape id="Gerade Verbindung 5" o:spid="_x0000_s1028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L5esIAAADcAAAADwAAAGRycy9kb3ducmV2LnhtbERPy2oCMRTdF/oP4Ra6KTVTpSKjUdQi&#10;uLDgox9wmVyT0cnNkKQ6+vVmUejycN6TWecacaEQa88KPnoFCOLK65qNgp/D6n0EIiZkjY1nUnCj&#10;CLPp89MES+2vvKPLPhmRQziWqMCm1JZSxsqSw9jzLXHmjj44TBkGI3XAaw53jewXxVA6rDk3WGxp&#10;aak673+dgqU5m3sRVv3TafH2/bUlu5GjTqnXl24+BpGoS//iP/daK/gc5Pn5TD4C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BL5esIAAADcAAAADwAAAAAAAAAAAAAA&#10;AAChAgAAZHJzL2Rvd25yZXYueG1sUEsFBgAAAAAEAAQA+QAAAJADAAAAAA==&#10;" strokecolor="windowText" strokeweight="1pt"/>
                      <v:shape id="Gerade Verbindung 7" o:spid="_x0000_s1029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5c4cUAAADcAAAADwAAAGRycy9kb3ducmV2LnhtbESP3WoCMRSE7wt9h3AKvZGa1VKRrVHU&#10;IvTCgj99gMPmNFndnCxJqluf3ghCL4eZ+YaZzDrXiBOFWHtWMOgXIIgrr2s2Cr73q5cxiJiQNTae&#10;ScEfRZhNHx8mWGp/5i2ddsmIDOFYogKbUltKGStLDmPft8TZ+/HBYcoyGKkDnjPcNXJYFCPpsOa8&#10;YLGlpaXquPt1CpbmaC5FWA0Ph0Xv62NDdi3HnVLPT938HUSiLv2H7+1PreDtdQC3M/k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15c4cUAAADcAAAADwAAAAAAAAAA&#10;AAAAAAChAgAAZHJzL2Rvd25yZXYueG1sUEsFBgAAAAAEAAQA+QAAAJMDAAAAAA==&#10;" strokecolor="windowText" strokeweight="1pt"/>
                      <v:shape id="Gerade Verbindung 8" o:spid="_x0000_s1030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wlAsYAAADcAAAADwAAAGRycy9kb3ducmV2LnhtbESPQUsDMRSE70L/Q3gFbzaxapG1aRFF&#10;kPaibbHt7bF53V3cvCzJc7v+eyMIHoeZ+YaZLwffqp5iagJbuJ4YUMRlcA1XFnbbl6t7UEmQHbaB&#10;ycI3JVguRhdzLFw48zv1G6lUhnAq0EIt0hVap7Imj2kSOuLsnUL0KFnGSruI5wz3rZ4aM9MeG84L&#10;NXb0VFP5ufnyFo792hxETLf9WLWn1fPb/jau99ZejofHB1BCg/yH/9qvzsLdzRR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2MJQLGAAAA3AAAAA8AAAAAAAAA&#10;AAAAAAAAoQIAAGRycy9kb3ducmV2LnhtbFBLBQYAAAAABAAEAPkAAACUAwAAAAA=&#10;" strokecolor="windowText" strokeweight="1pt"/>
                      <v:shape id="Gerade Verbindung 17" o:spid="_x0000_s1031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BnDcUAAADcAAAADwAAAGRycy9kb3ducmV2LnhtbESP0WoCMRRE3wv9h3ALfZGaVWmRrVHU&#10;IvjQgtp+wGVzm6xubpYk6urXm4LQx2FmzjCTWecacaIQa88KBv0CBHHldc1Gwc/36mUMIiZkjY1n&#10;UnChCLPp48MES+3PvKXTLhmRIRxLVGBTakspY2XJYez7ljh7vz44TFkGI3XAc4a7Rg6L4k06rDkv&#10;WGxpaak67I5OwdIczLUIq+F+v+h9fWzIfspxp9TzUzd/B5GoS//he3utFbyORvB3Jh8BOb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MBnDcUAAADcAAAADwAAAAAAAAAA&#10;AAAAAAChAgAAZHJzL2Rvd25yZXYueG1sUEsFBgAAAAAEAAQA+QAAAJMDAAAAAA==&#10;" strokecolor="windowText" strokeweight="1pt"/>
                      <v:shape id="Gerade Verbindung 24" o:spid="_x0000_s1032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kY7cYAAADcAAAADwAAAGRycy9kb3ducmV2LnhtbESPQUsDMRSE70L/Q3gFbzZRa5G1aRFF&#10;kPaibbHt7bF53V3cvCzJc7v+eyMIHoeZ+YaZLwffqp5iagJbuJ4YUMRlcA1XFnbbl6t7UEmQHbaB&#10;ycI3JVguRhdzLFw48zv1G6lUhnAq0EIt0hVap7Imj2kSOuLsnUL0KFnGSruI5wz3rb4xZqY9NpwX&#10;auzoqabyc/PlLRz7tTmImG77sWpPq+e3/TSu99ZejofHB1BCg/yH/9qvzsLd7RR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0pGO3GAAAA3AAAAA8AAAAAAAAA&#10;AAAAAAAAoQIAAGRycy9kb3ducmV2LnhtbFBLBQYAAAAABAAEAPkAAACUAwAAAAA=&#10;" strokecolor="windowText" strokeweight="1pt"/>
                    </v:group>
                  </w:pict>
                </mc:Fallback>
              </mc:AlternateContent>
            </w:r>
            <w:r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753472" behindDoc="0" locked="0" layoutInCell="1" allowOverlap="1" wp14:anchorId="24FF128B" wp14:editId="687711AC">
                      <wp:simplePos x="0" y="0"/>
                      <wp:positionH relativeFrom="column">
                        <wp:posOffset>3467377</wp:posOffset>
                      </wp:positionH>
                      <wp:positionV relativeFrom="paragraph">
                        <wp:posOffset>409575</wp:posOffset>
                      </wp:positionV>
                      <wp:extent cx="247333" cy="151939"/>
                      <wp:effectExtent l="0" t="0" r="38735" b="19685"/>
                      <wp:wrapNone/>
                      <wp:docPr id="521" name="Gruppieren 5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333" cy="151939"/>
                                <a:chOff x="0" y="0"/>
                                <a:chExt cx="2667908" cy="1191271"/>
                              </a:xfrm>
                            </wpg:grpSpPr>
                            <wps:wsp>
                              <wps:cNvPr id="522" name="Gerade Verbindung 4"/>
                              <wps:cNvCnPr/>
                              <wps:spPr>
                                <a:xfrm>
                                  <a:off x="2174718" y="0"/>
                                  <a:ext cx="493190" cy="60035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23" name="Gerade Verbindung 5"/>
                              <wps:cNvCnPr/>
                              <wps:spPr>
                                <a:xfrm>
                                  <a:off x="494251" y="1191271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24" name="Gerade Verbindung 7"/>
                              <wps:cNvCnPr/>
                              <wps:spPr>
                                <a:xfrm>
                                  <a:off x="0" y="600358"/>
                                  <a:ext cx="494251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25" name="Gerade Verbindung 8"/>
                              <wps:cNvCnPr/>
                              <wps:spPr>
                                <a:xfrm flipV="1">
                                  <a:off x="0" y="0"/>
                                  <a:ext cx="494251" cy="59563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26" name="Gerade Verbindung 17"/>
                              <wps:cNvCnPr/>
                              <wps:spPr>
                                <a:xfrm>
                                  <a:off x="494251" y="0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27" name="Gerade Verbindung 24"/>
                              <wps:cNvCnPr/>
                              <wps:spPr>
                                <a:xfrm flipV="1">
                                  <a:off x="2174718" y="600358"/>
                                  <a:ext cx="493190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521" o:spid="_x0000_s1026" style="position:absolute;margin-left:273pt;margin-top:32.25pt;width:19.5pt;height:11.95pt;z-index:251753472" coordsize="26679,11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">
                      <v:shape id="Gerade Verbindung 4" o:spid="_x0000_s1027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VUS8UAAADcAAAADwAAAGRycy9kb3ducmV2LnhtbESP3WoCMRSE7wt9h3AK3hTNutAiq1H8&#10;QfCihdb2AQ6bY7K6OVmSqKtP3xQKvRxm5htmtuhdKy4UYuNZwXhUgCCuvW7YKPj+2g4nIGJC1th6&#10;JgU3irCYPz7MsNL+yp902ScjMoRjhQpsSl0lZawtOYwj3xFn7+CDw5RlMFIHvGa4a2VZFK/SYcN5&#10;wWJHa0v1aX92CtbmZO5F2JbH4+r5ffNB9k1OeqUGT/1yCiJRn/7Df+2dVvBSlvB7Jh8BO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lVUS8UAAADcAAAADwAAAAAAAAAA&#10;AAAAAAChAgAAZHJzL2Rvd25yZXYueG1sUEsFBgAAAAAEAAQA+QAAAJMDAAAAAA==&#10;" strokecolor="windowText" strokeweight="1pt"/>
                      <v:shape id="Gerade Verbindung 5" o:spid="_x0000_s1028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nx0MUAAADcAAAADwAAAGRycy9kb3ducmV2LnhtbESP0WoCMRRE3wv9h3CFvhTNuqVFVqNU&#10;i9CHFqz6AZfNNVnd3CxJqlu/3hQKfRxm5gwzW/SuFWcKsfGsYDwqQBDXXjdsFOx36+EEREzIGlvP&#10;pOCHIizm93czrLS/8Bedt8mIDOFYoQKbUldJGWtLDuPId8TZO/jgMGUZjNQBLxnuWlkWxYt02HBe&#10;sNjRylJ92n47BStzMtcirMvjcfn4+bYh+yEnvVIPg/51CiJRn/7Df+13reC5fILfM/k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Rnx0MUAAADcAAAADwAAAAAAAAAA&#10;AAAAAAChAgAAZHJzL2Rvd25yZXYueG1sUEsFBgAAAAAEAAQA+QAAAJMDAAAAAA==&#10;" strokecolor="windowText" strokeweight="1pt"/>
                      <v:shape id="Gerade Verbindung 7" o:spid="_x0000_s1029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BppMUAAADcAAAADwAAAGRycy9kb3ducmV2LnhtbESP0WoCMRRE3wv9h3CFvhTNurRFVqNU&#10;i9CHFqz6AZfNNVnd3CxJqlu/3hQKfRxm5gwzW/SuFWcKsfGsYDwqQBDXXjdsFOx36+EEREzIGlvP&#10;pOCHIizm93czrLS/8Bedt8mIDOFYoQKbUldJGWtLDuPId8TZO/jgMGUZjNQBLxnuWlkWxYt02HBe&#10;sNjRylJ92n47BStzMtcirMvjcfn4+bYh+yEnvVIPg/51CiJRn/7Df+13reC5fILfM/k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vBppMUAAADcAAAADwAAAAAAAAAA&#10;AAAAAAChAgAAZHJzL2Rvd25yZXYueG1sUEsFBgAAAAAEAAQA+QAAAJMDAAAAAA==&#10;" strokecolor="windowText" strokeweight="1pt"/>
                      <v:shape id="Gerade Verbindung 8" o:spid="_x0000_s1030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wrq8YAAADcAAAADwAAAGRycy9kb3ducmV2LnhtbESPQUsDMRSE70L/Q3gFbzaxWJFt0yKK&#10;IO1F29LW22Pzuru4eVmS53b990YQPA4z8w2zWA2+VT3F1AS2cDsxoIjL4BquLOx3LzcPoJIgO2wD&#10;k4VvSrBajq4WWLhw4Xfqt1KpDOFUoIVapCu0TmVNHtMkdMTZO4foUbKMlXYRLxnuWz015l57bDgv&#10;1NjRU03l5/bLW/joN+YkYrrdYd2e189vx7u4OVp7PR4e56CEBvkP/7VfnYXZdAa/Z/IR0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8K6vGAAAA3AAAAA8AAAAAAAAA&#10;AAAAAAAAoQIAAGRycy9kb3ducmV2LnhtbFBLBQYAAAAABAAEAPkAAACUAwAAAAA=&#10;" strokecolor="windowText" strokeweight="1pt"/>
                      <v:shape id="Gerade Verbindung 17" o:spid="_x0000_s1031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5SSMUAAADcAAAADwAAAGRycy9kb3ducmV2LnhtbESP0WoCMRRE3wv9h3CFvhTNdqEiq1Gs&#10;ReiDQmv9gMvmmqxubpYk1a1f3wgFH4eZOcPMFr1rxZlCbDwreBkVIIhrrxs2Cvbf6+EEREzIGlvP&#10;pOCXIizmjw8zrLS/8Bedd8mIDOFYoQKbUldJGWtLDuPId8TZO/jgMGUZjNQBLxnuWlkWxVg6bDgv&#10;WOxoZak+7X6cgpU5mWsR1uXx+Pa8ff8ku5GTXqmnQb+cgkjUp3v4v/2hFbyWY7idyUd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5SSMUAAADcAAAADwAAAAAAAAAA&#10;AAAAAAChAgAAZHJzL2Rvd25yZXYueG1sUEsFBgAAAAAEAAQA+QAAAJMDAAAAAA==&#10;" strokecolor="windowText" strokeweight="1pt"/>
                      <v:shape id="Gerade Verbindung 24" o:spid="_x0000_s1032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IQR8YAAADcAAAADwAAAGRycy9kb3ducmV2LnhtbESPQUsDMRSE70L/Q3gFbzaxqJW1aRFF&#10;kPaibbHt7bF53V3cvCzJc7v+eyMIHoeZ+YaZLwffqp5iagJbuJ4YUMRlcA1XFnbbl6t7UEmQHbaB&#10;ycI3JVguRhdzLFw48zv1G6lUhnAq0EIt0hVap7Imj2kSOuLsnUL0KFnGSruI5wz3rZ4ac6c9NpwX&#10;auzoqabyc/PlLRz7tTmImG77sWpPq+e3/U1c7629HA+PD6CEBvkP/7VfnYXb6Qx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iEEfGAAAA3AAAAA8AAAAAAAAA&#10;AAAAAAAAoQIAAGRycy9kb3ducmV2LnhtbFBLBQYAAAAABAAEAPkAAACUAwAAAAA=&#10;" strokecolor="windowText" strokeweight="1pt"/>
                    </v:group>
                  </w:pict>
                </mc:Fallback>
              </mc:AlternateContent>
            </w:r>
            <w:r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747328" behindDoc="0" locked="0" layoutInCell="1" allowOverlap="1" wp14:anchorId="16F9DF93" wp14:editId="0B02C034">
                      <wp:simplePos x="0" y="0"/>
                      <wp:positionH relativeFrom="column">
                        <wp:posOffset>3397250</wp:posOffset>
                      </wp:positionH>
                      <wp:positionV relativeFrom="paragraph">
                        <wp:posOffset>134620</wp:posOffset>
                      </wp:positionV>
                      <wp:extent cx="247015" cy="151765"/>
                      <wp:effectExtent l="0" t="0" r="38735" b="19685"/>
                      <wp:wrapNone/>
                      <wp:docPr id="493" name="Gruppieren 4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015" cy="151765"/>
                                <a:chOff x="0" y="0"/>
                                <a:chExt cx="2667908" cy="1191271"/>
                              </a:xfrm>
                            </wpg:grpSpPr>
                            <wps:wsp>
                              <wps:cNvPr id="494" name="Gerade Verbindung 4"/>
                              <wps:cNvCnPr/>
                              <wps:spPr>
                                <a:xfrm>
                                  <a:off x="2174718" y="0"/>
                                  <a:ext cx="493190" cy="60035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495" name="Gerade Verbindung 5"/>
                              <wps:cNvCnPr/>
                              <wps:spPr>
                                <a:xfrm>
                                  <a:off x="494251" y="1191271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496" name="Gerade Verbindung 7"/>
                              <wps:cNvCnPr/>
                              <wps:spPr>
                                <a:xfrm>
                                  <a:off x="0" y="600358"/>
                                  <a:ext cx="494251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497" name="Gerade Verbindung 8"/>
                              <wps:cNvCnPr/>
                              <wps:spPr>
                                <a:xfrm flipV="1">
                                  <a:off x="0" y="0"/>
                                  <a:ext cx="494251" cy="59563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498" name="Gerade Verbindung 17"/>
                              <wps:cNvCnPr/>
                              <wps:spPr>
                                <a:xfrm>
                                  <a:off x="494251" y="0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499" name="Gerade Verbindung 24"/>
                              <wps:cNvCnPr/>
                              <wps:spPr>
                                <a:xfrm flipV="1">
                                  <a:off x="2174718" y="600358"/>
                                  <a:ext cx="493190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493" o:spid="_x0000_s1026" style="position:absolute;margin-left:267.5pt;margin-top:10.6pt;width:19.45pt;height:11.95pt;z-index:251747328" coordsize="26679,11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">
                      <v:shape id="Gerade Verbindung 4" o:spid="_x0000_s1027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6v3sUAAADcAAAADwAAAGRycy9kb3ducmV2LnhtbESP0WoCMRRE3wv9h3ALfZGaVaTYrVHU&#10;IvjQgtp+wGVzm6xubpYk6urXm4LQx2FmzjCTWecacaIQa88KBv0CBHHldc1Gwc/36mUMIiZkjY1n&#10;UnChCLPp48MES+3PvKXTLhmRIRxLVGBTakspY2XJYez7ljh7vz44TFkGI3XAc4a7Rg6L4lU6rDkv&#10;WGxpaak67I5OwdIczLUIq+F+v+h9fWzIfspxp9TzUzd/B5GoS//he3utFYzeRvB3Jh8BOb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66v3sUAAADcAAAADwAAAAAAAAAA&#10;AAAAAAChAgAAZHJzL2Rvd25yZXYueG1sUEsFBgAAAAAEAAQA+QAAAJMDAAAAAA==&#10;" strokecolor="windowText" strokeweight="1pt"/>
                      <v:shape id="Gerade Verbindung 5" o:spid="_x0000_s1028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IKRcYAAADcAAAADwAAAGRycy9kb3ducmV2LnhtbESP0WoCMRRE3wv+Q7hCX0rNKlrs1ijW&#10;IvhQwdp+wGVzm6xubpYk1dWvb4RCH4eZOcPMFp1rxIlCrD0rGA4KEMSV1zUbBV+f68cpiJiQNTae&#10;ScGFIizmvbsZltqf+YNO+2REhnAsUYFNqS2ljJUlh3HgW+LsffvgMGUZjNQBzxnuGjkqiifpsOa8&#10;YLGllaXquP9xClbmaK5FWI8Oh9eH7duO7Lucdkrd97vlC4hEXfoP/7U3WsH4eQK3M/k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iCkXGAAAA3AAAAA8AAAAAAAAA&#10;AAAAAAAAoQIAAGRycy9kb3ducmV2LnhtbFBLBQYAAAAABAAEAPkAAACUAwAAAAA=&#10;" strokecolor="windowText" strokeweight="1pt"/>
                      <v:shape id="Gerade Verbindung 7" o:spid="_x0000_s1029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CUMsUAAADcAAAADwAAAGRycy9kb3ducmV2LnhtbESP3WoCMRSE74W+QziF3pSarRTRrVHU&#10;InhhwZ8+wGFzmqxuTpYk1bVPbwoFL4eZ+YaZzDrXiDOFWHtW8NovQBBXXtdsFHwdVi8jEDEha2w8&#10;k4IrRZhNH3oTLLW/8I7O+2REhnAsUYFNqS2ljJUlh7HvW+LsffvgMGUZjNQBLxnuGjkoiqF0WHNe&#10;sNjS0lJ12v84BUtzMr9FWA2Ox8Xz58eW7EaOOqWeHrv5O4hEXbqH/9trreBtPIS/M/kIyO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CUMsUAAADcAAAADwAAAAAAAAAA&#10;AAAAAAChAgAAZHJzL2Rvd25yZXYueG1sUEsFBgAAAAAEAAQA+QAAAJMDAAAAAA==&#10;" strokecolor="windowText" strokeweight="1pt"/>
                      <v:shape id="Gerade Verbindung 8" o:spid="_x0000_s1030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zWPcYAAADcAAAADwAAAGRycy9kb3ducmV2LnhtbESPQUsDMRSE70L/Q3gFbzZRita1aRFF&#10;kPaibbHt7bF53V3cvCzJc7v+eyMIHoeZ+YaZLwffqp5iagJbuJ4YUMRlcA1XFnbbl6sZqCTIDtvA&#10;ZOGbEiwXo4s5Fi6c+Z36jVQqQzgVaKEW6QqtU1mTxzQJHXH2TiF6lCxjpV3Ec4b7Vt8Yc6s9NpwX&#10;auzoqabyc/PlLRz7tTmImG77sWpPq+e3/TSu99ZejofHB1BCg/yH/9qvzsL0/g5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181j3GAAAA3AAAAA8AAAAAAAAA&#10;AAAAAAAAoQIAAGRycy9kb3ducmV2LnhtbFBLBQYAAAAABAAEAPkAAACUAwAAAAA=&#10;" strokecolor="windowText" strokeweight="1pt"/>
                      <v:shape id="Gerade Verbindung 17" o:spid="_x0000_s1031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Ol28IAAADcAAAADwAAAGRycy9kb3ducmV2LnhtbERPy2oCMRTdF/oP4Ra6KZqpSNGpUdQi&#10;uLDg6wMuk9tkdHIzJKmOfr1ZFLo8nPdk1rlGXCjE2rOC934Bgrjyumaj4HhY9UYgYkLW2HgmBTeK&#10;MJs+P02w1P7KO7rskxE5hGOJCmxKbSllrCw5jH3fEmfuxweHKcNgpA54zeGukYOi+JAOa84NFlta&#10;WqrO+1+nYGnO5l6E1eB0Wrx9f23JbuSoU+r1pZt/gkjUpX/xn3utFQzHeW0+k4+An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uOl28IAAADcAAAADwAAAAAAAAAAAAAA&#10;AAChAgAAZHJzL2Rvd25yZXYueG1sUEsFBgAAAAAEAAQA+QAAAJADAAAAAA==&#10;" strokecolor="windowText" strokeweight="1pt"/>
                      <v:shape id="Gerade Verbindung 24" o:spid="_x0000_s1032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/n1MYAAADcAAAADwAAAGRycy9kb3ducmV2LnhtbESPQUsDMRSE70L/Q3gFbzZRitht0yKK&#10;IO1F29LW22Pzuru4eVmS53b990YQPA4z8w2zWA2+VT3F1AS2cDsxoIjL4BquLOx3LzcPoJIgO2wD&#10;k4VvSrBajq4WWLhw4Xfqt1KpDOFUoIVapCu0TmVNHtMkdMTZO4foUbKMlXYRLxnuW31nzL322HBe&#10;qLGjp5rKz+2Xt/DRb8xJxHS7w7o9r5/fjtO4OVp7PR4e56CEBvkP/7VfnYXpbAa/Z/IR0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v59TGAAAA3AAAAA8AAAAAAAAA&#10;AAAAAAAAoQIAAGRycy9kb3ducmV2LnhtbFBLBQYAAAAABAAEAPkAAACUAwAAAAA=&#10;" strokecolor="windowText" strokeweight="1pt"/>
                    </v:group>
                  </w:pict>
                </mc:Fallback>
              </mc:AlternateContent>
            </w:r>
            <w:r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751424" behindDoc="0" locked="0" layoutInCell="1" allowOverlap="1" wp14:anchorId="2F48F60A" wp14:editId="1D13ADA9">
                      <wp:simplePos x="0" y="0"/>
                      <wp:positionH relativeFrom="column">
                        <wp:posOffset>3072765</wp:posOffset>
                      </wp:positionH>
                      <wp:positionV relativeFrom="paragraph">
                        <wp:posOffset>323389</wp:posOffset>
                      </wp:positionV>
                      <wp:extent cx="247333" cy="151939"/>
                      <wp:effectExtent l="0" t="0" r="38735" b="19685"/>
                      <wp:wrapNone/>
                      <wp:docPr id="514" name="Gruppieren 5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333" cy="151939"/>
                                <a:chOff x="0" y="0"/>
                                <a:chExt cx="2667908" cy="1191271"/>
                              </a:xfrm>
                            </wpg:grpSpPr>
                            <wps:wsp>
                              <wps:cNvPr id="515" name="Gerade Verbindung 4"/>
                              <wps:cNvCnPr/>
                              <wps:spPr>
                                <a:xfrm>
                                  <a:off x="2174718" y="0"/>
                                  <a:ext cx="493190" cy="60035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16" name="Gerade Verbindung 5"/>
                              <wps:cNvCnPr/>
                              <wps:spPr>
                                <a:xfrm>
                                  <a:off x="494251" y="1191271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17" name="Gerade Verbindung 7"/>
                              <wps:cNvCnPr/>
                              <wps:spPr>
                                <a:xfrm>
                                  <a:off x="0" y="600358"/>
                                  <a:ext cx="494251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18" name="Gerade Verbindung 8"/>
                              <wps:cNvCnPr/>
                              <wps:spPr>
                                <a:xfrm flipV="1">
                                  <a:off x="0" y="0"/>
                                  <a:ext cx="494251" cy="59563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19" name="Gerade Verbindung 17"/>
                              <wps:cNvCnPr/>
                              <wps:spPr>
                                <a:xfrm>
                                  <a:off x="494251" y="0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20" name="Gerade Verbindung 24"/>
                              <wps:cNvCnPr/>
                              <wps:spPr>
                                <a:xfrm flipV="1">
                                  <a:off x="2174718" y="600358"/>
                                  <a:ext cx="493190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514" o:spid="_x0000_s1026" style="position:absolute;margin-left:241.95pt;margin-top:25.45pt;width:19.5pt;height:11.95pt;z-index:251751424" coordsize="26679,11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">
                      <v:shape id="Gerade Verbindung 4" o:spid="_x0000_s1027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AGgsUAAADcAAAADwAAAGRycy9kb3ducmV2LnhtbESP0WoCMRRE3wv+Q7hCX0rNKlhka5TW&#10;IvTBQl39gMvmNlnd3CxJqlu/vhEEH4eZOcPMl71rxYlCbDwrGI8KEMS11w0bBfvd+nkGIiZkja1n&#10;UvBHEZaLwcMcS+3PvKVTlYzIEI4lKrApdaWUsbbkMI58R5y9Hx8cpiyDkTrgOcNdKydF8SIdNpwX&#10;LHa0slQfq1+nYGWO5lKE9eRweH/6+vgmu5GzXqnHYf/2CiJRn+7hW/tTK5iOp3A9k4+AX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9AGgsUAAADcAAAADwAAAAAAAAAA&#10;AAAAAAChAgAAZHJzL2Rvd25yZXYueG1sUEsFBgAAAAAEAAQA+QAAAJMDAAAAAA==&#10;" strokecolor="windowText" strokeweight="1pt"/>
                      <v:shape id="Gerade Verbindung 5" o:spid="_x0000_s1028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KY9cUAAADcAAAADwAAAGRycy9kb3ducmV2LnhtbESP3WoCMRSE7wt9h3AK3hTNKiiyGqW1&#10;CL2wUH8e4LA5TVY3J0sSdevTm0LBy2FmvmHmy8414kIh1p4VDAcFCOLK65qNgsN+3Z+CiAlZY+OZ&#10;FPxShOXi+WmOpfZX3tJll4zIEI4lKrAptaWUsbLkMA58S5y9Hx8cpiyDkTrgNcNdI0dFMZEOa84L&#10;FltaWapOu7NTsDIncyvCenQ8vr9+fXyT3chpp1TvpXubgUjUpUf4v/2pFYyHE/g7k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wKY9cUAAADcAAAADwAAAAAAAAAA&#10;AAAAAAChAgAAZHJzL2Rvd25yZXYueG1sUEsFBgAAAAAEAAQA+QAAAJMDAAAAAA==&#10;" strokecolor="windowText" strokeweight="1pt"/>
                      <v:shape id="Gerade Verbindung 7" o:spid="_x0000_s1029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49bsUAAADcAAAADwAAAGRycy9kb3ducmV2LnhtbESP3WoCMRSE7wt9h3AKvZGaVWiVrVHU&#10;IvTCgj99gMPmNFndnCxJqluf3ghCL4eZ+YaZzDrXiBOFWHtWMOgXIIgrr2s2Cr73q5cxiJiQNTae&#10;ScEfRZhNHx8mWGp/5i2ddsmIDOFYogKbUltKGStLDmPft8TZ+/HBYcoyGKkDnjPcNXJYFG/SYc15&#10;wWJLS0vVcffrFCzN0VyKsBoeDove18eG7FqOO6Wen7r5O4hEXfoP39ufWsHrYAS3M/k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E49bsUAAADcAAAADwAAAAAAAAAA&#10;AAAAAAChAgAAZHJzL2Rvd25yZXYueG1sUEsFBgAAAAAEAAQA+QAAAJMDAAAAAA==&#10;" strokecolor="windowText" strokeweight="1pt"/>
                      <v:shape id="Gerade Verbindung 8" o:spid="_x0000_s1030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FOiMMAAADcAAAADwAAAGRycy9kb3ducmV2LnhtbERPTWsCMRC9F/ofwhR6q4lSi2yNUiqC&#10;6KXVUtvbsBl3l24mSzKu23/fHAoeH+97vhx8q3qKqQlsYTwyoIjL4BquLHwc1g8zUEmQHbaBycIv&#10;JVgubm/mWLhw4Xfq91KpHMKpQAu1SFdoncqaPKZR6IgzdwrRo2QYK+0iXnK4b/XEmCftseHcUGNH&#10;rzWVP/uzt/Dd78yXiOkOn9v2tF29HR/j7mjt/d3w8gxKaJCr+N+9cRam47w2n8lHQC/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RTojDAAAA3AAAAA8AAAAAAAAAAAAA&#10;AAAAoQIAAGRycy9kb3ducmV2LnhtbFBLBQYAAAAABAAEAPkAAACRAwAAAAA=&#10;" strokecolor="windowText" strokeweight="1pt"/>
                      <v:shape id="Gerade Verbindung 17" o:spid="_x0000_s1031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0Mh8UAAADcAAAADwAAAGRycy9kb3ducmV2LnhtbESP3WoCMRSE7wt9h3AKvZGaVWjRrVHU&#10;IvTCgj99gMPmNFndnCxJqluf3ghCL4eZ+YaZzDrXiBOFWHtWMOgXIIgrr2s2Cr73q5cRiJiQNTae&#10;ScEfRZhNHx8mWGp/5i2ddsmIDOFYogKbUltKGStLDmPft8TZ+/HBYcoyGKkDnjPcNXJYFG/SYc15&#10;wWJLS0vVcffrFCzN0VyKsBoeDove18eG7FqOOqWen7r5O4hEXfoP39ufWsHrYAy3M/k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p0Mh8UAAADcAAAADwAAAAAAAAAA&#10;AAAAAAChAgAAZHJzL2Rvd25yZXYueG1sUEsFBgAAAAAEAAQA+QAAAJMDAAAAAA==&#10;" strokecolor="windowText" strokeweight="1pt"/>
                      <v:shape id="Gerade Verbindung 24" o:spid="_x0000_s1032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uIM8MAAADcAAAADwAAAGRycy9kb3ducmV2LnhtbERPS0sDMRC+C/6HMEJvNrHUImvTIoog&#10;7aUPsXobNtPdxc1kScbt9t83h4LHj+89Xw6+VT3F1AS28DA2oIjL4BquLHzu3++fQCVBdtgGJgtn&#10;SrBc3N7MsXDhxFvqd1KpHMKpQAu1SFdoncqaPKZx6IgzdwzRo2QYK+0innK4b/XEmJn22HBuqLGj&#10;15rK392ft/DTr823iOn2X6v2uHrbHKZxfbB2dDe8PIMSGuRffHV/OAuPkzw/n8lHQC8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LiDPDAAAA3AAAAA8AAAAAAAAAAAAA&#10;AAAAoQIAAGRycy9kb3ducmV2LnhtbFBLBQYAAAAABAAEAPkAAACRAwAAAAA=&#10;" strokecolor="windowText" strokeweight="1pt"/>
                    </v:group>
                  </w:pict>
                </mc:Fallback>
              </mc:AlternateContent>
            </w:r>
            <w:r w:rsidR="00EA24BB" w:rsidRPr="00C022E8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7824B88" wp14:editId="3C987C45">
                      <wp:simplePos x="0" y="0"/>
                      <wp:positionH relativeFrom="column">
                        <wp:posOffset>1758315</wp:posOffset>
                      </wp:positionH>
                      <wp:positionV relativeFrom="paragraph">
                        <wp:posOffset>47625</wp:posOffset>
                      </wp:positionV>
                      <wp:extent cx="1314450" cy="299720"/>
                      <wp:effectExtent l="0" t="0" r="0" b="5080"/>
                      <wp:wrapNone/>
                      <wp:docPr id="43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24BB" w:rsidRPr="00C022E8" w:rsidRDefault="00EA24BB" w:rsidP="00EA24BB">
                                  <w:pP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  <w:t>Disaccharidasen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05" type="#_x0000_t202" style="position:absolute;margin-left:138.45pt;margin-top:3.75pt;width:103.5pt;height:23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" filled="f" stroked="f">
                      <v:textbox>
                        <w:txbxContent>
                          <w:p w:rsidR="00EA24BB" w:rsidRPr="00C022E8" w:rsidRDefault="00EA24BB" w:rsidP="00EA24BB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i/>
                                <w:color w:val="FF0000"/>
                                <w:sz w:val="22"/>
                                <w:szCs w:val="22"/>
                              </w:rPr>
                              <w:t>Disaccharidasen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A24BB" w:rsidRPr="002B1E7D">
              <w:rPr>
                <w:i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1" allowOverlap="1" wp14:anchorId="1D95822A" wp14:editId="0BAF35F7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407035</wp:posOffset>
                      </wp:positionV>
                      <wp:extent cx="494665" cy="158115"/>
                      <wp:effectExtent l="0" t="0" r="38735" b="13335"/>
                      <wp:wrapNone/>
                      <wp:docPr id="414" name="Gruppieren 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4665" cy="158115"/>
                                <a:chOff x="0" y="0"/>
                                <a:chExt cx="2218454" cy="565419"/>
                              </a:xfrm>
                            </wpg:grpSpPr>
                            <wpg:grpSp>
                              <wpg:cNvPr id="415" name="Gruppieren 415"/>
                              <wpg:cNvGrpSpPr/>
                              <wpg:grpSpPr>
                                <a:xfrm>
                                  <a:off x="0" y="0"/>
                                  <a:ext cx="1109227" cy="543332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416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7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8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9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0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1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422" name="Gruppieren 422"/>
                              <wpg:cNvGrpSpPr/>
                              <wpg:grpSpPr>
                                <a:xfrm>
                                  <a:off x="1109227" y="22087"/>
                                  <a:ext cx="1109227" cy="543332"/>
                                  <a:chOff x="1109227" y="22087"/>
                                  <a:chExt cx="2667908" cy="1191271"/>
                                </a:xfrm>
                              </wpg:grpSpPr>
                              <wps:wsp>
                                <wps:cNvPr id="423" name="Gerade Verbindung 4"/>
                                <wps:cNvCnPr/>
                                <wps:spPr>
                                  <a:xfrm>
                                    <a:off x="3283945" y="22087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4" name="Gerade Verbindung 5"/>
                                <wps:cNvCnPr/>
                                <wps:spPr>
                                  <a:xfrm>
                                    <a:off x="1603478" y="1213358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5" name="Gerade Verbindung 7"/>
                                <wps:cNvCnPr/>
                                <wps:spPr>
                                  <a:xfrm>
                                    <a:off x="1109227" y="622445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6" name="Gerade Verbindung 8"/>
                                <wps:cNvCnPr/>
                                <wps:spPr>
                                  <a:xfrm flipV="1">
                                    <a:off x="1109227" y="22087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7" name="Gerade Verbindung 17"/>
                                <wps:cNvCnPr/>
                                <wps:spPr>
                                  <a:xfrm>
                                    <a:off x="1603478" y="220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8" name="Gerade Verbindung 24"/>
                                <wps:cNvCnPr/>
                                <wps:spPr>
                                  <a:xfrm flipV="1">
                                    <a:off x="3283945" y="622445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64" o:spid="_x0000_s1026" style="position:absolute;margin-left:58pt;margin-top:32.05pt;width:38.95pt;height:12.45pt;z-index:251732992;mso-width-relative:margin;mso-height-relative:margin" coordsize="22184,5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">
                      <v:group id="Gruppieren 415" o:spid="_x0000_s1027" style="position:absolute;width:11092;height:543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QMnc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ni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BAydxgAAANwA&#10;AAAPAAAAAAAAAAAAAAAAAKoCAABkcnMvZG93bnJldi54bWxQSwUGAAAAAAQABAD6AAAAnQMAAAAA&#10;"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OXaMUAAADcAAAADwAAAGRycy9kb3ducmV2LnhtbESP3WoCMRSE7wt9h3AK3hTNKiKyGqW1&#10;CL2wUH8e4LA5TVY3J0sSdevTm0LBy2FmvmHmy8414kIh1p4VDAcFCOLK65qNgsN+3Z+CiAlZY+OZ&#10;FPxShOXi+WmOpfZX3tJll4zIEI4lKrAptaWUsbLkMA58S5y9Hx8cpiyDkTrgNcNdI0dFMZEOa84L&#10;FltaWapOu7NTsDIncyvCenQ8vr9+fXyT3chpp1TvpXubgUjUpUf4v/2pFYyHE/g7k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eOXaMUAAADcAAAADwAAAAAAAAAA&#10;AAAAAAChAgAAZHJzL2Rvd25yZXYueG1sUEsFBgAAAAAEAAQA+QAAAJMDAAAAAA==&#10;" strokecolor="windowText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8y88UAAADcAAAADwAAAGRycy9kb3ducmV2LnhtbESP3WoCMRSE7wt9h3AKvZGaVUqVrVHU&#10;IvTCgj99gMPmNFndnCxJqluf3ghCL4eZ+YaZzDrXiBOFWHtWMOgXIIgrr2s2Cr73q5cxiJiQNTae&#10;ScEfRZhNHx8mWGp/5i2ddsmIDOFYogKbUltKGStLDmPft8TZ+/HBYcoyGKkDnjPcNXJYFG/SYc15&#10;wWJLS0vVcffrFCzN0VyKsBoeDove18eG7FqOO6Wen7r5O4hEXfoP39ufWsHrYAS3M/k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q8y88UAAADcAAAADwAAAAAAAAAA&#10;AAAAAAChAgAAZHJzL2Rvd25yZXYueG1sUEsFBgAAAAAEAAQA+QAAAJMDAAAAAA==&#10;" strokecolor="windowText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CmgcEAAADcAAAADwAAAGRycy9kb3ducmV2LnhtbERPzWoCMRC+F3yHMIKXolmlFFmNohbB&#10;Qwut9QGGzZisbiZLkurq0zcHwePH9z9fdq4RFwqx9qxgPCpAEFde12wUHH63wymImJA1Np5JwY0i&#10;LBe9lzmW2l/5hy77ZEQO4ViiAptSW0oZK0sO48i3xJk7+uAwZRiM1AGvOdw1clIU79JhzbnBYksb&#10;S9V5/+cUbMzZ3IuwnZxO69evj2+yn3LaKTXod6sZiERdeoof7p1W8DbOa/OZfATk4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MKaBwQAAANwAAAAPAAAAAAAAAAAAAAAA&#10;AKECAABkcnMvZG93bnJldi54bWxQSwUGAAAAAAQABAD5AAAAjwMAAAAA&#10;" strokecolor="windowText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zkjsYAAADcAAAADwAAAGRycy9kb3ducmV2LnhtbESPQUsDMRSE70L/Q3iCN5tUiui2aZGK&#10;IO1F29LW22Pzuru4eVmS53b990YQPA4z8w0zXw6+VT3F1AS2MBkbUMRlcA1XFva7l9sHUEmQHbaB&#10;ycI3JVguRldzLFy48Dv1W6lUhnAq0EIt0hVap7Imj2kcOuLsnUP0KFnGSruIlwz3rb4z5l57bDgv&#10;1NjRqqbyc/vlLXz0G3MSMd3usG7P6+e34zRujtbeXA9PM1BCg/yH/9qvzsJ08gi/Z/IR0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85I7GAAAA3AAAAA8AAAAAAAAA&#10;AAAAAAAAoQIAAGRycy9kb3ducmV2LnhtbFBLBQYAAAAABAAEAPkAAACUAwAAAAA=&#10;" strokecolor="windowText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pgOsIAAADcAAAADwAAAGRycy9kb3ducmV2LnhtbERPzWoCMRC+F3yHMEIvRbMuRWQ1ilqE&#10;Hiqo7QMMmzFZ3UyWJNVtn94cCj1+fP+LVe9acaMQG88KJuMCBHHtdcNGwdfnbjQDEROyxtYzKfih&#10;CKvl4GmBlfZ3PtLtlIzIIRwrVGBT6iopY23JYRz7jjhzZx8cpgyDkTrgPYe7VpZFMZUOG84NFjva&#10;Wqqvp2+nYGuu5rcIu/Jy2bzs3w5kP+SsV+p52K/nIBL16V/8537XCl7LPD+fyUd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ypgOsIAAADcAAAADwAAAAAAAAAAAAAA&#10;AAChAgAAZHJzL2Rvd25yZXYueG1sUEsFBgAAAAAEAAQA+QAAAJADAAAAAA==&#10;" strokecolor="windowText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YiNcYAAADcAAAADwAAAGRycy9kb3ducmV2LnhtbESPQUsDMRSE70L/Q3gFbzZpKSJr0yIt&#10;grQXbcW2t8fmdXdx87Ikz+36740geBxm5htmsRp8q3qKqQlsYToxoIjL4BquLLwfnu8eQCVBdtgG&#10;JgvflGC1HN0ssHDhym/U76VSGcKpQAu1SFdoncqaPKZJ6IizdwnRo2QZK+0iXjPct3pmzL322HBe&#10;qLGjdU3l5/7LWzj3O3MSMd3hY9tetpvX4zzujtbejoenR1BCg/yH/9ovzsJ8NoXfM/kI6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5mIjXGAAAA3AAAAA8AAAAAAAAA&#10;AAAAAAAAoQIAAGRycy9kb3ducmV2LnhtbFBLBQYAAAAABAAEAPkAAACUAwAAAAA=&#10;" strokecolor="windowText" strokeweight="1pt"/>
                      </v:group>
                      <v:group id="Gruppieren 422" o:spid="_x0000_s1034" style="position:absolute;left:11092;top:220;width:11092;height:5434" coordorigin="11092,22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FeV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KBXlTFAAAA3AAA&#10;AA8AAAAAAAAAAAAAAAAAqgIAAGRycy9kb3ducmV2LnhtbFBLBQYAAAAABAAEAPoAAACcAwAAAAA=&#10;">
                        <v:shape id="Gerade Verbindung 4" o:spid="_x0000_s1035" type="#_x0000_t32" style="position:absolute;left:32839;top:220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j+TcUAAADcAAAADwAAAGRycy9kb3ducmV2LnhtbESP0WoCMRRE3wv9h3CFvhTNui1FVqNU&#10;i9CHFqz6AZfNNVnd3CxJqlu/3hQKfRxm5gwzW/SuFWcKsfGsYDwqQBDXXjdsFOx36+EEREzIGlvP&#10;pOCHIizm93czrLS/8Bedt8mIDOFYoQKbUldJGWtLDuPId8TZO/jgMGUZjNQBLxnuWlkWxYt02HBe&#10;sNjRylJ92n47BStzMtcirMvjcfn4+bYh+yEnvVIPg/51CiJRn/7Df+13reC5fILfM/k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/j+TcUAAADcAAAADwAAAAAAAAAA&#10;AAAAAAChAgAAZHJzL2Rvd25yZXYueG1sUEsFBgAAAAAEAAQA+QAAAJMDAAAAAA==&#10;" strokecolor="windowText" strokeweight="1pt"/>
                        <v:shape id="Gerade Verbindung 5" o:spid="_x0000_s1036" type="#_x0000_t32" style="position:absolute;left:16034;top:1213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FmOcUAAADcAAAADwAAAGRycy9kb3ducmV2LnhtbESP0WoCMRRE3wv+Q7gFX0rNdpEiq1Gq&#10;RehDhar9gMvmmqxubpYk6rZfbwoFH4eZOcPMFr1rxYVCbDwreBkVIIhrrxs2Cr736+cJiJiQNbae&#10;ScEPRVjMBw8zrLS/8pYuu2REhnCsUIFNqaukjLUlh3HkO+LsHXxwmLIMRuqA1wx3rSyL4lU6bDgv&#10;WOxoZak+7c5OwcqczG8R1uXxuHzavH+R/ZSTXqnhY/82BZGoT/fwf/tDKxiXY/g7k4+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BFmOcUAAADcAAAADwAAAAAAAAAA&#10;AAAAAAChAgAAZHJzL2Rvd25yZXYueG1sUEsFBgAAAAAEAAQA+QAAAJMDAAAAAA==&#10;" strokecolor="windowText" strokeweight="1pt"/>
                        <v:shape id="Gerade Verbindung 7" o:spid="_x0000_s1037" type="#_x0000_t32" style="position:absolute;left:11092;top:6224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3DosUAAADcAAAADwAAAGRycy9kb3ducmV2LnhtbESP0WoCMRRE3wv9h3CFvhTNurRFVqNU&#10;i9CHFqz6AZfNNVnd3CxJqlu/3hQKfRxm5gwzW/SuFWcKsfGsYDwqQBDXXjdsFOx36+EEREzIGlvP&#10;pOCHIizm93czrLS/8Bedt8mIDOFYoQKbUldJGWtLDuPId8TZO/jgMGUZjNQBLxnuWlkWxYt02HBe&#10;sNjRylJ92n47BStzMtcirMvjcfn4+bYh+yEnvVIPg/51CiJRn/7Df+13reCpfIbfM/k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13DosUAAADcAAAADwAAAAAAAAAA&#10;AAAAAAChAgAAZHJzL2Rvd25yZXYueG1sUEsFBgAAAAAEAAQA+QAAAJMDAAAAAA==&#10;" strokecolor="windowText" strokeweight="1pt"/>
                        <v:shape id="Gerade Verbindung 8" o:spid="_x0000_s1038" type="#_x0000_t32" style="position:absolute;left:11092;top:220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+6QcYAAADcAAAADwAAAGRycy9kb3ducmV2LnhtbESPQUsDMRSE70L/Q3gFbzaxlCJr0yKW&#10;grQXbcW2t8fmdXdx87Ikz+36740geBxm5htmsRp8q3qKqQls4X5iQBGXwTVcWXg/bO4eQCVBdtgG&#10;JgvflGC1HN0ssHDhym/U76VSGcKpQAu1SFdoncqaPKZJ6IizdwnRo2QZK+0iXjPct3pqzFx7bDgv&#10;1NjRc03l5/7LWzj3O3MSMd3hY9tetuvX4yzujtbejoenR1BCg/yH/9ovzsJsOoffM/kI6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GPukHGAAAA3AAAAA8AAAAAAAAA&#10;AAAAAAAAoQIAAGRycy9kb3ducmV2LnhtbFBLBQYAAAAABAAEAPkAAACUAwAAAAA=&#10;" strokecolor="windowText" strokeweight="1pt"/>
                        <v:shape id="Gerade Verbindung 17" o:spid="_x0000_s1039" type="#_x0000_t32" style="position:absolute;left:16034;top:22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P4TsUAAADcAAAADwAAAGRycy9kb3ducmV2LnhtbESP0WoCMRRE3wv9h3CFvhTNupRWVqNU&#10;i9CHFqz6AZfNNVnd3CxJqlu/3hQKfRxm5gwzW/SuFWcKsfGsYDwqQBDXXjdsFOx36+EEREzIGlvP&#10;pOCHIizm93czrLS/8Bedt8mIDOFYoQKbUldJGWtLDuPId8TZO/jgMGUZjNQBLxnuWlkWxbN02HBe&#10;sNjRylJ92n47BStzMtcirMvjcfn4+bYh+yEnvVIPg/51CiJRn/7Df+13reCpfIHfM/k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P4TsUAAADcAAAADwAAAAAAAAAA&#10;AAAAAAChAgAAZHJzL2Rvd25yZXYueG1sUEsFBgAAAAAEAAQA+QAAAJMDAAAAAA==&#10;" strokecolor="windowText" strokeweight="1pt"/>
                        <v:shape id="Gerade Verbindung 24" o:spid="_x0000_s1040" type="#_x0000_t32" style="position:absolute;left:32839;top:6224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yLqMIAAADcAAAADwAAAGRycy9kb3ducmV2LnhtbERPS0sDMRC+C/6HMII3m1iKyNq0iFIo&#10;7aUvWr0Nm+nu4mayJON2++/NoeDx43tP54NvVU8xNYEtPI8MKOIyuIYrC4f94ukVVBJkh21gsnCl&#10;BPPZ/d0UCxcuvKV+J5XKIZwKtFCLdIXWqazJYxqFjjhz5xA9Soax0i7iJYf7Vo+NedEeG84NNXb0&#10;UVP5s/v1Fr77tfkSMd3+uGrPq8/NaRLXJ2sfH4b3N1BCg/yLb+6lszAZ57X5TD4Cev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1yLqMIAAADcAAAADwAAAAAAAAAAAAAA&#10;AAChAgAAZHJzL2Rvd25yZXYueG1sUEsFBgAAAAAEAAQA+QAAAJADAAAAAA==&#10;" strokecolor="windowText" strokeweight="1pt"/>
                      </v:group>
                    </v:group>
                  </w:pict>
                </mc:Fallback>
              </mc:AlternateContent>
            </w:r>
            <w:r w:rsidR="00EA24BB" w:rsidRPr="002B1E7D">
              <w:rPr>
                <w:i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6570250D" wp14:editId="1A4A620E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172085</wp:posOffset>
                      </wp:positionV>
                      <wp:extent cx="494665" cy="158115"/>
                      <wp:effectExtent l="0" t="0" r="38735" b="13335"/>
                      <wp:wrapNone/>
                      <wp:docPr id="354" name="Gruppieren 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4665" cy="158115"/>
                                <a:chOff x="0" y="0"/>
                                <a:chExt cx="2218454" cy="565419"/>
                              </a:xfrm>
                            </wpg:grpSpPr>
                            <wpg:grpSp>
                              <wpg:cNvPr id="355" name="Gruppieren 355"/>
                              <wpg:cNvGrpSpPr/>
                              <wpg:grpSpPr>
                                <a:xfrm>
                                  <a:off x="0" y="0"/>
                                  <a:ext cx="1109227" cy="543332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356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57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58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59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0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1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62" name="Gruppieren 362"/>
                              <wpg:cNvGrpSpPr/>
                              <wpg:grpSpPr>
                                <a:xfrm>
                                  <a:off x="1109227" y="22087"/>
                                  <a:ext cx="1109227" cy="543332"/>
                                  <a:chOff x="1109227" y="22087"/>
                                  <a:chExt cx="2667908" cy="1191271"/>
                                </a:xfrm>
                              </wpg:grpSpPr>
                              <wps:wsp>
                                <wps:cNvPr id="363" name="Gerade Verbindung 4"/>
                                <wps:cNvCnPr/>
                                <wps:spPr>
                                  <a:xfrm>
                                    <a:off x="3283945" y="22087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4" name="Gerade Verbindung 5"/>
                                <wps:cNvCnPr/>
                                <wps:spPr>
                                  <a:xfrm>
                                    <a:off x="1603478" y="1213358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5" name="Gerade Verbindung 7"/>
                                <wps:cNvCnPr/>
                                <wps:spPr>
                                  <a:xfrm>
                                    <a:off x="1109227" y="622445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6" name="Gerade Verbindung 8"/>
                                <wps:cNvCnPr/>
                                <wps:spPr>
                                  <a:xfrm flipV="1">
                                    <a:off x="1109227" y="22087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7" name="Gerade Verbindung 17"/>
                                <wps:cNvCnPr/>
                                <wps:spPr>
                                  <a:xfrm>
                                    <a:off x="1603478" y="220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8" name="Gerade Verbindung 24"/>
                                <wps:cNvCnPr/>
                                <wps:spPr>
                                  <a:xfrm flipV="1">
                                    <a:off x="3283945" y="622445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64" o:spid="_x0000_s1026" style="position:absolute;margin-left:28.15pt;margin-top:13.55pt;width:38.95pt;height:12.45pt;z-index:251724800;mso-width-relative:margin;mso-height-relative:margin" coordsize="22184,5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">
                      <v:group id="Gruppieren 355" o:spid="_x0000_s1027" style="position:absolute;width:11092;height:543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R4O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cR4OMQAAADcAAAA&#10;DwAAAAAAAAAAAAAAAACqAgAAZHJzL2Rvd25yZXYueG1sUEsFBgAAAAAEAAQA+gAAAJsDAAAAAA==&#10;"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PjzcUAAADcAAAADwAAAGRycy9kb3ducmV2LnhtbESP3WoCMRSE7wt9h3AKvRHNqlRka5Rq&#10;Ebyw4E8f4LA5TVY3J0uS6rZP3whCL4eZ+YaZLTrXiAuFWHtWMBwUIIgrr2s2Cj6P6/4UREzIGhvP&#10;pOCHIizmjw8zLLW/8p4uh2REhnAsUYFNqS2ljJUlh3HgW+LsffngMGUZjNQBrxnuGjkqiol0WHNe&#10;sNjSylJ1Pnw7BStzNr9FWI9Op2Xv431HdiunnVLPT93bK4hEXfoP39sbrWD8MoHbmXw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PjzcUAAADcAAAADwAAAAAAAAAA&#10;AAAAAAChAgAAZHJzL2Rvd25yZXYueG1sUEsFBgAAAAAEAAQA+QAAAJMDAAAAAA==&#10;" strokecolor="windowText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9GVsYAAADcAAAADwAAAGRycy9kb3ducmV2LnhtbESP0WoCMRRE3wv+Q7hCX0rNqtjK1ijW&#10;IvhQwdp+wGVzm6xubpYk1dWvb4RCH4eZOcPMFp1rxIlCrD0rGA4KEMSV1zUbBV+f68cpiJiQNTae&#10;ScGFIizmvbsZltqf+YNO+2REhnAsUYFNqS2ljJUlh3HgW+LsffvgMGUZjNQBzxnuGjkqiifpsOa8&#10;YLGllaXquP9xClbmaK5FWI8Oh9eH7duO7Lucdkrd97vlC4hEXfoP/7U3WsF48gy3M/k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vRlbGAAAA3AAAAA8AAAAAAAAA&#10;AAAAAAAAoQIAAGRycy9kb3ducmV2LnhtbFBLBQYAAAAABAAEAPkAAACUAwAAAAA=&#10;" strokecolor="windowText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DSJMIAAADcAAAADwAAAGRycy9kb3ducmV2LnhtbERPy2oCMRTdF/oP4Ra6KTVTpSKjUdQi&#10;uLDgox9wmVyT0cnNkKQ6+vVmUejycN6TWecacaEQa88KPnoFCOLK65qNgp/D6n0EIiZkjY1nUnCj&#10;CLPp89MES+2vvKPLPhmRQziWqMCm1JZSxsqSw9jzLXHmjj44TBkGI3XAaw53jewXxVA6rDk3WGxp&#10;aak673+dgqU5m3sRVv3TafH2/bUlu5GjTqnXl24+BpGoS//iP/daKxh85rX5TD4C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DSJMIAAADcAAAADwAAAAAAAAAAAAAA&#10;AAChAgAAZHJzL2Rvd25yZXYueG1sUEsFBgAAAAAEAAQA+QAAAJADAAAAAA==&#10;" strokecolor="windowText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yQK8YAAADcAAAADwAAAGRycy9kb3ducmV2LnhtbESPX0sDMRDE34V+h7CCbzbxX2nPpkUU&#10;QdoXbcXWt+WyvTt62RzJej2/vREEH4eZ+Q0zXw6+VT3F1AS2cDU2oIjL4BquLLxvny+noJIgO2wD&#10;k4VvSrBcjM7mWLhw4jfqN1KpDOFUoIVapCu0TmVNHtM4dMTZO4ToUbKMlXYRTxnuW31tzER7bDgv&#10;1NjRY03lcfPlLXz2a7MXMd32Y9UeVk+vu9u43ll7cT483IMSGuQ//Nd+cRZu7mbweyYfAb3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8kCvGAAAA3AAAAA8AAAAAAAAA&#10;AAAAAAAAoQIAAGRycy9kb3ducmV2LnhtbFBLBQYAAAAABAAEAPkAAACUAwAAAAA=&#10;" strokecolor="windowText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oUn8EAAADcAAAADwAAAGRycy9kb3ducmV2LnhtbERPzWoCMRC+F3yHMIKXotkqiKxGUYvg&#10;oYXW+gDDZkxWN5Mlibr26c2h0OPH979Yda4RNwqx9qzgbVSAIK68rtkoOP7shjMQMSFrbDyTggdF&#10;WC17Lwsstb/zN90OyYgcwrFEBTaltpQyVpYcxpFviTN38sFhyjAYqQPec7hr5LgoptJhzbnBYktb&#10;S9XlcHUKtuZifouwG5/Pm9fP9y+yH3LWKTXod+s5iERd+hf/ufdawWSa5+cz+QjI5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6hSfwQAAANwAAAAPAAAAAAAAAAAAAAAA&#10;AKECAABkcnMvZG93bnJldi54bWxQSwUGAAAAAAQABAD5AAAAjwMAAAAA&#10;" strokecolor="windowText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ZWkMYAAADcAAAADwAAAGRycy9kb3ducmV2LnhtbESPQUsDMRSE74L/ITzBm02qUmTbtIgi&#10;SHupbWnr7bF53V3cvCzJc7v+e1MQPA4z8w0zWwy+VT3F1AS2MB4ZUMRlcA1XFnbbt7snUEmQHbaB&#10;ycIPJVjMr69mWLhw5g/qN1KpDOFUoIVapCu0TmVNHtModMTZO4XoUbKMlXYRzxnuW31vzER7bDgv&#10;1NjRS03l1+bbW/jsV+YoYrrtftmelq/rw2NcHay9vRmep6CEBvkP/7XfnYWHyRguZ/IR0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mVpDGAAAA3AAAAA8AAAAAAAAA&#10;AAAAAAAAoQIAAGRycy9kb3ducmV2LnhtbFBLBQYAAAAABAAEAPkAAACUAwAAAAA=&#10;" strokecolor="windowText" strokeweight="1pt"/>
                      </v:group>
                      <v:group id="Gruppieren 362" o:spid="_x0000_s1034" style="position:absolute;left:11092;top:220;width:11092;height:5434" coordorigin="11092,22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Eq8c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s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EEq8cQAAADcAAAA&#10;DwAAAAAAAAAAAAAAAACqAgAAZHJzL2Rvd25yZXYueG1sUEsFBgAAAAAEAAQA+gAAAJsDAAAAAA==&#10;">
                        <v:shape id="Gerade Verbindung 4" o:spid="_x0000_s1035" type="#_x0000_t32" style="position:absolute;left:32839;top:220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iK6MUAAADcAAAADwAAAGRycy9kb3ducmV2LnhtbESP3WoCMRSE7wXfIRyhN1KzVRDZGqW1&#10;CL2wUH8e4LA5TVY3J0uS6urTm0LBy2FmvmHmy8414kwh1p4VvIwKEMSV1zUbBYf9+nkGIiZkjY1n&#10;UnClCMtFvzfHUvsLb+m8S0ZkCMcSFdiU2lLKWFlyGEe+Jc7ejw8OU5bBSB3wkuGukeOimEqHNecF&#10;iy2tLFWn3a9TsDIncyvCenw8vg+/Pr7JbuSsU+pp0L29gkjUpUf4v/2pFUymE/g7k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iK6MUAAADcAAAADwAAAAAAAAAA&#10;AAAAAAChAgAAZHJzL2Rvd25yZXYueG1sUEsFBgAAAAAEAAQA+QAAAJMDAAAAAA==&#10;" strokecolor="windowText" strokeweight="1pt"/>
                        <v:shape id="Gerade Verbindung 5" o:spid="_x0000_s1036" type="#_x0000_t32" style="position:absolute;left:16034;top:1213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ESnMUAAADcAAAADwAAAGRycy9kb3ducmV2LnhtbESP3WoCMRSE7wt9h3AKvRHNqkVka5Rq&#10;Ebyw4E8f4LA5TVY3J0uS6rZP3whCL4eZ+YaZLTrXiAuFWHtWMBwUIIgrr2s2Cj6P6/4UREzIGhvP&#10;pOCHIizmjw8zLLW/8p4uh2REhnAsUYFNqS2ljJUlh3HgW+LsffngMGUZjNQBrxnuGjkqiol0WHNe&#10;sNjSylJ1Pnw7BStzNr9FWI9Op2Xv431HdiunnVLPT93bK4hEXfoP39sbrWA8eYHbmXw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tESnMUAAADcAAAADwAAAAAAAAAA&#10;AAAAAAChAgAAZHJzL2Rvd25yZXYueG1sUEsFBgAAAAAEAAQA+QAAAJMDAAAAAA==&#10;" strokecolor="windowText" strokeweight="1pt"/>
                        <v:shape id="Gerade Verbindung 7" o:spid="_x0000_s1037" type="#_x0000_t32" style="position:absolute;left:11092;top:6224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23B8UAAADcAAAADwAAAGRycy9kb3ducmV2LnhtbESP3WoCMRSE7wt9h3AKvRHNqlRka5Rq&#10;Ebyw4E8f4LA5TVY3J0uS6rZP3whCL4eZ+YaZLTrXiAuFWHtWMBwUIIgrr2s2Cj6P6/4UREzIGhvP&#10;pOCHIizmjw8zLLW/8p4uh2REhnAsUYFNqS2ljJUlh3HgW+LsffngMGUZjNQBrxnuGjkqiol0WHNe&#10;sNjSylJ1Pnw7BStzNr9FWI9Op2Xv431HdiunnVLPT93bK4hEXfoP39sbrWA8eYHbmXw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23B8UAAADcAAAADwAAAAAAAAAA&#10;AAAAAAChAgAAZHJzL2Rvd25yZXYueG1sUEsFBgAAAAAEAAQA+QAAAJMDAAAAAA==&#10;" strokecolor="windowText" strokeweight="1pt"/>
                        <v:shape id="Gerade Verbindung 8" o:spid="_x0000_s1038" type="#_x0000_t32" style="position:absolute;left:11092;top:220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/O5MYAAADcAAAADwAAAGRycy9kb3ducmV2LnhtbESPX0sDMRDE34V+h7CCbzbxD4ecTYtU&#10;BGlfaitW35bL9u7wsjmS9Xp+e1MQ+jjMzG+Y2WL0nRoopjawhZupAUVcBddybeF993L9ACoJssMu&#10;MFn4pQSL+eRihqULR36jYSu1yhBOJVpoRPpS61Q15DFNQ0+cvUOIHiXLWGsX8ZjhvtO3xhTaY8t5&#10;ocGelg1V39sfb+FrWJtPEdPvPlbdYfW82d/H9d7aq8vx6RGU0Cjn8H/71Vm4Kwo4nclHQM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PzuTGAAAA3AAAAA8AAAAAAAAA&#10;AAAAAAAAoQIAAGRycy9kb3ducmV2LnhtbFBLBQYAAAAABAAEAPkAAACUAwAAAAA=&#10;" strokecolor="windowText" strokeweight="1pt"/>
                        <v:shape id="Gerade Verbindung 17" o:spid="_x0000_s1039" type="#_x0000_t32" style="position:absolute;left:16034;top:22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OM68UAAADcAAAADwAAAGRycy9kb3ducmV2LnhtbESP3WoCMRSE74W+QziF3pSarQWVrVHU&#10;InhhwZ8+wGFzmqxuTpYk1bVPbwoFL4eZ+YaZzDrXiDOFWHtW8NovQBBXXtdsFHwdVi9jEDEha2w8&#10;k4IrRZhNH3oTLLW/8I7O+2REhnAsUYFNqS2ljJUlh7HvW+LsffvgMGUZjNQBLxnuGjkoiqF0WHNe&#10;sNjS0lJ12v84BUtzMr9FWA2Ox8Xz58eW7EaOO6WeHrv5O4hEXbqH/9trreBtOIK/M/kIyO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gOM68UAAADcAAAADwAAAAAAAAAA&#10;AAAAAAChAgAAZHJzL2Rvd25yZXYueG1sUEsFBgAAAAAEAAQA+QAAAJMDAAAAAA==&#10;" strokecolor="windowText" strokeweight="1pt"/>
                        <v:shape id="Gerade Verbindung 24" o:spid="_x0000_s1040" type="#_x0000_t32" style="position:absolute;left:32839;top:6224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z/DcMAAADcAAAADwAAAGRycy9kb3ducmV2LnhtbERPTWsCMRC9F/ofwhR6q0m1iGyNUloE&#10;0YvVUtvbsBl3l24mSzJdt//eHAoeH+97vhx8q3qKqQls4XFkQBGXwTVcWfg4rB5moJIgO2wDk4U/&#10;SrBc3N7MsXDhzO/U76VSOYRTgRZqka7QOpU1eUyj0BFn7hSiR8kwVtpFPOdw3+qxMVPtseHcUGNH&#10;rzWVP/tfb+G735ovEdMdPjftafO2Oz7F7dHa+7vh5RmU0CBX8b977SxMpnltPpOPgF5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c/w3DAAAA3AAAAA8AAAAAAAAAAAAA&#10;AAAAoQIAAGRycy9kb3ducmV2LnhtbFBLBQYAAAAABAAEAPkAAACRAwAAAAA=&#10;" strokecolor="windowText" strokeweight="1pt"/>
                      </v:group>
                    </v:group>
                  </w:pict>
                </mc:Fallback>
              </mc:AlternateContent>
            </w:r>
            <w:r w:rsidR="00EA24BB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2A07001" wp14:editId="4FF5A3B0">
                      <wp:simplePos x="0" y="0"/>
                      <wp:positionH relativeFrom="column">
                        <wp:posOffset>1942079</wp:posOffset>
                      </wp:positionH>
                      <wp:positionV relativeFrom="paragraph">
                        <wp:posOffset>409575</wp:posOffset>
                      </wp:positionV>
                      <wp:extent cx="695325" cy="0"/>
                      <wp:effectExtent l="0" t="76200" r="28575" b="114300"/>
                      <wp:wrapNone/>
                      <wp:docPr id="432" name="Gerade Verbindung mit Pfeil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432" o:spid="_x0000_s1026" type="#_x0000_t32" style="position:absolute;margin-left:152.9pt;margin-top:32.25pt;width:54.75pt;height: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</w:tbl>
    <w:p w:rsidR="0069713F" w:rsidRDefault="0069713F" w:rsidP="0077126D"/>
    <w:sectPr w:rsidR="0069713F" w:rsidSect="00B52A20">
      <w:headerReference w:type="default" r:id="rId8"/>
      <w:footerReference w:type="default" r:id="rId9"/>
      <w:pgSz w:w="16838" w:h="11906" w:orient="landscape" w:code="9"/>
      <w:pgMar w:top="1418" w:right="1418" w:bottom="851" w:left="1134" w:header="709" w:footer="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2E2" w:rsidRDefault="009C12E2">
      <w:r>
        <w:separator/>
      </w:r>
    </w:p>
  </w:endnote>
  <w:endnote w:type="continuationSeparator" w:id="0">
    <w:p w:rsidR="009C12E2" w:rsidRDefault="009C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20" w:rsidRDefault="00452B7F" w:rsidP="00B52A20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B32871" wp14:editId="02235EAE">
          <wp:simplePos x="0" y="0"/>
          <wp:positionH relativeFrom="column">
            <wp:posOffset>103505</wp:posOffset>
          </wp:positionH>
          <wp:positionV relativeFrom="paragraph">
            <wp:posOffset>-128905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46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2A20" w:rsidRPr="00452972">
      <w:rPr>
        <w:i/>
        <w:sz w:val="20"/>
        <w:szCs w:val="20"/>
      </w:rPr>
      <w:t>www.ernährungslehre-bw.de</w:t>
    </w:r>
    <w:r w:rsidR="00B52A20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2E2" w:rsidRDefault="009C12E2">
      <w:r>
        <w:separator/>
      </w:r>
    </w:p>
  </w:footnote>
  <w:footnote w:type="continuationSeparator" w:id="0">
    <w:p w:rsidR="009C12E2" w:rsidRDefault="009C1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A5E" w:rsidRDefault="00377A5E" w:rsidP="000D6E36">
    <w:pPr>
      <w:pStyle w:val="Kopfzeile"/>
      <w:pBdr>
        <w:bottom w:val="single" w:sz="12" w:space="1" w:color="auto"/>
      </w:pBdr>
      <w:tabs>
        <w:tab w:val="clear" w:pos="4536"/>
        <w:tab w:val="clear" w:pos="9072"/>
        <w:tab w:val="center" w:pos="7020"/>
        <w:tab w:val="right" w:pos="12420"/>
      </w:tabs>
      <w:rPr>
        <w:sz w:val="20"/>
        <w:szCs w:val="20"/>
      </w:rPr>
    </w:pPr>
    <w:r>
      <w:rPr>
        <w:sz w:val="20"/>
        <w:szCs w:val="20"/>
      </w:rPr>
      <w:t xml:space="preserve">Klasse: </w:t>
    </w:r>
    <w:r>
      <w:rPr>
        <w:sz w:val="20"/>
        <w:szCs w:val="20"/>
      </w:rPr>
      <w:tab/>
      <w:t>Thema:</w:t>
    </w:r>
    <w:r w:rsidR="000D6E36">
      <w:rPr>
        <w:sz w:val="20"/>
        <w:szCs w:val="20"/>
      </w:rPr>
      <w:t xml:space="preserve"> </w:t>
    </w:r>
    <w:r w:rsidR="00923FAF">
      <w:rPr>
        <w:sz w:val="20"/>
        <w:szCs w:val="20"/>
      </w:rPr>
      <w:t>Kohlenhydratverdauung</w:t>
    </w:r>
    <w:r>
      <w:rPr>
        <w:sz w:val="20"/>
        <w:szCs w:val="20"/>
      </w:rPr>
      <w:tab/>
      <w:t>Datum:</w:t>
    </w:r>
    <w:r>
      <w:rPr>
        <w:sz w:val="20"/>
        <w:szCs w:val="20"/>
      </w:rPr>
      <w:tab/>
    </w:r>
  </w:p>
  <w:p w:rsidR="00377A5E" w:rsidRPr="00377A5E" w:rsidRDefault="00377A5E" w:rsidP="00377A5E">
    <w:pPr>
      <w:pStyle w:val="Kopfzeile"/>
      <w:tabs>
        <w:tab w:val="clear" w:pos="9072"/>
        <w:tab w:val="right" w:pos="8100"/>
      </w:tabs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2232"/>
    <w:multiLevelType w:val="hybridMultilevel"/>
    <w:tmpl w:val="065EA8BA"/>
    <w:lvl w:ilvl="0" w:tplc="F79CDEDA">
      <w:numFmt w:val="bullet"/>
      <w:lvlText w:val=""/>
      <w:lvlJc w:val="left"/>
      <w:pPr>
        <w:ind w:left="319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">
    <w:nsid w:val="061507D9"/>
    <w:multiLevelType w:val="hybridMultilevel"/>
    <w:tmpl w:val="A162BE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6F50A1"/>
    <w:multiLevelType w:val="hybridMultilevel"/>
    <w:tmpl w:val="FC04B6C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BF60A6"/>
    <w:multiLevelType w:val="hybridMultilevel"/>
    <w:tmpl w:val="25E077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EB5030"/>
    <w:multiLevelType w:val="hybridMultilevel"/>
    <w:tmpl w:val="EB1EA6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51785C"/>
    <w:multiLevelType w:val="hybridMultilevel"/>
    <w:tmpl w:val="6B38A74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783CB7"/>
    <w:multiLevelType w:val="hybridMultilevel"/>
    <w:tmpl w:val="D45688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041AD3"/>
    <w:multiLevelType w:val="hybridMultilevel"/>
    <w:tmpl w:val="70DE96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3A0E84"/>
    <w:multiLevelType w:val="hybridMultilevel"/>
    <w:tmpl w:val="20E6850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871A7D"/>
    <w:multiLevelType w:val="hybridMultilevel"/>
    <w:tmpl w:val="C76C36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D337EA"/>
    <w:multiLevelType w:val="hybridMultilevel"/>
    <w:tmpl w:val="87EA9B5E"/>
    <w:lvl w:ilvl="0" w:tplc="C928A26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767522"/>
    <w:multiLevelType w:val="hybridMultilevel"/>
    <w:tmpl w:val="D548EA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3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60"/>
    <w:rsid w:val="00010F09"/>
    <w:rsid w:val="00073B30"/>
    <w:rsid w:val="000A7275"/>
    <w:rsid w:val="000D6E36"/>
    <w:rsid w:val="000E5B99"/>
    <w:rsid w:val="00140ABA"/>
    <w:rsid w:val="00153A4D"/>
    <w:rsid w:val="001B3365"/>
    <w:rsid w:val="00215613"/>
    <w:rsid w:val="002B1E7D"/>
    <w:rsid w:val="0030112B"/>
    <w:rsid w:val="00377A5E"/>
    <w:rsid w:val="003A7A09"/>
    <w:rsid w:val="003B1FBB"/>
    <w:rsid w:val="003D2A2C"/>
    <w:rsid w:val="004131C2"/>
    <w:rsid w:val="00423948"/>
    <w:rsid w:val="00452B7F"/>
    <w:rsid w:val="00511C8D"/>
    <w:rsid w:val="00523FAA"/>
    <w:rsid w:val="00551AF4"/>
    <w:rsid w:val="00560E20"/>
    <w:rsid w:val="005856C6"/>
    <w:rsid w:val="005938A8"/>
    <w:rsid w:val="005E1AA1"/>
    <w:rsid w:val="006053A8"/>
    <w:rsid w:val="00614F62"/>
    <w:rsid w:val="00632D23"/>
    <w:rsid w:val="006345AA"/>
    <w:rsid w:val="0068296E"/>
    <w:rsid w:val="0069713F"/>
    <w:rsid w:val="006C43B8"/>
    <w:rsid w:val="0077126D"/>
    <w:rsid w:val="007D6760"/>
    <w:rsid w:val="007E2C09"/>
    <w:rsid w:val="007F3664"/>
    <w:rsid w:val="008E382D"/>
    <w:rsid w:val="0090743A"/>
    <w:rsid w:val="00923FAF"/>
    <w:rsid w:val="00957249"/>
    <w:rsid w:val="00957343"/>
    <w:rsid w:val="009918D8"/>
    <w:rsid w:val="009C12E2"/>
    <w:rsid w:val="00B044B1"/>
    <w:rsid w:val="00B244BF"/>
    <w:rsid w:val="00B52A20"/>
    <w:rsid w:val="00BB3D27"/>
    <w:rsid w:val="00BB7337"/>
    <w:rsid w:val="00BF1C64"/>
    <w:rsid w:val="00C022E8"/>
    <w:rsid w:val="00C70864"/>
    <w:rsid w:val="00D62004"/>
    <w:rsid w:val="00DF3C0D"/>
    <w:rsid w:val="00E051DC"/>
    <w:rsid w:val="00E13517"/>
    <w:rsid w:val="00EA24BB"/>
    <w:rsid w:val="00EB5D44"/>
    <w:rsid w:val="00EF5794"/>
    <w:rsid w:val="00F04F9E"/>
    <w:rsid w:val="00F05E7C"/>
    <w:rsid w:val="00F3151C"/>
    <w:rsid w:val="00F31F50"/>
    <w:rsid w:val="00F9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77A5E"/>
    <w:pPr>
      <w:spacing w:line="288" w:lineRule="auto"/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77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377A5E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632D23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05E7C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05E7C"/>
    <w:pPr>
      <w:spacing w:before="100" w:beforeAutospacing="1" w:after="100" w:afterAutospacing="1" w:line="240" w:lineRule="auto"/>
    </w:pPr>
    <w:rPr>
      <w:rFonts w:ascii="Times New Roman" w:eastAsiaTheme="minorEastAsia" w:hAnsi="Times New Roman"/>
    </w:rPr>
  </w:style>
  <w:style w:type="paragraph" w:styleId="Sprechblasentext">
    <w:name w:val="Balloon Text"/>
    <w:basedOn w:val="Standard"/>
    <w:link w:val="SprechblasentextZchn"/>
    <w:rsid w:val="00F05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05E7C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B52A20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77A5E"/>
    <w:pPr>
      <w:spacing w:line="288" w:lineRule="auto"/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77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377A5E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632D23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05E7C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05E7C"/>
    <w:pPr>
      <w:spacing w:before="100" w:beforeAutospacing="1" w:after="100" w:afterAutospacing="1" w:line="240" w:lineRule="auto"/>
    </w:pPr>
    <w:rPr>
      <w:rFonts w:ascii="Times New Roman" w:eastAsiaTheme="minorEastAsia" w:hAnsi="Times New Roman"/>
    </w:rPr>
  </w:style>
  <w:style w:type="paragraph" w:styleId="Sprechblasentext">
    <w:name w:val="Balloon Text"/>
    <w:basedOn w:val="Standard"/>
    <w:link w:val="SprechblasentextZchn"/>
    <w:rsid w:val="00F05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05E7C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B52A2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ntje\Anwendungsdaten\Microsoft\Templates\Arbeitsblatt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Arbeitsblatt1.dot</Template>
  <TotalTime>0</TotalTime>
  <Pages>1</Pages>
  <Words>59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Übersicht Kohlenhydratverdauung</vt:lpstr>
      <vt:lpstr>Übersicht Kohlenhydratverdauung</vt:lpstr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Übersicht Kohlenhydratverdauung</dc:title>
  <dc:creator>Antje</dc:creator>
  <cp:lastModifiedBy>Anika_Neu</cp:lastModifiedBy>
  <cp:revision>3</cp:revision>
  <cp:lastPrinted>2018-04-11T09:47:00Z</cp:lastPrinted>
  <dcterms:created xsi:type="dcterms:W3CDTF">2018-11-16T10:20:00Z</dcterms:created>
  <dcterms:modified xsi:type="dcterms:W3CDTF">2018-11-16T10:21:00Z</dcterms:modified>
</cp:coreProperties>
</file>