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FF5" w:rsidRPr="00767BA8" w:rsidRDefault="009D3FF5" w:rsidP="00767BA8">
      <w:pPr>
        <w:pStyle w:val="LSStandardtext"/>
        <w:jc w:val="left"/>
        <w:rPr>
          <w:b/>
          <w:sz w:val="24"/>
        </w:rPr>
      </w:pPr>
      <w:r w:rsidRPr="00767BA8">
        <w:rPr>
          <w:b/>
          <w:sz w:val="24"/>
        </w:rPr>
        <w:t>Zusammenfassung</w:t>
      </w:r>
    </w:p>
    <w:p w:rsidR="00767BA8" w:rsidRPr="00767BA8" w:rsidRDefault="00767BA8" w:rsidP="00767BA8">
      <w:pPr>
        <w:pStyle w:val="LSStandardtext"/>
        <w:jc w:val="center"/>
        <w:rPr>
          <w:b/>
        </w:rPr>
      </w:pPr>
    </w:p>
    <w:p w:rsidR="00767BA8" w:rsidRDefault="009D3FF5" w:rsidP="00E335C3">
      <w:pPr>
        <w:pStyle w:val="LSStandardtext"/>
      </w:pPr>
      <w:r w:rsidRPr="00E335C3">
        <w:t>Der Artikel bietet Anregungen zur Lehrplaneinheit 2 (Beweistechniken).</w:t>
      </w:r>
      <w:r w:rsidR="00767BA8" w:rsidRPr="00E335C3">
        <w:t xml:space="preserve"> </w:t>
      </w:r>
      <w:r w:rsidRPr="00E335C3">
        <w:t>Ko</w:t>
      </w:r>
      <w:r w:rsidR="007E32EC" w:rsidRPr="00E335C3">
        <w:t>nkret sollen drei wesentliche Fä</w:t>
      </w:r>
      <w:r w:rsidRPr="00E335C3">
        <w:t>higkeiten trainiert werden:</w:t>
      </w:r>
    </w:p>
    <w:p w:rsidR="00767BA8" w:rsidRDefault="00767BA8" w:rsidP="00767BA8">
      <w:pPr>
        <w:pStyle w:val="LSStandardtext"/>
      </w:pPr>
    </w:p>
    <w:p w:rsidR="009D3FF5" w:rsidRPr="00E335C3" w:rsidRDefault="009D3FF5" w:rsidP="007336B2">
      <w:pPr>
        <w:pStyle w:val="LSStandardtext"/>
        <w:numPr>
          <w:ilvl w:val="0"/>
          <w:numId w:val="28"/>
        </w:numPr>
      </w:pPr>
      <w:r w:rsidRPr="00E335C3">
        <w:t>Das Anstellen einer Vermutung hinsichtlich Korrektheit einer Aussage</w:t>
      </w:r>
    </w:p>
    <w:p w:rsidR="009D3FF5" w:rsidRPr="00E335C3" w:rsidRDefault="009D3FF5" w:rsidP="00E335C3">
      <w:pPr>
        <w:pStyle w:val="LSStandardtext"/>
        <w:ind w:firstLine="708"/>
      </w:pPr>
      <w:r w:rsidRPr="00E335C3">
        <w:t>und darauf aufbauend das Formulieren eigener Vermutungen.</w:t>
      </w:r>
    </w:p>
    <w:p w:rsidR="009D3FF5" w:rsidRPr="00E335C3" w:rsidRDefault="007E32EC" w:rsidP="007336B2">
      <w:pPr>
        <w:pStyle w:val="LSStandardtext"/>
        <w:numPr>
          <w:ilvl w:val="0"/>
          <w:numId w:val="26"/>
        </w:numPr>
      </w:pPr>
      <w:r w:rsidRPr="00E335C3">
        <w:t>Die Prä</w:t>
      </w:r>
      <w:r w:rsidR="009D3FF5" w:rsidRPr="00E335C3">
        <w:t>zisierung oder Nachbesserung einer derartigen Vermutung,</w:t>
      </w:r>
    </w:p>
    <w:p w:rsidR="009D3FF5" w:rsidRPr="00E335C3" w:rsidRDefault="009D3FF5" w:rsidP="00E335C3">
      <w:pPr>
        <w:pStyle w:val="LSStandardtext"/>
        <w:ind w:firstLine="708"/>
      </w:pPr>
      <w:r w:rsidRPr="00E335C3">
        <w:t>insbesondere mittels eines Beweisversuches.</w:t>
      </w:r>
    </w:p>
    <w:p w:rsidR="009D3FF5" w:rsidRPr="00E335C3" w:rsidRDefault="009D3FF5" w:rsidP="00E335C3">
      <w:pPr>
        <w:pStyle w:val="LSStandardtext"/>
        <w:numPr>
          <w:ilvl w:val="0"/>
          <w:numId w:val="26"/>
        </w:numPr>
      </w:pPr>
      <w:r w:rsidRPr="00E335C3">
        <w:t>Der mathematisch korrekte Nachweis einer allgemeinen Behauptung</w:t>
      </w:r>
    </w:p>
    <w:p w:rsidR="009D3FF5" w:rsidRDefault="009D3FF5" w:rsidP="00E335C3">
      <w:pPr>
        <w:pStyle w:val="LSStandardtext"/>
        <w:ind w:firstLine="708"/>
      </w:pPr>
      <w:r w:rsidRPr="00E335C3">
        <w:t>oder deren Widerlegung durch ein Gegenbeispiel.</w:t>
      </w:r>
    </w:p>
    <w:p w:rsidR="00E335C3" w:rsidRPr="00E335C3" w:rsidRDefault="00E335C3" w:rsidP="00E335C3">
      <w:pPr>
        <w:pStyle w:val="LSStandardtext"/>
        <w:ind w:firstLine="708"/>
      </w:pPr>
    </w:p>
    <w:p w:rsidR="009D3FF5" w:rsidRPr="00E335C3" w:rsidRDefault="009D3FF5" w:rsidP="00E335C3">
      <w:pPr>
        <w:pStyle w:val="LSStandardtext"/>
      </w:pPr>
      <w:r w:rsidRPr="00E335C3">
        <w:t>Es geht nicht darum, mehrere Standard-Beweistechniken kennen zu lernen</w:t>
      </w:r>
      <w:r w:rsidR="00E335C3">
        <w:t xml:space="preserve"> </w:t>
      </w:r>
      <w:r w:rsidR="007E32EC" w:rsidRPr="00E335C3">
        <w:t>und schon gar nicht um mö</w:t>
      </w:r>
      <w:r w:rsidRPr="00E335C3">
        <w:t>glichst kreatives Beweisen. Der Nachweis der</w:t>
      </w:r>
      <w:r w:rsidR="00E335C3">
        <w:t xml:space="preserve"> </w:t>
      </w:r>
      <w:r w:rsidRPr="00E335C3">
        <w:t xml:space="preserve">Behauptungen geschieht vielmehr im </w:t>
      </w:r>
      <w:r w:rsidR="00E335C3" w:rsidRPr="00E335C3">
        <w:t>Wesentlichen</w:t>
      </w:r>
      <w:r w:rsidRPr="00E335C3">
        <w:t xml:space="preserve"> durch</w:t>
      </w:r>
      <w:r w:rsidR="00E335C3">
        <w:t xml:space="preserve"> </w:t>
      </w:r>
      <w:r w:rsidR="007336B2">
        <w:t>„</w:t>
      </w:r>
      <w:r w:rsidRPr="00E335C3">
        <w:t>Nachrechnen“ und</w:t>
      </w:r>
      <w:r w:rsidR="00E335C3">
        <w:t xml:space="preserve"> </w:t>
      </w:r>
      <w:r w:rsidR="007E32EC" w:rsidRPr="00E335C3">
        <w:t>wird primä</w:t>
      </w:r>
      <w:r w:rsidRPr="00E335C3">
        <w:t xml:space="preserve">r als Handwerkszeug benutzt. Aber auch das will gelernt </w:t>
      </w:r>
      <w:r w:rsidR="00E335C3">
        <w:t>–</w:t>
      </w:r>
      <w:r w:rsidRPr="00E335C3">
        <w:t xml:space="preserve"> und</w:t>
      </w:r>
      <w:r w:rsidR="00E335C3">
        <w:t xml:space="preserve"> </w:t>
      </w:r>
      <w:r w:rsidR="00E335C3" w:rsidRPr="00E335C3">
        <w:t>geübt</w:t>
      </w:r>
      <w:r w:rsidR="007336B2">
        <w:t>! –</w:t>
      </w:r>
      <w:r w:rsidRPr="00E335C3">
        <w:t xml:space="preserve"> sein. </w:t>
      </w:r>
      <w:r w:rsidR="00E335C3" w:rsidRPr="00E335C3">
        <w:t>Kreativität</w:t>
      </w:r>
      <w:r w:rsidRPr="00E335C3">
        <w:t xml:space="preserve"> ist </w:t>
      </w:r>
      <w:r w:rsidR="00E335C3" w:rsidRPr="00E335C3">
        <w:t>dafür</w:t>
      </w:r>
      <w:r w:rsidRPr="00E335C3">
        <w:t xml:space="preserve"> bei den ersten beiden Punkten gefordert.</w:t>
      </w:r>
      <w:r w:rsidR="00767BA8">
        <w:t xml:space="preserve"> </w:t>
      </w:r>
      <w:r w:rsidRPr="00E335C3">
        <w:t xml:space="preserve">Die Symmetrie von Funktionen eignet sich </w:t>
      </w:r>
      <w:r w:rsidR="00E335C3" w:rsidRPr="00E335C3">
        <w:t>für</w:t>
      </w:r>
      <w:r w:rsidRPr="00E335C3">
        <w:t xml:space="preserve"> diese Zwecke gut. Der Nachweis</w:t>
      </w:r>
      <w:r w:rsidR="00767BA8">
        <w:t xml:space="preserve"> </w:t>
      </w:r>
      <w:r w:rsidRPr="00E335C3">
        <w:t xml:space="preserve">von Symmetrie ist einfach, ziemlich bekannt und leicht </w:t>
      </w:r>
      <w:r w:rsidR="00E335C3" w:rsidRPr="00E335C3">
        <w:t>verständlich</w:t>
      </w:r>
      <w:r w:rsidRPr="00E335C3">
        <w:t>.</w:t>
      </w:r>
      <w:r w:rsidR="00767BA8">
        <w:t xml:space="preserve"> </w:t>
      </w:r>
      <w:r w:rsidRPr="00E335C3">
        <w:t xml:space="preserve">Trotzdem wird oft das Ausprobieren an einzelnen Stellen </w:t>
      </w:r>
      <w:r w:rsidR="00E335C3" w:rsidRPr="00E335C3">
        <w:t>fälschlich</w:t>
      </w:r>
      <w:r w:rsidRPr="00E335C3">
        <w:t xml:space="preserve"> als Beweis</w:t>
      </w:r>
      <w:r w:rsidR="00767BA8">
        <w:t xml:space="preserve"> </w:t>
      </w:r>
      <w:r w:rsidRPr="00E335C3">
        <w:t>angesehen. Deshalb kann am Be</w:t>
      </w:r>
      <w:r w:rsidRPr="00E335C3">
        <w:t>i</w:t>
      </w:r>
      <w:r w:rsidRPr="00E335C3">
        <w:t>spiel symmetrischer Funktionen gut</w:t>
      </w:r>
      <w:r w:rsidR="00767BA8">
        <w:t xml:space="preserve"> </w:t>
      </w:r>
      <w:r w:rsidR="00E335C3" w:rsidRPr="00E335C3">
        <w:t>erläutert</w:t>
      </w:r>
      <w:r w:rsidRPr="00E335C3">
        <w:t xml:space="preserve"> werden, wann ein echter Beweis </w:t>
      </w:r>
      <w:r w:rsidR="00E335C3" w:rsidRPr="00E335C3">
        <w:t>nötig</w:t>
      </w:r>
      <w:r w:rsidRPr="00E335C3">
        <w:t xml:space="preserve"> ist und was diesen ausmacht</w:t>
      </w:r>
      <w:r w:rsidR="00767BA8">
        <w:t xml:space="preserve"> </w:t>
      </w:r>
      <w:r w:rsidRPr="00E335C3">
        <w:t xml:space="preserve">und wann ein einziges Gegenbeispiel </w:t>
      </w:r>
      <w:r w:rsidR="00E335C3" w:rsidRPr="00E335C3">
        <w:t>genügt</w:t>
      </w:r>
      <w:r w:rsidRPr="00E335C3">
        <w:t>.</w:t>
      </w:r>
      <w:r w:rsidR="00767BA8">
        <w:t xml:space="preserve"> </w:t>
      </w:r>
      <w:r w:rsidRPr="00E335C3">
        <w:t xml:space="preserve">Die </w:t>
      </w:r>
      <w:r w:rsidR="00E335C3" w:rsidRPr="00E335C3">
        <w:t>ausgewählten</w:t>
      </w:r>
      <w:r w:rsidRPr="00E335C3">
        <w:t xml:space="preserve"> Au</w:t>
      </w:r>
      <w:r w:rsidRPr="00E335C3">
        <w:t>f</w:t>
      </w:r>
      <w:r w:rsidRPr="00E335C3">
        <w:t xml:space="preserve">gaben </w:t>
      </w:r>
      <w:r w:rsidR="00E335C3" w:rsidRPr="00E335C3">
        <w:t>können</w:t>
      </w:r>
      <w:r w:rsidRPr="00E335C3">
        <w:t xml:space="preserve"> leicht reduziert oder aber </w:t>
      </w:r>
      <w:r w:rsidR="00E335C3" w:rsidRPr="00E335C3">
        <w:t>ergänzt</w:t>
      </w:r>
      <w:r w:rsidRPr="00E335C3">
        <w:t xml:space="preserve"> werden.</w:t>
      </w:r>
      <w:r w:rsidR="00767BA8">
        <w:t xml:space="preserve"> </w:t>
      </w:r>
      <w:r w:rsidRPr="00E335C3">
        <w:t>Die beispielhaft gezeigte Einheit kann also sehr gut auf einen vorgegebenen</w:t>
      </w:r>
      <w:r w:rsidR="00767BA8">
        <w:t xml:space="preserve"> </w:t>
      </w:r>
      <w:r w:rsidRPr="00E335C3">
        <w:t xml:space="preserve">Zeitrahmen skaliert werden. Die Darreichung geschieht als </w:t>
      </w:r>
      <w:r w:rsidR="00E335C3" w:rsidRPr="00E335C3">
        <w:t>Lückentext</w:t>
      </w:r>
      <w:r w:rsidRPr="00E335C3">
        <w:t>,</w:t>
      </w:r>
      <w:r w:rsidR="00767BA8">
        <w:t xml:space="preserve"> </w:t>
      </w:r>
      <w:r w:rsidRPr="00E335C3">
        <w:t>bei der ich an eine Verwendung als Arbeitsblatt denke. Auch and</w:t>
      </w:r>
      <w:r w:rsidRPr="00E335C3">
        <w:t>e</w:t>
      </w:r>
      <w:r w:rsidRPr="00E335C3">
        <w:t>re Verwendungen,</w:t>
      </w:r>
      <w:r w:rsidR="00767BA8">
        <w:t xml:space="preserve"> </w:t>
      </w:r>
      <w:r w:rsidRPr="00E335C3">
        <w:t xml:space="preserve">etwa als Grundlage </w:t>
      </w:r>
      <w:r w:rsidR="00E335C3" w:rsidRPr="00E335C3">
        <w:t>für</w:t>
      </w:r>
      <w:r w:rsidRPr="00E335C3">
        <w:t xml:space="preserve"> eine GFS, sind </w:t>
      </w:r>
      <w:r w:rsidR="00E335C3" w:rsidRPr="00E335C3">
        <w:t>möglich</w:t>
      </w:r>
      <w:r w:rsidRPr="00E335C3">
        <w:t>.</w:t>
      </w:r>
    </w:p>
    <w:p w:rsidR="009D3FF5" w:rsidRPr="00E335C3" w:rsidRDefault="009D3FF5" w:rsidP="00E335C3">
      <w:pPr>
        <w:pStyle w:val="LSStandardtext"/>
      </w:pPr>
      <w:r w:rsidRPr="00E335C3">
        <w:br w:type="page"/>
      </w:r>
    </w:p>
    <w:p w:rsidR="009D3FF5" w:rsidRDefault="009D3FF5" w:rsidP="00767BA8">
      <w:pPr>
        <w:pStyle w:val="LSStandardtext"/>
        <w:jc w:val="left"/>
        <w:rPr>
          <w:b/>
          <w:bCs/>
          <w:sz w:val="24"/>
        </w:rPr>
      </w:pPr>
      <w:r w:rsidRPr="00767BA8">
        <w:rPr>
          <w:b/>
          <w:bCs/>
          <w:sz w:val="24"/>
        </w:rPr>
        <w:lastRenderedPageBreak/>
        <w:t>Symmetrische Funktionen</w:t>
      </w:r>
    </w:p>
    <w:p w:rsidR="00DB0121" w:rsidRPr="00767BA8" w:rsidRDefault="00DB0121" w:rsidP="00767BA8">
      <w:pPr>
        <w:pStyle w:val="LSStandardtext"/>
        <w:jc w:val="left"/>
        <w:rPr>
          <w:b/>
          <w:bCs/>
          <w:sz w:val="24"/>
        </w:rPr>
      </w:pPr>
    </w:p>
    <w:p w:rsidR="009D3FF5" w:rsidRPr="00E335C3" w:rsidRDefault="009D3FF5" w:rsidP="00767BA8">
      <w:pPr>
        <w:pStyle w:val="LSStandardtext"/>
      </w:pPr>
      <w:r w:rsidRPr="00E335C3">
        <w:t>Der Einfachheit halber werden n</w:t>
      </w:r>
      <w:r w:rsidR="007336B2">
        <w:t xml:space="preserve">ur </w:t>
      </w:r>
      <w:r w:rsidR="00E335C3" w:rsidRPr="00E335C3">
        <w:t>überall</w:t>
      </w:r>
      <w:r w:rsidRPr="00E335C3">
        <w:t xml:space="preserve"> definierte Funktionen betrachtet.</w:t>
      </w:r>
    </w:p>
    <w:p w:rsidR="00767BA8" w:rsidRDefault="009D3FF5" w:rsidP="00767BA8">
      <w:pPr>
        <w:pStyle w:val="LSStandardtext"/>
      </w:pPr>
      <w:r w:rsidRPr="00767BA8">
        <w:rPr>
          <w:b/>
        </w:rPr>
        <w:t>Definition 1.1.</w:t>
      </w:r>
      <w:r w:rsidRPr="00E335C3">
        <w:t xml:space="preserve"> Eine derartige Funktion </w:t>
      </w:r>
      <w:proofErr w:type="gramStart"/>
      <w:r w:rsidRPr="00E335C3">
        <w:t>f :</w:t>
      </w:r>
      <w:proofErr w:type="gramEnd"/>
      <w:r w:rsidRPr="00E335C3">
        <w:t xml:space="preserve"> </w:t>
      </w:r>
      <w:r w:rsidR="00767BA8">
        <w:rPr>
          <w:rFonts w:ascii="Cambria Math" w:hAnsi="Cambria Math" w:cs="Cambria Math"/>
        </w:rPr>
        <w:t>ℝ</w:t>
      </w:r>
      <w:r w:rsidR="00767BA8">
        <w:t xml:space="preserve"> </w:t>
      </w:r>
      <w:r w:rsidRPr="00E335C3">
        <w:t xml:space="preserve"> </w:t>
      </w:r>
      <w:r w:rsidRPr="00E335C3">
        <w:rPr>
          <w:rFonts w:eastAsia="CMSY10" w:hint="eastAsia"/>
        </w:rPr>
        <w:t>→</w:t>
      </w:r>
      <w:r w:rsidR="00767BA8">
        <w:rPr>
          <w:rFonts w:ascii="Cambria Math" w:hAnsi="Cambria Math" w:cs="Cambria Math"/>
        </w:rPr>
        <w:t>ℝ</w:t>
      </w:r>
      <w:r w:rsidR="00767BA8">
        <w:t xml:space="preserve"> </w:t>
      </w:r>
      <w:r w:rsidRPr="00E335C3">
        <w:t xml:space="preserve"> heißt ...</w:t>
      </w:r>
    </w:p>
    <w:p w:rsidR="009D3FF5" w:rsidRPr="00E335C3" w:rsidRDefault="009D3FF5" w:rsidP="00767BA8">
      <w:pPr>
        <w:pStyle w:val="LSStandardtext"/>
        <w:numPr>
          <w:ilvl w:val="0"/>
          <w:numId w:val="27"/>
        </w:numPr>
      </w:pPr>
      <w:r w:rsidRPr="00E335C3">
        <w:t>... gerade wenn f(</w:t>
      </w:r>
      <w:r w:rsidRPr="00E335C3">
        <w:rPr>
          <w:rFonts w:eastAsia="CMSY10" w:hint="eastAsia"/>
        </w:rPr>
        <w:t>−</w:t>
      </w:r>
      <w:r w:rsidRPr="00E335C3">
        <w:t xml:space="preserve">x) = f(x) </w:t>
      </w:r>
      <w:r w:rsidR="00E335C3" w:rsidRPr="00E335C3">
        <w:t>für</w:t>
      </w:r>
      <w:r w:rsidRPr="00E335C3">
        <w:t xml:space="preserve"> beliebige x </w:t>
      </w:r>
      <w:r w:rsidRPr="00E335C3">
        <w:rPr>
          <w:rFonts w:eastAsia="CMSY10" w:hint="eastAsia"/>
        </w:rPr>
        <w:t>∈</w:t>
      </w:r>
      <w:r w:rsidR="00767BA8">
        <w:rPr>
          <w:rFonts w:ascii="Cambria Math" w:hAnsi="Cambria Math" w:cs="Cambria Math"/>
        </w:rPr>
        <w:t>ℝ</w:t>
      </w:r>
      <w:r w:rsidRPr="00E335C3">
        <w:t>.</w:t>
      </w:r>
    </w:p>
    <w:p w:rsidR="009D3FF5" w:rsidRPr="00E335C3" w:rsidRDefault="009D3FF5" w:rsidP="00767BA8">
      <w:pPr>
        <w:pStyle w:val="LSStandardtext"/>
        <w:numPr>
          <w:ilvl w:val="0"/>
          <w:numId w:val="27"/>
        </w:numPr>
      </w:pPr>
      <w:r w:rsidRPr="00E335C3">
        <w:t>... ungerade wenn f(</w:t>
      </w:r>
      <w:r w:rsidRPr="00E335C3">
        <w:rPr>
          <w:rFonts w:eastAsia="CMSY10" w:hint="eastAsia"/>
        </w:rPr>
        <w:t>−</w:t>
      </w:r>
      <w:r w:rsidRPr="00E335C3">
        <w:t xml:space="preserve">x) = </w:t>
      </w:r>
      <w:r w:rsidRPr="00E335C3">
        <w:rPr>
          <w:rFonts w:eastAsia="CMSY10" w:hint="eastAsia"/>
        </w:rPr>
        <w:t>−</w:t>
      </w:r>
      <w:r w:rsidRPr="00E335C3">
        <w:t xml:space="preserve">f(x) </w:t>
      </w:r>
      <w:r w:rsidR="00E335C3" w:rsidRPr="00E335C3">
        <w:t>für</w:t>
      </w:r>
      <w:r w:rsidRPr="00E335C3">
        <w:t xml:space="preserve"> beliebige x </w:t>
      </w:r>
      <w:r w:rsidRPr="00E335C3">
        <w:rPr>
          <w:rFonts w:eastAsia="CMSY10" w:hint="eastAsia"/>
        </w:rPr>
        <w:t>∈</w:t>
      </w:r>
      <w:r w:rsidR="00767BA8">
        <w:rPr>
          <w:rFonts w:ascii="Cambria Math" w:hAnsi="Cambria Math" w:cs="Cambria Math"/>
        </w:rPr>
        <w:t>ℝ</w:t>
      </w:r>
      <w:r w:rsidR="00767BA8">
        <w:t xml:space="preserve"> </w:t>
      </w:r>
      <w:r w:rsidRPr="00E335C3">
        <w:t>.</w:t>
      </w:r>
    </w:p>
    <w:p w:rsidR="009D3FF5" w:rsidRPr="00E335C3" w:rsidRDefault="009D3FF5" w:rsidP="00767BA8">
      <w:pPr>
        <w:pStyle w:val="LSStandardtext"/>
      </w:pPr>
      <w:r w:rsidRPr="00E335C3">
        <w:t>Das Schaubild zeigt (in rot) eine gerade Funktion g und (in blau) eine ungerade</w:t>
      </w:r>
      <w:r w:rsidR="00767BA8">
        <w:t xml:space="preserve"> </w:t>
      </w:r>
      <w:r w:rsidRPr="00E335C3">
        <w:t>Funktion u. Die Graphen gerader Funktionen y = f(x) sind symmetrisch</w:t>
      </w:r>
      <w:r w:rsidR="00767BA8">
        <w:t xml:space="preserve"> </w:t>
      </w:r>
      <w:r w:rsidRPr="00E335C3">
        <w:t>zur y-Achse. Die Graphen ung</w:t>
      </w:r>
      <w:r w:rsidRPr="00E335C3">
        <w:t>e</w:t>
      </w:r>
      <w:r w:rsidRPr="00E335C3">
        <w:t>rader Funktionen sind punktsymmetrisch</w:t>
      </w:r>
      <w:r w:rsidR="00767BA8">
        <w:t xml:space="preserve"> </w:t>
      </w:r>
      <w:r w:rsidRPr="00E335C3">
        <w:t>zum Ursprung.</w:t>
      </w:r>
    </w:p>
    <w:p w:rsidR="009D3FF5" w:rsidRPr="00E335C3" w:rsidRDefault="009D3FF5" w:rsidP="00767BA8">
      <w:pPr>
        <w:pStyle w:val="LSStandardtext"/>
      </w:pPr>
    </w:p>
    <w:p w:rsidR="009D3FF5" w:rsidRPr="00E335C3" w:rsidRDefault="009D3FF5" w:rsidP="00E335C3">
      <w:r w:rsidRPr="00E335C3">
        <w:rPr>
          <w:noProof/>
        </w:rPr>
        <w:drawing>
          <wp:inline distT="0" distB="0" distL="0" distR="0" wp14:anchorId="42EFFE95" wp14:editId="0C067EE9">
            <wp:extent cx="2381693" cy="273309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2209" cy="2733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FF5" w:rsidRPr="00E335C3" w:rsidRDefault="009D3FF5" w:rsidP="00E335C3"/>
    <w:p w:rsidR="009D3FF5" w:rsidRPr="00E335C3" w:rsidRDefault="009D3FF5" w:rsidP="0016195E">
      <w:pPr>
        <w:pStyle w:val="LSStandardtext"/>
      </w:pPr>
      <w:r w:rsidRPr="00E335C3">
        <w:t xml:space="preserve">Dass g </w:t>
      </w:r>
      <w:r w:rsidR="00E335C3" w:rsidRPr="00E335C3">
        <w:t>tatsächlich</w:t>
      </w:r>
      <w:r w:rsidRPr="00E335C3">
        <w:t xml:space="preserve"> gerade und u ungerade ist, kann bewiesen werden.</w:t>
      </w:r>
    </w:p>
    <w:p w:rsidR="009D3FF5" w:rsidRPr="00E335C3" w:rsidRDefault="009D3FF5" w:rsidP="0016195E">
      <w:pPr>
        <w:pStyle w:val="LSStandardtext"/>
      </w:pPr>
      <w:r w:rsidRPr="0016195E">
        <w:rPr>
          <w:i/>
        </w:rPr>
        <w:t>Beweis.</w:t>
      </w:r>
      <w:r w:rsidRPr="00E335C3">
        <w:t xml:space="preserve"> Es ist </w:t>
      </w:r>
      <w:r w:rsidR="00E335C3" w:rsidRPr="00E335C3">
        <w:t>nämlich</w:t>
      </w:r>
      <w:r w:rsidRPr="00E335C3">
        <w:t xml:space="preserve"> </w:t>
      </w:r>
      <w:r w:rsidR="00E335C3" w:rsidRPr="00E335C3">
        <w:t>für</w:t>
      </w:r>
      <w:r w:rsidRPr="00E335C3">
        <w:t xml:space="preserve"> alle x </w:t>
      </w:r>
      <w:r w:rsidRPr="00E335C3">
        <w:rPr>
          <w:rFonts w:eastAsia="CMSY10" w:hint="eastAsia"/>
        </w:rPr>
        <w:t>∈</w:t>
      </w:r>
      <w:r w:rsidR="0016195E">
        <w:rPr>
          <w:rFonts w:ascii="Cambria Math" w:hAnsi="Cambria Math" w:cs="Cambria Math"/>
        </w:rPr>
        <w:t>ℝ</w:t>
      </w:r>
      <w:r w:rsidR="0016195E">
        <w:t xml:space="preserve"> </w:t>
      </w:r>
    </w:p>
    <w:p w:rsidR="009D3FF5" w:rsidRPr="00D97946" w:rsidRDefault="009D3FF5" w:rsidP="0016195E">
      <w:pPr>
        <w:pStyle w:val="LSStandardtext"/>
        <w:ind w:firstLine="708"/>
        <w:rPr>
          <w:color w:val="000000" w:themeColor="text1"/>
        </w:rPr>
      </w:pPr>
      <w:r w:rsidRPr="00E335C3">
        <w:t>g(</w:t>
      </w:r>
      <w:r w:rsidRPr="00E335C3">
        <w:rPr>
          <w:rFonts w:eastAsia="CMSY10" w:hint="eastAsia"/>
        </w:rPr>
        <w:t>−</w:t>
      </w:r>
      <w:r w:rsidR="00D97946">
        <w:t>x) =</w:t>
      </w:r>
      <w:r w:rsidR="00D97946">
        <w:tab/>
      </w:r>
      <w:r w:rsidR="00D97946">
        <w:tab/>
      </w:r>
      <w:r w:rsidR="00D97946">
        <w:tab/>
      </w:r>
      <w:r w:rsidR="00D97946">
        <w:tab/>
      </w:r>
      <w:r w:rsidR="00D97946">
        <w:tab/>
      </w:r>
      <w:r w:rsidR="00D97946">
        <w:tab/>
      </w:r>
      <w:r w:rsidR="00D97946">
        <w:tab/>
      </w:r>
      <w:r w:rsidR="00D97946">
        <w:tab/>
      </w:r>
      <w:r w:rsidR="00D97946">
        <w:tab/>
      </w:r>
      <w:r w:rsidR="00D97946">
        <w:tab/>
      </w:r>
      <w:r w:rsidR="00D97946">
        <w:tab/>
      </w:r>
      <w:r w:rsidRPr="00D97946">
        <w:rPr>
          <w:color w:val="000000" w:themeColor="text1"/>
        </w:rPr>
        <w:t>= g(x)</w:t>
      </w:r>
    </w:p>
    <w:p w:rsidR="009D3FF5" w:rsidRPr="00D97946" w:rsidRDefault="009D3FF5" w:rsidP="0016195E">
      <w:pPr>
        <w:pStyle w:val="LSStandardtext"/>
        <w:ind w:firstLine="708"/>
        <w:rPr>
          <w:color w:val="000000" w:themeColor="text1"/>
        </w:rPr>
      </w:pPr>
      <w:r w:rsidRPr="00D97946">
        <w:rPr>
          <w:color w:val="000000" w:themeColor="text1"/>
        </w:rPr>
        <w:t>u(</w:t>
      </w:r>
      <w:r w:rsidRPr="00D97946">
        <w:rPr>
          <w:rFonts w:eastAsia="CMSY10" w:hint="eastAsia"/>
          <w:color w:val="000000" w:themeColor="text1"/>
        </w:rPr>
        <w:t>−</w:t>
      </w:r>
      <w:r w:rsidRPr="00D97946">
        <w:rPr>
          <w:color w:val="000000" w:themeColor="text1"/>
        </w:rPr>
        <w:t xml:space="preserve">x) = </w:t>
      </w:r>
    </w:p>
    <w:p w:rsidR="009D3FF5" w:rsidRPr="00E335C3" w:rsidRDefault="009D3FF5" w:rsidP="0016195E">
      <w:pPr>
        <w:pStyle w:val="LSStandardtext"/>
      </w:pPr>
    </w:p>
    <w:p w:rsidR="00D97946" w:rsidRDefault="00E335C3" w:rsidP="0016195E">
      <w:pPr>
        <w:pStyle w:val="LSStandardtext"/>
      </w:pPr>
      <w:r w:rsidRPr="00E335C3">
        <w:t>Natürlich</w:t>
      </w:r>
      <w:r w:rsidR="009D3FF5" w:rsidRPr="00E335C3">
        <w:t xml:space="preserve"> reicht es nicht aus, die jeweilige Bedingung (f(</w:t>
      </w:r>
      <w:r w:rsidR="009D3FF5" w:rsidRPr="00E335C3">
        <w:rPr>
          <w:rFonts w:eastAsia="CMSY10" w:hint="eastAsia"/>
        </w:rPr>
        <w:t>−</w:t>
      </w:r>
      <w:r w:rsidR="009D3FF5" w:rsidRPr="00E335C3">
        <w:t>x) = f(x) bei</w:t>
      </w:r>
      <w:r w:rsidR="00D97946">
        <w:t xml:space="preserve"> </w:t>
      </w:r>
      <w:r w:rsidR="009D3FF5" w:rsidRPr="00E335C3">
        <w:t xml:space="preserve">geraden bzw. </w:t>
      </w:r>
    </w:p>
    <w:p w:rsidR="009D3FF5" w:rsidRPr="00E335C3" w:rsidRDefault="009D3FF5" w:rsidP="0016195E">
      <w:pPr>
        <w:pStyle w:val="LSStandardtext"/>
      </w:pPr>
      <w:r w:rsidRPr="00E335C3">
        <w:t>f(</w:t>
      </w:r>
      <w:r w:rsidRPr="00E335C3">
        <w:rPr>
          <w:rFonts w:eastAsia="CMSY10" w:hint="eastAsia"/>
        </w:rPr>
        <w:t>−</w:t>
      </w:r>
      <w:r w:rsidRPr="00E335C3">
        <w:t xml:space="preserve">x) = </w:t>
      </w:r>
      <w:r w:rsidRPr="00E335C3">
        <w:rPr>
          <w:rFonts w:eastAsia="CMSY10" w:hint="eastAsia"/>
        </w:rPr>
        <w:t>−</w:t>
      </w:r>
      <w:r w:rsidRPr="00E335C3">
        <w:t>f(x) bei ungeraden Funktionen) an einer einzelnen</w:t>
      </w:r>
      <w:r w:rsidR="00D97946">
        <w:t xml:space="preserve"> </w:t>
      </w:r>
      <w:r w:rsidRPr="00E335C3">
        <w:t xml:space="preserve">Stelle zu </w:t>
      </w:r>
      <w:r w:rsidR="00E335C3" w:rsidRPr="00E335C3">
        <w:t>prüfen</w:t>
      </w:r>
      <w:r w:rsidRPr="00E335C3">
        <w:t xml:space="preserve">. Die Bedingung muss an allen Stellen gelten. Das kann </w:t>
      </w:r>
      <w:r w:rsidR="00E335C3" w:rsidRPr="00E335C3">
        <w:t>für</w:t>
      </w:r>
      <w:r w:rsidR="00D97946">
        <w:t xml:space="preserve"> </w:t>
      </w:r>
      <w:r w:rsidRPr="00E335C3">
        <w:t>allgemeine Fun</w:t>
      </w:r>
      <w:r w:rsidR="00D97946">
        <w:t xml:space="preserve">ktionen niemals durch einzelne </w:t>
      </w:r>
      <w:r w:rsidR="00E335C3" w:rsidRPr="00E335C3">
        <w:t>Überprüfungen</w:t>
      </w:r>
      <w:r w:rsidR="007336B2">
        <w:t xml:space="preserve"> –</w:t>
      </w:r>
      <w:r w:rsidRPr="00E335C3">
        <w:t xml:space="preserve"> und seien es</w:t>
      </w:r>
      <w:r w:rsidR="00D97946">
        <w:t xml:space="preserve"> </w:t>
      </w:r>
      <w:r w:rsidR="007336B2">
        <w:t>noch so viele –</w:t>
      </w:r>
      <w:r w:rsidRPr="00E335C3">
        <w:t xml:space="preserve"> </w:t>
      </w:r>
      <w:proofErr w:type="gramStart"/>
      <w:r w:rsidRPr="00E335C3">
        <w:t>sicher gestellt</w:t>
      </w:r>
      <w:proofErr w:type="gramEnd"/>
      <w:r w:rsidRPr="00E335C3">
        <w:t xml:space="preserve"> werden.</w:t>
      </w:r>
    </w:p>
    <w:p w:rsidR="009D3FF5" w:rsidRPr="00E335C3" w:rsidRDefault="009D3FF5" w:rsidP="00E335C3">
      <w:r w:rsidRPr="00E335C3">
        <w:br w:type="page"/>
      </w:r>
    </w:p>
    <w:p w:rsidR="00E335C3" w:rsidRDefault="00E335C3" w:rsidP="00DB0121">
      <w:pPr>
        <w:pStyle w:val="LSStandardtext"/>
        <w:jc w:val="left"/>
        <w:rPr>
          <w:b/>
          <w:bCs/>
          <w:sz w:val="24"/>
        </w:rPr>
      </w:pPr>
      <w:r w:rsidRPr="00DB0121">
        <w:rPr>
          <w:b/>
          <w:bCs/>
          <w:sz w:val="24"/>
        </w:rPr>
        <w:lastRenderedPageBreak/>
        <w:t>Symmetrische Polynome</w:t>
      </w:r>
    </w:p>
    <w:p w:rsidR="00DB0121" w:rsidRPr="00DB0121" w:rsidRDefault="00DB0121" w:rsidP="00DB0121">
      <w:pPr>
        <w:pStyle w:val="LSStandardtext"/>
        <w:jc w:val="left"/>
        <w:rPr>
          <w:b/>
          <w:bCs/>
          <w:sz w:val="24"/>
        </w:rPr>
      </w:pPr>
    </w:p>
    <w:p w:rsidR="00E335C3" w:rsidRDefault="0016195E" w:rsidP="0016195E">
      <w:pPr>
        <w:pStyle w:val="LSStandardtext"/>
      </w:pPr>
      <w:r w:rsidRPr="00E335C3">
        <w:t>Bei spezie</w:t>
      </w:r>
      <w:r>
        <w:t>llen Funktionen kann aber die Überprü</w:t>
      </w:r>
      <w:r w:rsidRPr="00E335C3">
        <w:t>fung der Bedingung an endlich</w:t>
      </w:r>
      <w:r w:rsidR="00DB0121">
        <w:t xml:space="preserve"> </w:t>
      </w:r>
      <w:r w:rsidR="00E335C3" w:rsidRPr="00E335C3">
        <w:t>vielen Ste</w:t>
      </w:r>
      <w:r w:rsidR="00E335C3" w:rsidRPr="00E335C3">
        <w:t>l</w:t>
      </w:r>
      <w:r w:rsidR="00E335C3" w:rsidRPr="00E335C3">
        <w:t>len ausreichend sein. Das gilt insbesondere bei Polynomen.</w:t>
      </w:r>
    </w:p>
    <w:p w:rsidR="00DB0121" w:rsidRPr="00E335C3" w:rsidRDefault="00DB0121" w:rsidP="0016195E">
      <w:pPr>
        <w:pStyle w:val="LSStandardtext"/>
      </w:pPr>
    </w:p>
    <w:p w:rsidR="00E335C3" w:rsidRPr="00E335C3" w:rsidRDefault="00E335C3" w:rsidP="0016195E">
      <w:pPr>
        <w:pStyle w:val="LSStandardtext"/>
      </w:pPr>
      <w:r w:rsidRPr="00DB0121">
        <w:rPr>
          <w:b/>
        </w:rPr>
        <w:t>Definition 2.1.</w:t>
      </w:r>
      <w:r w:rsidRPr="00E335C3">
        <w:t xml:space="preserve"> Eine Funktion f : </w:t>
      </w:r>
      <w:r w:rsidR="0016195E">
        <w:rPr>
          <w:rFonts w:ascii="Cambria Math" w:hAnsi="Cambria Math" w:cs="Cambria Math"/>
        </w:rPr>
        <w:t>ℝ</w:t>
      </w:r>
      <w:r w:rsidR="0016195E">
        <w:t xml:space="preserve"> </w:t>
      </w:r>
      <w:r w:rsidRPr="00E335C3">
        <w:t xml:space="preserve"> </w:t>
      </w:r>
      <w:r w:rsidRPr="00E335C3">
        <w:rPr>
          <w:rFonts w:eastAsia="CMSY10" w:hint="eastAsia"/>
        </w:rPr>
        <w:t>→</w:t>
      </w:r>
      <w:r w:rsidR="0016195E">
        <w:rPr>
          <w:rFonts w:ascii="Cambria Math" w:hAnsi="Cambria Math" w:cs="Cambria Math"/>
        </w:rPr>
        <w:t>ℝ</w:t>
      </w:r>
      <w:r w:rsidR="0016195E">
        <w:t xml:space="preserve"> </w:t>
      </w:r>
      <w:r w:rsidRPr="00E335C3">
        <w:t xml:space="preserve"> mit</w:t>
      </w:r>
    </w:p>
    <w:p w:rsidR="00E335C3" w:rsidRPr="00C4450B" w:rsidRDefault="00E335C3" w:rsidP="00B776AF">
      <w:pPr>
        <w:pStyle w:val="LSStandardtext"/>
        <w:ind w:firstLine="708"/>
        <w:rPr>
          <w:lang w:val="en-US"/>
        </w:rPr>
      </w:pPr>
      <w:r w:rsidRPr="00E335C3">
        <w:t xml:space="preserve">f(x) = </w:t>
      </w:r>
      <w:proofErr w:type="spellStart"/>
      <w:r w:rsidRPr="00E335C3">
        <w:t>a</w:t>
      </w:r>
      <w:r w:rsidRPr="00DB0121">
        <w:rPr>
          <w:vertAlign w:val="subscript"/>
        </w:rPr>
        <w:t>n</w:t>
      </w:r>
      <w:r w:rsidRPr="00E335C3">
        <w:t>x</w:t>
      </w:r>
      <w:r w:rsidRPr="00DB0121">
        <w:rPr>
          <w:vertAlign w:val="subscript"/>
        </w:rPr>
        <w:t>n</w:t>
      </w:r>
      <w:proofErr w:type="spellEnd"/>
      <w:r w:rsidRPr="00E335C3">
        <w:t xml:space="preserve"> + a</w:t>
      </w:r>
      <w:r w:rsidRPr="00DB0121">
        <w:rPr>
          <w:vertAlign w:val="subscript"/>
        </w:rPr>
        <w:t>n−1</w:t>
      </w:r>
      <w:r w:rsidRPr="00E335C3">
        <w:t>x</w:t>
      </w:r>
      <w:r w:rsidRPr="00DB0121">
        <w:rPr>
          <w:vertAlign w:val="subscript"/>
        </w:rPr>
        <w:t>n−1</w:t>
      </w:r>
      <w:r w:rsidRPr="00E335C3">
        <w:t xml:space="preserve"> + . . . </w:t>
      </w:r>
      <w:r w:rsidRPr="00C4450B">
        <w:rPr>
          <w:lang w:val="en-US"/>
        </w:rPr>
        <w:t>+ a</w:t>
      </w:r>
      <w:r w:rsidRPr="00C4450B">
        <w:rPr>
          <w:vertAlign w:val="subscript"/>
          <w:lang w:val="en-US"/>
        </w:rPr>
        <w:t>1</w:t>
      </w:r>
      <w:r w:rsidRPr="00C4450B">
        <w:rPr>
          <w:lang w:val="en-US"/>
        </w:rPr>
        <w:t>x + a</w:t>
      </w:r>
      <w:r w:rsidRPr="00C4450B">
        <w:rPr>
          <w:vertAlign w:val="subscript"/>
          <w:lang w:val="en-US"/>
        </w:rPr>
        <w:t>0</w:t>
      </w:r>
    </w:p>
    <w:p w:rsidR="00E335C3" w:rsidRPr="007336B2" w:rsidRDefault="00E335C3" w:rsidP="0016195E">
      <w:pPr>
        <w:pStyle w:val="LSStandardtext"/>
      </w:pPr>
      <w:r w:rsidRPr="007336B2">
        <w:t xml:space="preserve">wobei n </w:t>
      </w:r>
      <w:r w:rsidRPr="007336B2">
        <w:rPr>
          <w:rFonts w:eastAsia="CMSY10" w:hint="eastAsia"/>
        </w:rPr>
        <w:t>∈</w:t>
      </w:r>
      <w:r w:rsidRPr="007336B2">
        <w:rPr>
          <w:rFonts w:eastAsia="CMSY10"/>
        </w:rPr>
        <w:t xml:space="preserve"> </w:t>
      </w:r>
      <w:r w:rsidR="00B776AF" w:rsidRPr="007336B2">
        <w:rPr>
          <w:rFonts w:ascii="Cambria Math" w:eastAsia="CMSY10" w:hAnsi="Cambria Math" w:cs="Cambria Math"/>
        </w:rPr>
        <w:t>ℕ</w:t>
      </w:r>
      <w:r w:rsidRPr="007336B2">
        <w:t>; a</w:t>
      </w:r>
      <w:r w:rsidRPr="007336B2">
        <w:rPr>
          <w:vertAlign w:val="subscript"/>
        </w:rPr>
        <w:t>0</w:t>
      </w:r>
      <w:r w:rsidRPr="007336B2">
        <w:t>, a</w:t>
      </w:r>
      <w:r w:rsidRPr="007336B2">
        <w:rPr>
          <w:vertAlign w:val="subscript"/>
        </w:rPr>
        <w:t>1</w:t>
      </w:r>
      <w:r w:rsidRPr="007336B2">
        <w:t xml:space="preserve">, . . . ...an </w:t>
      </w:r>
      <w:r w:rsidRPr="007336B2">
        <w:rPr>
          <w:rFonts w:eastAsia="CMSY10" w:hint="eastAsia"/>
        </w:rPr>
        <w:t>∈</w:t>
      </w:r>
      <w:r w:rsidR="0016195E" w:rsidRPr="007336B2">
        <w:rPr>
          <w:rFonts w:ascii="Cambria Math" w:hAnsi="Cambria Math" w:cs="Cambria Math"/>
        </w:rPr>
        <w:t>ℝ</w:t>
      </w:r>
      <w:r w:rsidR="0016195E" w:rsidRPr="007336B2">
        <w:t xml:space="preserve"> </w:t>
      </w:r>
      <w:r w:rsidRPr="007336B2">
        <w:t xml:space="preserve"> heißt (reelles) </w:t>
      </w:r>
      <w:r w:rsidRPr="007336B2">
        <w:rPr>
          <w:b/>
        </w:rPr>
        <w:t>Polynom</w:t>
      </w:r>
      <w:r w:rsidRPr="007336B2">
        <w:t>.</w:t>
      </w:r>
    </w:p>
    <w:p w:rsidR="00DB0121" w:rsidRPr="007336B2" w:rsidRDefault="00DB0121" w:rsidP="0016195E">
      <w:pPr>
        <w:pStyle w:val="LSStandardtext"/>
      </w:pPr>
    </w:p>
    <w:p w:rsidR="00DB0121" w:rsidRDefault="00E335C3" w:rsidP="0016195E">
      <w:pPr>
        <w:pStyle w:val="LSStandardtext"/>
      </w:pPr>
      <w:r w:rsidRPr="00E335C3">
        <w:t xml:space="preserve">Die Zahlen </w:t>
      </w:r>
      <w:r w:rsidRPr="00DB0121">
        <w:t>a</w:t>
      </w:r>
      <w:r w:rsidRPr="00DB0121">
        <w:rPr>
          <w:vertAlign w:val="subscript"/>
        </w:rPr>
        <w:t>i</w:t>
      </w:r>
      <w:r w:rsidRPr="00E335C3">
        <w:t xml:space="preserve"> heißen </w:t>
      </w:r>
      <w:r w:rsidRPr="00DB0121">
        <w:rPr>
          <w:b/>
        </w:rPr>
        <w:t>Koeffizienten</w:t>
      </w:r>
      <w:r w:rsidR="007336B2">
        <w:t xml:space="preserve"> des Polynoms. </w:t>
      </w:r>
      <w:proofErr w:type="gramStart"/>
      <w:r w:rsidR="007336B2">
        <w:t>Ist</w:t>
      </w:r>
      <w:r w:rsidRPr="00E335C3">
        <w:t xml:space="preserve"> </w:t>
      </w:r>
      <w:proofErr w:type="gramEnd"/>
      <m:oMath>
        <m:sSub>
          <m:sSubPr>
            <m:ctrlPr>
              <w:rPr>
                <w:rFonts w:ascii="Cambria Math" w:eastAsia="CMSY10" w:hAnsi="Cambria Math"/>
                <w:i/>
              </w:rPr>
            </m:ctrlPr>
          </m:sSubPr>
          <m:e>
            <m:r>
              <w:rPr>
                <w:rFonts w:ascii="Cambria Math" w:eastAsia="CMSY10" w:hAnsi="Cambria Math"/>
              </w:rPr>
              <m:t>a</m:t>
            </m:r>
          </m:e>
          <m:sub>
            <m:r>
              <w:rPr>
                <w:rFonts w:ascii="Cambria Math" w:eastAsia="CMSY10" w:hAnsi="Cambria Math"/>
              </w:rPr>
              <m:t>n</m:t>
            </m:r>
          </m:sub>
        </m:sSub>
        <m:r>
          <w:rPr>
            <w:rFonts w:ascii="Cambria Math" w:eastAsia="CMSY10" w:hAnsi="Cambria Math"/>
          </w:rPr>
          <m:t>≠0</m:t>
        </m:r>
      </m:oMath>
      <w:r w:rsidRPr="00E335C3">
        <w:t>, so heißt n</w:t>
      </w:r>
      <w:r w:rsidR="00DB0121">
        <w:t xml:space="preserve"> </w:t>
      </w:r>
      <w:r w:rsidRPr="00E335C3">
        <w:t>der Grad des Pol</w:t>
      </w:r>
      <w:r w:rsidRPr="00E335C3">
        <w:t>y</w:t>
      </w:r>
      <w:r w:rsidRPr="00E335C3">
        <w:t xml:space="preserve">noms, der </w:t>
      </w:r>
      <w:r w:rsidR="0016195E" w:rsidRPr="00E335C3">
        <w:t>höchste</w:t>
      </w:r>
      <w:r w:rsidRPr="00E335C3">
        <w:t xml:space="preserve"> von Null verschiedene Koeffizient legt</w:t>
      </w:r>
      <w:r w:rsidR="00DB0121">
        <w:t xml:space="preserve"> </w:t>
      </w:r>
      <w:r w:rsidRPr="00E335C3">
        <w:t xml:space="preserve">also den </w:t>
      </w:r>
      <w:r w:rsidRPr="00DB0121">
        <w:rPr>
          <w:b/>
        </w:rPr>
        <w:t>Grad</w:t>
      </w:r>
      <w:r w:rsidRPr="00E335C3">
        <w:t xml:space="preserve"> fest.</w:t>
      </w:r>
    </w:p>
    <w:p w:rsidR="00E335C3" w:rsidRDefault="00E335C3" w:rsidP="0016195E">
      <w:pPr>
        <w:pStyle w:val="LSStandardtext"/>
      </w:pPr>
      <w:r w:rsidRPr="00E335C3">
        <w:t xml:space="preserve">Sind alle Koeffizienten Null, so ist f das </w:t>
      </w:r>
      <w:r w:rsidRPr="00DB0121">
        <w:rPr>
          <w:b/>
        </w:rPr>
        <w:t>Nullpolynom</w:t>
      </w:r>
      <w:r w:rsidRPr="00E335C3">
        <w:t>. Es hat keinen festgelegten</w:t>
      </w:r>
      <w:r w:rsidR="00DB0121">
        <w:t xml:space="preserve"> </w:t>
      </w:r>
      <w:r w:rsidRPr="00E335C3">
        <w:t>Grad. (A</w:t>
      </w:r>
      <w:r w:rsidRPr="00E335C3">
        <w:t>l</w:t>
      </w:r>
      <w:r w:rsidRPr="00E335C3">
        <w:t xml:space="preserve">ternativ kann man den Grad des Nullpolynoms als </w:t>
      </w:r>
      <w:r w:rsidRPr="00E335C3">
        <w:rPr>
          <w:rFonts w:eastAsia="CMSY10" w:hint="eastAsia"/>
        </w:rPr>
        <w:t>−</w:t>
      </w:r>
      <w:r w:rsidRPr="00E335C3">
        <w:t>1</w:t>
      </w:r>
      <w:r w:rsidR="00DB0121">
        <w:t xml:space="preserve"> </w:t>
      </w:r>
      <w:r w:rsidRPr="00E335C3">
        <w:t>definieren.)</w:t>
      </w:r>
    </w:p>
    <w:p w:rsidR="00DB0121" w:rsidRPr="00E335C3" w:rsidRDefault="00DB0121" w:rsidP="0016195E">
      <w:pPr>
        <w:pStyle w:val="LSStandardtext"/>
      </w:pPr>
    </w:p>
    <w:p w:rsidR="00E335C3" w:rsidRPr="00DB0121" w:rsidRDefault="00E335C3" w:rsidP="00DB0121">
      <w:pPr>
        <w:pStyle w:val="LSStandardtext"/>
        <w:rPr>
          <w:b/>
          <w:bCs/>
        </w:rPr>
      </w:pPr>
      <w:r w:rsidRPr="00DB0121">
        <w:rPr>
          <w:b/>
          <w:bCs/>
        </w:rPr>
        <w:t>Polynome vom Grad 2</w:t>
      </w:r>
    </w:p>
    <w:p w:rsidR="00E335C3" w:rsidRDefault="00E335C3" w:rsidP="0016195E">
      <w:pPr>
        <w:pStyle w:val="LSStandardtext"/>
      </w:pPr>
      <w:r w:rsidRPr="00E335C3">
        <w:t>Ein Polynom f vom Grad 2 hat stets die Form f(x) = a</w:t>
      </w:r>
      <w:r w:rsidRPr="00DB0121">
        <w:rPr>
          <w:vertAlign w:val="subscript"/>
        </w:rPr>
        <w:t>2</w:t>
      </w:r>
      <w:r w:rsidRPr="00E335C3">
        <w:t>x</w:t>
      </w:r>
      <w:r w:rsidRPr="00DB0121">
        <w:rPr>
          <w:vertAlign w:val="subscript"/>
        </w:rPr>
        <w:t>2</w:t>
      </w:r>
      <w:r w:rsidRPr="00E335C3">
        <w:t xml:space="preserve"> + a</w:t>
      </w:r>
      <w:r w:rsidRPr="00DB0121">
        <w:rPr>
          <w:vertAlign w:val="subscript"/>
        </w:rPr>
        <w:t>1</w:t>
      </w:r>
      <w:r w:rsidRPr="00E335C3">
        <w:t>x + a</w:t>
      </w:r>
      <w:r w:rsidRPr="00DB0121">
        <w:rPr>
          <w:vertAlign w:val="subscript"/>
        </w:rPr>
        <w:t>0</w:t>
      </w:r>
      <w:r w:rsidRPr="00E335C3">
        <w:t xml:space="preserve"> mit</w:t>
      </w:r>
      <w:r w:rsidR="007B6689">
        <w:t xml:space="preserve"> </w:t>
      </w:r>
      <w:r w:rsidRPr="00E335C3">
        <w:t>a</w:t>
      </w:r>
      <w:r w:rsidRPr="00DB0121">
        <w:rPr>
          <w:vertAlign w:val="subscript"/>
        </w:rPr>
        <w:t>2</w:t>
      </w:r>
      <w:r w:rsidRPr="00E335C3">
        <w:t xml:space="preserve"> </w:t>
      </w:r>
      <w:r w:rsidRPr="00E335C3">
        <w:rPr>
          <w:rFonts w:eastAsia="CMSY10"/>
        </w:rPr>
        <w:t>6</w:t>
      </w:r>
      <w:r w:rsidRPr="00E335C3">
        <w:t xml:space="preserve">= 0. </w:t>
      </w:r>
      <w:r w:rsidR="0016195E" w:rsidRPr="00E335C3">
        <w:t>Für</w:t>
      </w:r>
      <w:r w:rsidRPr="00E335C3">
        <w:t xml:space="preserve"> a</w:t>
      </w:r>
      <w:r w:rsidR="00DB0121" w:rsidRPr="00DB0121">
        <w:rPr>
          <w:vertAlign w:val="subscript"/>
        </w:rPr>
        <w:t>2</w:t>
      </w:r>
      <w:r w:rsidRPr="00E335C3">
        <w:t xml:space="preserve"> = 0 ist der Grad kleiner als 2.</w:t>
      </w:r>
    </w:p>
    <w:p w:rsidR="00DB0121" w:rsidRPr="00E335C3" w:rsidRDefault="00DB0121" w:rsidP="0016195E">
      <w:pPr>
        <w:pStyle w:val="LSStandardtext"/>
      </w:pPr>
    </w:p>
    <w:p w:rsidR="00E335C3" w:rsidRPr="00E335C3" w:rsidRDefault="00E335C3" w:rsidP="0016195E">
      <w:pPr>
        <w:pStyle w:val="LSStandardtext"/>
      </w:pPr>
      <w:r w:rsidRPr="00DB0121">
        <w:rPr>
          <w:b/>
        </w:rPr>
        <w:t>Satz 2.1.</w:t>
      </w:r>
      <w:r w:rsidRPr="00E335C3">
        <w:t xml:space="preserve"> Ein Polynom f vom Grad </w:t>
      </w:r>
      <w:r w:rsidRPr="00E335C3">
        <w:rPr>
          <w:rFonts w:eastAsia="CMSY10" w:hint="eastAsia"/>
        </w:rPr>
        <w:t>≤</w:t>
      </w:r>
      <w:r w:rsidRPr="00E335C3">
        <w:rPr>
          <w:rFonts w:eastAsia="CMSY10"/>
        </w:rPr>
        <w:t xml:space="preserve"> </w:t>
      </w:r>
      <w:r w:rsidRPr="00E335C3">
        <w:t>2 mit f(</w:t>
      </w:r>
      <w:r w:rsidRPr="00E335C3">
        <w:rPr>
          <w:rFonts w:eastAsia="CMSY10" w:hint="eastAsia"/>
        </w:rPr>
        <w:t>−</w:t>
      </w:r>
      <w:r w:rsidRPr="00E335C3">
        <w:t>x1) = f(x1) an einer</w:t>
      </w:r>
    </w:p>
    <w:p w:rsidR="00E335C3" w:rsidRDefault="00E335C3" w:rsidP="0016195E">
      <w:pPr>
        <w:pStyle w:val="LSStandardtext"/>
      </w:pPr>
      <w:proofErr w:type="gramStart"/>
      <w:r w:rsidRPr="00E335C3">
        <w:t>einzigen</w:t>
      </w:r>
      <w:proofErr w:type="gramEnd"/>
      <w:r w:rsidRPr="00E335C3">
        <w:t xml:space="preserve"> Stelle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≠0</m:t>
        </m:r>
      </m:oMath>
      <w:r w:rsidRPr="00E335C3">
        <w:t xml:space="preserve"> muss gerade sein.</w:t>
      </w:r>
    </w:p>
    <w:p w:rsidR="00DB0121" w:rsidRPr="00E335C3" w:rsidRDefault="00DB0121" w:rsidP="0016195E">
      <w:pPr>
        <w:pStyle w:val="LSStandardtext"/>
      </w:pPr>
    </w:p>
    <w:p w:rsidR="00DB0121" w:rsidRPr="00E335C3" w:rsidRDefault="00E335C3" w:rsidP="0016195E">
      <w:pPr>
        <w:pStyle w:val="LSStandardtext"/>
      </w:pPr>
      <w:r w:rsidRPr="00E335C3">
        <w:t>Beweis. Die Berechnung</w:t>
      </w:r>
    </w:p>
    <w:p w:rsidR="00E335C3" w:rsidRPr="00E335C3" w:rsidRDefault="00E335C3" w:rsidP="00DB0121">
      <w:pPr>
        <w:pStyle w:val="LSStandardtext"/>
        <w:ind w:firstLine="708"/>
      </w:pPr>
      <w:r w:rsidRPr="00E335C3">
        <w:t>0 = f(</w:t>
      </w:r>
      <w:r w:rsidRPr="00E335C3">
        <w:rPr>
          <w:rFonts w:eastAsia="CMSY10" w:hint="eastAsia"/>
        </w:rPr>
        <w:t>−</w:t>
      </w:r>
      <w:r w:rsidRPr="00E335C3">
        <w:t xml:space="preserve">x1) </w:t>
      </w:r>
      <w:r w:rsidRPr="00E335C3">
        <w:rPr>
          <w:rFonts w:eastAsia="CMSY10" w:hint="eastAsia"/>
        </w:rPr>
        <w:t>−</w:t>
      </w:r>
      <w:r w:rsidRPr="00E335C3">
        <w:rPr>
          <w:rFonts w:eastAsia="CMSY10"/>
        </w:rPr>
        <w:t xml:space="preserve"> </w:t>
      </w:r>
      <w:r w:rsidRPr="00E335C3">
        <w:t>f(x1) =</w:t>
      </w:r>
    </w:p>
    <w:p w:rsidR="00E335C3" w:rsidRPr="00DB0121" w:rsidRDefault="009B3237" w:rsidP="00DB0121">
      <w:pPr>
        <w:pStyle w:val="LSStandardtext"/>
        <w:ind w:firstLine="708"/>
        <w:rPr>
          <w:lang w:val="en-US"/>
        </w:rPr>
      </w:pPr>
      <w:r w:rsidRPr="00DA4D6C">
        <w:t xml:space="preserve">   </w:t>
      </w:r>
      <w:r w:rsidR="00E335C3" w:rsidRPr="00DB0121">
        <w:rPr>
          <w:lang w:val="en-US"/>
        </w:rPr>
        <w:t>= [</w:t>
      </w:r>
      <w:proofErr w:type="gramStart"/>
      <w:r w:rsidR="00E335C3" w:rsidRPr="00DB0121">
        <w:rPr>
          <w:lang w:val="en-US"/>
        </w:rPr>
        <w:t>a</w:t>
      </w:r>
      <w:r w:rsidR="00E335C3" w:rsidRPr="00DB0121">
        <w:rPr>
          <w:vertAlign w:val="subscript"/>
          <w:lang w:val="en-US"/>
        </w:rPr>
        <w:t>2</w:t>
      </w:r>
      <w:r w:rsidR="00E335C3" w:rsidRPr="00DB0121">
        <w:rPr>
          <w:lang w:val="en-US"/>
        </w:rPr>
        <w:t>(</w:t>
      </w:r>
      <w:proofErr w:type="gramEnd"/>
      <w:r w:rsidR="00E335C3" w:rsidRPr="00DB0121">
        <w:rPr>
          <w:rFonts w:eastAsia="CMSY10" w:hint="eastAsia"/>
          <w:lang w:val="en-US"/>
        </w:rPr>
        <w:t>−</w:t>
      </w:r>
      <w:r w:rsidR="00E335C3" w:rsidRPr="00DB0121">
        <w:rPr>
          <w:lang w:val="en-US"/>
        </w:rPr>
        <w:t>x</w:t>
      </w:r>
      <w:r w:rsidR="00E335C3" w:rsidRPr="00DB0121">
        <w:rPr>
          <w:vertAlign w:val="subscript"/>
          <w:lang w:val="en-US"/>
        </w:rPr>
        <w:t>1</w:t>
      </w:r>
      <w:r w:rsidR="00E335C3" w:rsidRPr="00DB0121">
        <w:rPr>
          <w:lang w:val="en-US"/>
        </w:rPr>
        <w:t>)</w:t>
      </w:r>
      <w:r w:rsidR="00E335C3" w:rsidRPr="00DB0121">
        <w:rPr>
          <w:vertAlign w:val="superscript"/>
          <w:lang w:val="en-US"/>
        </w:rPr>
        <w:t>2</w:t>
      </w:r>
      <w:r w:rsidR="00E335C3" w:rsidRPr="00DB0121">
        <w:rPr>
          <w:lang w:val="en-US"/>
        </w:rPr>
        <w:t xml:space="preserve"> + a</w:t>
      </w:r>
      <w:r w:rsidR="00E335C3" w:rsidRPr="00DB0121">
        <w:rPr>
          <w:vertAlign w:val="subscript"/>
          <w:lang w:val="en-US"/>
        </w:rPr>
        <w:t>1</w:t>
      </w:r>
      <w:r w:rsidR="00E335C3" w:rsidRPr="00DB0121">
        <w:rPr>
          <w:lang w:val="en-US"/>
        </w:rPr>
        <w:t>(</w:t>
      </w:r>
      <w:r w:rsidR="00E335C3" w:rsidRPr="00DB0121">
        <w:rPr>
          <w:rFonts w:eastAsia="CMSY10" w:hint="eastAsia"/>
          <w:lang w:val="en-US"/>
        </w:rPr>
        <w:t>−</w:t>
      </w:r>
      <w:r w:rsidR="00E335C3" w:rsidRPr="00DB0121">
        <w:rPr>
          <w:lang w:val="en-US"/>
        </w:rPr>
        <w:t>x</w:t>
      </w:r>
      <w:r w:rsidR="00E335C3" w:rsidRPr="00DB0121">
        <w:rPr>
          <w:vertAlign w:val="subscript"/>
          <w:lang w:val="en-US"/>
        </w:rPr>
        <w:t>1</w:t>
      </w:r>
      <w:r w:rsidR="00E335C3" w:rsidRPr="00DB0121">
        <w:rPr>
          <w:lang w:val="en-US"/>
        </w:rPr>
        <w:t>) + a</w:t>
      </w:r>
      <w:r w:rsidR="00E335C3" w:rsidRPr="00DB0121">
        <w:rPr>
          <w:vertAlign w:val="subscript"/>
          <w:lang w:val="en-US"/>
        </w:rPr>
        <w:t>0</w:t>
      </w:r>
      <w:r w:rsidR="00E335C3" w:rsidRPr="00DB0121">
        <w:rPr>
          <w:lang w:val="en-US"/>
        </w:rPr>
        <w:t xml:space="preserve">] </w:t>
      </w:r>
      <w:r w:rsidR="00E335C3" w:rsidRPr="00DB0121">
        <w:rPr>
          <w:rFonts w:eastAsia="CMSY10" w:hint="eastAsia"/>
          <w:lang w:val="en-US"/>
        </w:rPr>
        <w:t>−</w:t>
      </w:r>
      <w:r w:rsidR="00E335C3" w:rsidRPr="00DB0121">
        <w:rPr>
          <w:rFonts w:eastAsia="CMSY10"/>
          <w:lang w:val="en-US"/>
        </w:rPr>
        <w:t xml:space="preserve"> </w:t>
      </w:r>
      <w:r w:rsidR="00E335C3" w:rsidRPr="00DB0121">
        <w:rPr>
          <w:lang w:val="en-US"/>
        </w:rPr>
        <w:t>[a</w:t>
      </w:r>
      <w:r w:rsidR="00E335C3" w:rsidRPr="00DB0121">
        <w:rPr>
          <w:vertAlign w:val="subscript"/>
          <w:lang w:val="en-US"/>
        </w:rPr>
        <w:t>2</w:t>
      </w:r>
      <w:r w:rsidR="00E335C3" w:rsidRPr="00DB0121">
        <w:rPr>
          <w:lang w:val="en-US"/>
        </w:rPr>
        <w:t>x</w:t>
      </w:r>
      <w:r w:rsidR="00DB0121" w:rsidRPr="00DB0121">
        <w:rPr>
          <w:vertAlign w:val="subscript"/>
          <w:lang w:val="en-US"/>
        </w:rPr>
        <w:t>1</w:t>
      </w:r>
      <w:r w:rsidR="00DB0121" w:rsidRPr="00DB0121">
        <w:rPr>
          <w:vertAlign w:val="superscript"/>
          <w:lang w:val="en-US"/>
        </w:rPr>
        <w:t>2</w:t>
      </w:r>
      <w:r w:rsidR="00E335C3" w:rsidRPr="00DB0121">
        <w:rPr>
          <w:lang w:val="en-US"/>
        </w:rPr>
        <w:t>+ a</w:t>
      </w:r>
      <w:r w:rsidR="00E335C3" w:rsidRPr="00DB0121">
        <w:rPr>
          <w:vertAlign w:val="subscript"/>
          <w:lang w:val="en-US"/>
        </w:rPr>
        <w:t>1</w:t>
      </w:r>
      <w:r w:rsidR="00E335C3" w:rsidRPr="00DB0121">
        <w:rPr>
          <w:lang w:val="en-US"/>
        </w:rPr>
        <w:t>x</w:t>
      </w:r>
      <w:r w:rsidR="00E335C3" w:rsidRPr="00DB0121">
        <w:rPr>
          <w:vertAlign w:val="subscript"/>
          <w:lang w:val="en-US"/>
        </w:rPr>
        <w:t>1</w:t>
      </w:r>
      <w:r w:rsidR="00E335C3" w:rsidRPr="00DB0121">
        <w:rPr>
          <w:lang w:val="en-US"/>
        </w:rPr>
        <w:t xml:space="preserve"> + a</w:t>
      </w:r>
      <w:r w:rsidR="00E335C3" w:rsidRPr="00DB0121">
        <w:rPr>
          <w:vertAlign w:val="subscript"/>
          <w:lang w:val="en-US"/>
        </w:rPr>
        <w:t>0</w:t>
      </w:r>
      <w:r w:rsidR="00E335C3" w:rsidRPr="00DB0121">
        <w:rPr>
          <w:lang w:val="en-US"/>
        </w:rPr>
        <w:t>] =</w:t>
      </w:r>
    </w:p>
    <w:p w:rsidR="00E335C3" w:rsidRDefault="009B3237" w:rsidP="00DB0121">
      <w:pPr>
        <w:pStyle w:val="LSStandardtext"/>
        <w:ind w:firstLine="708"/>
        <w:rPr>
          <w:lang w:val="en-US"/>
        </w:rPr>
      </w:pPr>
      <w:r>
        <w:rPr>
          <w:lang w:val="en-US"/>
        </w:rPr>
        <w:t xml:space="preserve">   </w:t>
      </w:r>
      <w:r w:rsidR="00E335C3" w:rsidRPr="00DB0121">
        <w:rPr>
          <w:lang w:val="en-US"/>
        </w:rPr>
        <w:t>= [a</w:t>
      </w:r>
      <w:r w:rsidR="00E335C3" w:rsidRPr="00DB0121">
        <w:rPr>
          <w:vertAlign w:val="subscript"/>
          <w:lang w:val="en-US"/>
        </w:rPr>
        <w:t>2</w:t>
      </w:r>
      <w:r w:rsidR="00E335C3" w:rsidRPr="00DB0121">
        <w:rPr>
          <w:lang w:val="en-US"/>
        </w:rPr>
        <w:t>x</w:t>
      </w:r>
      <w:r w:rsidR="00DB0121" w:rsidRPr="00DB0121">
        <w:rPr>
          <w:vertAlign w:val="subscript"/>
          <w:lang w:val="en-US"/>
        </w:rPr>
        <w:t>1</w:t>
      </w:r>
      <w:r w:rsidR="00DB0121" w:rsidRPr="00DB0121">
        <w:rPr>
          <w:rFonts w:eastAsia="CMSY10"/>
          <w:vertAlign w:val="superscript"/>
          <w:lang w:val="en-US"/>
        </w:rPr>
        <w:t>2</w:t>
      </w:r>
      <w:r w:rsidR="00E335C3" w:rsidRPr="00DB0121">
        <w:rPr>
          <w:rFonts w:eastAsia="CMSY10" w:hint="eastAsia"/>
          <w:lang w:val="en-US"/>
        </w:rPr>
        <w:t>−</w:t>
      </w:r>
      <w:r w:rsidR="00E335C3" w:rsidRPr="00DB0121">
        <w:rPr>
          <w:rFonts w:eastAsia="CMSY10"/>
          <w:lang w:val="en-US"/>
        </w:rPr>
        <w:t xml:space="preserve"> </w:t>
      </w:r>
      <w:r w:rsidR="00E335C3" w:rsidRPr="00DB0121">
        <w:rPr>
          <w:lang w:val="en-US"/>
        </w:rPr>
        <w:t>a</w:t>
      </w:r>
      <w:r w:rsidR="00E335C3" w:rsidRPr="00DB0121">
        <w:rPr>
          <w:vertAlign w:val="subscript"/>
          <w:lang w:val="en-US"/>
        </w:rPr>
        <w:t>1</w:t>
      </w:r>
      <w:r w:rsidR="00E335C3" w:rsidRPr="00DB0121">
        <w:rPr>
          <w:lang w:val="en-US"/>
        </w:rPr>
        <w:t>x</w:t>
      </w:r>
      <w:r w:rsidR="00E335C3" w:rsidRPr="00DB0121">
        <w:rPr>
          <w:vertAlign w:val="subscript"/>
          <w:lang w:val="en-US"/>
        </w:rPr>
        <w:t>1</w:t>
      </w:r>
      <w:r w:rsidR="00E335C3" w:rsidRPr="00DB0121">
        <w:rPr>
          <w:lang w:val="en-US"/>
        </w:rPr>
        <w:t xml:space="preserve"> + a</w:t>
      </w:r>
      <w:r w:rsidR="00E335C3" w:rsidRPr="00DB0121">
        <w:rPr>
          <w:vertAlign w:val="subscript"/>
          <w:lang w:val="en-US"/>
        </w:rPr>
        <w:t>0</w:t>
      </w:r>
      <w:r w:rsidR="00E335C3" w:rsidRPr="00DB0121">
        <w:rPr>
          <w:lang w:val="en-US"/>
        </w:rPr>
        <w:t xml:space="preserve">] </w:t>
      </w:r>
      <w:r w:rsidR="00E335C3" w:rsidRPr="00DB0121">
        <w:rPr>
          <w:rFonts w:eastAsia="CMSY10" w:hint="eastAsia"/>
          <w:lang w:val="en-US"/>
        </w:rPr>
        <w:t>−</w:t>
      </w:r>
      <w:r w:rsidR="00E335C3" w:rsidRPr="00DB0121">
        <w:rPr>
          <w:rFonts w:eastAsia="CMSY10"/>
          <w:lang w:val="en-US"/>
        </w:rPr>
        <w:t xml:space="preserve"> </w:t>
      </w:r>
      <w:r w:rsidR="00E335C3" w:rsidRPr="00DB0121">
        <w:rPr>
          <w:lang w:val="en-US"/>
        </w:rPr>
        <w:t>[a</w:t>
      </w:r>
      <w:r w:rsidR="00E335C3" w:rsidRPr="00DB0121">
        <w:rPr>
          <w:vertAlign w:val="subscript"/>
          <w:lang w:val="en-US"/>
        </w:rPr>
        <w:t>2</w:t>
      </w:r>
      <w:r w:rsidR="00E335C3" w:rsidRPr="00DB0121">
        <w:rPr>
          <w:lang w:val="en-US"/>
        </w:rPr>
        <w:t>x</w:t>
      </w:r>
      <w:r w:rsidR="00DB0121" w:rsidRPr="00DB0121">
        <w:rPr>
          <w:vertAlign w:val="subscript"/>
          <w:lang w:val="en-US"/>
        </w:rPr>
        <w:t>1</w:t>
      </w:r>
      <w:r w:rsidR="00DB0121" w:rsidRPr="00DB0121">
        <w:rPr>
          <w:vertAlign w:val="superscript"/>
          <w:lang w:val="en-US"/>
        </w:rPr>
        <w:t>2</w:t>
      </w:r>
      <w:r w:rsidR="00E335C3" w:rsidRPr="00DB0121">
        <w:rPr>
          <w:lang w:val="en-US"/>
        </w:rPr>
        <w:t>+ a</w:t>
      </w:r>
      <w:r w:rsidR="00E335C3" w:rsidRPr="00DB0121">
        <w:rPr>
          <w:vertAlign w:val="subscript"/>
          <w:lang w:val="en-US"/>
        </w:rPr>
        <w:t>1</w:t>
      </w:r>
      <w:r w:rsidR="00E335C3" w:rsidRPr="00DB0121">
        <w:rPr>
          <w:lang w:val="en-US"/>
        </w:rPr>
        <w:t>x</w:t>
      </w:r>
      <w:r w:rsidR="00E335C3" w:rsidRPr="00DB0121">
        <w:rPr>
          <w:vertAlign w:val="subscript"/>
          <w:lang w:val="en-US"/>
        </w:rPr>
        <w:t>1</w:t>
      </w:r>
      <w:r w:rsidR="00E335C3" w:rsidRPr="00DB0121">
        <w:rPr>
          <w:lang w:val="en-US"/>
        </w:rPr>
        <w:t xml:space="preserve"> + a</w:t>
      </w:r>
      <w:r w:rsidR="00E335C3" w:rsidRPr="00DB0121">
        <w:rPr>
          <w:vertAlign w:val="subscript"/>
          <w:lang w:val="en-US"/>
        </w:rPr>
        <w:t>0</w:t>
      </w:r>
      <w:r w:rsidR="00E335C3" w:rsidRPr="00DB0121">
        <w:rPr>
          <w:lang w:val="en-US"/>
        </w:rPr>
        <w:t xml:space="preserve">] = </w:t>
      </w:r>
      <w:r w:rsidR="00E335C3" w:rsidRPr="00DB0121">
        <w:rPr>
          <w:rFonts w:eastAsia="CMSY10" w:hint="eastAsia"/>
          <w:lang w:val="en-US"/>
        </w:rPr>
        <w:t>−</w:t>
      </w:r>
      <w:r w:rsidR="00E335C3" w:rsidRPr="00DB0121">
        <w:rPr>
          <w:lang w:val="en-US"/>
        </w:rPr>
        <w:t>2a</w:t>
      </w:r>
      <w:r w:rsidR="00E335C3" w:rsidRPr="00DB0121">
        <w:rPr>
          <w:vertAlign w:val="subscript"/>
          <w:lang w:val="en-US"/>
        </w:rPr>
        <w:t>1</w:t>
      </w:r>
      <w:r w:rsidR="00E335C3" w:rsidRPr="00DB0121">
        <w:rPr>
          <w:lang w:val="en-US"/>
        </w:rPr>
        <w:t>x</w:t>
      </w:r>
      <w:r w:rsidR="00E335C3" w:rsidRPr="00DB0121">
        <w:rPr>
          <w:vertAlign w:val="subscript"/>
          <w:lang w:val="en-US"/>
        </w:rPr>
        <w:t>1</w:t>
      </w:r>
    </w:p>
    <w:p w:rsidR="00DB0121" w:rsidRPr="00DB0121" w:rsidRDefault="00DB0121" w:rsidP="00DB0121">
      <w:pPr>
        <w:pStyle w:val="LSStandardtext"/>
        <w:ind w:firstLine="708"/>
        <w:rPr>
          <w:lang w:val="en-US"/>
        </w:rPr>
      </w:pPr>
    </w:p>
    <w:p w:rsidR="00E335C3" w:rsidRDefault="0016195E" w:rsidP="00CE11DB">
      <w:pPr>
        <w:pStyle w:val="LSStandardtext"/>
        <w:spacing w:line="320" w:lineRule="exact"/>
      </w:pPr>
      <w:r w:rsidRPr="00E335C3">
        <w:t>führt</w:t>
      </w:r>
      <w:r w:rsidR="00E335C3" w:rsidRPr="00E335C3">
        <w:t xml:space="preserve"> zu a</w:t>
      </w:r>
      <w:r w:rsidR="00E335C3" w:rsidRPr="00B776AF">
        <w:rPr>
          <w:vertAlign w:val="subscript"/>
        </w:rPr>
        <w:t>1</w:t>
      </w:r>
      <w:r w:rsidR="00E335C3" w:rsidRPr="00E335C3">
        <w:t>x</w:t>
      </w:r>
      <w:r w:rsidR="00E335C3" w:rsidRPr="00B776AF">
        <w:rPr>
          <w:vertAlign w:val="subscript"/>
        </w:rPr>
        <w:t>1</w:t>
      </w:r>
      <w:r w:rsidR="00E335C3" w:rsidRPr="00E335C3">
        <w:t xml:space="preserve"> = 0. Wegen x</w:t>
      </w:r>
      <w:r w:rsidR="00E335C3" w:rsidRPr="00B776AF">
        <w:rPr>
          <w:vertAlign w:val="subscript"/>
        </w:rPr>
        <w:t>1</w:t>
      </w:r>
      <w:r w:rsidR="00E335C3" w:rsidRPr="00E335C3">
        <w:t xml:space="preserve"> </w:t>
      </w:r>
      <w:r w:rsidR="00B776AF">
        <w:rPr>
          <w:rFonts w:eastAsia="CMSY10"/>
        </w:rPr>
        <w:t>≠</w:t>
      </w:r>
      <w:r w:rsidR="00E335C3" w:rsidRPr="00E335C3">
        <w:t xml:space="preserve"> 0 muss also a</w:t>
      </w:r>
      <w:r w:rsidR="00E335C3" w:rsidRPr="00B776AF">
        <w:rPr>
          <w:vertAlign w:val="subscript"/>
        </w:rPr>
        <w:t>1</w:t>
      </w:r>
      <w:r w:rsidR="00E335C3" w:rsidRPr="00E335C3">
        <w:t xml:space="preserve"> = 0 sein. Das Polynom lautet</w:t>
      </w:r>
      <w:r w:rsidR="007B6689">
        <w:t xml:space="preserve"> </w:t>
      </w:r>
      <w:r w:rsidR="00E335C3" w:rsidRPr="00E335C3">
        <w:t>folglich f(x) = a</w:t>
      </w:r>
      <w:r w:rsidR="00E335C3" w:rsidRPr="00B776AF">
        <w:rPr>
          <w:vertAlign w:val="subscript"/>
        </w:rPr>
        <w:t>2</w:t>
      </w:r>
      <w:r w:rsidR="00E335C3" w:rsidRPr="00E335C3">
        <w:t>x</w:t>
      </w:r>
      <w:r w:rsidR="00CE11DB">
        <w:rPr>
          <w:vertAlign w:val="superscript"/>
        </w:rPr>
        <w:t>2</w:t>
      </w:r>
      <w:r w:rsidR="00E335C3" w:rsidRPr="00E335C3">
        <w:t xml:space="preserve"> +a</w:t>
      </w:r>
      <w:r w:rsidR="00E335C3" w:rsidRPr="00B776AF">
        <w:rPr>
          <w:vertAlign w:val="subscript"/>
        </w:rPr>
        <w:t>0</w:t>
      </w:r>
      <w:r w:rsidR="00E335C3" w:rsidRPr="00E335C3">
        <w:t xml:space="preserve">. Diese Funktion ist aber gerade. </w:t>
      </w:r>
      <w:r w:rsidRPr="00E335C3">
        <w:t>Für</w:t>
      </w:r>
      <w:r w:rsidR="00E335C3" w:rsidRPr="00E335C3">
        <w:t xml:space="preserve"> alle x </w:t>
      </w:r>
      <w:r w:rsidR="00E335C3" w:rsidRPr="00E335C3">
        <w:rPr>
          <w:rFonts w:eastAsia="CMSY10" w:hint="eastAsia"/>
        </w:rPr>
        <w:t>∈</w:t>
      </w:r>
      <w:r>
        <w:rPr>
          <w:rFonts w:ascii="Cambria Math" w:hAnsi="Cambria Math" w:cs="Cambria Math"/>
        </w:rPr>
        <w:t>ℝ</w:t>
      </w:r>
      <w:r>
        <w:t xml:space="preserve"> </w:t>
      </w:r>
      <w:r w:rsidR="00E335C3" w:rsidRPr="00E335C3">
        <w:t xml:space="preserve"> ist</w:t>
      </w:r>
    </w:p>
    <w:p w:rsidR="00E335C3" w:rsidRPr="00DA4D6C" w:rsidRDefault="00E335C3" w:rsidP="00B776AF">
      <w:pPr>
        <w:pStyle w:val="LSStandardtext"/>
        <w:ind w:firstLine="708"/>
      </w:pPr>
      <w:r w:rsidRPr="00DA4D6C">
        <w:t>f(</w:t>
      </w:r>
      <w:r w:rsidRPr="00DA4D6C">
        <w:rPr>
          <w:rFonts w:eastAsia="CMSY10" w:hint="eastAsia"/>
        </w:rPr>
        <w:t>−</w:t>
      </w:r>
      <w:r w:rsidRPr="00DA4D6C">
        <w:t>x) = a</w:t>
      </w:r>
      <w:r w:rsidRPr="00DA4D6C">
        <w:rPr>
          <w:vertAlign w:val="subscript"/>
        </w:rPr>
        <w:t>2</w:t>
      </w:r>
      <w:r w:rsidRPr="00DA4D6C">
        <w:t>(</w:t>
      </w:r>
      <w:r w:rsidRPr="00DA4D6C">
        <w:rPr>
          <w:rFonts w:eastAsia="CMSY10" w:hint="eastAsia"/>
        </w:rPr>
        <w:t>−</w:t>
      </w:r>
      <w:r w:rsidRPr="00DA4D6C">
        <w:t>x)</w:t>
      </w:r>
      <w:r w:rsidRPr="00DA4D6C">
        <w:rPr>
          <w:vertAlign w:val="superscript"/>
        </w:rPr>
        <w:t>2</w:t>
      </w:r>
      <w:r w:rsidRPr="00DA4D6C">
        <w:t xml:space="preserve"> + a</w:t>
      </w:r>
      <w:r w:rsidRPr="00DA4D6C">
        <w:rPr>
          <w:vertAlign w:val="subscript"/>
        </w:rPr>
        <w:t>0</w:t>
      </w:r>
      <w:r w:rsidRPr="00DA4D6C">
        <w:t xml:space="preserve"> = a</w:t>
      </w:r>
      <w:r w:rsidRPr="00DA4D6C">
        <w:rPr>
          <w:vertAlign w:val="subscript"/>
        </w:rPr>
        <w:t>2</w:t>
      </w:r>
      <w:r w:rsidRPr="00DA4D6C">
        <w:t>x</w:t>
      </w:r>
      <w:r w:rsidRPr="00DA4D6C">
        <w:rPr>
          <w:vertAlign w:val="superscript"/>
        </w:rPr>
        <w:t>2</w:t>
      </w:r>
      <w:r w:rsidRPr="00DA4D6C">
        <w:t xml:space="preserve"> + a</w:t>
      </w:r>
      <w:r w:rsidRPr="00DA4D6C">
        <w:rPr>
          <w:vertAlign w:val="subscript"/>
        </w:rPr>
        <w:t>0</w:t>
      </w:r>
      <w:r w:rsidRPr="00DA4D6C">
        <w:t xml:space="preserve"> = f(x)</w:t>
      </w:r>
    </w:p>
    <w:p w:rsidR="00B776AF" w:rsidRPr="00DA4D6C" w:rsidRDefault="00B776AF" w:rsidP="0016195E">
      <w:pPr>
        <w:pStyle w:val="LSStandardtext"/>
      </w:pPr>
    </w:p>
    <w:p w:rsidR="00E335C3" w:rsidRPr="00E335C3" w:rsidRDefault="00E335C3" w:rsidP="0016195E">
      <w:pPr>
        <w:pStyle w:val="LSStandardtext"/>
      </w:pPr>
      <w:r w:rsidRPr="00B776AF">
        <w:rPr>
          <w:b/>
        </w:rPr>
        <w:t>Aufgabe 2.1</w:t>
      </w:r>
      <w:r w:rsidRPr="00E335C3">
        <w:t xml:space="preserve">. Muss ein Polynom f vom Grad </w:t>
      </w:r>
      <w:r w:rsidRPr="00E335C3">
        <w:rPr>
          <w:rFonts w:eastAsia="CMSY10" w:hint="eastAsia"/>
        </w:rPr>
        <w:t>≤</w:t>
      </w:r>
      <w:r w:rsidRPr="00E335C3">
        <w:rPr>
          <w:rFonts w:eastAsia="CMSY10"/>
        </w:rPr>
        <w:t xml:space="preserve"> </w:t>
      </w:r>
      <w:r w:rsidRPr="00E335C3">
        <w:t>2 mit f(</w:t>
      </w:r>
      <w:r w:rsidRPr="00E335C3">
        <w:rPr>
          <w:rFonts w:eastAsia="CMSY10" w:hint="eastAsia"/>
        </w:rPr>
        <w:t>−</w:t>
      </w:r>
      <w:r w:rsidRPr="00E335C3">
        <w:t>x</w:t>
      </w:r>
      <w:r w:rsidRPr="00B776AF">
        <w:rPr>
          <w:vertAlign w:val="subscript"/>
        </w:rPr>
        <w:t>1</w:t>
      </w:r>
      <w:r w:rsidRPr="00E335C3">
        <w:t xml:space="preserve">) = </w:t>
      </w:r>
      <w:r w:rsidRPr="00E335C3">
        <w:rPr>
          <w:rFonts w:eastAsia="CMSY10" w:hint="eastAsia"/>
        </w:rPr>
        <w:t>−</w:t>
      </w:r>
      <w:r w:rsidRPr="00E335C3">
        <w:t>f(x</w:t>
      </w:r>
      <w:r w:rsidRPr="00B776AF">
        <w:rPr>
          <w:vertAlign w:val="subscript"/>
        </w:rPr>
        <w:t>1</w:t>
      </w:r>
      <w:r w:rsidRPr="00E335C3">
        <w:t>)</w:t>
      </w:r>
    </w:p>
    <w:p w:rsidR="007B6689" w:rsidRDefault="00E335C3" w:rsidP="0016195E">
      <w:pPr>
        <w:pStyle w:val="LSStandardtext"/>
      </w:pPr>
      <w:r w:rsidRPr="00E335C3">
        <w:t>an einer einzigen Stelle x</w:t>
      </w:r>
      <w:r w:rsidRPr="00B776AF">
        <w:rPr>
          <w:vertAlign w:val="subscript"/>
        </w:rPr>
        <w:t>1</w:t>
      </w:r>
      <w:r w:rsidRPr="00E335C3">
        <w:t xml:space="preserve"> </w:t>
      </w:r>
      <w:r w:rsidR="00B776AF">
        <w:rPr>
          <w:rFonts w:eastAsia="CMSY10"/>
        </w:rPr>
        <w:t>≠</w:t>
      </w:r>
      <w:r w:rsidRPr="00E335C3">
        <w:t xml:space="preserve"> 0 ungerade sein? Versuchen Sie den Beweis des</w:t>
      </w:r>
      <w:r w:rsidR="007B6689">
        <w:t xml:space="preserve"> </w:t>
      </w:r>
      <w:r w:rsidRPr="00E335C3">
        <w:t>vorangega</w:t>
      </w:r>
      <w:r w:rsidRPr="00E335C3">
        <w:t>n</w:t>
      </w:r>
      <w:r w:rsidR="00CE11DB">
        <w:t xml:space="preserve">genen Satzes zu </w:t>
      </w:r>
      <w:r w:rsidR="0016195E" w:rsidRPr="00E335C3">
        <w:t>übertragen</w:t>
      </w:r>
      <w:r w:rsidRPr="00E335C3">
        <w:t xml:space="preserve">. Was vermuten Sie? </w:t>
      </w:r>
      <w:r w:rsidR="0016195E" w:rsidRPr="00E335C3">
        <w:t>Begründen</w:t>
      </w:r>
      <w:r w:rsidRPr="00E335C3">
        <w:t xml:space="preserve"> Sie</w:t>
      </w:r>
      <w:r w:rsidR="007B6689">
        <w:t xml:space="preserve"> </w:t>
      </w:r>
      <w:r w:rsidRPr="00E335C3">
        <w:t>Ihre Entscheidung.</w:t>
      </w:r>
      <w:r w:rsidR="007B6689">
        <w:t xml:space="preserve"> </w:t>
      </w:r>
    </w:p>
    <w:p w:rsidR="007B6689" w:rsidRPr="007B6689" w:rsidRDefault="007B6689" w:rsidP="00D97946">
      <w:pPr>
        <w:rPr>
          <w:color w:val="FF0000"/>
        </w:rPr>
      </w:pPr>
    </w:p>
    <w:p w:rsidR="00E335C3" w:rsidRPr="007B6689" w:rsidRDefault="00E335C3" w:rsidP="0016195E">
      <w:pPr>
        <w:pStyle w:val="LSStandardtext"/>
      </w:pPr>
      <w:r w:rsidRPr="00E335C3">
        <w:t xml:space="preserve">Um zu zeigen, dass eine allgemeine Regel nicht richtig ist, </w:t>
      </w:r>
      <w:r w:rsidR="0016195E" w:rsidRPr="00E335C3">
        <w:t>genügt</w:t>
      </w:r>
      <w:r w:rsidRPr="00E335C3">
        <w:t xml:space="preserve"> also die</w:t>
      </w:r>
      <w:r w:rsidR="007B6689">
        <w:t xml:space="preserve"> </w:t>
      </w:r>
      <w:r w:rsidRPr="00E335C3">
        <w:t xml:space="preserve">Angabe eines einzigen </w:t>
      </w:r>
      <w:r w:rsidRPr="007B6689">
        <w:rPr>
          <w:b/>
        </w:rPr>
        <w:t>Gegenbeispiels.</w:t>
      </w:r>
    </w:p>
    <w:p w:rsidR="007B6689" w:rsidRPr="00E335C3" w:rsidRDefault="007B6689" w:rsidP="0016195E">
      <w:pPr>
        <w:pStyle w:val="LSStandardtext"/>
      </w:pPr>
    </w:p>
    <w:p w:rsidR="00D97946" w:rsidRDefault="00D97946">
      <w:pPr>
        <w:rPr>
          <w:b/>
        </w:rPr>
      </w:pPr>
      <w:r>
        <w:rPr>
          <w:b/>
        </w:rPr>
        <w:br w:type="page"/>
      </w:r>
    </w:p>
    <w:p w:rsidR="00E335C3" w:rsidRPr="007B6689" w:rsidRDefault="0016195E" w:rsidP="0016195E">
      <w:pPr>
        <w:pStyle w:val="LSStandardtext"/>
        <w:rPr>
          <w:b/>
        </w:rPr>
      </w:pPr>
      <w:r w:rsidRPr="007B6689">
        <w:rPr>
          <w:b/>
        </w:rPr>
        <w:lastRenderedPageBreak/>
        <w:t>Überprüfung</w:t>
      </w:r>
      <w:r w:rsidR="00E335C3" w:rsidRPr="007B6689">
        <w:rPr>
          <w:b/>
        </w:rPr>
        <w:t xml:space="preserve"> an zwei Stellen</w:t>
      </w:r>
    </w:p>
    <w:p w:rsidR="0037098E" w:rsidRDefault="00E335C3" w:rsidP="0016195E">
      <w:pPr>
        <w:pStyle w:val="LSStandardtext"/>
      </w:pPr>
      <w:r w:rsidRPr="00E335C3">
        <w:t xml:space="preserve">Um sicher zu sein, dass ein Polynom vom Grad </w:t>
      </w:r>
      <w:r w:rsidRPr="00E335C3">
        <w:rPr>
          <w:rFonts w:eastAsia="CMSY10" w:hint="eastAsia"/>
        </w:rPr>
        <w:t>≤</w:t>
      </w:r>
      <w:r w:rsidRPr="00E335C3">
        <w:rPr>
          <w:rFonts w:eastAsia="CMSY10"/>
        </w:rPr>
        <w:t xml:space="preserve"> </w:t>
      </w:r>
      <w:r w:rsidRPr="00E335C3">
        <w:t>2 ungerade ist, muss</w:t>
      </w:r>
      <w:r w:rsidR="007B6689">
        <w:t xml:space="preserve"> </w:t>
      </w:r>
      <w:r w:rsidRPr="00E335C3">
        <w:t xml:space="preserve">die Bedingung </w:t>
      </w:r>
    </w:p>
    <w:p w:rsidR="00E335C3" w:rsidRPr="0037098E" w:rsidRDefault="00E335C3" w:rsidP="0016195E">
      <w:pPr>
        <w:pStyle w:val="LSStandardtext"/>
      </w:pPr>
      <w:r w:rsidRPr="00E335C3">
        <w:t>f(</w:t>
      </w:r>
      <w:r w:rsidRPr="00E335C3">
        <w:rPr>
          <w:rFonts w:eastAsia="CMSY10" w:hint="eastAsia"/>
        </w:rPr>
        <w:t>−</w:t>
      </w:r>
      <w:r w:rsidRPr="00E335C3">
        <w:t>x</w:t>
      </w:r>
      <w:r w:rsidR="0037098E">
        <w:t>) = </w:t>
      </w:r>
      <w:r w:rsidRPr="00E335C3">
        <w:rPr>
          <w:rFonts w:eastAsia="CMSY10" w:hint="eastAsia"/>
        </w:rPr>
        <w:t>−</w:t>
      </w:r>
      <w:r w:rsidRPr="00E335C3">
        <w:t>f(x) an zwei</w:t>
      </w:r>
      <w:r w:rsidR="007B6689">
        <w:t xml:space="preserve"> </w:t>
      </w:r>
      <w:r w:rsidR="00CE11DB">
        <w:t>„</w:t>
      </w:r>
      <w:r w:rsidR="007B6689">
        <w:t xml:space="preserve">verschiedenen“ Stellen </w:t>
      </w:r>
      <w:r w:rsidR="0016195E" w:rsidRPr="00E335C3">
        <w:t>überprüft</w:t>
      </w:r>
      <w:r w:rsidR="00CE11DB">
        <w:t xml:space="preserve"> </w:t>
      </w:r>
      <w:r w:rsidRPr="00E335C3">
        <w:t>werden.</w:t>
      </w:r>
    </w:p>
    <w:p w:rsidR="007B6689" w:rsidRPr="00E335C3" w:rsidRDefault="007B6689" w:rsidP="0016195E">
      <w:pPr>
        <w:pStyle w:val="LSStandardtext"/>
      </w:pPr>
    </w:p>
    <w:p w:rsidR="00E335C3" w:rsidRPr="00E335C3" w:rsidRDefault="00E335C3" w:rsidP="0016195E">
      <w:pPr>
        <w:pStyle w:val="LSStandardtext"/>
      </w:pPr>
      <w:r w:rsidRPr="007B6689">
        <w:rPr>
          <w:b/>
        </w:rPr>
        <w:t>Aufgabe 2.2</w:t>
      </w:r>
      <w:r w:rsidRPr="00E335C3">
        <w:t xml:space="preserve">. Das klappt </w:t>
      </w:r>
      <w:r w:rsidR="0016195E" w:rsidRPr="00E335C3">
        <w:t>dafür</w:t>
      </w:r>
      <w:r w:rsidRPr="00E335C3">
        <w:t xml:space="preserve"> auch noch bei einem Polynom dritten Grades</w:t>
      </w:r>
      <w:r w:rsidR="007B6689">
        <w:t xml:space="preserve"> </w:t>
      </w:r>
      <w:r w:rsidR="0037098E">
        <w:br/>
      </w:r>
      <w:r w:rsidRPr="00E335C3">
        <w:t>f(x</w:t>
      </w:r>
      <w:r w:rsidR="0037098E">
        <w:t>) = </w:t>
      </w:r>
      <w:r w:rsidRPr="00E335C3">
        <w:t>a</w:t>
      </w:r>
      <w:r w:rsidRPr="009B3237">
        <w:rPr>
          <w:vertAlign w:val="subscript"/>
        </w:rPr>
        <w:t>3</w:t>
      </w:r>
      <w:r w:rsidRPr="00E335C3">
        <w:t>x</w:t>
      </w:r>
      <w:r w:rsidR="0037098E" w:rsidRPr="0037098E">
        <w:rPr>
          <w:vertAlign w:val="superscript"/>
        </w:rPr>
        <w:t>3</w:t>
      </w:r>
      <w:r w:rsidR="0037098E">
        <w:t> </w:t>
      </w:r>
      <w:r w:rsidRPr="00E335C3">
        <w:t>+a</w:t>
      </w:r>
      <w:r w:rsidRPr="0037098E">
        <w:rPr>
          <w:vertAlign w:val="subscript"/>
        </w:rPr>
        <w:t>2</w:t>
      </w:r>
      <w:r w:rsidRPr="00E335C3">
        <w:t>x</w:t>
      </w:r>
      <w:r w:rsidRPr="0037098E">
        <w:rPr>
          <w:vertAlign w:val="superscript"/>
        </w:rPr>
        <w:t>2</w:t>
      </w:r>
      <w:r w:rsidRPr="00E335C3">
        <w:t xml:space="preserve"> +a</w:t>
      </w:r>
      <w:r w:rsidRPr="0037098E">
        <w:rPr>
          <w:vertAlign w:val="subscript"/>
        </w:rPr>
        <w:t>1</w:t>
      </w:r>
      <w:r w:rsidRPr="00E335C3">
        <w:t>x+a</w:t>
      </w:r>
      <w:r w:rsidRPr="0037098E">
        <w:rPr>
          <w:vertAlign w:val="subscript"/>
        </w:rPr>
        <w:t>0</w:t>
      </w:r>
      <w:r w:rsidRPr="00E335C3">
        <w:t>. Zeigen Sie das. Versuchen Sie dabei, den</w:t>
      </w:r>
      <w:r w:rsidR="007B6689">
        <w:t xml:space="preserve"> </w:t>
      </w:r>
      <w:r w:rsidRPr="00E335C3">
        <w:t>Begriff</w:t>
      </w:r>
      <w:r w:rsidR="007B6689">
        <w:t xml:space="preserve"> </w:t>
      </w:r>
      <w:r w:rsidR="00CE11DB">
        <w:t>„</w:t>
      </w:r>
      <w:r w:rsidRPr="00E335C3">
        <w:t xml:space="preserve">verschiedene“ Stellen zu </w:t>
      </w:r>
      <w:r w:rsidR="0016195E" w:rsidRPr="00E335C3">
        <w:t>präzisieren</w:t>
      </w:r>
      <w:r w:rsidRPr="00E335C3">
        <w:t xml:space="preserve">. </w:t>
      </w:r>
      <w:r w:rsidR="0016195E" w:rsidRPr="00E335C3">
        <w:t>Vervollständigen</w:t>
      </w:r>
      <w:r w:rsidRPr="00E335C3">
        <w:t xml:space="preserve"> Sie dann den</w:t>
      </w:r>
      <w:r w:rsidR="007B6689">
        <w:t xml:space="preserve"> </w:t>
      </w:r>
      <w:r w:rsidRPr="00E335C3">
        <w:t>entsprechenden mathematischen Satz.</w:t>
      </w:r>
    </w:p>
    <w:p w:rsidR="0037098E" w:rsidRPr="00D97946" w:rsidRDefault="0037098E" w:rsidP="00D97946">
      <w:pPr>
        <w:rPr>
          <w:i/>
          <w:color w:val="FF0000"/>
        </w:rPr>
      </w:pPr>
    </w:p>
    <w:p w:rsidR="00E335C3" w:rsidRPr="00D97946" w:rsidRDefault="00E335C3" w:rsidP="0016195E">
      <w:pPr>
        <w:pStyle w:val="LSStandardtext"/>
        <w:rPr>
          <w:rFonts w:ascii="Cambria Math" w:eastAsia="CMSY10" w:hAnsi="Cambria Math" w:cs="Cambria Math" w:hint="eastAsia"/>
        </w:rPr>
      </w:pPr>
      <w:r w:rsidRPr="00DB0121">
        <w:rPr>
          <w:b/>
        </w:rPr>
        <w:t>Satz 2.2.</w:t>
      </w:r>
      <w:r w:rsidRPr="00E335C3">
        <w:t xml:space="preserve"> Ein Polynom f vom Grad </w:t>
      </w:r>
      <w:r w:rsidRPr="00E335C3">
        <w:rPr>
          <w:rFonts w:eastAsia="CMSY10" w:hint="eastAsia"/>
        </w:rPr>
        <w:t>≤</w:t>
      </w:r>
      <w:r w:rsidRPr="00E335C3">
        <w:rPr>
          <w:rFonts w:eastAsia="CMSY10"/>
        </w:rPr>
        <w:t xml:space="preserve"> </w:t>
      </w:r>
      <w:r w:rsidRPr="00E335C3">
        <w:t>3 ist ungerade, wenn</w:t>
      </w:r>
      <w:r w:rsidR="004D0016">
        <w:t xml:space="preserve"> </w:t>
      </w:r>
      <w:r w:rsidRPr="00E335C3">
        <w:t>f(</w:t>
      </w:r>
      <w:r w:rsidRPr="00E335C3">
        <w:rPr>
          <w:rFonts w:eastAsia="CMSY10" w:hint="eastAsia"/>
        </w:rPr>
        <w:t>−</w:t>
      </w:r>
      <w:r w:rsidRPr="00E335C3">
        <w:t>x</w:t>
      </w:r>
      <w:r w:rsidRPr="004D0016">
        <w:rPr>
          <w:vertAlign w:val="subscript"/>
        </w:rPr>
        <w:t>1</w:t>
      </w:r>
      <w:r w:rsidRPr="00E335C3">
        <w:t xml:space="preserve">) = </w:t>
      </w:r>
      <w:r w:rsidRPr="00E335C3">
        <w:rPr>
          <w:rFonts w:eastAsia="CMSY10" w:hint="eastAsia"/>
        </w:rPr>
        <w:t>−</w:t>
      </w:r>
      <w:r w:rsidRPr="00E335C3">
        <w:t>f(x</w:t>
      </w:r>
      <w:r w:rsidRPr="004D0016">
        <w:rPr>
          <w:vertAlign w:val="subscript"/>
        </w:rPr>
        <w:t>1</w:t>
      </w:r>
      <w:r w:rsidRPr="00E335C3">
        <w:t>) und f(</w:t>
      </w:r>
      <w:r w:rsidRPr="00E335C3">
        <w:rPr>
          <w:rFonts w:eastAsia="CMSY10" w:hint="eastAsia"/>
        </w:rPr>
        <w:t>−</w:t>
      </w:r>
      <w:r w:rsidRPr="00E335C3">
        <w:t>x</w:t>
      </w:r>
      <w:r w:rsidRPr="004D0016">
        <w:rPr>
          <w:vertAlign w:val="subscript"/>
        </w:rPr>
        <w:t>2</w:t>
      </w:r>
      <w:r w:rsidRPr="00E335C3">
        <w:t xml:space="preserve">) = </w:t>
      </w:r>
      <w:r w:rsidRPr="00E335C3">
        <w:rPr>
          <w:rFonts w:eastAsia="CMSY10" w:hint="eastAsia"/>
        </w:rPr>
        <w:t>−</w:t>
      </w:r>
      <w:r w:rsidRPr="00E335C3">
        <w:t>f(x</w:t>
      </w:r>
      <w:r w:rsidRPr="004D0016">
        <w:rPr>
          <w:vertAlign w:val="subscript"/>
        </w:rPr>
        <w:t>2</w:t>
      </w:r>
      <w:r w:rsidRPr="00E335C3">
        <w:t>) an zwei Stellen x</w:t>
      </w:r>
      <w:r w:rsidRPr="004D0016">
        <w:rPr>
          <w:vertAlign w:val="subscript"/>
        </w:rPr>
        <w:t>1</w:t>
      </w:r>
      <w:r w:rsidRPr="00E335C3">
        <w:t xml:space="preserve"> und x</w:t>
      </w:r>
      <w:r w:rsidRPr="004D0016">
        <w:rPr>
          <w:vertAlign w:val="subscript"/>
        </w:rPr>
        <w:t>2</w:t>
      </w:r>
      <w:r w:rsidR="00D97946">
        <w:t xml:space="preserve"> mit</w:t>
      </w:r>
    </w:p>
    <w:p w:rsidR="004D0016" w:rsidRPr="004D0016" w:rsidRDefault="004D0016" w:rsidP="0016195E">
      <w:pPr>
        <w:pStyle w:val="LSStandardtext"/>
        <w:rPr>
          <w:color w:val="FF0000"/>
        </w:rPr>
      </w:pPr>
    </w:p>
    <w:p w:rsidR="00E335C3" w:rsidRPr="00E335C3" w:rsidRDefault="00E335C3" w:rsidP="0016195E">
      <w:pPr>
        <w:pStyle w:val="LSStandardtext"/>
      </w:pPr>
      <w:r w:rsidRPr="004D0016">
        <w:rPr>
          <w:b/>
        </w:rPr>
        <w:t>Aufgabe 2.3.</w:t>
      </w:r>
      <w:r w:rsidRPr="00E335C3">
        <w:t xml:space="preserve"> Welche Schlussfolgerungen sind </w:t>
      </w:r>
      <w:r w:rsidR="0016195E" w:rsidRPr="00E335C3">
        <w:t>möglich</w:t>
      </w:r>
      <w:r w:rsidRPr="00E335C3">
        <w:t>, wenn f(</w:t>
      </w:r>
      <w:r w:rsidRPr="00E335C3">
        <w:rPr>
          <w:rFonts w:eastAsia="CMSY10" w:hint="eastAsia"/>
        </w:rPr>
        <w:t>−</w:t>
      </w:r>
      <w:r w:rsidRPr="00E335C3">
        <w:t>x) = f(x)</w:t>
      </w:r>
    </w:p>
    <w:p w:rsidR="00E335C3" w:rsidRDefault="00E335C3" w:rsidP="0016195E">
      <w:pPr>
        <w:pStyle w:val="LSStandardtext"/>
      </w:pPr>
      <w:r w:rsidRPr="00E335C3">
        <w:t>an zwei</w:t>
      </w:r>
      <w:r w:rsidR="004D0016">
        <w:t xml:space="preserve"> </w:t>
      </w:r>
      <w:r w:rsidR="00CE11DB">
        <w:t>„</w:t>
      </w:r>
      <w:r w:rsidRPr="00E335C3">
        <w:t xml:space="preserve">verschiedenen“ Stellen gilt? </w:t>
      </w:r>
      <w:r w:rsidR="0016195E" w:rsidRPr="00E335C3">
        <w:t>Für</w:t>
      </w:r>
      <w:r w:rsidRPr="00E335C3">
        <w:t xml:space="preserve"> welchen Polynom-Grad ist eine</w:t>
      </w:r>
      <w:r w:rsidR="004D0016">
        <w:t xml:space="preserve"> </w:t>
      </w:r>
      <w:r w:rsidRPr="00E335C3">
        <w:t xml:space="preserve">Aussage </w:t>
      </w:r>
      <w:r w:rsidR="0016195E" w:rsidRPr="00E335C3">
        <w:t>möglich</w:t>
      </w:r>
      <w:r w:rsidRPr="00E335C3">
        <w:t>? Formulieren und beweisen Sie den entsprechenden mathematischen</w:t>
      </w:r>
      <w:r w:rsidR="004D0016">
        <w:t xml:space="preserve"> </w:t>
      </w:r>
      <w:r w:rsidRPr="00E335C3">
        <w:t>Satz.</w:t>
      </w:r>
    </w:p>
    <w:p w:rsidR="004D0016" w:rsidRPr="00E335C3" w:rsidRDefault="004D0016" w:rsidP="0016195E">
      <w:pPr>
        <w:pStyle w:val="LSStandardtext"/>
      </w:pPr>
    </w:p>
    <w:p w:rsidR="00E335C3" w:rsidRPr="00DB0121" w:rsidRDefault="00E335C3" w:rsidP="0016195E">
      <w:pPr>
        <w:pStyle w:val="LSStandardtext"/>
        <w:rPr>
          <w:b/>
        </w:rPr>
      </w:pPr>
      <w:r w:rsidRPr="00DB0121">
        <w:rPr>
          <w:b/>
        </w:rPr>
        <w:t>Satz 2.3.</w:t>
      </w:r>
    </w:p>
    <w:p w:rsidR="004D0016" w:rsidRDefault="004D0016" w:rsidP="0016195E">
      <w:pPr>
        <w:pStyle w:val="LSStandardtext"/>
        <w:rPr>
          <w:rFonts w:ascii="Cambria Math" w:eastAsia="CMSY10" w:hAnsi="Cambria Math" w:cs="Cambria Math" w:hint="eastAsia"/>
        </w:rPr>
      </w:pPr>
    </w:p>
    <w:p w:rsidR="00E335C3" w:rsidRPr="00E335C3" w:rsidRDefault="00E335C3" w:rsidP="0016195E">
      <w:pPr>
        <w:pStyle w:val="LSStandardtext"/>
      </w:pPr>
      <w:r w:rsidRPr="00E335C3">
        <w:t>Bei der Bedingung f(</w:t>
      </w:r>
      <w:r w:rsidRPr="00E335C3">
        <w:rPr>
          <w:rFonts w:eastAsia="CMSY10" w:hint="eastAsia"/>
        </w:rPr>
        <w:t>−</w:t>
      </w:r>
      <w:r w:rsidRPr="00E335C3">
        <w:t xml:space="preserve">x) = f(x) </w:t>
      </w:r>
      <w:r w:rsidR="0016195E" w:rsidRPr="00E335C3">
        <w:t>für</w:t>
      </w:r>
      <w:r w:rsidRPr="00E335C3">
        <w:t xml:space="preserve"> gerade Funktionen machen </w:t>
      </w:r>
      <w:r w:rsidR="0016195E" w:rsidRPr="00E335C3">
        <w:t>natürlich</w:t>
      </w:r>
    </w:p>
    <w:p w:rsidR="00E335C3" w:rsidRPr="00E335C3" w:rsidRDefault="004D0016" w:rsidP="0016195E">
      <w:pPr>
        <w:pStyle w:val="LSStandardtext"/>
      </w:pPr>
      <w:r>
        <w:t>–</w:t>
      </w:r>
      <w:r w:rsidR="00E335C3" w:rsidRPr="00E335C3">
        <w:t xml:space="preserve"> wie scho</w:t>
      </w:r>
      <w:r>
        <w:t>n bei Polynomen zweiten Grades –</w:t>
      </w:r>
      <w:r w:rsidR="00E335C3" w:rsidRPr="00E335C3">
        <w:t xml:space="preserve"> nur von 0 verschiedene Stellen</w:t>
      </w:r>
    </w:p>
    <w:p w:rsidR="00E335C3" w:rsidRDefault="00E335C3" w:rsidP="0016195E">
      <w:pPr>
        <w:pStyle w:val="LSStandardtext"/>
      </w:pPr>
      <w:r w:rsidRPr="00E335C3">
        <w:t>einen Sinn.</w:t>
      </w:r>
    </w:p>
    <w:p w:rsidR="00CE11DB" w:rsidRDefault="00CE11DB" w:rsidP="0016195E">
      <w:pPr>
        <w:pStyle w:val="LSStandardtext"/>
      </w:pPr>
    </w:p>
    <w:p w:rsidR="00CE11DB" w:rsidRPr="00E335C3" w:rsidRDefault="00CE11DB" w:rsidP="0016195E">
      <w:pPr>
        <w:pStyle w:val="LSStandardtext"/>
      </w:pPr>
      <w:r>
        <w:t>Beweis.</w:t>
      </w:r>
    </w:p>
    <w:p w:rsidR="004D0016" w:rsidRDefault="004D0016" w:rsidP="0016195E">
      <w:pPr>
        <w:pStyle w:val="LSStandardtext"/>
        <w:rPr>
          <w:rFonts w:ascii="Cambria Math" w:eastAsia="CMSY10" w:hAnsi="Cambria Math" w:cs="Cambria Math" w:hint="eastAsia"/>
        </w:rPr>
      </w:pPr>
    </w:p>
    <w:p w:rsidR="009B3237" w:rsidRDefault="009B3237">
      <w:pPr>
        <w:rPr>
          <w:i/>
          <w:color w:val="FF0000"/>
        </w:rPr>
      </w:pPr>
      <w:r>
        <w:rPr>
          <w:i/>
          <w:color w:val="FF0000"/>
        </w:rPr>
        <w:br w:type="page"/>
      </w:r>
    </w:p>
    <w:p w:rsidR="00E335C3" w:rsidRDefault="00E335C3" w:rsidP="00E10408">
      <w:pPr>
        <w:pStyle w:val="LSStandardtext"/>
        <w:rPr>
          <w:b/>
          <w:sz w:val="24"/>
        </w:rPr>
      </w:pPr>
      <w:r w:rsidRPr="009B3237">
        <w:rPr>
          <w:b/>
          <w:sz w:val="24"/>
        </w:rPr>
        <w:lastRenderedPageBreak/>
        <w:t>Rationale Polynome</w:t>
      </w:r>
    </w:p>
    <w:p w:rsidR="009B3237" w:rsidRPr="009B3237" w:rsidRDefault="009B3237" w:rsidP="009B3237">
      <w:pPr>
        <w:pStyle w:val="LSStandardtext"/>
        <w:rPr>
          <w:b/>
          <w:sz w:val="24"/>
        </w:rPr>
      </w:pPr>
    </w:p>
    <w:p w:rsidR="00E335C3" w:rsidRPr="00E335C3" w:rsidRDefault="00E92DB7" w:rsidP="0016195E">
      <w:pPr>
        <w:pStyle w:val="LSStandardtext"/>
      </w:pPr>
      <w:r>
        <w:t xml:space="preserve">Bei jedem Polynom reicht die </w:t>
      </w:r>
      <w:r w:rsidR="0016195E" w:rsidRPr="00E335C3">
        <w:t>Überprüfung</w:t>
      </w:r>
      <w:r w:rsidR="00E335C3" w:rsidRPr="00E335C3">
        <w:t xml:space="preserve"> der Symmetrie-Bedingung an</w:t>
      </w:r>
      <w:r>
        <w:t xml:space="preserve"> </w:t>
      </w:r>
      <w:r w:rsidR="00E335C3" w:rsidRPr="00E335C3">
        <w:t>endlich vielen Ste</w:t>
      </w:r>
      <w:r w:rsidR="00E335C3" w:rsidRPr="00E335C3">
        <w:t>l</w:t>
      </w:r>
      <w:r w:rsidR="00E335C3" w:rsidRPr="00E335C3">
        <w:t xml:space="preserve">len aus. Je </w:t>
      </w:r>
      <w:r w:rsidR="0016195E" w:rsidRPr="00E335C3">
        <w:t>höher</w:t>
      </w:r>
      <w:r w:rsidR="00E335C3" w:rsidRPr="00E335C3">
        <w:t xml:space="preserve"> aber der Grad des Polynoms ist, desto</w:t>
      </w:r>
      <w:r>
        <w:t xml:space="preserve"> </w:t>
      </w:r>
      <w:r w:rsidR="00E335C3" w:rsidRPr="00E335C3">
        <w:t xml:space="preserve">mehr Stellen werden </w:t>
      </w:r>
      <w:r w:rsidR="0016195E" w:rsidRPr="00E335C3">
        <w:t>benötigt</w:t>
      </w:r>
      <w:r w:rsidR="00E335C3" w:rsidRPr="00E335C3">
        <w:t>.</w:t>
      </w:r>
    </w:p>
    <w:p w:rsidR="00E92DB7" w:rsidRDefault="00E92DB7" w:rsidP="0016195E">
      <w:pPr>
        <w:pStyle w:val="LSStandardtext"/>
      </w:pPr>
    </w:p>
    <w:p w:rsidR="00E92DB7" w:rsidRPr="00E335C3" w:rsidRDefault="00E335C3" w:rsidP="0016195E">
      <w:pPr>
        <w:pStyle w:val="LSStandardtext"/>
      </w:pPr>
      <w:r w:rsidRPr="00E335C3">
        <w:t>Ein rationales Polynom, also ein Polynom</w:t>
      </w:r>
    </w:p>
    <w:p w:rsidR="00E335C3" w:rsidRDefault="00E335C3" w:rsidP="00E92DB7">
      <w:pPr>
        <w:pStyle w:val="LSStandardtext"/>
        <w:ind w:firstLine="708"/>
        <w:rPr>
          <w:vertAlign w:val="subscript"/>
        </w:rPr>
      </w:pPr>
      <w:r w:rsidRPr="00E335C3">
        <w:t xml:space="preserve">f(x) = </w:t>
      </w:r>
      <w:proofErr w:type="spellStart"/>
      <w:r w:rsidRPr="00E335C3">
        <w:t>a</w:t>
      </w:r>
      <w:r w:rsidRPr="00E92DB7">
        <w:rPr>
          <w:vertAlign w:val="subscript"/>
        </w:rPr>
        <w:t>n</w:t>
      </w:r>
      <w:r w:rsidRPr="00E335C3">
        <w:t>x</w:t>
      </w:r>
      <w:r w:rsidRPr="00E92DB7">
        <w:rPr>
          <w:vertAlign w:val="superscript"/>
        </w:rPr>
        <w:t>n</w:t>
      </w:r>
      <w:proofErr w:type="spellEnd"/>
      <w:r w:rsidRPr="00E335C3">
        <w:t xml:space="preserve"> + a</w:t>
      </w:r>
      <w:r w:rsidRPr="00E92DB7">
        <w:rPr>
          <w:vertAlign w:val="subscript"/>
        </w:rPr>
        <w:t>n−1</w:t>
      </w:r>
      <w:r w:rsidRPr="00E335C3">
        <w:t>x</w:t>
      </w:r>
      <w:r w:rsidRPr="00E92DB7">
        <w:rPr>
          <w:vertAlign w:val="superscript"/>
        </w:rPr>
        <w:t>n−1</w:t>
      </w:r>
      <w:r w:rsidRPr="00E335C3">
        <w:t xml:space="preserve"> + . . . + a</w:t>
      </w:r>
      <w:r w:rsidRPr="00E92DB7">
        <w:rPr>
          <w:vertAlign w:val="subscript"/>
        </w:rPr>
        <w:t>1</w:t>
      </w:r>
      <w:r w:rsidRPr="00E335C3">
        <w:t>x + a</w:t>
      </w:r>
      <w:r w:rsidRPr="00E92DB7">
        <w:rPr>
          <w:vertAlign w:val="subscript"/>
        </w:rPr>
        <w:t>0</w:t>
      </w:r>
    </w:p>
    <w:p w:rsidR="00E92DB7" w:rsidRPr="00E335C3" w:rsidRDefault="00E92DB7" w:rsidP="00E92DB7">
      <w:pPr>
        <w:pStyle w:val="LSStandardtext"/>
        <w:ind w:firstLine="708"/>
      </w:pPr>
    </w:p>
    <w:p w:rsidR="00E335C3" w:rsidRPr="00E335C3" w:rsidRDefault="00CE11DB" w:rsidP="0016195E">
      <w:pPr>
        <w:pStyle w:val="LSStandardtext"/>
      </w:pPr>
      <w:r>
        <w:t>bei dem alle Koeffizienten a</w:t>
      </w:r>
      <w:r>
        <w:softHyphen/>
      </w:r>
      <w:r>
        <w:rPr>
          <w:vertAlign w:val="subscript"/>
        </w:rPr>
        <w:t>i</w:t>
      </w:r>
      <w:r w:rsidR="00E335C3" w:rsidRPr="00E335C3">
        <w:t xml:space="preserve"> (0 </w:t>
      </w:r>
      <w:r w:rsidR="00E335C3" w:rsidRPr="00E335C3">
        <w:rPr>
          <w:rFonts w:eastAsia="CMSY10" w:hint="eastAsia"/>
        </w:rPr>
        <w:t>≤</w:t>
      </w:r>
      <w:r w:rsidR="00E335C3" w:rsidRPr="00E335C3">
        <w:rPr>
          <w:rFonts w:eastAsia="CMSY10"/>
        </w:rPr>
        <w:t xml:space="preserve"> </w:t>
      </w:r>
      <w:r w:rsidR="00E335C3" w:rsidRPr="00E335C3">
        <w:t xml:space="preserve">i </w:t>
      </w:r>
      <w:r w:rsidR="00E335C3" w:rsidRPr="00E335C3">
        <w:rPr>
          <w:rFonts w:eastAsia="CMSY10" w:hint="eastAsia"/>
        </w:rPr>
        <w:t>≤</w:t>
      </w:r>
      <w:r w:rsidR="00E335C3" w:rsidRPr="00E335C3">
        <w:rPr>
          <w:rFonts w:eastAsia="CMSY10"/>
        </w:rPr>
        <w:t xml:space="preserve"> </w:t>
      </w:r>
      <w:r w:rsidR="00E335C3" w:rsidRPr="00E335C3">
        <w:t>n) rational sind, scheint hierbei</w:t>
      </w:r>
      <w:r w:rsidR="00E92DB7">
        <w:t xml:space="preserve"> </w:t>
      </w:r>
      <w:r w:rsidR="0016195E" w:rsidRPr="00E335C3">
        <w:t>zunächst</w:t>
      </w:r>
      <w:r w:rsidR="00E335C3" w:rsidRPr="00E335C3">
        <w:t xml:space="preserve"> keine Sonde</w:t>
      </w:r>
      <w:r w:rsidR="00E335C3" w:rsidRPr="00E335C3">
        <w:t>r</w:t>
      </w:r>
      <w:r w:rsidR="00E335C3" w:rsidRPr="00E335C3">
        <w:t>rolle zu spielen. Seit Mitte des 19-ten Jahrhunderts</w:t>
      </w:r>
      <w:r w:rsidR="00E92DB7">
        <w:t xml:space="preserve"> </w:t>
      </w:r>
      <w:r w:rsidR="00E335C3" w:rsidRPr="00E335C3">
        <w:t>weiß man aber, dass viele reellen Zahlen nicht als Nullstellen von rationalen</w:t>
      </w:r>
      <w:r w:rsidR="00E92DB7">
        <w:t xml:space="preserve"> </w:t>
      </w:r>
      <w:r w:rsidR="00E335C3" w:rsidRPr="00E335C3">
        <w:t xml:space="preserve">Polynomen auftreten </w:t>
      </w:r>
      <w:r w:rsidR="0016195E" w:rsidRPr="00E335C3">
        <w:t>können</w:t>
      </w:r>
      <w:r w:rsidR="00E335C3" w:rsidRPr="00E335C3">
        <w:t xml:space="preserve">. (Das Nullpolynom muss dabei </w:t>
      </w:r>
      <w:r w:rsidR="0016195E" w:rsidRPr="00E335C3">
        <w:t>natürlich</w:t>
      </w:r>
      <w:r w:rsidR="00E92DB7">
        <w:t xml:space="preserve"> </w:t>
      </w:r>
      <w:r w:rsidR="00E335C3" w:rsidRPr="00E335C3">
        <w:t xml:space="preserve">ausgenommen werden.) Zu diesen Zahlen, die man </w:t>
      </w:r>
      <w:r w:rsidR="00E335C3" w:rsidRPr="00E92DB7">
        <w:rPr>
          <w:b/>
        </w:rPr>
        <w:t>transzendent</w:t>
      </w:r>
      <w:r w:rsidR="00E335C3" w:rsidRPr="00E335C3">
        <w:t xml:space="preserve"> nennt,</w:t>
      </w:r>
    </w:p>
    <w:p w:rsidR="00E335C3" w:rsidRDefault="0016195E" w:rsidP="0016195E">
      <w:pPr>
        <w:pStyle w:val="LSStandardtext"/>
      </w:pPr>
      <w:r w:rsidRPr="00E335C3">
        <w:t>gehören</w:t>
      </w:r>
      <w:r w:rsidR="00E335C3" w:rsidRPr="00E335C3">
        <w:t xml:space="preserve"> </w:t>
      </w:r>
      <w:r w:rsidR="00E92DB7">
        <w:t>π</w:t>
      </w:r>
      <w:r w:rsidR="00E335C3" w:rsidRPr="00E335C3">
        <w:t xml:space="preserve"> und e.</w:t>
      </w:r>
    </w:p>
    <w:p w:rsidR="00E92DB7" w:rsidRPr="00E335C3" w:rsidRDefault="00E92DB7" w:rsidP="0016195E">
      <w:pPr>
        <w:pStyle w:val="LSStandardtext"/>
      </w:pPr>
    </w:p>
    <w:p w:rsidR="00E335C3" w:rsidRPr="00E335C3" w:rsidRDefault="00E335C3" w:rsidP="0016195E">
      <w:pPr>
        <w:pStyle w:val="LSStandardtext"/>
      </w:pPr>
      <w:r w:rsidRPr="00E92DB7">
        <w:rPr>
          <w:b/>
        </w:rPr>
        <w:t>Aufgabe 2.4.</w:t>
      </w:r>
      <w:r w:rsidRPr="00E335C3">
        <w:t xml:space="preserve"> Eine Zahl, die Nullstelle eines rationalen Polynoms vom Grad</w:t>
      </w:r>
      <w:r w:rsidR="00E92DB7">
        <w:t xml:space="preserve"> </w:t>
      </w:r>
      <w:r w:rsidRPr="00E335C3">
        <w:t xml:space="preserve">n </w:t>
      </w:r>
      <w:r w:rsidRPr="00E335C3">
        <w:rPr>
          <w:rFonts w:eastAsia="CMSY10" w:hint="eastAsia"/>
        </w:rPr>
        <w:t>≥</w:t>
      </w:r>
      <w:r w:rsidRPr="00E335C3">
        <w:rPr>
          <w:rFonts w:eastAsia="CMSY10"/>
        </w:rPr>
        <w:t xml:space="preserve"> </w:t>
      </w:r>
      <w:r w:rsidRPr="00E335C3">
        <w:t xml:space="preserve">1 sein kann, heißt algebraisch. Zeigen Sie, dass </w:t>
      </w:r>
      <m:oMath>
        <m:rad>
          <m:radPr>
            <m:ctrlPr>
              <w:rPr>
                <w:rFonts w:ascii="Cambria Math" w:eastAsia="CMSY10" w:hAnsi="Cambria Math"/>
                <w:i/>
              </w:rPr>
            </m:ctrlPr>
          </m:radPr>
          <m:deg>
            <m:r>
              <w:rPr>
                <w:rFonts w:ascii="Cambria Math" w:eastAsia="CMSY10" w:hAnsi="Cambria Math"/>
              </w:rPr>
              <m:t>3</m:t>
            </m:r>
          </m:deg>
          <m:e>
            <m:r>
              <w:rPr>
                <w:rFonts w:ascii="Cambria Math" w:eastAsia="CMSY10" w:hAnsi="Cambria Math"/>
              </w:rPr>
              <m:t>2</m:t>
            </m:r>
          </m:e>
        </m:rad>
        <m:r>
          <w:rPr>
            <w:rFonts w:ascii="Cambria Math" w:eastAsia="CMSY10" w:hAnsi="Cambria Math"/>
          </w:rPr>
          <m:t>, 1+</m:t>
        </m:r>
        <m:rad>
          <m:radPr>
            <m:degHide m:val="1"/>
            <m:ctrlPr>
              <w:rPr>
                <w:rFonts w:ascii="Cambria Math" w:eastAsia="CMSY10" w:hAnsi="Cambria Math"/>
                <w:i/>
              </w:rPr>
            </m:ctrlPr>
          </m:radPr>
          <m:deg/>
          <m:e>
            <m:r>
              <w:rPr>
                <w:rFonts w:ascii="Cambria Math" w:eastAsia="CMSY10" w:hAnsi="Cambria Math"/>
              </w:rPr>
              <m:t>7</m:t>
            </m:r>
          </m:e>
        </m:rad>
      </m:oMath>
      <w:r w:rsidR="00E92DB7">
        <w:t xml:space="preserve"> </w:t>
      </w:r>
      <w:r w:rsidRPr="00E335C3">
        <w:t>und alle</w:t>
      </w:r>
      <w:r w:rsidR="00E92DB7">
        <w:t xml:space="preserve"> </w:t>
      </w:r>
      <w:r w:rsidRPr="00E335C3">
        <w:t>rationalen Zahlen algebraisch sind.</w:t>
      </w:r>
    </w:p>
    <w:p w:rsidR="00E335C3" w:rsidRPr="00E335C3" w:rsidRDefault="00E335C3" w:rsidP="0016195E">
      <w:pPr>
        <w:pStyle w:val="LSStandardtext"/>
      </w:pPr>
    </w:p>
    <w:p w:rsidR="003A09A7" w:rsidRDefault="00E335C3" w:rsidP="0016195E">
      <w:pPr>
        <w:pStyle w:val="LSStandardtext"/>
      </w:pPr>
      <w:r w:rsidRPr="009B3237">
        <w:rPr>
          <w:b/>
        </w:rPr>
        <w:t>Aufgabe 2.5.</w:t>
      </w:r>
      <w:r w:rsidRPr="00E335C3">
        <w:t xml:space="preserve"> Wie </w:t>
      </w:r>
      <w:r w:rsidR="0016195E" w:rsidRPr="00E335C3">
        <w:t>können</w:t>
      </w:r>
      <w:r w:rsidRPr="00E335C3">
        <w:t xml:space="preserve"> Sie mit </w:t>
      </w:r>
      <w:r w:rsidR="0016195E" w:rsidRPr="00E335C3">
        <w:t>möglichst</w:t>
      </w:r>
      <w:r w:rsidRPr="00E335C3">
        <w:t xml:space="preserve"> wenigen Funktionsauswertungen</w:t>
      </w:r>
      <w:r w:rsidR="003A09A7">
        <w:t xml:space="preserve"> </w:t>
      </w:r>
      <w:r w:rsidR="0016195E" w:rsidRPr="00E335C3">
        <w:t>überprüfen</w:t>
      </w:r>
      <w:r w:rsidRPr="00E335C3">
        <w:t>, ob ein rationales Polynom f symmetrisch (gerade oder</w:t>
      </w:r>
      <w:r w:rsidR="003A09A7">
        <w:t xml:space="preserve"> </w:t>
      </w:r>
      <w:r w:rsidRPr="00E335C3">
        <w:t xml:space="preserve">ungerade) ist? </w:t>
      </w:r>
      <w:r w:rsidR="0016195E" w:rsidRPr="00E335C3">
        <w:t>Begründen</w:t>
      </w:r>
      <w:r w:rsidRPr="00E335C3">
        <w:t xml:space="preserve"> Sie Ihre Au</w:t>
      </w:r>
      <w:r w:rsidRPr="00E335C3">
        <w:t>s</w:t>
      </w:r>
      <w:r w:rsidRPr="00E335C3">
        <w:t>sage.</w:t>
      </w:r>
      <w:r w:rsidR="003A09A7">
        <w:t xml:space="preserve"> </w:t>
      </w:r>
    </w:p>
    <w:p w:rsidR="003A09A7" w:rsidRDefault="003A09A7" w:rsidP="0016195E">
      <w:pPr>
        <w:pStyle w:val="LSStandardtext"/>
      </w:pPr>
    </w:p>
    <w:p w:rsidR="003A09A7" w:rsidRDefault="003A09A7" w:rsidP="0016195E">
      <w:pPr>
        <w:pStyle w:val="LSStandardtext"/>
      </w:pPr>
    </w:p>
    <w:p w:rsidR="003A09A7" w:rsidRDefault="003A09A7">
      <w:r>
        <w:br w:type="page"/>
      </w:r>
    </w:p>
    <w:p w:rsidR="00E335C3" w:rsidRDefault="00E335C3" w:rsidP="00DA4D6C">
      <w:pPr>
        <w:pStyle w:val="LSStandardtext"/>
        <w:rPr>
          <w:b/>
          <w:sz w:val="24"/>
        </w:rPr>
      </w:pPr>
      <w:r w:rsidRPr="00F6253A">
        <w:rPr>
          <w:b/>
          <w:sz w:val="24"/>
        </w:rPr>
        <w:lastRenderedPageBreak/>
        <w:t>Weitere Erkenntnisse</w:t>
      </w:r>
    </w:p>
    <w:p w:rsidR="00F6253A" w:rsidRPr="00F6253A" w:rsidRDefault="00F6253A" w:rsidP="00F6253A">
      <w:pPr>
        <w:pStyle w:val="LSStandardtext"/>
        <w:ind w:left="360"/>
        <w:rPr>
          <w:b/>
          <w:sz w:val="24"/>
        </w:rPr>
      </w:pPr>
    </w:p>
    <w:p w:rsidR="008171E4" w:rsidRDefault="00E335C3" w:rsidP="0016195E">
      <w:pPr>
        <w:pStyle w:val="LSStandardtext"/>
      </w:pPr>
      <w:r w:rsidRPr="00E335C3">
        <w:t>In den vorangegangenen Abschnitten haben Sie sicher weitere, noch nicht als</w:t>
      </w:r>
      <w:r w:rsidR="00F6253A">
        <w:t xml:space="preserve"> </w:t>
      </w:r>
      <w:r w:rsidR="00E92DB7">
        <w:t>Satz form</w:t>
      </w:r>
      <w:r w:rsidR="00E92DB7">
        <w:t>u</w:t>
      </w:r>
      <w:r w:rsidR="00E92DB7">
        <w:t xml:space="preserve">lierte Erkenntnisse </w:t>
      </w:r>
      <w:r w:rsidR="0016195E" w:rsidRPr="00E335C3">
        <w:t>über</w:t>
      </w:r>
      <w:r w:rsidRPr="00E335C3">
        <w:t xml:space="preserve"> Polynome und ihre Symmetrie-Eigenschaften</w:t>
      </w:r>
      <w:r w:rsidR="00F6253A">
        <w:t xml:space="preserve"> </w:t>
      </w:r>
      <w:r w:rsidRPr="00E335C3">
        <w:t>gewonnen. Insbeso</w:t>
      </w:r>
      <w:r w:rsidRPr="00E335C3">
        <w:t>n</w:t>
      </w:r>
      <w:r w:rsidRPr="00E335C3">
        <w:t>dere werden Sie vielleicht eine Vermutung haben, wie</w:t>
      </w:r>
      <w:r w:rsidR="00F6253A">
        <w:t xml:space="preserve"> </w:t>
      </w:r>
      <w:r w:rsidRPr="00E335C3">
        <w:t>man bei einem Polynom, das in au</w:t>
      </w:r>
      <w:r w:rsidRPr="00E335C3">
        <w:t>s</w:t>
      </w:r>
      <w:r w:rsidRPr="00E335C3">
        <w:t>multiplizierter Standardform</w:t>
      </w:r>
      <w:r w:rsidR="00F6253A">
        <w:t xml:space="preserve"> </w:t>
      </w:r>
    </w:p>
    <w:p w:rsidR="00E335C3" w:rsidRPr="00E335C3" w:rsidRDefault="008171E4" w:rsidP="0016195E">
      <w:pPr>
        <w:pStyle w:val="LSStandardtext"/>
      </w:pPr>
      <w:r>
        <w:tab/>
      </w:r>
      <w:r w:rsidR="00E335C3" w:rsidRPr="00E335C3">
        <w:t xml:space="preserve">f(x) = </w:t>
      </w:r>
      <w:proofErr w:type="spellStart"/>
      <w:r w:rsidR="00E335C3" w:rsidRPr="00E335C3">
        <w:t>a</w:t>
      </w:r>
      <w:r w:rsidR="00E335C3" w:rsidRPr="00DA4D6C">
        <w:rPr>
          <w:vertAlign w:val="subscript"/>
        </w:rPr>
        <w:t>n</w:t>
      </w:r>
      <w:r w:rsidR="00E335C3" w:rsidRPr="00DA4D6C">
        <w:t>x</w:t>
      </w:r>
      <w:r w:rsidR="00E335C3" w:rsidRPr="00DA4D6C">
        <w:rPr>
          <w:vertAlign w:val="superscript"/>
        </w:rPr>
        <w:t>n</w:t>
      </w:r>
      <w:proofErr w:type="spellEnd"/>
      <w:r w:rsidR="00E335C3" w:rsidRPr="00E335C3">
        <w:t xml:space="preserve"> + a</w:t>
      </w:r>
      <w:r w:rsidR="00E335C3" w:rsidRPr="00DA4D6C">
        <w:rPr>
          <w:vertAlign w:val="subscript"/>
        </w:rPr>
        <w:t>n−1</w:t>
      </w:r>
      <w:r w:rsidR="00E335C3" w:rsidRPr="00E335C3">
        <w:t>x</w:t>
      </w:r>
      <w:r w:rsidR="00E335C3" w:rsidRPr="00DA4D6C">
        <w:rPr>
          <w:vertAlign w:val="superscript"/>
        </w:rPr>
        <w:t>n</w:t>
      </w:r>
      <w:r w:rsidR="00CE11DB">
        <w:rPr>
          <w:vertAlign w:val="superscript"/>
        </w:rPr>
        <w:t>-1</w:t>
      </w:r>
      <w:r w:rsidR="00E335C3" w:rsidRPr="00E335C3">
        <w:t xml:space="preserve"> + . . . + a</w:t>
      </w:r>
      <w:r w:rsidR="00E335C3" w:rsidRPr="00DA4D6C">
        <w:rPr>
          <w:vertAlign w:val="subscript"/>
        </w:rPr>
        <w:t>1</w:t>
      </w:r>
      <w:r w:rsidR="00E335C3" w:rsidRPr="00E335C3">
        <w:t>x + a</w:t>
      </w:r>
      <w:r w:rsidR="00E335C3" w:rsidRPr="00DA4D6C">
        <w:rPr>
          <w:vertAlign w:val="subscript"/>
        </w:rPr>
        <w:t>0</w:t>
      </w:r>
    </w:p>
    <w:p w:rsidR="008171E4" w:rsidRDefault="00E335C3" w:rsidP="0016195E">
      <w:pPr>
        <w:pStyle w:val="LSStandardtext"/>
      </w:pPr>
      <w:r w:rsidRPr="00E335C3">
        <w:t>vorliegt, am einfachsten erkennt, ob es symmetrisch ist.</w:t>
      </w:r>
      <w:r w:rsidR="00F6253A">
        <w:t xml:space="preserve"> </w:t>
      </w:r>
    </w:p>
    <w:p w:rsidR="008171E4" w:rsidRDefault="008171E4" w:rsidP="0016195E">
      <w:pPr>
        <w:pStyle w:val="LSStandardtext"/>
      </w:pPr>
    </w:p>
    <w:p w:rsidR="00E335C3" w:rsidRDefault="00E335C3" w:rsidP="0016195E">
      <w:pPr>
        <w:pStyle w:val="LSStandardtext"/>
      </w:pPr>
      <w:r w:rsidRPr="008171E4">
        <w:rPr>
          <w:b/>
        </w:rPr>
        <w:t>Aufgabe 2.6.</w:t>
      </w:r>
      <w:r w:rsidRPr="00E335C3">
        <w:t xml:space="preserve"> Versuchen Sie, die Aussagen der vorigen Abschnitte zu verallgemeinern</w:t>
      </w:r>
      <w:r w:rsidR="00F6253A">
        <w:t xml:space="preserve"> </w:t>
      </w:r>
      <w:r w:rsidRPr="00E335C3">
        <w:t xml:space="preserve">oder neue Kriterien </w:t>
      </w:r>
      <w:r w:rsidR="0016195E" w:rsidRPr="00E335C3">
        <w:t>für</w:t>
      </w:r>
      <w:r w:rsidRPr="00E335C3">
        <w:t xml:space="preserve"> die Symmetrie von Polynomen zu finden.</w:t>
      </w:r>
      <w:r w:rsidR="00F6253A">
        <w:t xml:space="preserve"> </w:t>
      </w:r>
      <w:r w:rsidR="0016195E" w:rsidRPr="00E335C3">
        <w:t>Überlegen</w:t>
      </w:r>
      <w:r w:rsidRPr="00E335C3">
        <w:t xml:space="preserve"> Sie jeweils, ob Sie in der Lage waren, die Vermutung zu beweisen.</w:t>
      </w:r>
      <w:r w:rsidR="00F6253A">
        <w:t xml:space="preserve"> </w:t>
      </w:r>
    </w:p>
    <w:p w:rsidR="00C4450B" w:rsidRDefault="0016195E" w:rsidP="0016195E">
      <w:pPr>
        <w:pStyle w:val="LSStandardtext"/>
        <w:rPr>
          <w:color w:val="FF0000"/>
        </w:rPr>
      </w:pPr>
      <w:r w:rsidRPr="008171E4">
        <w:rPr>
          <w:color w:val="FF0000"/>
        </w:rPr>
        <w:t xml:space="preserve"> </w:t>
      </w:r>
    </w:p>
    <w:p w:rsidR="00C4450B" w:rsidRDefault="00C4450B">
      <w:pPr>
        <w:rPr>
          <w:color w:val="FF0000"/>
        </w:rPr>
        <w:sectPr w:rsidR="00C4450B" w:rsidSect="006347B7">
          <w:headerReference w:type="even" r:id="rId13"/>
          <w:headerReference w:type="default" r:id="rId14"/>
          <w:footerReference w:type="even" r:id="rId15"/>
          <w:footerReference w:type="default" r:id="rId16"/>
          <w:pgSz w:w="11906" w:h="16838" w:code="9"/>
          <w:pgMar w:top="1616" w:right="1418" w:bottom="1134" w:left="1418" w:header="709" w:footer="709" w:gutter="0"/>
          <w:cols w:space="708"/>
          <w:docGrid w:linePitch="360"/>
        </w:sectPr>
      </w:pPr>
    </w:p>
    <w:p w:rsidR="00C4450B" w:rsidRDefault="00C4450B">
      <w:pPr>
        <w:rPr>
          <w:color w:val="FF0000"/>
        </w:rPr>
      </w:pPr>
    </w:p>
    <w:p w:rsidR="00664723" w:rsidRDefault="00C4450B" w:rsidP="00C4450B">
      <w:pPr>
        <w:pStyle w:val="LSStandardtext"/>
        <w:tabs>
          <w:tab w:val="left" w:pos="2043"/>
        </w:tabs>
        <w:jc w:val="left"/>
        <w:rPr>
          <w:b/>
          <w:color w:val="FF0000"/>
          <w:sz w:val="24"/>
        </w:rPr>
      </w:pPr>
      <w:r>
        <w:rPr>
          <w:b/>
          <w:color w:val="FF0000"/>
          <w:sz w:val="24"/>
        </w:rPr>
        <w:tab/>
      </w:r>
      <w:r>
        <w:rPr>
          <w:b/>
          <w:color w:val="FF0000"/>
          <w:sz w:val="24"/>
        </w:rPr>
        <w:tab/>
      </w:r>
      <w:r>
        <w:rPr>
          <w:b/>
          <w:color w:val="FF0000"/>
          <w:sz w:val="24"/>
        </w:rPr>
        <w:tab/>
      </w:r>
      <w:r>
        <w:rPr>
          <w:b/>
          <w:color w:val="FF0000"/>
          <w:sz w:val="24"/>
        </w:rPr>
        <w:tab/>
      </w:r>
      <w:r w:rsidRPr="00C4450B">
        <w:rPr>
          <w:b/>
          <w:color w:val="FF0000"/>
          <w:sz w:val="24"/>
        </w:rPr>
        <w:t>Lösungen</w:t>
      </w:r>
    </w:p>
    <w:p w:rsidR="00C4450B" w:rsidRPr="00767BA8" w:rsidRDefault="00C4450B" w:rsidP="00C4450B">
      <w:pPr>
        <w:pStyle w:val="LSStandardtext"/>
        <w:jc w:val="left"/>
        <w:rPr>
          <w:b/>
          <w:sz w:val="24"/>
        </w:rPr>
      </w:pPr>
      <w:r w:rsidRPr="00767BA8">
        <w:rPr>
          <w:b/>
          <w:sz w:val="24"/>
        </w:rPr>
        <w:t>Zusammenfassung</w:t>
      </w:r>
    </w:p>
    <w:p w:rsidR="00C4450B" w:rsidRPr="00767BA8" w:rsidRDefault="00C4450B" w:rsidP="00C4450B">
      <w:pPr>
        <w:pStyle w:val="LSStandardtext"/>
        <w:jc w:val="center"/>
        <w:rPr>
          <w:b/>
        </w:rPr>
      </w:pPr>
    </w:p>
    <w:p w:rsidR="00C4450B" w:rsidRDefault="00C4450B" w:rsidP="00C4450B">
      <w:pPr>
        <w:pStyle w:val="LSStandardtext"/>
      </w:pPr>
      <w:r w:rsidRPr="00E335C3">
        <w:t>Der Artikel bietet Anregungen zur Lehrplaneinheit 2 (Beweistechniken). Konkret sollen drei wesentliche Fähigkeiten trainiert werden:</w:t>
      </w:r>
    </w:p>
    <w:p w:rsidR="00C4450B" w:rsidRDefault="00C4450B" w:rsidP="00C4450B">
      <w:pPr>
        <w:pStyle w:val="LSStandardtext"/>
      </w:pPr>
    </w:p>
    <w:p w:rsidR="00C4450B" w:rsidRPr="00E335C3" w:rsidRDefault="00C4450B" w:rsidP="00CE11DB">
      <w:pPr>
        <w:pStyle w:val="LSStandardtext"/>
        <w:numPr>
          <w:ilvl w:val="0"/>
          <w:numId w:val="29"/>
        </w:numPr>
      </w:pPr>
      <w:r w:rsidRPr="00E335C3">
        <w:t>Das Anstellen einer Vermutung hinsichtlich Korrektheit einer Aussage</w:t>
      </w:r>
    </w:p>
    <w:p w:rsidR="00C4450B" w:rsidRPr="00E335C3" w:rsidRDefault="00C4450B" w:rsidP="00C4450B">
      <w:pPr>
        <w:pStyle w:val="LSStandardtext"/>
        <w:ind w:firstLine="708"/>
      </w:pPr>
      <w:r w:rsidRPr="00E335C3">
        <w:t>und darauf aufbauend das Formulieren eigener Vermutungen.</w:t>
      </w:r>
    </w:p>
    <w:p w:rsidR="00C4450B" w:rsidRPr="00E335C3" w:rsidRDefault="00C4450B" w:rsidP="00CE11DB">
      <w:pPr>
        <w:pStyle w:val="LSStandardtext"/>
        <w:numPr>
          <w:ilvl w:val="0"/>
          <w:numId w:val="30"/>
        </w:numPr>
      </w:pPr>
      <w:r w:rsidRPr="00E335C3">
        <w:t>Die Präzisierung oder Nachbesserung einer derartigen Vermutung,</w:t>
      </w:r>
    </w:p>
    <w:p w:rsidR="00C4450B" w:rsidRPr="00E335C3" w:rsidRDefault="00C4450B" w:rsidP="00C4450B">
      <w:pPr>
        <w:pStyle w:val="LSStandardtext"/>
        <w:ind w:firstLine="708"/>
      </w:pPr>
      <w:r w:rsidRPr="00E335C3">
        <w:t>insbesondere mittels eines Beweisversuches.</w:t>
      </w:r>
    </w:p>
    <w:p w:rsidR="00C4450B" w:rsidRPr="00E335C3" w:rsidRDefault="00C4450B" w:rsidP="00CE11DB">
      <w:pPr>
        <w:pStyle w:val="LSStandardtext"/>
        <w:numPr>
          <w:ilvl w:val="0"/>
          <w:numId w:val="30"/>
        </w:numPr>
      </w:pPr>
      <w:r w:rsidRPr="00E335C3">
        <w:t>Der mathematisch korrekte Nachweis einer allgemeinen Behauptung</w:t>
      </w:r>
    </w:p>
    <w:p w:rsidR="00C4450B" w:rsidRDefault="00C4450B" w:rsidP="00C4450B">
      <w:pPr>
        <w:pStyle w:val="LSStandardtext"/>
        <w:ind w:firstLine="708"/>
      </w:pPr>
      <w:r w:rsidRPr="00E335C3">
        <w:t>oder deren Widerlegung durch ein Gegenbeispiel.</w:t>
      </w:r>
    </w:p>
    <w:p w:rsidR="00C4450B" w:rsidRPr="00E335C3" w:rsidRDefault="00C4450B" w:rsidP="00C4450B">
      <w:pPr>
        <w:pStyle w:val="LSStandardtext"/>
        <w:ind w:firstLine="708"/>
      </w:pPr>
    </w:p>
    <w:p w:rsidR="00CE11DB" w:rsidRPr="00E335C3" w:rsidRDefault="00C4450B" w:rsidP="00C4450B">
      <w:pPr>
        <w:pStyle w:val="LSStandardtext"/>
      </w:pPr>
      <w:r w:rsidRPr="00E335C3">
        <w:t>Es geht nicht darum, mehrere Standard-Beweistechniken kennen zu lernen</w:t>
      </w:r>
      <w:r>
        <w:t xml:space="preserve"> </w:t>
      </w:r>
      <w:r w:rsidRPr="00E335C3">
        <w:t>und schon gar nicht um möglichst kreatives Beweisen. Der Nachweis der</w:t>
      </w:r>
      <w:r>
        <w:t xml:space="preserve"> </w:t>
      </w:r>
      <w:r w:rsidRPr="00E335C3">
        <w:t>Behauptungen geschieht vielmehr im Wesentlichen durch</w:t>
      </w:r>
      <w:r>
        <w:t xml:space="preserve"> </w:t>
      </w:r>
      <w:r w:rsidR="00CE11DB">
        <w:t>„</w:t>
      </w:r>
      <w:r w:rsidRPr="00E335C3">
        <w:t>Nachrechnen“ und</w:t>
      </w:r>
      <w:r>
        <w:t xml:space="preserve"> </w:t>
      </w:r>
      <w:r w:rsidRPr="00E335C3">
        <w:t xml:space="preserve">wird primär als Handwerkszeug benutzt. Aber auch das will gelernt </w:t>
      </w:r>
      <w:r>
        <w:t>–</w:t>
      </w:r>
      <w:r w:rsidRPr="00E335C3">
        <w:t xml:space="preserve"> und</w:t>
      </w:r>
      <w:r>
        <w:t xml:space="preserve"> </w:t>
      </w:r>
      <w:r w:rsidR="00CE11DB">
        <w:t>geübt! –</w:t>
      </w:r>
      <w:r w:rsidRPr="00E335C3">
        <w:t xml:space="preserve"> sein. Kreativität ist dafür bei den ersten beiden Punkten gefordert.</w:t>
      </w:r>
      <w:r>
        <w:t xml:space="preserve"> </w:t>
      </w:r>
      <w:r w:rsidRPr="00E335C3">
        <w:t>Die Symmetrie von Funktionen eignet sich für diese Zwecke gut. Der Nachweis</w:t>
      </w:r>
      <w:r>
        <w:t xml:space="preserve"> </w:t>
      </w:r>
      <w:r w:rsidRPr="00E335C3">
        <w:t>von Symmetrie ist einfach, ziemlich bekannt und leicht verständlich.</w:t>
      </w:r>
      <w:r>
        <w:t xml:space="preserve"> </w:t>
      </w:r>
      <w:r w:rsidRPr="00E335C3">
        <w:t>Trotzdem wird oft das Ausprobieren an einzelnen Stellen fälschlich als Beweis</w:t>
      </w:r>
      <w:r>
        <w:t xml:space="preserve"> </w:t>
      </w:r>
      <w:r w:rsidRPr="00E335C3">
        <w:t>angesehen. Deshalb kann am Be</w:t>
      </w:r>
      <w:r w:rsidRPr="00E335C3">
        <w:t>i</w:t>
      </w:r>
      <w:r w:rsidRPr="00E335C3">
        <w:t>spiel symmetrischer Funktionen gut</w:t>
      </w:r>
      <w:r>
        <w:t xml:space="preserve"> </w:t>
      </w:r>
      <w:r w:rsidRPr="00E335C3">
        <w:t>erläutert werden, wann ein echter Beweis nötig ist und was diesen ausmacht</w:t>
      </w:r>
      <w:r>
        <w:t xml:space="preserve"> </w:t>
      </w:r>
      <w:r w:rsidRPr="00E335C3">
        <w:t>und wann ein einziges Gegenbeispiel genügt.</w:t>
      </w:r>
      <w:r>
        <w:t xml:space="preserve"> </w:t>
      </w:r>
      <w:r w:rsidRPr="00E335C3">
        <w:t>Die ausgewählten Au</w:t>
      </w:r>
      <w:r w:rsidRPr="00E335C3">
        <w:t>f</w:t>
      </w:r>
      <w:r w:rsidRPr="00E335C3">
        <w:t>gaben können leicht reduziert oder aber ergänzt werden.</w:t>
      </w:r>
      <w:r>
        <w:t xml:space="preserve"> </w:t>
      </w:r>
      <w:r w:rsidRPr="00E335C3">
        <w:t>Die beispielhaft gezeigte Einheit kann also sehr gut auf einen vorgegebenen</w:t>
      </w:r>
      <w:r>
        <w:t xml:space="preserve"> </w:t>
      </w:r>
      <w:r w:rsidRPr="00E335C3">
        <w:t>Zeitrahmen skaliert werden. Die Darreichung geschieht als Lückentext,</w:t>
      </w:r>
      <w:r>
        <w:t xml:space="preserve"> </w:t>
      </w:r>
      <w:r w:rsidRPr="00E335C3">
        <w:t>bei der ich an eine Verwendung als Arbeitsblatt denke. Auch and</w:t>
      </w:r>
      <w:r w:rsidRPr="00E335C3">
        <w:t>e</w:t>
      </w:r>
      <w:r w:rsidRPr="00E335C3">
        <w:t>re Verwendungen,</w:t>
      </w:r>
      <w:r>
        <w:t xml:space="preserve"> </w:t>
      </w:r>
      <w:r w:rsidRPr="00E335C3">
        <w:t>etwa als Grundlage für eine GFS, sind möglich.</w:t>
      </w:r>
      <w:r w:rsidR="00CE11DB">
        <w:t xml:space="preserve"> </w:t>
      </w:r>
    </w:p>
    <w:p w:rsidR="00C4450B" w:rsidRPr="00E335C3" w:rsidRDefault="00C4450B" w:rsidP="00C4450B">
      <w:pPr>
        <w:pStyle w:val="LSStandardtext"/>
      </w:pPr>
      <w:r w:rsidRPr="00E335C3">
        <w:br w:type="page"/>
      </w:r>
    </w:p>
    <w:p w:rsidR="00C4450B" w:rsidRDefault="00C4450B" w:rsidP="00C4450B">
      <w:pPr>
        <w:pStyle w:val="LSStandardtext"/>
        <w:jc w:val="left"/>
        <w:rPr>
          <w:b/>
          <w:bCs/>
          <w:sz w:val="24"/>
        </w:rPr>
      </w:pPr>
      <w:r w:rsidRPr="00767BA8">
        <w:rPr>
          <w:b/>
          <w:bCs/>
          <w:sz w:val="24"/>
        </w:rPr>
        <w:lastRenderedPageBreak/>
        <w:t>Symmetrische Funktionen</w:t>
      </w:r>
    </w:p>
    <w:p w:rsidR="00C4450B" w:rsidRPr="00767BA8" w:rsidRDefault="00C4450B" w:rsidP="00C4450B">
      <w:pPr>
        <w:pStyle w:val="LSStandardtext"/>
        <w:jc w:val="left"/>
        <w:rPr>
          <w:b/>
          <w:bCs/>
          <w:sz w:val="24"/>
        </w:rPr>
      </w:pPr>
    </w:p>
    <w:p w:rsidR="00C4450B" w:rsidRPr="00E335C3" w:rsidRDefault="00C4450B" w:rsidP="00C4450B">
      <w:pPr>
        <w:pStyle w:val="LSStandardtext"/>
      </w:pPr>
      <w:r w:rsidRPr="00E335C3">
        <w:t>Der</w:t>
      </w:r>
      <w:r w:rsidR="00CE11DB">
        <w:t xml:space="preserve"> Einfachheit halber werden nur </w:t>
      </w:r>
      <w:r w:rsidRPr="00E335C3">
        <w:t>überall definierte Funktionen betrachtet.</w:t>
      </w:r>
    </w:p>
    <w:p w:rsidR="00C4450B" w:rsidRDefault="00C4450B" w:rsidP="00C4450B">
      <w:pPr>
        <w:pStyle w:val="LSStandardtext"/>
      </w:pPr>
      <w:r w:rsidRPr="00767BA8">
        <w:rPr>
          <w:b/>
        </w:rPr>
        <w:t>Definition 1.1.</w:t>
      </w:r>
      <w:r w:rsidRPr="00E335C3">
        <w:t xml:space="preserve"> Eine derartige Funktion </w:t>
      </w:r>
      <w:proofErr w:type="gramStart"/>
      <w:r w:rsidRPr="00E335C3">
        <w:t>f :</w:t>
      </w:r>
      <w:proofErr w:type="gramEnd"/>
      <w:r w:rsidRPr="00E335C3">
        <w:t xml:space="preserve"> </w:t>
      </w:r>
      <w:r>
        <w:rPr>
          <w:rFonts w:ascii="Cambria Math" w:hAnsi="Cambria Math" w:cs="Cambria Math"/>
        </w:rPr>
        <w:t>ℝ</w:t>
      </w:r>
      <w:r>
        <w:t xml:space="preserve"> </w:t>
      </w:r>
      <w:r w:rsidRPr="00E335C3">
        <w:t xml:space="preserve"> </w:t>
      </w:r>
      <w:r w:rsidRPr="00E335C3">
        <w:rPr>
          <w:rFonts w:eastAsia="CMSY10" w:hint="eastAsia"/>
        </w:rPr>
        <w:t>→</w:t>
      </w:r>
      <w:r>
        <w:rPr>
          <w:rFonts w:ascii="Cambria Math" w:hAnsi="Cambria Math" w:cs="Cambria Math"/>
        </w:rPr>
        <w:t>ℝ</w:t>
      </w:r>
      <w:r>
        <w:t xml:space="preserve"> </w:t>
      </w:r>
      <w:r w:rsidRPr="00E335C3">
        <w:t xml:space="preserve"> heißt ...</w:t>
      </w:r>
    </w:p>
    <w:p w:rsidR="00C4450B" w:rsidRPr="00E335C3" w:rsidRDefault="00C4450B" w:rsidP="00C4450B">
      <w:pPr>
        <w:pStyle w:val="LSStandardtext"/>
        <w:numPr>
          <w:ilvl w:val="0"/>
          <w:numId w:val="27"/>
        </w:numPr>
      </w:pPr>
      <w:r w:rsidRPr="00E335C3">
        <w:t>... gerade wenn f(</w:t>
      </w:r>
      <w:r w:rsidRPr="00E335C3">
        <w:rPr>
          <w:rFonts w:eastAsia="CMSY10" w:hint="eastAsia"/>
        </w:rPr>
        <w:t>−</w:t>
      </w:r>
      <w:r w:rsidRPr="00E335C3">
        <w:t xml:space="preserve">x) = f(x) für beliebige x </w:t>
      </w:r>
      <w:r w:rsidRPr="00E335C3">
        <w:rPr>
          <w:rFonts w:eastAsia="CMSY10" w:hint="eastAsia"/>
        </w:rPr>
        <w:t>∈</w:t>
      </w:r>
      <w:r>
        <w:rPr>
          <w:rFonts w:ascii="Cambria Math" w:hAnsi="Cambria Math" w:cs="Cambria Math"/>
        </w:rPr>
        <w:t>ℝ</w:t>
      </w:r>
      <w:r w:rsidRPr="00E335C3">
        <w:t>.</w:t>
      </w:r>
    </w:p>
    <w:p w:rsidR="00C4450B" w:rsidRPr="00E335C3" w:rsidRDefault="00C4450B" w:rsidP="00C4450B">
      <w:pPr>
        <w:pStyle w:val="LSStandardtext"/>
        <w:numPr>
          <w:ilvl w:val="0"/>
          <w:numId w:val="27"/>
        </w:numPr>
      </w:pPr>
      <w:r w:rsidRPr="00E335C3">
        <w:t>... ungerade wenn f(</w:t>
      </w:r>
      <w:r w:rsidRPr="00E335C3">
        <w:rPr>
          <w:rFonts w:eastAsia="CMSY10" w:hint="eastAsia"/>
        </w:rPr>
        <w:t>−</w:t>
      </w:r>
      <w:r w:rsidRPr="00E335C3">
        <w:t xml:space="preserve">x) = </w:t>
      </w:r>
      <w:r w:rsidRPr="00E335C3">
        <w:rPr>
          <w:rFonts w:eastAsia="CMSY10" w:hint="eastAsia"/>
        </w:rPr>
        <w:t>−</w:t>
      </w:r>
      <w:r w:rsidRPr="00E335C3">
        <w:t xml:space="preserve">f(x) für beliebige x </w:t>
      </w:r>
      <w:r w:rsidRPr="00E335C3">
        <w:rPr>
          <w:rFonts w:eastAsia="CMSY10" w:hint="eastAsia"/>
        </w:rPr>
        <w:t>∈</w:t>
      </w:r>
      <w:r>
        <w:rPr>
          <w:rFonts w:ascii="Cambria Math" w:hAnsi="Cambria Math" w:cs="Cambria Math"/>
        </w:rPr>
        <w:t>ℝ</w:t>
      </w:r>
      <w:r>
        <w:t xml:space="preserve"> </w:t>
      </w:r>
      <w:r w:rsidRPr="00E335C3">
        <w:t>.</w:t>
      </w:r>
    </w:p>
    <w:p w:rsidR="00C4450B" w:rsidRPr="00E335C3" w:rsidRDefault="00C4450B" w:rsidP="00C4450B">
      <w:pPr>
        <w:pStyle w:val="LSStandardtext"/>
      </w:pPr>
      <w:r w:rsidRPr="00E335C3">
        <w:t>Das Schaubild zeigt (in rot) eine gerade Funktion g und (in blau) eine ungerade</w:t>
      </w:r>
      <w:r>
        <w:t xml:space="preserve"> </w:t>
      </w:r>
      <w:r w:rsidRPr="00E335C3">
        <w:t>Funktion u. Die Graphen gerader Funktionen y = f(x) sind symmetrisch</w:t>
      </w:r>
      <w:r>
        <w:t xml:space="preserve"> </w:t>
      </w:r>
      <w:r w:rsidRPr="00E335C3">
        <w:t>zur y-Achse. Die Graphen ung</w:t>
      </w:r>
      <w:r w:rsidRPr="00E335C3">
        <w:t>e</w:t>
      </w:r>
      <w:r w:rsidRPr="00E335C3">
        <w:t>rader Funktionen sind punktsymmetrisch</w:t>
      </w:r>
      <w:r>
        <w:t xml:space="preserve"> </w:t>
      </w:r>
      <w:r w:rsidRPr="00E335C3">
        <w:t>zum Ursprung.</w:t>
      </w:r>
    </w:p>
    <w:p w:rsidR="00C4450B" w:rsidRPr="00E335C3" w:rsidRDefault="00C4450B" w:rsidP="00C4450B">
      <w:pPr>
        <w:pStyle w:val="LSStandardtext"/>
      </w:pPr>
    </w:p>
    <w:p w:rsidR="00C4450B" w:rsidRPr="00E335C3" w:rsidRDefault="00C4450B" w:rsidP="00C4450B">
      <w:r w:rsidRPr="00E335C3">
        <w:rPr>
          <w:noProof/>
        </w:rPr>
        <w:drawing>
          <wp:inline distT="0" distB="0" distL="0" distR="0" wp14:anchorId="66036AFF" wp14:editId="2C2C9374">
            <wp:extent cx="2381693" cy="273309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82209" cy="2733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450B" w:rsidRPr="00E335C3" w:rsidRDefault="00C4450B" w:rsidP="00C4450B"/>
    <w:p w:rsidR="00C4450B" w:rsidRPr="00E335C3" w:rsidRDefault="00C4450B" w:rsidP="00C4450B">
      <w:pPr>
        <w:pStyle w:val="LSStandardtext"/>
      </w:pPr>
      <w:r w:rsidRPr="00E335C3">
        <w:t>Dass g tatsächlich gerade und u ungerade ist, kann bewiesen werden.</w:t>
      </w:r>
    </w:p>
    <w:p w:rsidR="00C4450B" w:rsidRPr="00E335C3" w:rsidRDefault="00C4450B" w:rsidP="00C4450B">
      <w:pPr>
        <w:pStyle w:val="LSStandardtext"/>
      </w:pPr>
      <w:r w:rsidRPr="0016195E">
        <w:rPr>
          <w:i/>
        </w:rPr>
        <w:t>Beweis.</w:t>
      </w:r>
      <w:r w:rsidRPr="00E335C3">
        <w:t xml:space="preserve"> Es ist nämlich für alle x </w:t>
      </w:r>
      <w:r w:rsidRPr="00E335C3">
        <w:rPr>
          <w:rFonts w:eastAsia="CMSY10" w:hint="eastAsia"/>
        </w:rPr>
        <w:t>∈</w:t>
      </w:r>
      <w:r>
        <w:rPr>
          <w:rFonts w:ascii="Cambria Math" w:hAnsi="Cambria Math" w:cs="Cambria Math"/>
        </w:rPr>
        <w:t>ℝ</w:t>
      </w:r>
      <w:r>
        <w:t xml:space="preserve"> </w:t>
      </w:r>
    </w:p>
    <w:p w:rsidR="00C4450B" w:rsidRPr="0016195E" w:rsidRDefault="00C4450B" w:rsidP="00C4450B">
      <w:pPr>
        <w:pStyle w:val="LSStandardtext"/>
        <w:ind w:firstLine="708"/>
        <w:rPr>
          <w:color w:val="FF0000"/>
        </w:rPr>
      </w:pPr>
      <w:r w:rsidRPr="00E335C3">
        <w:t>g(</w:t>
      </w:r>
      <w:r w:rsidRPr="00E335C3">
        <w:rPr>
          <w:rFonts w:eastAsia="CMSY10" w:hint="eastAsia"/>
        </w:rPr>
        <w:t>−</w:t>
      </w:r>
      <w:r w:rsidRPr="00E335C3">
        <w:t xml:space="preserve">x) = </w:t>
      </w:r>
      <w:r w:rsidRPr="0016195E">
        <w:rPr>
          <w:color w:val="FF0000"/>
        </w:rPr>
        <w:t>(</w:t>
      </w:r>
      <w:r w:rsidRPr="0016195E">
        <w:rPr>
          <w:rFonts w:eastAsia="CMSY10" w:hint="eastAsia"/>
          <w:color w:val="FF0000"/>
        </w:rPr>
        <w:t>−</w:t>
      </w:r>
      <w:r w:rsidRPr="0016195E">
        <w:rPr>
          <w:color w:val="FF0000"/>
        </w:rPr>
        <w:t xml:space="preserve">x)2 </w:t>
      </w:r>
      <w:r w:rsidRPr="0016195E">
        <w:rPr>
          <w:rFonts w:eastAsia="CMSY10" w:hint="eastAsia"/>
          <w:color w:val="FF0000"/>
        </w:rPr>
        <w:t>−</w:t>
      </w:r>
      <w:r w:rsidRPr="0016195E">
        <w:rPr>
          <w:rFonts w:eastAsia="CMSY10"/>
          <w:color w:val="FF0000"/>
        </w:rPr>
        <w:t xml:space="preserve"> </w:t>
      </w:r>
      <w:r w:rsidRPr="0016195E">
        <w:rPr>
          <w:color w:val="FF0000"/>
        </w:rPr>
        <w:t xml:space="preserve">2 = x2 </w:t>
      </w:r>
      <w:r w:rsidRPr="0016195E">
        <w:rPr>
          <w:rFonts w:eastAsia="CMSY10" w:hint="eastAsia"/>
          <w:color w:val="FF0000"/>
        </w:rPr>
        <w:t>−</w:t>
      </w:r>
      <w:r w:rsidRPr="0016195E">
        <w:rPr>
          <w:rFonts w:eastAsia="CMSY10"/>
          <w:color w:val="FF0000"/>
        </w:rPr>
        <w:t xml:space="preserve"> </w:t>
      </w:r>
      <w:r w:rsidRPr="0016195E">
        <w:rPr>
          <w:color w:val="FF0000"/>
        </w:rPr>
        <w:t>2 = = g(x)</w:t>
      </w:r>
    </w:p>
    <w:p w:rsidR="00C4450B" w:rsidRPr="0016195E" w:rsidRDefault="00C4450B" w:rsidP="00C4450B">
      <w:pPr>
        <w:pStyle w:val="LSStandardtext"/>
        <w:ind w:firstLine="708"/>
        <w:rPr>
          <w:color w:val="FF0000"/>
        </w:rPr>
      </w:pPr>
      <w:r w:rsidRPr="00E335C3">
        <w:t>u(</w:t>
      </w:r>
      <w:r w:rsidRPr="00E335C3">
        <w:rPr>
          <w:rFonts w:eastAsia="CMSY10" w:hint="eastAsia"/>
        </w:rPr>
        <w:t>−</w:t>
      </w:r>
      <w:r w:rsidRPr="00E335C3">
        <w:t xml:space="preserve">x) = </w:t>
      </w:r>
      <w:r w:rsidRPr="0016195E">
        <w:rPr>
          <w:color w:val="FF0000"/>
        </w:rPr>
        <w:t>(</w:t>
      </w:r>
      <w:r w:rsidRPr="0016195E">
        <w:rPr>
          <w:rFonts w:eastAsia="CMSY10" w:hint="eastAsia"/>
          <w:color w:val="FF0000"/>
        </w:rPr>
        <w:t>−</w:t>
      </w:r>
      <w:r w:rsidRPr="0016195E">
        <w:rPr>
          <w:color w:val="FF0000"/>
        </w:rPr>
        <w:t xml:space="preserve">x)3 </w:t>
      </w:r>
      <w:r w:rsidRPr="0016195E">
        <w:rPr>
          <w:rFonts w:eastAsia="CMSY10" w:hint="eastAsia"/>
          <w:color w:val="FF0000"/>
        </w:rPr>
        <w:t>−</w:t>
      </w:r>
      <w:r w:rsidRPr="0016195E">
        <w:rPr>
          <w:rFonts w:eastAsia="CMSY10"/>
          <w:color w:val="FF0000"/>
        </w:rPr>
        <w:t xml:space="preserve"> </w:t>
      </w:r>
      <w:r w:rsidRPr="0016195E">
        <w:rPr>
          <w:color w:val="FF0000"/>
        </w:rPr>
        <w:t>3(</w:t>
      </w:r>
      <w:r w:rsidRPr="0016195E">
        <w:rPr>
          <w:rFonts w:eastAsia="CMSY10" w:hint="eastAsia"/>
          <w:color w:val="FF0000"/>
        </w:rPr>
        <w:t>−</w:t>
      </w:r>
      <w:r w:rsidRPr="0016195E">
        <w:rPr>
          <w:color w:val="FF0000"/>
        </w:rPr>
        <w:t xml:space="preserve">x) = </w:t>
      </w:r>
      <w:r w:rsidRPr="0016195E">
        <w:rPr>
          <w:rFonts w:eastAsia="CMSY10" w:hint="eastAsia"/>
          <w:color w:val="FF0000"/>
        </w:rPr>
        <w:t>−</w:t>
      </w:r>
      <w:r w:rsidRPr="0016195E">
        <w:rPr>
          <w:color w:val="FF0000"/>
        </w:rPr>
        <w:t xml:space="preserve">x3 + 3x = </w:t>
      </w:r>
      <w:r w:rsidRPr="0016195E">
        <w:rPr>
          <w:rFonts w:eastAsia="CMSY10" w:hint="eastAsia"/>
          <w:color w:val="FF0000"/>
        </w:rPr>
        <w:t>−</w:t>
      </w:r>
      <w:r w:rsidRPr="0016195E">
        <w:rPr>
          <w:color w:val="FF0000"/>
        </w:rPr>
        <w:t xml:space="preserve">(x3 </w:t>
      </w:r>
      <w:r w:rsidRPr="0016195E">
        <w:rPr>
          <w:rFonts w:eastAsia="CMSY10" w:hint="eastAsia"/>
          <w:color w:val="FF0000"/>
        </w:rPr>
        <w:t>−</w:t>
      </w:r>
      <w:r w:rsidRPr="0016195E">
        <w:rPr>
          <w:rFonts w:eastAsia="CMSY10"/>
          <w:color w:val="FF0000"/>
        </w:rPr>
        <w:t xml:space="preserve"> </w:t>
      </w:r>
      <w:r w:rsidRPr="0016195E">
        <w:rPr>
          <w:color w:val="FF0000"/>
        </w:rPr>
        <w:t xml:space="preserve">3x) = </w:t>
      </w:r>
      <w:r w:rsidRPr="0016195E">
        <w:rPr>
          <w:rFonts w:eastAsia="CMSY10" w:hint="eastAsia"/>
          <w:color w:val="FF0000"/>
        </w:rPr>
        <w:t>−</w:t>
      </w:r>
      <w:r w:rsidRPr="0016195E">
        <w:rPr>
          <w:color w:val="FF0000"/>
        </w:rPr>
        <w:t>u(x)</w:t>
      </w:r>
    </w:p>
    <w:p w:rsidR="00C4450B" w:rsidRPr="00E335C3" w:rsidRDefault="00C4450B" w:rsidP="00C4450B">
      <w:pPr>
        <w:pStyle w:val="LSStandardtext"/>
      </w:pPr>
    </w:p>
    <w:p w:rsidR="00C4450B" w:rsidRPr="00E335C3" w:rsidRDefault="00C4450B" w:rsidP="00C4450B">
      <w:pPr>
        <w:pStyle w:val="LSStandardtext"/>
      </w:pPr>
      <w:r w:rsidRPr="00E335C3">
        <w:t>Natürlich reicht es nicht aus, die jeweilige Bedingung (f(</w:t>
      </w:r>
      <w:r w:rsidRPr="00E335C3">
        <w:rPr>
          <w:rFonts w:eastAsia="CMSY10" w:hint="eastAsia"/>
        </w:rPr>
        <w:t>−</w:t>
      </w:r>
      <w:r w:rsidRPr="00E335C3">
        <w:t>x) = f(x) bei</w:t>
      </w:r>
    </w:p>
    <w:p w:rsidR="00C4450B" w:rsidRPr="00E335C3" w:rsidRDefault="00C4450B" w:rsidP="00C4450B">
      <w:pPr>
        <w:pStyle w:val="LSStandardtext"/>
      </w:pPr>
      <w:r w:rsidRPr="00E335C3">
        <w:t>geraden bzw. f(</w:t>
      </w:r>
      <w:r w:rsidRPr="00E335C3">
        <w:rPr>
          <w:rFonts w:eastAsia="CMSY10" w:hint="eastAsia"/>
        </w:rPr>
        <w:t>−</w:t>
      </w:r>
      <w:r w:rsidRPr="00E335C3">
        <w:t xml:space="preserve">x) = </w:t>
      </w:r>
      <w:r w:rsidRPr="00E335C3">
        <w:rPr>
          <w:rFonts w:eastAsia="CMSY10" w:hint="eastAsia"/>
        </w:rPr>
        <w:t>−</w:t>
      </w:r>
      <w:r w:rsidRPr="00E335C3">
        <w:t>f(x) bei ungeraden Funktionen) an einer einzelnen</w:t>
      </w:r>
    </w:p>
    <w:p w:rsidR="00C4450B" w:rsidRPr="00E335C3" w:rsidRDefault="00C4450B" w:rsidP="00C4450B">
      <w:pPr>
        <w:pStyle w:val="LSStandardtext"/>
      </w:pPr>
      <w:r w:rsidRPr="00E335C3">
        <w:t>Stelle zu prüfen. Die Bedingung muss an allen Stellen gelten. Das kann für</w:t>
      </w:r>
    </w:p>
    <w:p w:rsidR="00C4450B" w:rsidRPr="00E335C3" w:rsidRDefault="00C4450B" w:rsidP="00C4450B">
      <w:pPr>
        <w:pStyle w:val="LSStandardtext"/>
      </w:pPr>
      <w:r w:rsidRPr="00E335C3">
        <w:t xml:space="preserve">allgemeine Funktionen niemals durch einzelne </w:t>
      </w:r>
      <w:r w:rsidR="00CE11DB">
        <w:t>Überprüfungen –</w:t>
      </w:r>
      <w:r w:rsidRPr="00E335C3">
        <w:t xml:space="preserve"> und seien es</w:t>
      </w:r>
    </w:p>
    <w:p w:rsidR="00C4450B" w:rsidRPr="00E335C3" w:rsidRDefault="00CE11DB" w:rsidP="00C4450B">
      <w:pPr>
        <w:pStyle w:val="LSStandardtext"/>
      </w:pPr>
      <w:r>
        <w:t>noch so viele –</w:t>
      </w:r>
      <w:r w:rsidR="00C4450B" w:rsidRPr="00E335C3">
        <w:t xml:space="preserve"> </w:t>
      </w:r>
      <w:proofErr w:type="gramStart"/>
      <w:r w:rsidR="00C4450B" w:rsidRPr="00E335C3">
        <w:t>sicher gestellt</w:t>
      </w:r>
      <w:proofErr w:type="gramEnd"/>
      <w:r w:rsidR="00C4450B" w:rsidRPr="00E335C3">
        <w:t xml:space="preserve"> werden.</w:t>
      </w:r>
    </w:p>
    <w:p w:rsidR="00C4450B" w:rsidRPr="00E335C3" w:rsidRDefault="00C4450B" w:rsidP="00C4450B">
      <w:r w:rsidRPr="00E335C3">
        <w:br w:type="page"/>
      </w:r>
    </w:p>
    <w:p w:rsidR="00C4450B" w:rsidRDefault="00C4450B" w:rsidP="00C4450B">
      <w:pPr>
        <w:pStyle w:val="LSStandardtext"/>
        <w:jc w:val="left"/>
        <w:rPr>
          <w:b/>
          <w:bCs/>
          <w:sz w:val="24"/>
        </w:rPr>
      </w:pPr>
      <w:r w:rsidRPr="00DB0121">
        <w:rPr>
          <w:b/>
          <w:bCs/>
          <w:sz w:val="24"/>
        </w:rPr>
        <w:lastRenderedPageBreak/>
        <w:t>Symmetrische Polynome</w:t>
      </w:r>
    </w:p>
    <w:p w:rsidR="00C4450B" w:rsidRPr="00DB0121" w:rsidRDefault="00C4450B" w:rsidP="00C4450B">
      <w:pPr>
        <w:pStyle w:val="LSStandardtext"/>
        <w:jc w:val="left"/>
        <w:rPr>
          <w:b/>
          <w:bCs/>
          <w:sz w:val="24"/>
        </w:rPr>
      </w:pPr>
    </w:p>
    <w:p w:rsidR="00C4450B" w:rsidRDefault="00C4450B" w:rsidP="00C4450B">
      <w:pPr>
        <w:pStyle w:val="LSStandardtext"/>
      </w:pPr>
      <w:r w:rsidRPr="00E335C3">
        <w:t>Bei spezie</w:t>
      </w:r>
      <w:r>
        <w:t>llen Funktionen kann aber die Überprü</w:t>
      </w:r>
      <w:r w:rsidRPr="00E335C3">
        <w:t>fung der Bedingung an endlich</w:t>
      </w:r>
      <w:r>
        <w:t xml:space="preserve"> </w:t>
      </w:r>
      <w:r w:rsidRPr="00E335C3">
        <w:t>vielen Ste</w:t>
      </w:r>
      <w:r w:rsidRPr="00E335C3">
        <w:t>l</w:t>
      </w:r>
      <w:r w:rsidRPr="00E335C3">
        <w:t>len ausreichend sein. Das gilt insbesondere bei Polynomen.</w:t>
      </w:r>
    </w:p>
    <w:p w:rsidR="00C4450B" w:rsidRPr="00E335C3" w:rsidRDefault="00C4450B" w:rsidP="00C4450B">
      <w:pPr>
        <w:pStyle w:val="LSStandardtext"/>
      </w:pPr>
    </w:p>
    <w:p w:rsidR="00C4450B" w:rsidRPr="00E335C3" w:rsidRDefault="00C4450B" w:rsidP="00C4450B">
      <w:pPr>
        <w:pStyle w:val="LSStandardtext"/>
      </w:pPr>
      <w:r w:rsidRPr="00DB0121">
        <w:rPr>
          <w:b/>
        </w:rPr>
        <w:t>Definition 2.1.</w:t>
      </w:r>
      <w:r w:rsidRPr="00E335C3">
        <w:t xml:space="preserve"> Eine Funktion f : </w:t>
      </w:r>
      <w:r>
        <w:rPr>
          <w:rFonts w:ascii="Cambria Math" w:hAnsi="Cambria Math" w:cs="Cambria Math"/>
        </w:rPr>
        <w:t>ℝ</w:t>
      </w:r>
      <w:r>
        <w:t xml:space="preserve"> </w:t>
      </w:r>
      <w:r w:rsidRPr="00E335C3">
        <w:t xml:space="preserve"> </w:t>
      </w:r>
      <w:r w:rsidRPr="00E335C3">
        <w:rPr>
          <w:rFonts w:eastAsia="CMSY10" w:hint="eastAsia"/>
        </w:rPr>
        <w:t>→</w:t>
      </w:r>
      <w:r>
        <w:rPr>
          <w:rFonts w:ascii="Cambria Math" w:hAnsi="Cambria Math" w:cs="Cambria Math"/>
        </w:rPr>
        <w:t>ℝ</w:t>
      </w:r>
      <w:r>
        <w:t xml:space="preserve"> </w:t>
      </w:r>
      <w:r w:rsidRPr="00E335C3">
        <w:t xml:space="preserve"> mit</w:t>
      </w:r>
    </w:p>
    <w:p w:rsidR="00C4450B" w:rsidRPr="00C4450B" w:rsidRDefault="00C4450B" w:rsidP="00C4450B">
      <w:pPr>
        <w:pStyle w:val="LSStandardtext"/>
        <w:ind w:firstLine="708"/>
        <w:rPr>
          <w:lang w:val="en-US"/>
        </w:rPr>
      </w:pPr>
      <w:r w:rsidRPr="00E335C3">
        <w:t xml:space="preserve">f(x) = </w:t>
      </w:r>
      <w:proofErr w:type="spellStart"/>
      <w:r w:rsidRPr="00E335C3">
        <w:t>a</w:t>
      </w:r>
      <w:r w:rsidRPr="00DB0121">
        <w:rPr>
          <w:vertAlign w:val="subscript"/>
        </w:rPr>
        <w:t>n</w:t>
      </w:r>
      <w:r w:rsidRPr="00E335C3">
        <w:t>x</w:t>
      </w:r>
      <w:r w:rsidRPr="00DB0121">
        <w:rPr>
          <w:vertAlign w:val="subscript"/>
        </w:rPr>
        <w:t>n</w:t>
      </w:r>
      <w:proofErr w:type="spellEnd"/>
      <w:r w:rsidRPr="00E335C3">
        <w:t xml:space="preserve"> + a</w:t>
      </w:r>
      <w:r w:rsidRPr="00DB0121">
        <w:rPr>
          <w:vertAlign w:val="subscript"/>
        </w:rPr>
        <w:t>n−1</w:t>
      </w:r>
      <w:r w:rsidRPr="00E335C3">
        <w:t>x</w:t>
      </w:r>
      <w:r w:rsidRPr="00DB0121">
        <w:rPr>
          <w:vertAlign w:val="subscript"/>
        </w:rPr>
        <w:t>n−1</w:t>
      </w:r>
      <w:r w:rsidRPr="00E335C3">
        <w:t xml:space="preserve"> + . . . </w:t>
      </w:r>
      <w:r w:rsidRPr="00C4450B">
        <w:rPr>
          <w:lang w:val="en-US"/>
        </w:rPr>
        <w:t>+ a</w:t>
      </w:r>
      <w:r w:rsidRPr="00C4450B">
        <w:rPr>
          <w:vertAlign w:val="subscript"/>
          <w:lang w:val="en-US"/>
        </w:rPr>
        <w:t>1</w:t>
      </w:r>
      <w:r w:rsidRPr="00C4450B">
        <w:rPr>
          <w:lang w:val="en-US"/>
        </w:rPr>
        <w:t>x + a</w:t>
      </w:r>
      <w:r w:rsidRPr="00C4450B">
        <w:rPr>
          <w:vertAlign w:val="subscript"/>
          <w:lang w:val="en-US"/>
        </w:rPr>
        <w:t>0</w:t>
      </w:r>
    </w:p>
    <w:p w:rsidR="00C4450B" w:rsidRPr="00663D56" w:rsidRDefault="00C4450B" w:rsidP="00C4450B">
      <w:pPr>
        <w:pStyle w:val="LSStandardtext"/>
        <w:rPr>
          <w:lang w:val="en-US"/>
        </w:rPr>
      </w:pPr>
      <w:proofErr w:type="spellStart"/>
      <w:proofErr w:type="gramStart"/>
      <w:r w:rsidRPr="00663D56">
        <w:rPr>
          <w:lang w:val="en-US"/>
        </w:rPr>
        <w:t>wobei</w:t>
      </w:r>
      <w:proofErr w:type="spellEnd"/>
      <w:proofErr w:type="gramEnd"/>
      <w:r w:rsidRPr="00663D56">
        <w:rPr>
          <w:lang w:val="en-US"/>
        </w:rPr>
        <w:t xml:space="preserve"> n </w:t>
      </w:r>
      <w:r w:rsidRPr="00663D56">
        <w:rPr>
          <w:rFonts w:eastAsia="CMSY10" w:hint="eastAsia"/>
          <w:lang w:val="en-US"/>
        </w:rPr>
        <w:t>∈</w:t>
      </w:r>
      <w:r w:rsidRPr="00663D56">
        <w:rPr>
          <w:rFonts w:eastAsia="CMSY10"/>
          <w:lang w:val="en-US"/>
        </w:rPr>
        <w:t xml:space="preserve"> </w:t>
      </w:r>
      <w:r w:rsidRPr="00663D56">
        <w:rPr>
          <w:rFonts w:ascii="Cambria Math" w:eastAsia="CMSY10" w:hAnsi="Cambria Math" w:cs="Cambria Math"/>
          <w:lang w:val="en-US"/>
        </w:rPr>
        <w:t>ℕ</w:t>
      </w:r>
      <w:r w:rsidRPr="00663D56">
        <w:rPr>
          <w:lang w:val="en-US"/>
        </w:rPr>
        <w:t>; a</w:t>
      </w:r>
      <w:r w:rsidRPr="00663D56">
        <w:rPr>
          <w:vertAlign w:val="subscript"/>
          <w:lang w:val="en-US"/>
        </w:rPr>
        <w:t>0</w:t>
      </w:r>
      <w:r w:rsidRPr="00663D56">
        <w:rPr>
          <w:lang w:val="en-US"/>
        </w:rPr>
        <w:t>, a</w:t>
      </w:r>
      <w:r w:rsidRPr="00663D56">
        <w:rPr>
          <w:vertAlign w:val="subscript"/>
          <w:lang w:val="en-US"/>
        </w:rPr>
        <w:t>1</w:t>
      </w:r>
      <w:r w:rsidRPr="00663D56">
        <w:rPr>
          <w:lang w:val="en-US"/>
        </w:rPr>
        <w:t xml:space="preserve">, . . . ...an </w:t>
      </w:r>
      <w:r w:rsidRPr="00663D56">
        <w:rPr>
          <w:rFonts w:eastAsia="CMSY10" w:hint="eastAsia"/>
          <w:lang w:val="en-US"/>
        </w:rPr>
        <w:t>∈</w:t>
      </w:r>
      <w:r w:rsidRPr="00663D56">
        <w:rPr>
          <w:rFonts w:ascii="Cambria Math" w:hAnsi="Cambria Math" w:cs="Cambria Math"/>
          <w:lang w:val="en-US"/>
        </w:rPr>
        <w:t>ℝ</w:t>
      </w:r>
      <w:r w:rsidRPr="00663D56">
        <w:rPr>
          <w:lang w:val="en-US"/>
        </w:rPr>
        <w:t xml:space="preserve">  </w:t>
      </w:r>
      <w:proofErr w:type="spellStart"/>
      <w:r w:rsidRPr="00663D56">
        <w:rPr>
          <w:lang w:val="en-US"/>
        </w:rPr>
        <w:t>heißt</w:t>
      </w:r>
      <w:proofErr w:type="spellEnd"/>
      <w:r w:rsidRPr="00663D56">
        <w:rPr>
          <w:lang w:val="en-US"/>
        </w:rPr>
        <w:t xml:space="preserve"> (</w:t>
      </w:r>
      <w:proofErr w:type="spellStart"/>
      <w:r w:rsidRPr="00663D56">
        <w:rPr>
          <w:lang w:val="en-US"/>
        </w:rPr>
        <w:t>reelles</w:t>
      </w:r>
      <w:proofErr w:type="spellEnd"/>
      <w:r w:rsidRPr="00663D56">
        <w:rPr>
          <w:lang w:val="en-US"/>
        </w:rPr>
        <w:t xml:space="preserve">) </w:t>
      </w:r>
      <w:proofErr w:type="spellStart"/>
      <w:r w:rsidRPr="00663D56">
        <w:rPr>
          <w:b/>
          <w:lang w:val="en-US"/>
        </w:rPr>
        <w:t>Polynom</w:t>
      </w:r>
      <w:proofErr w:type="spellEnd"/>
      <w:r w:rsidRPr="00663D56">
        <w:rPr>
          <w:lang w:val="en-US"/>
        </w:rPr>
        <w:t>.</w:t>
      </w:r>
    </w:p>
    <w:p w:rsidR="00C4450B" w:rsidRPr="00663D56" w:rsidRDefault="00C4450B" w:rsidP="00C4450B">
      <w:pPr>
        <w:pStyle w:val="LSStandardtext"/>
        <w:rPr>
          <w:lang w:val="en-US"/>
        </w:rPr>
      </w:pPr>
    </w:p>
    <w:p w:rsidR="00C4450B" w:rsidRDefault="00C4450B" w:rsidP="00C4450B">
      <w:pPr>
        <w:pStyle w:val="LSStandardtext"/>
      </w:pPr>
      <w:r w:rsidRPr="00E335C3">
        <w:t xml:space="preserve">Die Zahlen </w:t>
      </w:r>
      <w:r w:rsidRPr="00DB0121">
        <w:t>a</w:t>
      </w:r>
      <w:r w:rsidRPr="00DB0121">
        <w:rPr>
          <w:vertAlign w:val="subscript"/>
        </w:rPr>
        <w:t>i</w:t>
      </w:r>
      <w:r w:rsidRPr="00E335C3">
        <w:t xml:space="preserve"> heißen </w:t>
      </w:r>
      <w:r w:rsidRPr="00DB0121">
        <w:rPr>
          <w:b/>
        </w:rPr>
        <w:t>Koeffizienten</w:t>
      </w:r>
      <w:r w:rsidR="00CE11DB">
        <w:t xml:space="preserve"> des Polynoms. </w:t>
      </w:r>
      <w:proofErr w:type="gramStart"/>
      <w:r w:rsidR="00CE11DB">
        <w:t xml:space="preserve">Ist </w:t>
      </w:r>
      <w:proofErr w:type="gramEnd"/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≠0</m:t>
        </m:r>
      </m:oMath>
      <w:r w:rsidRPr="00E335C3">
        <w:t>, so heißt n</w:t>
      </w:r>
      <w:r>
        <w:t xml:space="preserve"> </w:t>
      </w:r>
      <w:r w:rsidRPr="00E335C3">
        <w:t>der Grad des Pol</w:t>
      </w:r>
      <w:r w:rsidRPr="00E335C3">
        <w:t>y</w:t>
      </w:r>
      <w:r w:rsidRPr="00E335C3">
        <w:t>noms, der höchste von Null verschiedene Koeffizient legt</w:t>
      </w:r>
      <w:r>
        <w:t xml:space="preserve"> </w:t>
      </w:r>
      <w:r w:rsidRPr="00E335C3">
        <w:t xml:space="preserve">also den </w:t>
      </w:r>
      <w:r w:rsidRPr="00DB0121">
        <w:rPr>
          <w:b/>
        </w:rPr>
        <w:t>Grad</w:t>
      </w:r>
      <w:r w:rsidRPr="00E335C3">
        <w:t xml:space="preserve"> fest.</w:t>
      </w:r>
    </w:p>
    <w:p w:rsidR="00C4450B" w:rsidRDefault="00C4450B" w:rsidP="00C4450B">
      <w:pPr>
        <w:pStyle w:val="LSStandardtext"/>
      </w:pPr>
      <w:r w:rsidRPr="00E335C3">
        <w:t xml:space="preserve">Sind alle Koeffizienten Null, so ist f das </w:t>
      </w:r>
      <w:r w:rsidRPr="00DB0121">
        <w:rPr>
          <w:b/>
        </w:rPr>
        <w:t>Nullpolynom</w:t>
      </w:r>
      <w:r w:rsidRPr="00E335C3">
        <w:t>. Es hat keinen festgelegten</w:t>
      </w:r>
      <w:r>
        <w:t xml:space="preserve"> </w:t>
      </w:r>
      <w:r w:rsidRPr="00E335C3">
        <w:t>Grad. (A</w:t>
      </w:r>
      <w:r w:rsidRPr="00E335C3">
        <w:t>l</w:t>
      </w:r>
      <w:r w:rsidRPr="00E335C3">
        <w:t xml:space="preserve">ternativ kann man den Grad des Nullpolynoms als </w:t>
      </w:r>
      <w:r w:rsidRPr="00E335C3">
        <w:rPr>
          <w:rFonts w:eastAsia="CMSY10" w:hint="eastAsia"/>
        </w:rPr>
        <w:t>−</w:t>
      </w:r>
      <w:r w:rsidRPr="00E335C3">
        <w:t>1</w:t>
      </w:r>
      <w:r>
        <w:t xml:space="preserve"> </w:t>
      </w:r>
      <w:r w:rsidRPr="00E335C3">
        <w:t>definieren.)</w:t>
      </w:r>
    </w:p>
    <w:p w:rsidR="00C4450B" w:rsidRPr="00E335C3" w:rsidRDefault="00C4450B" w:rsidP="00C4450B">
      <w:pPr>
        <w:pStyle w:val="LSStandardtext"/>
      </w:pPr>
    </w:p>
    <w:p w:rsidR="00C4450B" w:rsidRPr="00DB0121" w:rsidRDefault="00C4450B" w:rsidP="00C4450B">
      <w:pPr>
        <w:pStyle w:val="LSStandardtext"/>
        <w:rPr>
          <w:b/>
          <w:bCs/>
        </w:rPr>
      </w:pPr>
      <w:r w:rsidRPr="00DB0121">
        <w:rPr>
          <w:b/>
          <w:bCs/>
        </w:rPr>
        <w:t>Polynome vom Grad 2</w:t>
      </w:r>
    </w:p>
    <w:p w:rsidR="00C4450B" w:rsidRDefault="00C4450B" w:rsidP="00C4450B">
      <w:pPr>
        <w:pStyle w:val="LSStandardtext"/>
      </w:pPr>
      <w:r w:rsidRPr="00E335C3">
        <w:t>Ein Polynom f vom Grad 2 hat stets die Form f(x) = a</w:t>
      </w:r>
      <w:r w:rsidRPr="00DB0121">
        <w:rPr>
          <w:vertAlign w:val="subscript"/>
        </w:rPr>
        <w:t>2</w:t>
      </w:r>
      <w:r w:rsidRPr="00E335C3">
        <w:t>x</w:t>
      </w:r>
      <w:r w:rsidRPr="00DB0121">
        <w:rPr>
          <w:vertAlign w:val="subscript"/>
        </w:rPr>
        <w:t>2</w:t>
      </w:r>
      <w:r w:rsidRPr="00E335C3">
        <w:t xml:space="preserve"> + a</w:t>
      </w:r>
      <w:r w:rsidRPr="00DB0121">
        <w:rPr>
          <w:vertAlign w:val="subscript"/>
        </w:rPr>
        <w:t>1</w:t>
      </w:r>
      <w:r w:rsidRPr="00E335C3">
        <w:t>x + a</w:t>
      </w:r>
      <w:r w:rsidRPr="00DB0121">
        <w:rPr>
          <w:vertAlign w:val="subscript"/>
        </w:rPr>
        <w:t>0</w:t>
      </w:r>
      <w:r w:rsidRPr="00E335C3">
        <w:t xml:space="preserve"> mit</w:t>
      </w:r>
      <w:r>
        <w:t xml:space="preserve"> </w:t>
      </w:r>
      <w:r w:rsidRPr="00E335C3">
        <w:t>a</w:t>
      </w:r>
      <w:r w:rsidRPr="00DB0121">
        <w:rPr>
          <w:vertAlign w:val="subscript"/>
        </w:rPr>
        <w:t>2</w:t>
      </w:r>
      <w:r w:rsidRPr="00E335C3">
        <w:t xml:space="preserve"> </w:t>
      </w:r>
      <w:r w:rsidRPr="00E335C3">
        <w:rPr>
          <w:rFonts w:eastAsia="CMSY10"/>
        </w:rPr>
        <w:t>6</w:t>
      </w:r>
      <w:r w:rsidRPr="00E335C3">
        <w:t>= 0. Für a</w:t>
      </w:r>
      <w:r w:rsidRPr="00DB0121">
        <w:rPr>
          <w:vertAlign w:val="subscript"/>
        </w:rPr>
        <w:t>2</w:t>
      </w:r>
      <w:r w:rsidRPr="00E335C3">
        <w:t xml:space="preserve"> = 0 ist der Grad kleiner als 2.</w:t>
      </w:r>
    </w:p>
    <w:p w:rsidR="00C4450B" w:rsidRPr="00E335C3" w:rsidRDefault="00C4450B" w:rsidP="00C4450B">
      <w:pPr>
        <w:pStyle w:val="LSStandardtext"/>
      </w:pPr>
    </w:p>
    <w:p w:rsidR="00C4450B" w:rsidRPr="00E335C3" w:rsidRDefault="00C4450B" w:rsidP="00C4450B">
      <w:pPr>
        <w:pStyle w:val="LSStandardtext"/>
      </w:pPr>
      <w:r w:rsidRPr="00DB0121">
        <w:rPr>
          <w:b/>
        </w:rPr>
        <w:t>Satz 2.1.</w:t>
      </w:r>
      <w:r w:rsidRPr="00E335C3">
        <w:t xml:space="preserve"> Ein Polynom f vom Grad </w:t>
      </w:r>
      <w:r w:rsidRPr="00E335C3">
        <w:rPr>
          <w:rFonts w:eastAsia="CMSY10" w:hint="eastAsia"/>
        </w:rPr>
        <w:t>≤</w:t>
      </w:r>
      <w:r w:rsidRPr="00E335C3">
        <w:rPr>
          <w:rFonts w:eastAsia="CMSY10"/>
        </w:rPr>
        <w:t xml:space="preserve"> </w:t>
      </w:r>
      <w:r w:rsidRPr="00E335C3">
        <w:t>2 mit f(</w:t>
      </w:r>
      <w:r w:rsidRPr="00E335C3">
        <w:rPr>
          <w:rFonts w:eastAsia="CMSY10" w:hint="eastAsia"/>
        </w:rPr>
        <w:t>−</w:t>
      </w:r>
      <w:r w:rsidRPr="00E335C3">
        <w:t>x1) = f(x1) an einer</w:t>
      </w:r>
    </w:p>
    <w:p w:rsidR="00C4450B" w:rsidRDefault="00C4450B" w:rsidP="00C4450B">
      <w:pPr>
        <w:pStyle w:val="LSStandardtext"/>
      </w:pPr>
      <w:proofErr w:type="gramStart"/>
      <w:r w:rsidRPr="00E335C3">
        <w:t>einzigen</w:t>
      </w:r>
      <w:proofErr w:type="gramEnd"/>
      <w:r w:rsidRPr="00E335C3">
        <w:t xml:space="preserve"> Stelle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≠0</m:t>
        </m:r>
      </m:oMath>
      <w:r w:rsidR="00CE11DB">
        <w:t xml:space="preserve"> </w:t>
      </w:r>
      <w:r w:rsidRPr="00E335C3">
        <w:t>muss gerade sein.</w:t>
      </w:r>
    </w:p>
    <w:p w:rsidR="00C4450B" w:rsidRPr="00E335C3" w:rsidRDefault="00C4450B" w:rsidP="00C4450B">
      <w:pPr>
        <w:pStyle w:val="LSStandardtext"/>
      </w:pPr>
    </w:p>
    <w:p w:rsidR="00C4450B" w:rsidRPr="00E335C3" w:rsidRDefault="00C4450B" w:rsidP="00C4450B">
      <w:pPr>
        <w:pStyle w:val="LSStandardtext"/>
      </w:pPr>
      <w:r w:rsidRPr="00E335C3">
        <w:t>Beweis. Die Berechnung</w:t>
      </w:r>
    </w:p>
    <w:p w:rsidR="00C4450B" w:rsidRPr="00E335C3" w:rsidRDefault="00C4450B" w:rsidP="00C4450B">
      <w:pPr>
        <w:pStyle w:val="LSStandardtext"/>
        <w:ind w:firstLine="708"/>
      </w:pPr>
      <w:r w:rsidRPr="00E335C3">
        <w:t>0 = f(</w:t>
      </w:r>
      <w:r w:rsidRPr="00E335C3">
        <w:rPr>
          <w:rFonts w:eastAsia="CMSY10" w:hint="eastAsia"/>
        </w:rPr>
        <w:t>−</w:t>
      </w:r>
      <w:r w:rsidRPr="00E335C3">
        <w:t xml:space="preserve">x1) </w:t>
      </w:r>
      <w:r w:rsidRPr="00E335C3">
        <w:rPr>
          <w:rFonts w:eastAsia="CMSY10" w:hint="eastAsia"/>
        </w:rPr>
        <w:t>−</w:t>
      </w:r>
      <w:r w:rsidRPr="00E335C3">
        <w:rPr>
          <w:rFonts w:eastAsia="CMSY10"/>
        </w:rPr>
        <w:t xml:space="preserve"> </w:t>
      </w:r>
      <w:r w:rsidRPr="00E335C3">
        <w:t>f(x1) =</w:t>
      </w:r>
    </w:p>
    <w:p w:rsidR="00C4450B" w:rsidRPr="00DB0121" w:rsidRDefault="00C4450B" w:rsidP="00C4450B">
      <w:pPr>
        <w:pStyle w:val="LSStandardtext"/>
        <w:ind w:firstLine="708"/>
        <w:rPr>
          <w:lang w:val="en-US"/>
        </w:rPr>
      </w:pPr>
      <w:r w:rsidRPr="00DA4D6C">
        <w:t xml:space="preserve">   </w:t>
      </w:r>
      <w:r w:rsidRPr="00DB0121">
        <w:rPr>
          <w:lang w:val="en-US"/>
        </w:rPr>
        <w:t>= [</w:t>
      </w:r>
      <w:proofErr w:type="gramStart"/>
      <w:r w:rsidRPr="00DB0121">
        <w:rPr>
          <w:lang w:val="en-US"/>
        </w:rPr>
        <w:t>a</w:t>
      </w:r>
      <w:r w:rsidRPr="00DB0121">
        <w:rPr>
          <w:vertAlign w:val="subscript"/>
          <w:lang w:val="en-US"/>
        </w:rPr>
        <w:t>2</w:t>
      </w:r>
      <w:r w:rsidRPr="00DB0121">
        <w:rPr>
          <w:lang w:val="en-US"/>
        </w:rPr>
        <w:t>(</w:t>
      </w:r>
      <w:proofErr w:type="gramEnd"/>
      <w:r w:rsidRPr="00DB0121">
        <w:rPr>
          <w:rFonts w:eastAsia="CMSY10" w:hint="eastAsia"/>
          <w:lang w:val="en-US"/>
        </w:rPr>
        <w:t>−</w:t>
      </w:r>
      <w:r w:rsidRPr="00DB0121">
        <w:rPr>
          <w:lang w:val="en-US"/>
        </w:rPr>
        <w:t>x</w:t>
      </w:r>
      <w:r w:rsidRPr="00DB0121">
        <w:rPr>
          <w:vertAlign w:val="subscript"/>
          <w:lang w:val="en-US"/>
        </w:rPr>
        <w:t>1</w:t>
      </w:r>
      <w:r w:rsidRPr="00DB0121">
        <w:rPr>
          <w:lang w:val="en-US"/>
        </w:rPr>
        <w:t>)</w:t>
      </w:r>
      <w:r w:rsidRPr="00DB0121">
        <w:rPr>
          <w:vertAlign w:val="superscript"/>
          <w:lang w:val="en-US"/>
        </w:rPr>
        <w:t>2</w:t>
      </w:r>
      <w:r w:rsidRPr="00DB0121">
        <w:rPr>
          <w:lang w:val="en-US"/>
        </w:rPr>
        <w:t xml:space="preserve"> + a</w:t>
      </w:r>
      <w:r w:rsidRPr="00DB0121">
        <w:rPr>
          <w:vertAlign w:val="subscript"/>
          <w:lang w:val="en-US"/>
        </w:rPr>
        <w:t>1</w:t>
      </w:r>
      <w:r w:rsidRPr="00DB0121">
        <w:rPr>
          <w:lang w:val="en-US"/>
        </w:rPr>
        <w:t>(</w:t>
      </w:r>
      <w:r w:rsidRPr="00DB0121">
        <w:rPr>
          <w:rFonts w:eastAsia="CMSY10" w:hint="eastAsia"/>
          <w:lang w:val="en-US"/>
        </w:rPr>
        <w:t>−</w:t>
      </w:r>
      <w:r w:rsidRPr="00DB0121">
        <w:rPr>
          <w:lang w:val="en-US"/>
        </w:rPr>
        <w:t>x</w:t>
      </w:r>
      <w:r w:rsidRPr="00DB0121">
        <w:rPr>
          <w:vertAlign w:val="subscript"/>
          <w:lang w:val="en-US"/>
        </w:rPr>
        <w:t>1</w:t>
      </w:r>
      <w:r w:rsidRPr="00DB0121">
        <w:rPr>
          <w:lang w:val="en-US"/>
        </w:rPr>
        <w:t>) + a</w:t>
      </w:r>
      <w:r w:rsidRPr="00DB0121">
        <w:rPr>
          <w:vertAlign w:val="subscript"/>
          <w:lang w:val="en-US"/>
        </w:rPr>
        <w:t>0</w:t>
      </w:r>
      <w:r w:rsidRPr="00DB0121">
        <w:rPr>
          <w:lang w:val="en-US"/>
        </w:rPr>
        <w:t xml:space="preserve">] </w:t>
      </w:r>
      <w:r w:rsidRPr="00DB0121">
        <w:rPr>
          <w:rFonts w:eastAsia="CMSY10" w:hint="eastAsia"/>
          <w:lang w:val="en-US"/>
        </w:rPr>
        <w:t>−</w:t>
      </w:r>
      <w:r w:rsidRPr="00DB0121">
        <w:rPr>
          <w:rFonts w:eastAsia="CMSY10"/>
          <w:lang w:val="en-US"/>
        </w:rPr>
        <w:t xml:space="preserve"> </w:t>
      </w:r>
      <w:r w:rsidRPr="00DB0121">
        <w:rPr>
          <w:lang w:val="en-US"/>
        </w:rPr>
        <w:t>[a</w:t>
      </w:r>
      <w:r w:rsidRPr="00DB0121">
        <w:rPr>
          <w:vertAlign w:val="subscript"/>
          <w:lang w:val="en-US"/>
        </w:rPr>
        <w:t>2</w:t>
      </w:r>
      <w:r w:rsidRPr="00DB0121">
        <w:rPr>
          <w:lang w:val="en-US"/>
        </w:rPr>
        <w:t>x</w:t>
      </w:r>
      <w:r w:rsidRPr="00DB0121">
        <w:rPr>
          <w:vertAlign w:val="subscript"/>
          <w:lang w:val="en-US"/>
        </w:rPr>
        <w:t>1</w:t>
      </w:r>
      <w:r w:rsidRPr="00DB0121">
        <w:rPr>
          <w:vertAlign w:val="superscript"/>
          <w:lang w:val="en-US"/>
        </w:rPr>
        <w:t>2</w:t>
      </w:r>
      <w:r w:rsidRPr="00DB0121">
        <w:rPr>
          <w:lang w:val="en-US"/>
        </w:rPr>
        <w:t>+ a</w:t>
      </w:r>
      <w:r w:rsidRPr="00DB0121">
        <w:rPr>
          <w:vertAlign w:val="subscript"/>
          <w:lang w:val="en-US"/>
        </w:rPr>
        <w:t>1</w:t>
      </w:r>
      <w:r w:rsidRPr="00DB0121">
        <w:rPr>
          <w:lang w:val="en-US"/>
        </w:rPr>
        <w:t>x</w:t>
      </w:r>
      <w:r w:rsidRPr="00DB0121">
        <w:rPr>
          <w:vertAlign w:val="subscript"/>
          <w:lang w:val="en-US"/>
        </w:rPr>
        <w:t>1</w:t>
      </w:r>
      <w:r w:rsidRPr="00DB0121">
        <w:rPr>
          <w:lang w:val="en-US"/>
        </w:rPr>
        <w:t xml:space="preserve"> + a</w:t>
      </w:r>
      <w:r w:rsidRPr="00DB0121">
        <w:rPr>
          <w:vertAlign w:val="subscript"/>
          <w:lang w:val="en-US"/>
        </w:rPr>
        <w:t>0</w:t>
      </w:r>
      <w:r w:rsidRPr="00DB0121">
        <w:rPr>
          <w:lang w:val="en-US"/>
        </w:rPr>
        <w:t>] =</w:t>
      </w:r>
    </w:p>
    <w:p w:rsidR="00C4450B" w:rsidRDefault="00C4450B" w:rsidP="00C4450B">
      <w:pPr>
        <w:pStyle w:val="LSStandardtext"/>
        <w:ind w:firstLine="708"/>
        <w:rPr>
          <w:lang w:val="en-US"/>
        </w:rPr>
      </w:pPr>
      <w:r>
        <w:rPr>
          <w:lang w:val="en-US"/>
        </w:rPr>
        <w:t xml:space="preserve">   </w:t>
      </w:r>
      <w:r w:rsidRPr="00DB0121">
        <w:rPr>
          <w:lang w:val="en-US"/>
        </w:rPr>
        <w:t>= [a</w:t>
      </w:r>
      <w:r w:rsidRPr="00DB0121">
        <w:rPr>
          <w:vertAlign w:val="subscript"/>
          <w:lang w:val="en-US"/>
        </w:rPr>
        <w:t>2</w:t>
      </w:r>
      <w:r w:rsidRPr="00DB0121">
        <w:rPr>
          <w:lang w:val="en-US"/>
        </w:rPr>
        <w:t>x</w:t>
      </w:r>
      <w:r w:rsidRPr="00DB0121">
        <w:rPr>
          <w:vertAlign w:val="subscript"/>
          <w:lang w:val="en-US"/>
        </w:rPr>
        <w:t>1</w:t>
      </w:r>
      <w:r w:rsidRPr="00DB0121">
        <w:rPr>
          <w:rFonts w:eastAsia="CMSY10"/>
          <w:vertAlign w:val="superscript"/>
          <w:lang w:val="en-US"/>
        </w:rPr>
        <w:t>2</w:t>
      </w:r>
      <w:r w:rsidRPr="00DB0121">
        <w:rPr>
          <w:rFonts w:eastAsia="CMSY10" w:hint="eastAsia"/>
          <w:lang w:val="en-US"/>
        </w:rPr>
        <w:t>−</w:t>
      </w:r>
      <w:r w:rsidRPr="00DB0121">
        <w:rPr>
          <w:rFonts w:eastAsia="CMSY10"/>
          <w:lang w:val="en-US"/>
        </w:rPr>
        <w:t xml:space="preserve"> </w:t>
      </w:r>
      <w:r w:rsidRPr="00DB0121">
        <w:rPr>
          <w:lang w:val="en-US"/>
        </w:rPr>
        <w:t>a</w:t>
      </w:r>
      <w:r w:rsidRPr="00DB0121">
        <w:rPr>
          <w:vertAlign w:val="subscript"/>
          <w:lang w:val="en-US"/>
        </w:rPr>
        <w:t>1</w:t>
      </w:r>
      <w:r w:rsidRPr="00DB0121">
        <w:rPr>
          <w:lang w:val="en-US"/>
        </w:rPr>
        <w:t>x</w:t>
      </w:r>
      <w:r w:rsidRPr="00DB0121">
        <w:rPr>
          <w:vertAlign w:val="subscript"/>
          <w:lang w:val="en-US"/>
        </w:rPr>
        <w:t>1</w:t>
      </w:r>
      <w:r w:rsidRPr="00DB0121">
        <w:rPr>
          <w:lang w:val="en-US"/>
        </w:rPr>
        <w:t xml:space="preserve"> + a</w:t>
      </w:r>
      <w:r w:rsidRPr="00DB0121">
        <w:rPr>
          <w:vertAlign w:val="subscript"/>
          <w:lang w:val="en-US"/>
        </w:rPr>
        <w:t>0</w:t>
      </w:r>
      <w:r w:rsidRPr="00DB0121">
        <w:rPr>
          <w:lang w:val="en-US"/>
        </w:rPr>
        <w:t xml:space="preserve">] </w:t>
      </w:r>
      <w:r w:rsidRPr="00DB0121">
        <w:rPr>
          <w:rFonts w:eastAsia="CMSY10" w:hint="eastAsia"/>
          <w:lang w:val="en-US"/>
        </w:rPr>
        <w:t>−</w:t>
      </w:r>
      <w:r w:rsidRPr="00DB0121">
        <w:rPr>
          <w:rFonts w:eastAsia="CMSY10"/>
          <w:lang w:val="en-US"/>
        </w:rPr>
        <w:t xml:space="preserve"> </w:t>
      </w:r>
      <w:r w:rsidRPr="00DB0121">
        <w:rPr>
          <w:lang w:val="en-US"/>
        </w:rPr>
        <w:t>[a</w:t>
      </w:r>
      <w:r w:rsidRPr="00DB0121">
        <w:rPr>
          <w:vertAlign w:val="subscript"/>
          <w:lang w:val="en-US"/>
        </w:rPr>
        <w:t>2</w:t>
      </w:r>
      <w:r w:rsidRPr="00DB0121">
        <w:rPr>
          <w:lang w:val="en-US"/>
        </w:rPr>
        <w:t>x</w:t>
      </w:r>
      <w:r w:rsidRPr="00DB0121">
        <w:rPr>
          <w:vertAlign w:val="subscript"/>
          <w:lang w:val="en-US"/>
        </w:rPr>
        <w:t>1</w:t>
      </w:r>
      <w:r w:rsidRPr="00DB0121">
        <w:rPr>
          <w:vertAlign w:val="superscript"/>
          <w:lang w:val="en-US"/>
        </w:rPr>
        <w:t>2</w:t>
      </w:r>
      <w:r w:rsidRPr="00DB0121">
        <w:rPr>
          <w:lang w:val="en-US"/>
        </w:rPr>
        <w:t>+ a</w:t>
      </w:r>
      <w:r w:rsidRPr="00DB0121">
        <w:rPr>
          <w:vertAlign w:val="subscript"/>
          <w:lang w:val="en-US"/>
        </w:rPr>
        <w:t>1</w:t>
      </w:r>
      <w:r w:rsidRPr="00DB0121">
        <w:rPr>
          <w:lang w:val="en-US"/>
        </w:rPr>
        <w:t>x</w:t>
      </w:r>
      <w:r w:rsidRPr="00DB0121">
        <w:rPr>
          <w:vertAlign w:val="subscript"/>
          <w:lang w:val="en-US"/>
        </w:rPr>
        <w:t>1</w:t>
      </w:r>
      <w:r w:rsidRPr="00DB0121">
        <w:rPr>
          <w:lang w:val="en-US"/>
        </w:rPr>
        <w:t xml:space="preserve"> + a</w:t>
      </w:r>
      <w:r w:rsidRPr="00DB0121">
        <w:rPr>
          <w:vertAlign w:val="subscript"/>
          <w:lang w:val="en-US"/>
        </w:rPr>
        <w:t>0</w:t>
      </w:r>
      <w:r w:rsidRPr="00DB0121">
        <w:rPr>
          <w:lang w:val="en-US"/>
        </w:rPr>
        <w:t xml:space="preserve">] = </w:t>
      </w:r>
      <w:r w:rsidRPr="00DB0121">
        <w:rPr>
          <w:rFonts w:eastAsia="CMSY10" w:hint="eastAsia"/>
          <w:lang w:val="en-US"/>
        </w:rPr>
        <w:t>−</w:t>
      </w:r>
      <w:r w:rsidRPr="00DB0121">
        <w:rPr>
          <w:lang w:val="en-US"/>
        </w:rPr>
        <w:t>2a</w:t>
      </w:r>
      <w:r w:rsidRPr="00DB0121">
        <w:rPr>
          <w:vertAlign w:val="subscript"/>
          <w:lang w:val="en-US"/>
        </w:rPr>
        <w:t>1</w:t>
      </w:r>
      <w:r w:rsidRPr="00DB0121">
        <w:rPr>
          <w:lang w:val="en-US"/>
        </w:rPr>
        <w:t>x</w:t>
      </w:r>
      <w:r w:rsidRPr="00DB0121">
        <w:rPr>
          <w:vertAlign w:val="subscript"/>
          <w:lang w:val="en-US"/>
        </w:rPr>
        <w:t>1</w:t>
      </w:r>
    </w:p>
    <w:p w:rsidR="00C4450B" w:rsidRPr="00DB0121" w:rsidRDefault="00C4450B" w:rsidP="00C4450B">
      <w:pPr>
        <w:pStyle w:val="LSStandardtext"/>
        <w:ind w:firstLine="708"/>
        <w:rPr>
          <w:lang w:val="en-US"/>
        </w:rPr>
      </w:pPr>
    </w:p>
    <w:p w:rsidR="00C4450B" w:rsidRDefault="00C4450B" w:rsidP="00C4450B">
      <w:pPr>
        <w:pStyle w:val="LSStandardtext"/>
      </w:pPr>
      <w:r w:rsidRPr="00E335C3">
        <w:t>führt zu a</w:t>
      </w:r>
      <w:r w:rsidRPr="00B776AF">
        <w:rPr>
          <w:vertAlign w:val="subscript"/>
        </w:rPr>
        <w:t>1</w:t>
      </w:r>
      <w:r w:rsidRPr="00E335C3">
        <w:t>x</w:t>
      </w:r>
      <w:r w:rsidRPr="00B776AF">
        <w:rPr>
          <w:vertAlign w:val="subscript"/>
        </w:rPr>
        <w:t>1</w:t>
      </w:r>
      <w:r w:rsidRPr="00E335C3">
        <w:t xml:space="preserve"> = 0. Wegen x</w:t>
      </w:r>
      <w:r w:rsidRPr="00B776AF">
        <w:rPr>
          <w:vertAlign w:val="subscript"/>
        </w:rPr>
        <w:t>1</w:t>
      </w:r>
      <w:r w:rsidRPr="00E335C3">
        <w:t xml:space="preserve"> </w:t>
      </w:r>
      <w:r>
        <w:rPr>
          <w:rFonts w:eastAsia="CMSY10"/>
        </w:rPr>
        <w:t>≠</w:t>
      </w:r>
      <w:r w:rsidRPr="00E335C3">
        <w:t xml:space="preserve"> 0 muss also a</w:t>
      </w:r>
      <w:r w:rsidRPr="00B776AF">
        <w:rPr>
          <w:vertAlign w:val="subscript"/>
        </w:rPr>
        <w:t>1</w:t>
      </w:r>
      <w:r w:rsidRPr="00E335C3">
        <w:t xml:space="preserve"> = 0 sein. Das Polynom lautet</w:t>
      </w:r>
      <w:r>
        <w:t xml:space="preserve"> </w:t>
      </w:r>
      <w:r w:rsidRPr="00E335C3">
        <w:t>folglich f(x) = a</w:t>
      </w:r>
      <w:r w:rsidRPr="00B776AF">
        <w:rPr>
          <w:vertAlign w:val="subscript"/>
        </w:rPr>
        <w:t>2</w:t>
      </w:r>
      <w:r w:rsidRPr="00E335C3">
        <w:t>x</w:t>
      </w:r>
      <w:r w:rsidR="00663D56">
        <w:rPr>
          <w:vertAlign w:val="superscript"/>
        </w:rPr>
        <w:t>2</w:t>
      </w:r>
      <w:bookmarkStart w:id="0" w:name="_GoBack"/>
      <w:bookmarkEnd w:id="0"/>
      <w:r w:rsidRPr="00E335C3">
        <w:t xml:space="preserve"> +a</w:t>
      </w:r>
      <w:r w:rsidRPr="00B776AF">
        <w:rPr>
          <w:vertAlign w:val="subscript"/>
        </w:rPr>
        <w:t>0</w:t>
      </w:r>
      <w:r w:rsidRPr="00E335C3">
        <w:t xml:space="preserve">. Diese Funktion ist aber gerade. Für alle x </w:t>
      </w:r>
      <w:r w:rsidRPr="00E335C3">
        <w:rPr>
          <w:rFonts w:eastAsia="CMSY10" w:hint="eastAsia"/>
        </w:rPr>
        <w:t>∈</w:t>
      </w:r>
      <w:r>
        <w:rPr>
          <w:rFonts w:ascii="Cambria Math" w:hAnsi="Cambria Math" w:cs="Cambria Math"/>
        </w:rPr>
        <w:t>ℝ</w:t>
      </w:r>
      <w:r>
        <w:t xml:space="preserve"> </w:t>
      </w:r>
      <w:r w:rsidRPr="00E335C3">
        <w:t xml:space="preserve"> ist</w:t>
      </w:r>
    </w:p>
    <w:p w:rsidR="00C4450B" w:rsidRPr="00DA4D6C" w:rsidRDefault="00C4450B" w:rsidP="00C4450B">
      <w:pPr>
        <w:pStyle w:val="LSStandardtext"/>
        <w:ind w:firstLine="708"/>
      </w:pPr>
      <w:r w:rsidRPr="00DA4D6C">
        <w:t>f(</w:t>
      </w:r>
      <w:r w:rsidRPr="00DA4D6C">
        <w:rPr>
          <w:rFonts w:eastAsia="CMSY10" w:hint="eastAsia"/>
        </w:rPr>
        <w:t>−</w:t>
      </w:r>
      <w:r w:rsidRPr="00DA4D6C">
        <w:t>x) = a</w:t>
      </w:r>
      <w:r w:rsidRPr="00DA4D6C">
        <w:rPr>
          <w:vertAlign w:val="subscript"/>
        </w:rPr>
        <w:t>2</w:t>
      </w:r>
      <w:r w:rsidRPr="00DA4D6C">
        <w:t>(</w:t>
      </w:r>
      <w:r w:rsidRPr="00DA4D6C">
        <w:rPr>
          <w:rFonts w:eastAsia="CMSY10" w:hint="eastAsia"/>
        </w:rPr>
        <w:t>−</w:t>
      </w:r>
      <w:r w:rsidRPr="00DA4D6C">
        <w:t>x)</w:t>
      </w:r>
      <w:r w:rsidRPr="00DA4D6C">
        <w:rPr>
          <w:vertAlign w:val="superscript"/>
        </w:rPr>
        <w:t>2</w:t>
      </w:r>
      <w:r w:rsidRPr="00DA4D6C">
        <w:t xml:space="preserve"> + a</w:t>
      </w:r>
      <w:r w:rsidRPr="00DA4D6C">
        <w:rPr>
          <w:vertAlign w:val="subscript"/>
        </w:rPr>
        <w:t>0</w:t>
      </w:r>
      <w:r w:rsidRPr="00DA4D6C">
        <w:t xml:space="preserve"> = a</w:t>
      </w:r>
      <w:r w:rsidRPr="00DA4D6C">
        <w:rPr>
          <w:vertAlign w:val="subscript"/>
        </w:rPr>
        <w:t>2</w:t>
      </w:r>
      <w:r w:rsidRPr="00DA4D6C">
        <w:t>x</w:t>
      </w:r>
      <w:r w:rsidRPr="00DA4D6C">
        <w:rPr>
          <w:vertAlign w:val="superscript"/>
        </w:rPr>
        <w:t>2</w:t>
      </w:r>
      <w:r w:rsidRPr="00DA4D6C">
        <w:t xml:space="preserve"> + a</w:t>
      </w:r>
      <w:r w:rsidRPr="00DA4D6C">
        <w:rPr>
          <w:vertAlign w:val="subscript"/>
        </w:rPr>
        <w:t>0</w:t>
      </w:r>
      <w:r w:rsidRPr="00DA4D6C">
        <w:t xml:space="preserve"> = f(x)</w:t>
      </w:r>
    </w:p>
    <w:p w:rsidR="00C4450B" w:rsidRPr="00DA4D6C" w:rsidRDefault="00C4450B" w:rsidP="00C4450B">
      <w:pPr>
        <w:pStyle w:val="LSStandardtext"/>
      </w:pPr>
    </w:p>
    <w:p w:rsidR="00C4450B" w:rsidRPr="00E335C3" w:rsidRDefault="00C4450B" w:rsidP="00C4450B">
      <w:pPr>
        <w:pStyle w:val="LSStandardtext"/>
      </w:pPr>
      <w:r w:rsidRPr="00B776AF">
        <w:rPr>
          <w:b/>
        </w:rPr>
        <w:t>Aufgabe 2.1</w:t>
      </w:r>
      <w:r w:rsidRPr="00E335C3">
        <w:t xml:space="preserve">. Muss ein Polynom f vom Grad </w:t>
      </w:r>
      <w:r w:rsidRPr="00E335C3">
        <w:rPr>
          <w:rFonts w:eastAsia="CMSY10" w:hint="eastAsia"/>
        </w:rPr>
        <w:t>≤</w:t>
      </w:r>
      <w:r w:rsidRPr="00E335C3">
        <w:rPr>
          <w:rFonts w:eastAsia="CMSY10"/>
        </w:rPr>
        <w:t xml:space="preserve"> </w:t>
      </w:r>
      <w:r w:rsidRPr="00E335C3">
        <w:t>2 mit f(</w:t>
      </w:r>
      <w:r w:rsidRPr="00E335C3">
        <w:rPr>
          <w:rFonts w:eastAsia="CMSY10" w:hint="eastAsia"/>
        </w:rPr>
        <w:t>−</w:t>
      </w:r>
      <w:r w:rsidRPr="00E335C3">
        <w:t>x</w:t>
      </w:r>
      <w:r w:rsidRPr="00B776AF">
        <w:rPr>
          <w:vertAlign w:val="subscript"/>
        </w:rPr>
        <w:t>1</w:t>
      </w:r>
      <w:r w:rsidRPr="00E335C3">
        <w:t xml:space="preserve">) = </w:t>
      </w:r>
      <w:r w:rsidRPr="00E335C3">
        <w:rPr>
          <w:rFonts w:eastAsia="CMSY10" w:hint="eastAsia"/>
        </w:rPr>
        <w:t>−</w:t>
      </w:r>
      <w:r w:rsidRPr="00E335C3">
        <w:t>f(x</w:t>
      </w:r>
      <w:r w:rsidRPr="00B776AF">
        <w:rPr>
          <w:vertAlign w:val="subscript"/>
        </w:rPr>
        <w:t>1</w:t>
      </w:r>
      <w:r w:rsidRPr="00E335C3">
        <w:t>)</w:t>
      </w:r>
    </w:p>
    <w:p w:rsidR="00C4450B" w:rsidRDefault="00C4450B" w:rsidP="00C4450B">
      <w:pPr>
        <w:pStyle w:val="LSStandardtext"/>
      </w:pPr>
      <w:r w:rsidRPr="00E335C3">
        <w:t>an einer einzigen Stelle x</w:t>
      </w:r>
      <w:r w:rsidRPr="00B776AF">
        <w:rPr>
          <w:vertAlign w:val="subscript"/>
        </w:rPr>
        <w:t>1</w:t>
      </w:r>
      <w:r w:rsidRPr="00E335C3">
        <w:t xml:space="preserve"> </w:t>
      </w:r>
      <w:r>
        <w:rPr>
          <w:rFonts w:eastAsia="CMSY10"/>
        </w:rPr>
        <w:t>≠</w:t>
      </w:r>
      <w:r w:rsidRPr="00E335C3">
        <w:t xml:space="preserve"> 0 ungerade sein? Versuchen Sie den Beweis des</w:t>
      </w:r>
      <w:r>
        <w:t xml:space="preserve"> </w:t>
      </w:r>
      <w:r w:rsidRPr="00E335C3">
        <w:t>vorangega</w:t>
      </w:r>
      <w:r w:rsidRPr="00E335C3">
        <w:t>n</w:t>
      </w:r>
      <w:r w:rsidRPr="00E335C3">
        <w:t>genen Satze</w:t>
      </w:r>
      <w:r w:rsidR="00CE11DB">
        <w:t xml:space="preserve">s zu </w:t>
      </w:r>
      <w:r w:rsidRPr="00E335C3">
        <w:t>übertragen. Was vermuten Sie? Begründen Sie</w:t>
      </w:r>
      <w:r>
        <w:t xml:space="preserve"> </w:t>
      </w:r>
      <w:r w:rsidRPr="00E335C3">
        <w:t>Ihre Entscheidung.</w:t>
      </w:r>
      <w:r>
        <w:t xml:space="preserve"> </w:t>
      </w:r>
    </w:p>
    <w:p w:rsidR="00C4450B" w:rsidRDefault="00C4450B" w:rsidP="00C4450B">
      <w:pPr>
        <w:rPr>
          <w:color w:val="FF0000"/>
        </w:rPr>
      </w:pPr>
      <w:r>
        <w:rPr>
          <w:color w:val="FF0000"/>
        </w:rPr>
        <w:br w:type="page"/>
      </w:r>
    </w:p>
    <w:p w:rsidR="00C4450B" w:rsidRDefault="00C4450B" w:rsidP="00C4450B">
      <w:pPr>
        <w:pStyle w:val="LSStandardtext"/>
        <w:rPr>
          <w:color w:val="FF0000"/>
        </w:rPr>
      </w:pPr>
      <w:r w:rsidRPr="007B6689">
        <w:rPr>
          <w:color w:val="FF0000"/>
        </w:rPr>
        <w:lastRenderedPageBreak/>
        <w:t>Analog zur vorigen Berechnung führt</w:t>
      </w:r>
    </w:p>
    <w:p w:rsidR="00C4450B" w:rsidRPr="007B6689" w:rsidRDefault="00C4450B" w:rsidP="00C4450B">
      <w:pPr>
        <w:pStyle w:val="LSStandardtext"/>
        <w:rPr>
          <w:color w:val="FF0000"/>
        </w:rPr>
      </w:pPr>
    </w:p>
    <w:p w:rsidR="00C4450B" w:rsidRPr="007B6689" w:rsidRDefault="00C4450B" w:rsidP="00C4450B">
      <w:pPr>
        <w:pStyle w:val="LSStandardtext"/>
        <w:ind w:firstLine="708"/>
        <w:rPr>
          <w:color w:val="FF0000"/>
          <w:lang w:val="en-US"/>
        </w:rPr>
      </w:pPr>
      <w:r w:rsidRPr="007B6689">
        <w:rPr>
          <w:color w:val="FF0000"/>
          <w:lang w:val="en-US"/>
        </w:rPr>
        <w:t xml:space="preserve">0 = </w:t>
      </w:r>
      <w:proofErr w:type="gramStart"/>
      <w:r w:rsidRPr="007B6689">
        <w:rPr>
          <w:color w:val="FF0000"/>
          <w:lang w:val="en-US"/>
        </w:rPr>
        <w:t>f(</w:t>
      </w:r>
      <w:proofErr w:type="gramEnd"/>
      <w:r w:rsidRPr="007B6689">
        <w:rPr>
          <w:rFonts w:eastAsia="CMSY10" w:hint="eastAsia"/>
          <w:color w:val="FF0000"/>
          <w:lang w:val="en-US"/>
        </w:rPr>
        <w:t>−</w:t>
      </w:r>
      <w:r w:rsidRPr="007B6689">
        <w:rPr>
          <w:color w:val="FF0000"/>
          <w:lang w:val="en-US"/>
        </w:rPr>
        <w:t>x</w:t>
      </w:r>
      <w:r w:rsidRPr="007B6689">
        <w:rPr>
          <w:color w:val="FF0000"/>
          <w:vertAlign w:val="subscript"/>
          <w:lang w:val="en-US"/>
        </w:rPr>
        <w:t>1</w:t>
      </w:r>
      <w:r w:rsidRPr="007B6689">
        <w:rPr>
          <w:color w:val="FF0000"/>
          <w:lang w:val="en-US"/>
        </w:rPr>
        <w:t>) + f(x</w:t>
      </w:r>
      <w:r w:rsidRPr="007B6689">
        <w:rPr>
          <w:color w:val="FF0000"/>
          <w:vertAlign w:val="subscript"/>
          <w:lang w:val="en-US"/>
        </w:rPr>
        <w:t>1</w:t>
      </w:r>
      <w:r w:rsidR="00CE11DB">
        <w:rPr>
          <w:color w:val="FF0000"/>
          <w:lang w:val="en-US"/>
        </w:rPr>
        <w:t xml:space="preserve">) </w:t>
      </w:r>
    </w:p>
    <w:p w:rsidR="00C4450B" w:rsidRPr="007B6689" w:rsidRDefault="00C4450B" w:rsidP="00C4450B">
      <w:pPr>
        <w:pStyle w:val="LSStandardtext"/>
        <w:ind w:left="708"/>
        <w:rPr>
          <w:color w:val="FF0000"/>
          <w:lang w:val="en-US"/>
        </w:rPr>
      </w:pPr>
      <w:r>
        <w:rPr>
          <w:color w:val="FF0000"/>
          <w:lang w:val="en-US"/>
        </w:rPr>
        <w:t xml:space="preserve">   </w:t>
      </w:r>
      <w:r w:rsidRPr="007B6689">
        <w:rPr>
          <w:color w:val="FF0000"/>
          <w:lang w:val="en-US"/>
        </w:rPr>
        <w:t>= [</w:t>
      </w:r>
      <w:proofErr w:type="gramStart"/>
      <w:r w:rsidRPr="007B6689">
        <w:rPr>
          <w:color w:val="FF0000"/>
          <w:lang w:val="en-US"/>
        </w:rPr>
        <w:t>a</w:t>
      </w:r>
      <w:r w:rsidRPr="007B6689">
        <w:rPr>
          <w:color w:val="FF0000"/>
          <w:vertAlign w:val="subscript"/>
          <w:lang w:val="en-US"/>
        </w:rPr>
        <w:t>2</w:t>
      </w:r>
      <w:r w:rsidRPr="007B6689">
        <w:rPr>
          <w:color w:val="FF0000"/>
          <w:lang w:val="en-US"/>
        </w:rPr>
        <w:t>(</w:t>
      </w:r>
      <w:proofErr w:type="gramEnd"/>
      <w:r w:rsidRPr="007B6689">
        <w:rPr>
          <w:rFonts w:eastAsia="CMSY10" w:hint="eastAsia"/>
          <w:color w:val="FF0000"/>
          <w:lang w:val="en-US"/>
        </w:rPr>
        <w:t>−</w:t>
      </w:r>
      <w:r w:rsidRPr="007B6689">
        <w:rPr>
          <w:color w:val="FF0000"/>
          <w:lang w:val="en-US"/>
        </w:rPr>
        <w:t>x</w:t>
      </w:r>
      <w:r w:rsidRPr="007B6689">
        <w:rPr>
          <w:color w:val="FF0000"/>
          <w:vertAlign w:val="subscript"/>
          <w:lang w:val="en-US"/>
        </w:rPr>
        <w:t>1</w:t>
      </w:r>
      <w:r w:rsidRPr="007B6689">
        <w:rPr>
          <w:color w:val="FF0000"/>
          <w:lang w:val="en-US"/>
        </w:rPr>
        <w:t>)</w:t>
      </w:r>
      <w:r w:rsidRPr="007B6689">
        <w:rPr>
          <w:color w:val="FF0000"/>
          <w:vertAlign w:val="superscript"/>
          <w:lang w:val="en-US"/>
        </w:rPr>
        <w:t>2</w:t>
      </w:r>
      <w:r w:rsidRPr="007B6689">
        <w:rPr>
          <w:color w:val="FF0000"/>
          <w:lang w:val="en-US"/>
        </w:rPr>
        <w:t xml:space="preserve"> + a</w:t>
      </w:r>
      <w:r w:rsidRPr="007B6689">
        <w:rPr>
          <w:color w:val="FF0000"/>
          <w:vertAlign w:val="subscript"/>
          <w:lang w:val="en-US"/>
        </w:rPr>
        <w:t>1</w:t>
      </w:r>
      <w:r w:rsidRPr="007B6689">
        <w:rPr>
          <w:color w:val="FF0000"/>
          <w:lang w:val="en-US"/>
        </w:rPr>
        <w:t>(</w:t>
      </w:r>
      <w:r w:rsidRPr="007B6689">
        <w:rPr>
          <w:rFonts w:eastAsia="CMSY10" w:hint="eastAsia"/>
          <w:color w:val="FF0000"/>
          <w:lang w:val="en-US"/>
        </w:rPr>
        <w:t>−</w:t>
      </w:r>
      <w:r w:rsidRPr="007B6689">
        <w:rPr>
          <w:color w:val="FF0000"/>
          <w:lang w:val="en-US"/>
        </w:rPr>
        <w:t>x</w:t>
      </w:r>
      <w:r w:rsidRPr="007B6689">
        <w:rPr>
          <w:color w:val="FF0000"/>
          <w:vertAlign w:val="subscript"/>
          <w:lang w:val="en-US"/>
        </w:rPr>
        <w:t>1</w:t>
      </w:r>
      <w:r w:rsidRPr="007B6689">
        <w:rPr>
          <w:color w:val="FF0000"/>
          <w:lang w:val="en-US"/>
        </w:rPr>
        <w:t>) + a</w:t>
      </w:r>
      <w:r w:rsidRPr="007B6689">
        <w:rPr>
          <w:color w:val="FF0000"/>
          <w:vertAlign w:val="subscript"/>
          <w:lang w:val="en-US"/>
        </w:rPr>
        <w:t>0</w:t>
      </w:r>
      <w:r w:rsidRPr="007B6689">
        <w:rPr>
          <w:color w:val="FF0000"/>
          <w:lang w:val="en-US"/>
        </w:rPr>
        <w:t>] + [a</w:t>
      </w:r>
      <w:r w:rsidRPr="007B6689">
        <w:rPr>
          <w:color w:val="FF0000"/>
          <w:vertAlign w:val="subscript"/>
          <w:lang w:val="en-US"/>
        </w:rPr>
        <w:t>2</w:t>
      </w:r>
      <w:r w:rsidRPr="007B6689">
        <w:rPr>
          <w:color w:val="FF0000"/>
          <w:lang w:val="en-US"/>
        </w:rPr>
        <w:t>x</w:t>
      </w:r>
      <w:r w:rsidRPr="007B6689">
        <w:rPr>
          <w:color w:val="FF0000"/>
          <w:vertAlign w:val="subscript"/>
          <w:lang w:val="en-US"/>
        </w:rPr>
        <w:t>1</w:t>
      </w:r>
      <w:r w:rsidRPr="007B6689">
        <w:rPr>
          <w:color w:val="FF0000"/>
          <w:vertAlign w:val="superscript"/>
          <w:lang w:val="en-US"/>
        </w:rPr>
        <w:t>2</w:t>
      </w:r>
      <w:r w:rsidRPr="007B6689">
        <w:rPr>
          <w:color w:val="FF0000"/>
          <w:lang w:val="en-US"/>
        </w:rPr>
        <w:t>+ a</w:t>
      </w:r>
      <w:r w:rsidRPr="007B6689">
        <w:rPr>
          <w:color w:val="FF0000"/>
          <w:vertAlign w:val="subscript"/>
          <w:lang w:val="en-US"/>
        </w:rPr>
        <w:t>1</w:t>
      </w:r>
      <w:r w:rsidRPr="007B6689">
        <w:rPr>
          <w:color w:val="FF0000"/>
          <w:lang w:val="en-US"/>
        </w:rPr>
        <w:t>x</w:t>
      </w:r>
      <w:r w:rsidRPr="007B6689">
        <w:rPr>
          <w:color w:val="FF0000"/>
          <w:vertAlign w:val="subscript"/>
          <w:lang w:val="en-US"/>
        </w:rPr>
        <w:t>1</w:t>
      </w:r>
      <w:r w:rsidRPr="007B6689">
        <w:rPr>
          <w:color w:val="FF0000"/>
          <w:lang w:val="en-US"/>
        </w:rPr>
        <w:t xml:space="preserve"> + a</w:t>
      </w:r>
      <w:r w:rsidRPr="007B6689">
        <w:rPr>
          <w:color w:val="FF0000"/>
          <w:vertAlign w:val="subscript"/>
          <w:lang w:val="en-US"/>
        </w:rPr>
        <w:t>0</w:t>
      </w:r>
      <w:r w:rsidR="00CE11DB">
        <w:rPr>
          <w:color w:val="FF0000"/>
          <w:lang w:val="en-US"/>
        </w:rPr>
        <w:t xml:space="preserve">] </w:t>
      </w:r>
    </w:p>
    <w:p w:rsidR="00C4450B" w:rsidRPr="007B6689" w:rsidRDefault="00C4450B" w:rsidP="00C4450B">
      <w:pPr>
        <w:pStyle w:val="LSStandardtext"/>
        <w:ind w:firstLine="708"/>
        <w:rPr>
          <w:color w:val="FF0000"/>
          <w:lang w:val="en-US"/>
        </w:rPr>
      </w:pPr>
      <w:r>
        <w:rPr>
          <w:color w:val="FF0000"/>
          <w:lang w:val="en-US"/>
        </w:rPr>
        <w:t xml:space="preserve">   </w:t>
      </w:r>
      <w:r w:rsidRPr="007B6689">
        <w:rPr>
          <w:color w:val="FF0000"/>
          <w:lang w:val="en-US"/>
        </w:rPr>
        <w:t>= [a</w:t>
      </w:r>
      <w:r w:rsidRPr="007B6689">
        <w:rPr>
          <w:color w:val="FF0000"/>
          <w:vertAlign w:val="subscript"/>
          <w:lang w:val="en-US"/>
        </w:rPr>
        <w:t>2</w:t>
      </w:r>
      <w:r w:rsidRPr="007B6689">
        <w:rPr>
          <w:color w:val="FF0000"/>
          <w:lang w:val="en-US"/>
        </w:rPr>
        <w:t>x</w:t>
      </w:r>
      <w:r>
        <w:rPr>
          <w:color w:val="FF0000"/>
          <w:vertAlign w:val="subscript"/>
          <w:lang w:val="en-US"/>
        </w:rPr>
        <w:t>1</w:t>
      </w:r>
      <w:r>
        <w:rPr>
          <w:color w:val="FF0000"/>
          <w:vertAlign w:val="superscript"/>
          <w:lang w:val="en-US"/>
        </w:rPr>
        <w:t>2</w:t>
      </w:r>
      <w:r w:rsidRPr="007B6689">
        <w:rPr>
          <w:rFonts w:eastAsia="CMSY10" w:hint="eastAsia"/>
          <w:color w:val="FF0000"/>
          <w:lang w:val="en-US"/>
        </w:rPr>
        <w:t>−</w:t>
      </w:r>
      <w:r w:rsidRPr="007B6689">
        <w:rPr>
          <w:rFonts w:eastAsia="CMSY10"/>
          <w:color w:val="FF0000"/>
          <w:lang w:val="en-US"/>
        </w:rPr>
        <w:t xml:space="preserve"> </w:t>
      </w:r>
      <w:r w:rsidRPr="007B6689">
        <w:rPr>
          <w:color w:val="FF0000"/>
          <w:lang w:val="en-US"/>
        </w:rPr>
        <w:t>a</w:t>
      </w:r>
      <w:r w:rsidRPr="007B6689">
        <w:rPr>
          <w:color w:val="FF0000"/>
          <w:vertAlign w:val="subscript"/>
          <w:lang w:val="en-US"/>
        </w:rPr>
        <w:t>1</w:t>
      </w:r>
      <w:r w:rsidRPr="007B6689">
        <w:rPr>
          <w:color w:val="FF0000"/>
          <w:lang w:val="en-US"/>
        </w:rPr>
        <w:t>x</w:t>
      </w:r>
      <w:r w:rsidRPr="007B6689">
        <w:rPr>
          <w:color w:val="FF0000"/>
          <w:vertAlign w:val="subscript"/>
          <w:lang w:val="en-US"/>
        </w:rPr>
        <w:t>1</w:t>
      </w:r>
      <w:r w:rsidRPr="007B6689">
        <w:rPr>
          <w:color w:val="FF0000"/>
          <w:lang w:val="en-US"/>
        </w:rPr>
        <w:t xml:space="preserve"> + a</w:t>
      </w:r>
      <w:r w:rsidRPr="007B6689">
        <w:rPr>
          <w:color w:val="FF0000"/>
          <w:vertAlign w:val="subscript"/>
          <w:lang w:val="en-US"/>
        </w:rPr>
        <w:t>0</w:t>
      </w:r>
      <w:r w:rsidRPr="007B6689">
        <w:rPr>
          <w:color w:val="FF0000"/>
          <w:lang w:val="en-US"/>
        </w:rPr>
        <w:t>] + [a</w:t>
      </w:r>
      <w:r w:rsidRPr="007B6689">
        <w:rPr>
          <w:color w:val="FF0000"/>
          <w:vertAlign w:val="subscript"/>
          <w:lang w:val="en-US"/>
        </w:rPr>
        <w:t>2</w:t>
      </w:r>
      <w:r w:rsidRPr="007B6689">
        <w:rPr>
          <w:color w:val="FF0000"/>
          <w:lang w:val="en-US"/>
        </w:rPr>
        <w:t>x</w:t>
      </w:r>
      <w:r>
        <w:rPr>
          <w:color w:val="FF0000"/>
          <w:vertAlign w:val="subscript"/>
          <w:lang w:val="en-US"/>
        </w:rPr>
        <w:t>1</w:t>
      </w:r>
      <w:r>
        <w:rPr>
          <w:color w:val="FF0000"/>
          <w:vertAlign w:val="superscript"/>
          <w:lang w:val="en-US"/>
        </w:rPr>
        <w:t>2</w:t>
      </w:r>
      <w:r w:rsidRPr="007B6689">
        <w:rPr>
          <w:color w:val="FF0000"/>
          <w:lang w:val="en-US"/>
        </w:rPr>
        <w:t>+ a</w:t>
      </w:r>
      <w:r w:rsidRPr="007B6689">
        <w:rPr>
          <w:color w:val="FF0000"/>
          <w:vertAlign w:val="subscript"/>
          <w:lang w:val="en-US"/>
        </w:rPr>
        <w:t>1</w:t>
      </w:r>
      <w:r w:rsidRPr="007B6689">
        <w:rPr>
          <w:color w:val="FF0000"/>
          <w:lang w:val="en-US"/>
        </w:rPr>
        <w:t>x</w:t>
      </w:r>
      <w:r w:rsidRPr="007B6689">
        <w:rPr>
          <w:color w:val="FF0000"/>
          <w:vertAlign w:val="subscript"/>
          <w:lang w:val="en-US"/>
        </w:rPr>
        <w:t>1</w:t>
      </w:r>
      <w:r w:rsidRPr="007B6689">
        <w:rPr>
          <w:color w:val="FF0000"/>
          <w:lang w:val="en-US"/>
        </w:rPr>
        <w:t xml:space="preserve"> + a</w:t>
      </w:r>
      <w:r w:rsidRPr="007B6689">
        <w:rPr>
          <w:color w:val="FF0000"/>
          <w:vertAlign w:val="subscript"/>
          <w:lang w:val="en-US"/>
        </w:rPr>
        <w:t>0</w:t>
      </w:r>
      <w:r w:rsidR="00CE11DB">
        <w:rPr>
          <w:color w:val="FF0000"/>
          <w:lang w:val="en-US"/>
        </w:rPr>
        <w:t xml:space="preserve">] </w:t>
      </w:r>
    </w:p>
    <w:p w:rsidR="00C4450B" w:rsidRPr="007B6689" w:rsidRDefault="00C4450B" w:rsidP="00C4450B">
      <w:pPr>
        <w:pStyle w:val="LSStandardtext"/>
        <w:ind w:firstLine="708"/>
        <w:rPr>
          <w:color w:val="FF0000"/>
        </w:rPr>
      </w:pPr>
      <w:r>
        <w:rPr>
          <w:color w:val="FF0000"/>
          <w:lang w:val="en-US"/>
        </w:rPr>
        <w:t xml:space="preserve">   </w:t>
      </w:r>
      <w:r w:rsidRPr="007B6689">
        <w:rPr>
          <w:color w:val="FF0000"/>
        </w:rPr>
        <w:t xml:space="preserve">= 2 </w:t>
      </w:r>
      <w:r w:rsidRPr="007B6689">
        <w:rPr>
          <w:rFonts w:eastAsia="CMSY10" w:hint="eastAsia"/>
          <w:color w:val="FF0000"/>
        </w:rPr>
        <w:t>・</w:t>
      </w:r>
      <w:r w:rsidRPr="007B6689">
        <w:rPr>
          <w:rFonts w:eastAsia="CMSY10" w:hint="eastAsia"/>
          <w:color w:val="FF0000"/>
        </w:rPr>
        <w:t xml:space="preserve"> </w:t>
      </w:r>
      <w:r w:rsidRPr="007B6689">
        <w:rPr>
          <w:color w:val="FF0000"/>
        </w:rPr>
        <w:t>(a</w:t>
      </w:r>
      <w:r w:rsidRPr="007B6689">
        <w:rPr>
          <w:color w:val="FF0000"/>
          <w:vertAlign w:val="subscript"/>
        </w:rPr>
        <w:t>2</w:t>
      </w:r>
      <w:r w:rsidRPr="007B6689">
        <w:rPr>
          <w:color w:val="FF0000"/>
        </w:rPr>
        <w:t>x</w:t>
      </w:r>
      <w:r>
        <w:rPr>
          <w:color w:val="FF0000"/>
          <w:vertAlign w:val="subscript"/>
        </w:rPr>
        <w:t>1</w:t>
      </w:r>
      <w:r>
        <w:rPr>
          <w:color w:val="FF0000"/>
          <w:vertAlign w:val="superscript"/>
        </w:rPr>
        <w:t>2</w:t>
      </w:r>
      <w:r w:rsidRPr="007B6689">
        <w:rPr>
          <w:color w:val="FF0000"/>
        </w:rPr>
        <w:t>+ a</w:t>
      </w:r>
      <w:r w:rsidRPr="007B6689">
        <w:rPr>
          <w:color w:val="FF0000"/>
          <w:vertAlign w:val="subscript"/>
        </w:rPr>
        <w:t>0</w:t>
      </w:r>
      <w:r w:rsidRPr="007B6689">
        <w:rPr>
          <w:color w:val="FF0000"/>
        </w:rPr>
        <w:t>)</w:t>
      </w:r>
    </w:p>
    <w:p w:rsidR="00C4450B" w:rsidRPr="007B6689" w:rsidRDefault="00C4450B" w:rsidP="00C4450B">
      <w:pPr>
        <w:pStyle w:val="LSStandardtext"/>
        <w:rPr>
          <w:color w:val="FF0000"/>
        </w:rPr>
      </w:pPr>
      <w:r w:rsidRPr="007B6689">
        <w:rPr>
          <w:color w:val="FF0000"/>
        </w:rPr>
        <w:t>zu</w:t>
      </w:r>
    </w:p>
    <w:p w:rsidR="00C4450B" w:rsidRDefault="00C4450B" w:rsidP="00C4450B">
      <w:pPr>
        <w:pStyle w:val="LSStandardtext"/>
        <w:ind w:firstLine="708"/>
        <w:rPr>
          <w:color w:val="FF0000"/>
        </w:rPr>
      </w:pPr>
      <w:r w:rsidRPr="007B6689">
        <w:rPr>
          <w:color w:val="FF0000"/>
        </w:rPr>
        <w:t>a</w:t>
      </w:r>
      <w:r w:rsidRPr="007B6689">
        <w:rPr>
          <w:color w:val="FF0000"/>
          <w:vertAlign w:val="subscript"/>
        </w:rPr>
        <w:t>2</w:t>
      </w:r>
      <w:r w:rsidRPr="007B6689">
        <w:rPr>
          <w:color w:val="FF0000"/>
        </w:rPr>
        <w:t>x</w:t>
      </w:r>
      <w:r>
        <w:rPr>
          <w:color w:val="FF0000"/>
          <w:vertAlign w:val="subscript"/>
        </w:rPr>
        <w:t>1</w:t>
      </w:r>
      <w:r>
        <w:rPr>
          <w:color w:val="FF0000"/>
          <w:vertAlign w:val="superscript"/>
        </w:rPr>
        <w:t>2</w:t>
      </w:r>
      <w:r w:rsidRPr="007B6689">
        <w:rPr>
          <w:color w:val="FF0000"/>
        </w:rPr>
        <w:t>+ a</w:t>
      </w:r>
      <w:r w:rsidRPr="007B6689">
        <w:rPr>
          <w:color w:val="FF0000"/>
          <w:vertAlign w:val="subscript"/>
        </w:rPr>
        <w:t>0</w:t>
      </w:r>
      <w:r w:rsidRPr="007B6689">
        <w:rPr>
          <w:color w:val="FF0000"/>
        </w:rPr>
        <w:t xml:space="preserve"> = 0</w:t>
      </w:r>
    </w:p>
    <w:p w:rsidR="00C4450B" w:rsidRPr="007B6689" w:rsidRDefault="00C4450B" w:rsidP="00C4450B">
      <w:pPr>
        <w:pStyle w:val="LSStandardtext"/>
        <w:ind w:firstLine="708"/>
        <w:rPr>
          <w:color w:val="FF0000"/>
        </w:rPr>
      </w:pPr>
    </w:p>
    <w:p w:rsidR="00C4450B" w:rsidRDefault="00C4450B" w:rsidP="00C4450B">
      <w:pPr>
        <w:pStyle w:val="LSStandardtext"/>
        <w:rPr>
          <w:color w:val="FF0000"/>
        </w:rPr>
      </w:pPr>
      <w:r w:rsidRPr="007B6689">
        <w:rPr>
          <w:color w:val="FF0000"/>
        </w:rPr>
        <w:t>Im Gegensatz zum vorigen Satz enthält diese Gleichung aber noch zwei</w:t>
      </w:r>
      <w:r>
        <w:rPr>
          <w:color w:val="FF0000"/>
        </w:rPr>
        <w:t xml:space="preserve"> </w:t>
      </w:r>
      <w:r w:rsidRPr="007B6689">
        <w:rPr>
          <w:color w:val="FF0000"/>
        </w:rPr>
        <w:t>unbekannte Par</w:t>
      </w:r>
      <w:r w:rsidRPr="007B6689">
        <w:rPr>
          <w:color w:val="FF0000"/>
        </w:rPr>
        <w:t>a</w:t>
      </w:r>
      <w:r w:rsidRPr="007B6689">
        <w:rPr>
          <w:color w:val="FF0000"/>
        </w:rPr>
        <w:t>meter. Deshalb kann (natürlich) nicht geschlossen werden,</w:t>
      </w:r>
      <w:r>
        <w:rPr>
          <w:color w:val="FF0000"/>
        </w:rPr>
        <w:t xml:space="preserve"> </w:t>
      </w:r>
      <w:r w:rsidRPr="007B6689">
        <w:rPr>
          <w:color w:val="FF0000"/>
        </w:rPr>
        <w:t>dass a</w:t>
      </w:r>
      <w:r w:rsidRPr="007B6689">
        <w:rPr>
          <w:color w:val="FF0000"/>
          <w:vertAlign w:val="subscript"/>
        </w:rPr>
        <w:t>2</w:t>
      </w:r>
      <w:r w:rsidRPr="007B6689">
        <w:rPr>
          <w:color w:val="FF0000"/>
        </w:rPr>
        <w:t xml:space="preserve"> und a</w:t>
      </w:r>
      <w:r w:rsidRPr="007B6689">
        <w:rPr>
          <w:color w:val="FF0000"/>
          <w:vertAlign w:val="subscript"/>
        </w:rPr>
        <w:t>0</w:t>
      </w:r>
      <w:r w:rsidRPr="007B6689">
        <w:rPr>
          <w:color w:val="FF0000"/>
        </w:rPr>
        <w:t xml:space="preserve"> beide Null sind.</w:t>
      </w:r>
    </w:p>
    <w:p w:rsidR="00C4450B" w:rsidRPr="007B6689" w:rsidRDefault="00C4450B" w:rsidP="00C4450B">
      <w:pPr>
        <w:pStyle w:val="LSStandardtext"/>
        <w:rPr>
          <w:color w:val="FF0000"/>
        </w:rPr>
      </w:pPr>
    </w:p>
    <w:p w:rsidR="00C4450B" w:rsidRDefault="00C4450B" w:rsidP="00C4450B">
      <w:pPr>
        <w:pStyle w:val="LSStandardtext"/>
        <w:rPr>
          <w:color w:val="FF0000"/>
        </w:rPr>
      </w:pPr>
      <w:r w:rsidRPr="007B6689">
        <w:rPr>
          <w:i/>
          <w:color w:val="FF0000"/>
        </w:rPr>
        <w:t>Beweis.</w:t>
      </w:r>
      <w:r w:rsidRPr="007B6689">
        <w:rPr>
          <w:color w:val="FF0000"/>
        </w:rPr>
        <w:t xml:space="preserve"> </w:t>
      </w:r>
    </w:p>
    <w:p w:rsidR="00C4450B" w:rsidRDefault="00C4450B" w:rsidP="00C4450B">
      <w:pPr>
        <w:pStyle w:val="LSStandardtext"/>
        <w:rPr>
          <w:color w:val="FF0000"/>
        </w:rPr>
      </w:pPr>
    </w:p>
    <w:p w:rsidR="00C4450B" w:rsidRPr="007B6689" w:rsidRDefault="00C4450B" w:rsidP="00C4450B">
      <w:pPr>
        <w:pStyle w:val="LSStandardtext"/>
        <w:rPr>
          <w:color w:val="FF0000"/>
        </w:rPr>
      </w:pPr>
      <w:r w:rsidRPr="007B6689">
        <w:rPr>
          <w:color w:val="FF0000"/>
        </w:rPr>
        <w:t>Beispielsweise erfüllt das Polynom zweiten Grades</w:t>
      </w:r>
    </w:p>
    <w:p w:rsidR="00C4450B" w:rsidRPr="007B6689" w:rsidRDefault="00C4450B" w:rsidP="00C4450B">
      <w:pPr>
        <w:pStyle w:val="LSStandardtext"/>
        <w:ind w:firstLine="708"/>
        <w:rPr>
          <w:color w:val="FF0000"/>
        </w:rPr>
      </w:pPr>
      <w:r w:rsidRPr="007B6689">
        <w:rPr>
          <w:color w:val="FF0000"/>
        </w:rPr>
        <w:t>f(x) = x</w:t>
      </w:r>
      <w:r w:rsidRPr="007B6689">
        <w:rPr>
          <w:color w:val="FF0000"/>
          <w:vertAlign w:val="superscript"/>
        </w:rPr>
        <w:t>2</w:t>
      </w:r>
      <w:r w:rsidRPr="007B6689">
        <w:rPr>
          <w:color w:val="FF0000"/>
        </w:rPr>
        <w:t xml:space="preserve"> </w:t>
      </w:r>
      <w:r w:rsidRPr="007B6689">
        <w:rPr>
          <w:rFonts w:eastAsia="CMSY10" w:hint="eastAsia"/>
          <w:color w:val="FF0000"/>
        </w:rPr>
        <w:t>−</w:t>
      </w:r>
      <w:r w:rsidRPr="007B6689">
        <w:rPr>
          <w:rFonts w:eastAsia="CMSY10"/>
          <w:color w:val="FF0000"/>
        </w:rPr>
        <w:t xml:space="preserve"> </w:t>
      </w:r>
      <w:r w:rsidRPr="007B6689">
        <w:rPr>
          <w:color w:val="FF0000"/>
        </w:rPr>
        <w:t>1</w:t>
      </w:r>
    </w:p>
    <w:p w:rsidR="00C4450B" w:rsidRPr="007B6689" w:rsidRDefault="00C4450B" w:rsidP="00C4450B">
      <w:pPr>
        <w:pStyle w:val="LSStandardtext"/>
        <w:rPr>
          <w:color w:val="FF0000"/>
        </w:rPr>
      </w:pPr>
      <w:r w:rsidRPr="007B6689">
        <w:rPr>
          <w:color w:val="FF0000"/>
        </w:rPr>
        <w:t>die Bedingung</w:t>
      </w:r>
    </w:p>
    <w:p w:rsidR="00C4450B" w:rsidRPr="007B6689" w:rsidRDefault="00C4450B" w:rsidP="00C4450B">
      <w:pPr>
        <w:pStyle w:val="LSStandardtext"/>
        <w:ind w:firstLine="708"/>
        <w:rPr>
          <w:color w:val="FF0000"/>
        </w:rPr>
      </w:pPr>
      <w:r w:rsidRPr="007B6689">
        <w:rPr>
          <w:color w:val="FF0000"/>
        </w:rPr>
        <w:t>f(</w:t>
      </w:r>
      <w:r w:rsidRPr="007B6689">
        <w:rPr>
          <w:rFonts w:eastAsia="CMSY10" w:hint="eastAsia"/>
          <w:color w:val="FF0000"/>
        </w:rPr>
        <w:t>−</w:t>
      </w:r>
      <w:r w:rsidRPr="007B6689">
        <w:rPr>
          <w:color w:val="FF0000"/>
        </w:rPr>
        <w:t xml:space="preserve">1) = </w:t>
      </w:r>
      <w:r w:rsidRPr="007B6689">
        <w:rPr>
          <w:rFonts w:eastAsia="CMSY10" w:hint="eastAsia"/>
          <w:color w:val="FF0000"/>
        </w:rPr>
        <w:t>−</w:t>
      </w:r>
      <w:r w:rsidRPr="007B6689">
        <w:rPr>
          <w:color w:val="FF0000"/>
        </w:rPr>
        <w:t>f(1)</w:t>
      </w:r>
    </w:p>
    <w:p w:rsidR="00C4450B" w:rsidRPr="007B6689" w:rsidRDefault="00C4450B" w:rsidP="00C4450B">
      <w:pPr>
        <w:pStyle w:val="LSStandardtext"/>
        <w:rPr>
          <w:color w:val="FF0000"/>
        </w:rPr>
      </w:pPr>
      <w:r w:rsidRPr="007B6689">
        <w:rPr>
          <w:color w:val="FF0000"/>
        </w:rPr>
        <w:t>ist aber wegen</w:t>
      </w:r>
    </w:p>
    <w:p w:rsidR="00C4450B" w:rsidRPr="007B6689" w:rsidRDefault="00C4450B" w:rsidP="00C4450B">
      <w:pPr>
        <w:pStyle w:val="LSStandardtext"/>
        <w:ind w:firstLine="708"/>
        <w:rPr>
          <w:color w:val="FF0000"/>
        </w:rPr>
      </w:pPr>
      <w:r w:rsidRPr="007B6689">
        <w:rPr>
          <w:color w:val="FF0000"/>
        </w:rPr>
        <w:t xml:space="preserve">f(2) = 3 </w:t>
      </w:r>
      <w:r>
        <w:rPr>
          <w:color w:val="FF0000"/>
        </w:rPr>
        <w:tab/>
      </w:r>
      <w:r w:rsidRPr="007B6689">
        <w:rPr>
          <w:color w:val="FF0000"/>
        </w:rPr>
        <w:t xml:space="preserve">und </w:t>
      </w:r>
      <w:r>
        <w:rPr>
          <w:color w:val="FF0000"/>
        </w:rPr>
        <w:tab/>
      </w:r>
      <w:r w:rsidRPr="007B6689">
        <w:rPr>
          <w:color w:val="FF0000"/>
        </w:rPr>
        <w:t>f(</w:t>
      </w:r>
      <w:r w:rsidRPr="007B6689">
        <w:rPr>
          <w:rFonts w:eastAsia="CMSY10" w:hint="eastAsia"/>
          <w:color w:val="FF0000"/>
        </w:rPr>
        <w:t>−</w:t>
      </w:r>
      <w:r w:rsidRPr="007B6689">
        <w:rPr>
          <w:color w:val="FF0000"/>
        </w:rPr>
        <w:t xml:space="preserve">2) = 3 </w:t>
      </w:r>
      <w:r>
        <w:rPr>
          <w:rFonts w:eastAsia="CMSY10"/>
          <w:color w:val="FF0000"/>
        </w:rPr>
        <w:t>≠</w:t>
      </w:r>
      <w:r w:rsidRPr="007B6689">
        <w:rPr>
          <w:color w:val="FF0000"/>
        </w:rPr>
        <w:t xml:space="preserve"> </w:t>
      </w:r>
      <w:r w:rsidRPr="007B6689">
        <w:rPr>
          <w:rFonts w:eastAsia="CMSY10" w:hint="eastAsia"/>
          <w:color w:val="FF0000"/>
        </w:rPr>
        <w:t>−</w:t>
      </w:r>
      <w:r w:rsidRPr="007B6689">
        <w:rPr>
          <w:color w:val="FF0000"/>
        </w:rPr>
        <w:t>f(2)</w:t>
      </w:r>
    </w:p>
    <w:p w:rsidR="00C4450B" w:rsidRDefault="00C4450B" w:rsidP="00C4450B">
      <w:pPr>
        <w:pStyle w:val="LSStandardtext"/>
        <w:rPr>
          <w:color w:val="FF0000"/>
        </w:rPr>
      </w:pPr>
      <w:r w:rsidRPr="007B6689">
        <w:rPr>
          <w:color w:val="FF0000"/>
        </w:rPr>
        <w:t>nicht ungerade.</w:t>
      </w:r>
    </w:p>
    <w:p w:rsidR="00C4450B" w:rsidRPr="007B6689" w:rsidRDefault="00C4450B" w:rsidP="00C4450B">
      <w:pPr>
        <w:pStyle w:val="LSStandardtext"/>
        <w:rPr>
          <w:color w:val="FF0000"/>
        </w:rPr>
      </w:pPr>
    </w:p>
    <w:p w:rsidR="00C4450B" w:rsidRPr="007B6689" w:rsidRDefault="00C4450B" w:rsidP="00C4450B">
      <w:pPr>
        <w:pStyle w:val="LSStandardtext"/>
      </w:pPr>
      <w:r w:rsidRPr="00E335C3">
        <w:t>Um zu zeigen, dass eine allgemeine Regel nicht richtig ist, genügt also die</w:t>
      </w:r>
      <w:r>
        <w:t xml:space="preserve"> </w:t>
      </w:r>
      <w:r w:rsidRPr="00E335C3">
        <w:t xml:space="preserve">Angabe eines einzigen </w:t>
      </w:r>
      <w:r w:rsidRPr="007B6689">
        <w:rPr>
          <w:b/>
        </w:rPr>
        <w:t>Gegenbeispiels.</w:t>
      </w:r>
    </w:p>
    <w:p w:rsidR="00C4450B" w:rsidRPr="00E335C3" w:rsidRDefault="00C4450B" w:rsidP="00C4450B">
      <w:pPr>
        <w:pStyle w:val="LSStandardtext"/>
      </w:pPr>
    </w:p>
    <w:p w:rsidR="00C4450B" w:rsidRPr="007B6689" w:rsidRDefault="00C4450B" w:rsidP="00C4450B">
      <w:pPr>
        <w:pStyle w:val="LSStandardtext"/>
        <w:rPr>
          <w:b/>
        </w:rPr>
      </w:pPr>
      <w:r w:rsidRPr="007B6689">
        <w:rPr>
          <w:b/>
        </w:rPr>
        <w:t>Überprüfung an zwei Stellen</w:t>
      </w:r>
    </w:p>
    <w:p w:rsidR="00C4450B" w:rsidRDefault="00C4450B" w:rsidP="00C4450B">
      <w:pPr>
        <w:pStyle w:val="LSStandardtext"/>
      </w:pPr>
      <w:r w:rsidRPr="00E335C3">
        <w:t xml:space="preserve">Um sicher zu sein, dass ein Polynom vom Grad </w:t>
      </w:r>
      <w:r w:rsidRPr="00E335C3">
        <w:rPr>
          <w:rFonts w:eastAsia="CMSY10" w:hint="eastAsia"/>
        </w:rPr>
        <w:t>≤</w:t>
      </w:r>
      <w:r w:rsidRPr="00E335C3">
        <w:rPr>
          <w:rFonts w:eastAsia="CMSY10"/>
        </w:rPr>
        <w:t xml:space="preserve"> </w:t>
      </w:r>
      <w:r w:rsidRPr="00E335C3">
        <w:t>2 ungerade ist, muss</w:t>
      </w:r>
      <w:r>
        <w:t xml:space="preserve"> </w:t>
      </w:r>
      <w:r w:rsidRPr="00E335C3">
        <w:t xml:space="preserve">die Bedingung </w:t>
      </w:r>
    </w:p>
    <w:p w:rsidR="00C4450B" w:rsidRPr="0037098E" w:rsidRDefault="00C4450B" w:rsidP="00C4450B">
      <w:pPr>
        <w:pStyle w:val="LSStandardtext"/>
      </w:pPr>
      <w:r w:rsidRPr="00E335C3">
        <w:t>f(</w:t>
      </w:r>
      <w:r w:rsidRPr="00E335C3">
        <w:rPr>
          <w:rFonts w:eastAsia="CMSY10" w:hint="eastAsia"/>
        </w:rPr>
        <w:t>−</w:t>
      </w:r>
      <w:r w:rsidRPr="00E335C3">
        <w:t>x</w:t>
      </w:r>
      <w:r>
        <w:t>) = </w:t>
      </w:r>
      <w:r w:rsidRPr="00E335C3">
        <w:rPr>
          <w:rFonts w:eastAsia="CMSY10" w:hint="eastAsia"/>
        </w:rPr>
        <w:t>−</w:t>
      </w:r>
      <w:r w:rsidRPr="00E335C3">
        <w:t>f(x) an zwei</w:t>
      </w:r>
      <w:r>
        <w:t xml:space="preserve"> </w:t>
      </w:r>
      <w:r w:rsidR="007F438D">
        <w:t>„</w:t>
      </w:r>
      <w:r>
        <w:t xml:space="preserve">verschiedenen“ Stellen </w:t>
      </w:r>
      <w:r w:rsidRPr="00E335C3">
        <w:t>überprüft</w:t>
      </w:r>
      <w:r w:rsidR="007F438D">
        <w:t xml:space="preserve"> </w:t>
      </w:r>
      <w:r w:rsidRPr="00E335C3">
        <w:t>werden.</w:t>
      </w:r>
    </w:p>
    <w:p w:rsidR="00C4450B" w:rsidRPr="00E335C3" w:rsidRDefault="00C4450B" w:rsidP="00C4450B">
      <w:pPr>
        <w:pStyle w:val="LSStandardtext"/>
      </w:pPr>
    </w:p>
    <w:p w:rsidR="00C4450B" w:rsidRPr="00E335C3" w:rsidRDefault="00C4450B" w:rsidP="00C4450B">
      <w:pPr>
        <w:pStyle w:val="LSStandardtext"/>
      </w:pPr>
      <w:r w:rsidRPr="007B6689">
        <w:rPr>
          <w:b/>
        </w:rPr>
        <w:t>Aufgabe 2.2</w:t>
      </w:r>
      <w:r w:rsidRPr="00E335C3">
        <w:t>. Das klappt dafür auch noch bei einem Polynom dritten Grades</w:t>
      </w:r>
      <w:r>
        <w:t xml:space="preserve"> </w:t>
      </w:r>
      <w:r>
        <w:br/>
      </w:r>
      <w:r w:rsidRPr="00E335C3">
        <w:t>f(x</w:t>
      </w:r>
      <w:r>
        <w:t>) = </w:t>
      </w:r>
      <w:r w:rsidRPr="00E335C3">
        <w:t>a</w:t>
      </w:r>
      <w:r w:rsidRPr="009B3237">
        <w:rPr>
          <w:vertAlign w:val="subscript"/>
        </w:rPr>
        <w:t>3</w:t>
      </w:r>
      <w:r w:rsidRPr="00E335C3">
        <w:t>x</w:t>
      </w:r>
      <w:r w:rsidRPr="0037098E">
        <w:rPr>
          <w:vertAlign w:val="superscript"/>
        </w:rPr>
        <w:t>3</w:t>
      </w:r>
      <w:r>
        <w:t> </w:t>
      </w:r>
      <w:r w:rsidRPr="00E335C3">
        <w:t>+a</w:t>
      </w:r>
      <w:r w:rsidRPr="0037098E">
        <w:rPr>
          <w:vertAlign w:val="subscript"/>
        </w:rPr>
        <w:t>2</w:t>
      </w:r>
      <w:r w:rsidRPr="00E335C3">
        <w:t>x</w:t>
      </w:r>
      <w:r w:rsidRPr="0037098E">
        <w:rPr>
          <w:vertAlign w:val="superscript"/>
        </w:rPr>
        <w:t>2</w:t>
      </w:r>
      <w:r w:rsidRPr="00E335C3">
        <w:t xml:space="preserve"> +a</w:t>
      </w:r>
      <w:r w:rsidRPr="0037098E">
        <w:rPr>
          <w:vertAlign w:val="subscript"/>
        </w:rPr>
        <w:t>1</w:t>
      </w:r>
      <w:r w:rsidRPr="00E335C3">
        <w:t>x+a</w:t>
      </w:r>
      <w:r w:rsidRPr="0037098E">
        <w:rPr>
          <w:vertAlign w:val="subscript"/>
        </w:rPr>
        <w:t>0</w:t>
      </w:r>
      <w:r w:rsidRPr="00E335C3">
        <w:t>. Zeigen Sie das. Versuchen Sie dabei, den</w:t>
      </w:r>
      <w:r>
        <w:t xml:space="preserve"> </w:t>
      </w:r>
      <w:r w:rsidRPr="00E335C3">
        <w:t>Begriff</w:t>
      </w:r>
      <w:r>
        <w:t xml:space="preserve"> </w:t>
      </w:r>
      <w:r w:rsidR="007F438D">
        <w:t>„</w:t>
      </w:r>
      <w:r w:rsidRPr="00E335C3">
        <w:t>verschiedene“ Stellen zu präzisieren. Vervollständigen Sie dann den</w:t>
      </w:r>
      <w:r>
        <w:t xml:space="preserve"> </w:t>
      </w:r>
      <w:r w:rsidRPr="00E335C3">
        <w:t>entsprechenden mathematischen Satz.</w:t>
      </w:r>
    </w:p>
    <w:p w:rsidR="00C4450B" w:rsidRDefault="00C4450B" w:rsidP="00C4450B">
      <w:pPr>
        <w:pStyle w:val="LSStandardtext"/>
        <w:rPr>
          <w:rFonts w:ascii="Cambria Math" w:eastAsia="CMSY10" w:hAnsi="Cambria Math" w:cs="Cambria Math" w:hint="eastAsia"/>
        </w:rPr>
      </w:pPr>
    </w:p>
    <w:p w:rsidR="00C4450B" w:rsidRDefault="00C4450B" w:rsidP="00C4450B">
      <w:pPr>
        <w:rPr>
          <w:i/>
          <w:color w:val="FF0000"/>
        </w:rPr>
      </w:pPr>
      <w:r>
        <w:rPr>
          <w:i/>
          <w:color w:val="FF0000"/>
        </w:rPr>
        <w:br w:type="page"/>
      </w:r>
    </w:p>
    <w:p w:rsidR="00C4450B" w:rsidRDefault="00C4450B" w:rsidP="00C4450B">
      <w:pPr>
        <w:pStyle w:val="LSStandardtext"/>
        <w:rPr>
          <w:color w:val="FF0000"/>
        </w:rPr>
      </w:pPr>
      <w:r>
        <w:rPr>
          <w:i/>
          <w:color w:val="FF0000"/>
        </w:rPr>
        <w:lastRenderedPageBreak/>
        <w:t>Beweis</w:t>
      </w:r>
      <w:r w:rsidRPr="0037098E">
        <w:rPr>
          <w:color w:val="FF0000"/>
        </w:rPr>
        <w:t xml:space="preserve"> </w:t>
      </w:r>
    </w:p>
    <w:p w:rsidR="00C4450B" w:rsidRDefault="00C4450B" w:rsidP="00C4450B">
      <w:pPr>
        <w:pStyle w:val="LSStandardtext"/>
        <w:rPr>
          <w:color w:val="FF0000"/>
        </w:rPr>
      </w:pPr>
    </w:p>
    <w:p w:rsidR="00C4450B" w:rsidRPr="00E10408" w:rsidRDefault="00C4450B" w:rsidP="00C4450B">
      <w:pPr>
        <w:pStyle w:val="LSStandardtext"/>
        <w:rPr>
          <w:color w:val="FF0000"/>
        </w:rPr>
      </w:pPr>
      <w:r w:rsidRPr="0037098E">
        <w:rPr>
          <w:color w:val="FF0000"/>
        </w:rPr>
        <w:t>Es ist also für eine Stelle x</w:t>
      </w:r>
      <w:r w:rsidRPr="0037098E">
        <w:rPr>
          <w:color w:val="FF0000"/>
          <w:vertAlign w:val="subscript"/>
        </w:rPr>
        <w:t>1</w:t>
      </w:r>
    </w:p>
    <w:p w:rsidR="00C4450B" w:rsidRPr="0037098E" w:rsidRDefault="00C4450B" w:rsidP="00C4450B">
      <w:pPr>
        <w:pStyle w:val="LSStandardtext"/>
        <w:ind w:firstLine="708"/>
        <w:rPr>
          <w:color w:val="FF0000"/>
          <w:lang w:val="en-US"/>
        </w:rPr>
      </w:pPr>
      <w:r w:rsidRPr="0037098E">
        <w:rPr>
          <w:color w:val="FF0000"/>
          <w:lang w:val="en-US"/>
        </w:rPr>
        <w:t xml:space="preserve">0 = </w:t>
      </w:r>
      <w:proofErr w:type="gramStart"/>
      <w:r w:rsidRPr="0037098E">
        <w:rPr>
          <w:color w:val="FF0000"/>
          <w:lang w:val="en-US"/>
        </w:rPr>
        <w:t>f(</w:t>
      </w:r>
      <w:proofErr w:type="gramEnd"/>
      <w:r w:rsidRPr="0037098E">
        <w:rPr>
          <w:rFonts w:eastAsia="CMSY10" w:hint="eastAsia"/>
          <w:color w:val="FF0000"/>
          <w:lang w:val="en-US"/>
        </w:rPr>
        <w:t>−</w:t>
      </w:r>
      <w:r w:rsidRPr="0037098E">
        <w:rPr>
          <w:color w:val="FF0000"/>
          <w:lang w:val="en-US"/>
        </w:rPr>
        <w:t>x</w:t>
      </w:r>
      <w:r w:rsidRPr="0037098E">
        <w:rPr>
          <w:color w:val="FF0000"/>
          <w:vertAlign w:val="subscript"/>
          <w:lang w:val="en-US"/>
        </w:rPr>
        <w:t>1</w:t>
      </w:r>
      <w:r w:rsidRPr="0037098E">
        <w:rPr>
          <w:color w:val="FF0000"/>
          <w:lang w:val="en-US"/>
        </w:rPr>
        <w:t>) + f(x</w:t>
      </w:r>
      <w:r w:rsidRPr="0037098E">
        <w:rPr>
          <w:color w:val="FF0000"/>
          <w:vertAlign w:val="subscript"/>
          <w:lang w:val="en-US"/>
        </w:rPr>
        <w:t>1</w:t>
      </w:r>
      <w:r w:rsidR="007F438D">
        <w:rPr>
          <w:color w:val="FF0000"/>
          <w:lang w:val="en-US"/>
        </w:rPr>
        <w:t xml:space="preserve">) </w:t>
      </w:r>
    </w:p>
    <w:p w:rsidR="00C4450B" w:rsidRPr="0037098E" w:rsidRDefault="00C4450B" w:rsidP="00C4450B">
      <w:pPr>
        <w:pStyle w:val="LSStandardtext"/>
        <w:ind w:firstLine="708"/>
        <w:rPr>
          <w:color w:val="FF0000"/>
          <w:lang w:val="en-US"/>
        </w:rPr>
      </w:pPr>
      <w:r w:rsidRPr="0037098E">
        <w:rPr>
          <w:color w:val="FF0000"/>
          <w:lang w:val="en-US"/>
        </w:rPr>
        <w:t>= [</w:t>
      </w:r>
      <w:proofErr w:type="gramStart"/>
      <w:r w:rsidRPr="0037098E">
        <w:rPr>
          <w:color w:val="FF0000"/>
          <w:lang w:val="en-US"/>
        </w:rPr>
        <w:t>a</w:t>
      </w:r>
      <w:r w:rsidRPr="0037098E">
        <w:rPr>
          <w:color w:val="FF0000"/>
          <w:vertAlign w:val="subscript"/>
          <w:lang w:val="en-US"/>
        </w:rPr>
        <w:t>3</w:t>
      </w:r>
      <w:r w:rsidRPr="0037098E">
        <w:rPr>
          <w:color w:val="FF0000"/>
          <w:lang w:val="en-US"/>
        </w:rPr>
        <w:t>(</w:t>
      </w:r>
      <w:proofErr w:type="gramEnd"/>
      <w:r w:rsidRPr="0037098E">
        <w:rPr>
          <w:rFonts w:eastAsia="CMSY10" w:hint="eastAsia"/>
          <w:color w:val="FF0000"/>
          <w:lang w:val="en-US"/>
        </w:rPr>
        <w:t>−</w:t>
      </w:r>
      <w:r w:rsidRPr="0037098E">
        <w:rPr>
          <w:color w:val="FF0000"/>
          <w:lang w:val="en-US"/>
        </w:rPr>
        <w:t>x</w:t>
      </w:r>
      <w:r w:rsidRPr="0037098E">
        <w:rPr>
          <w:color w:val="FF0000"/>
          <w:vertAlign w:val="subscript"/>
          <w:lang w:val="en-US"/>
        </w:rPr>
        <w:t>1</w:t>
      </w:r>
      <w:r w:rsidRPr="0037098E">
        <w:rPr>
          <w:color w:val="FF0000"/>
          <w:lang w:val="en-US"/>
        </w:rPr>
        <w:t>)</w:t>
      </w:r>
      <w:r w:rsidRPr="0037098E">
        <w:rPr>
          <w:color w:val="FF0000"/>
          <w:vertAlign w:val="superscript"/>
          <w:lang w:val="en-US"/>
        </w:rPr>
        <w:t>3</w:t>
      </w:r>
      <w:r w:rsidRPr="0037098E">
        <w:rPr>
          <w:color w:val="FF0000"/>
          <w:lang w:val="en-US"/>
        </w:rPr>
        <w:t xml:space="preserve"> + a</w:t>
      </w:r>
      <w:r w:rsidRPr="0037098E">
        <w:rPr>
          <w:color w:val="FF0000"/>
          <w:vertAlign w:val="subscript"/>
          <w:lang w:val="en-US"/>
        </w:rPr>
        <w:t>2</w:t>
      </w:r>
      <w:r w:rsidRPr="0037098E">
        <w:rPr>
          <w:color w:val="FF0000"/>
          <w:lang w:val="en-US"/>
        </w:rPr>
        <w:t>(</w:t>
      </w:r>
      <w:r w:rsidRPr="0037098E">
        <w:rPr>
          <w:rFonts w:eastAsia="CMSY10" w:hint="eastAsia"/>
          <w:color w:val="FF0000"/>
          <w:lang w:val="en-US"/>
        </w:rPr>
        <w:t>−</w:t>
      </w:r>
      <w:r w:rsidRPr="0037098E">
        <w:rPr>
          <w:color w:val="FF0000"/>
          <w:lang w:val="en-US"/>
        </w:rPr>
        <w:t>x</w:t>
      </w:r>
      <w:r w:rsidRPr="0037098E">
        <w:rPr>
          <w:color w:val="FF0000"/>
          <w:vertAlign w:val="subscript"/>
          <w:lang w:val="en-US"/>
        </w:rPr>
        <w:t>1</w:t>
      </w:r>
      <w:r w:rsidRPr="0037098E">
        <w:rPr>
          <w:color w:val="FF0000"/>
          <w:lang w:val="en-US"/>
        </w:rPr>
        <w:t>)</w:t>
      </w:r>
      <w:r w:rsidRPr="0037098E">
        <w:rPr>
          <w:color w:val="FF0000"/>
          <w:vertAlign w:val="superscript"/>
          <w:lang w:val="en-US"/>
        </w:rPr>
        <w:t>2</w:t>
      </w:r>
      <w:r w:rsidRPr="0037098E">
        <w:rPr>
          <w:color w:val="FF0000"/>
          <w:lang w:val="en-US"/>
        </w:rPr>
        <w:t xml:space="preserve"> + a</w:t>
      </w:r>
      <w:r w:rsidRPr="0037098E">
        <w:rPr>
          <w:color w:val="FF0000"/>
          <w:vertAlign w:val="subscript"/>
          <w:lang w:val="en-US"/>
        </w:rPr>
        <w:t>1</w:t>
      </w:r>
      <w:r w:rsidRPr="0037098E">
        <w:rPr>
          <w:color w:val="FF0000"/>
          <w:lang w:val="en-US"/>
        </w:rPr>
        <w:t>(</w:t>
      </w:r>
      <w:r w:rsidRPr="0037098E">
        <w:rPr>
          <w:rFonts w:eastAsia="CMSY10" w:hint="eastAsia"/>
          <w:color w:val="FF0000"/>
          <w:lang w:val="en-US"/>
        </w:rPr>
        <w:t>−</w:t>
      </w:r>
      <w:r w:rsidRPr="0037098E">
        <w:rPr>
          <w:color w:val="FF0000"/>
          <w:lang w:val="en-US"/>
        </w:rPr>
        <w:t>x</w:t>
      </w:r>
      <w:r w:rsidRPr="0037098E">
        <w:rPr>
          <w:color w:val="FF0000"/>
          <w:vertAlign w:val="subscript"/>
          <w:lang w:val="en-US"/>
        </w:rPr>
        <w:t>1</w:t>
      </w:r>
      <w:r w:rsidRPr="0037098E">
        <w:rPr>
          <w:color w:val="FF0000"/>
          <w:lang w:val="en-US"/>
        </w:rPr>
        <w:t>) + a</w:t>
      </w:r>
      <w:r w:rsidRPr="0037098E">
        <w:rPr>
          <w:color w:val="FF0000"/>
          <w:vertAlign w:val="subscript"/>
          <w:lang w:val="en-US"/>
        </w:rPr>
        <w:t>0</w:t>
      </w:r>
      <w:r w:rsidRPr="0037098E">
        <w:rPr>
          <w:color w:val="FF0000"/>
          <w:lang w:val="en-US"/>
        </w:rPr>
        <w:t>] + [a</w:t>
      </w:r>
      <w:r w:rsidRPr="0037098E">
        <w:rPr>
          <w:color w:val="FF0000"/>
          <w:vertAlign w:val="subscript"/>
          <w:lang w:val="en-US"/>
        </w:rPr>
        <w:t>3</w:t>
      </w:r>
      <w:r w:rsidRPr="0037098E">
        <w:rPr>
          <w:color w:val="FF0000"/>
          <w:lang w:val="en-US"/>
        </w:rPr>
        <w:t>x</w:t>
      </w:r>
      <w:r>
        <w:rPr>
          <w:color w:val="FF0000"/>
          <w:vertAlign w:val="subscript"/>
          <w:lang w:val="en-US"/>
        </w:rPr>
        <w:t>1</w:t>
      </w:r>
      <w:r>
        <w:rPr>
          <w:color w:val="FF0000"/>
          <w:vertAlign w:val="superscript"/>
          <w:lang w:val="en-US"/>
        </w:rPr>
        <w:t>3</w:t>
      </w:r>
      <w:r>
        <w:rPr>
          <w:color w:val="FF0000"/>
          <w:lang w:val="en-US"/>
        </w:rPr>
        <w:t xml:space="preserve"> </w:t>
      </w:r>
      <w:r w:rsidRPr="0037098E">
        <w:rPr>
          <w:color w:val="FF0000"/>
          <w:lang w:val="en-US"/>
        </w:rPr>
        <w:t>+ a</w:t>
      </w:r>
      <w:r w:rsidRPr="0037098E">
        <w:rPr>
          <w:color w:val="FF0000"/>
          <w:vertAlign w:val="subscript"/>
          <w:lang w:val="en-US"/>
        </w:rPr>
        <w:t>2</w:t>
      </w:r>
      <w:r w:rsidRPr="0037098E">
        <w:rPr>
          <w:color w:val="FF0000"/>
          <w:lang w:val="en-US"/>
        </w:rPr>
        <w:t>x</w:t>
      </w:r>
      <w:r>
        <w:rPr>
          <w:color w:val="FF0000"/>
          <w:vertAlign w:val="subscript"/>
          <w:lang w:val="en-US"/>
        </w:rPr>
        <w:t>1</w:t>
      </w:r>
      <w:r>
        <w:rPr>
          <w:color w:val="FF0000"/>
          <w:vertAlign w:val="superscript"/>
          <w:lang w:val="en-US"/>
        </w:rPr>
        <w:t>2</w:t>
      </w:r>
      <w:r>
        <w:rPr>
          <w:color w:val="FF0000"/>
          <w:lang w:val="en-US"/>
        </w:rPr>
        <w:t xml:space="preserve"> </w:t>
      </w:r>
      <w:r w:rsidRPr="0037098E">
        <w:rPr>
          <w:color w:val="FF0000"/>
          <w:lang w:val="en-US"/>
        </w:rPr>
        <w:t>+ a</w:t>
      </w:r>
      <w:r w:rsidRPr="0037098E">
        <w:rPr>
          <w:color w:val="FF0000"/>
          <w:vertAlign w:val="subscript"/>
          <w:lang w:val="en-US"/>
        </w:rPr>
        <w:t>1</w:t>
      </w:r>
      <w:r w:rsidRPr="0037098E">
        <w:rPr>
          <w:color w:val="FF0000"/>
          <w:lang w:val="en-US"/>
        </w:rPr>
        <w:t>x</w:t>
      </w:r>
      <w:r w:rsidRPr="0037098E">
        <w:rPr>
          <w:color w:val="FF0000"/>
          <w:vertAlign w:val="subscript"/>
          <w:lang w:val="en-US"/>
        </w:rPr>
        <w:t>1</w:t>
      </w:r>
      <w:r w:rsidRPr="0037098E">
        <w:rPr>
          <w:color w:val="FF0000"/>
          <w:lang w:val="en-US"/>
        </w:rPr>
        <w:t xml:space="preserve"> + a</w:t>
      </w:r>
      <w:r w:rsidRPr="0037098E">
        <w:rPr>
          <w:color w:val="FF0000"/>
          <w:vertAlign w:val="subscript"/>
          <w:lang w:val="en-US"/>
        </w:rPr>
        <w:t>0</w:t>
      </w:r>
      <w:r w:rsidR="007F438D">
        <w:rPr>
          <w:color w:val="FF0000"/>
          <w:lang w:val="en-US"/>
        </w:rPr>
        <w:t xml:space="preserve">] </w:t>
      </w:r>
    </w:p>
    <w:p w:rsidR="00C4450B" w:rsidRPr="0037098E" w:rsidRDefault="00C4450B" w:rsidP="00C4450B">
      <w:pPr>
        <w:pStyle w:val="LSStandardtext"/>
        <w:ind w:firstLine="708"/>
        <w:rPr>
          <w:color w:val="FF0000"/>
          <w:lang w:val="en-US"/>
        </w:rPr>
      </w:pPr>
      <w:r w:rsidRPr="0037098E">
        <w:rPr>
          <w:color w:val="FF0000"/>
          <w:lang w:val="en-US"/>
        </w:rPr>
        <w:t>= [</w:t>
      </w:r>
      <w:r w:rsidRPr="0037098E">
        <w:rPr>
          <w:rFonts w:eastAsia="CMSY10" w:hint="eastAsia"/>
          <w:color w:val="FF0000"/>
          <w:lang w:val="en-US"/>
        </w:rPr>
        <w:t>−</w:t>
      </w:r>
      <w:r w:rsidRPr="0037098E">
        <w:rPr>
          <w:color w:val="FF0000"/>
          <w:lang w:val="en-US"/>
        </w:rPr>
        <w:t>a</w:t>
      </w:r>
      <w:r w:rsidRPr="0037098E">
        <w:rPr>
          <w:color w:val="FF0000"/>
          <w:vertAlign w:val="subscript"/>
          <w:lang w:val="en-US"/>
        </w:rPr>
        <w:t>3</w:t>
      </w:r>
      <w:r w:rsidRPr="0037098E">
        <w:rPr>
          <w:color w:val="FF0000"/>
          <w:lang w:val="en-US"/>
        </w:rPr>
        <w:t>x</w:t>
      </w:r>
      <w:r>
        <w:rPr>
          <w:color w:val="FF0000"/>
          <w:vertAlign w:val="subscript"/>
          <w:lang w:val="en-US"/>
        </w:rPr>
        <w:t>1</w:t>
      </w:r>
      <w:r>
        <w:rPr>
          <w:color w:val="FF0000"/>
          <w:vertAlign w:val="superscript"/>
          <w:lang w:val="en-US"/>
        </w:rPr>
        <w:t>3</w:t>
      </w:r>
      <w:r w:rsidRPr="0037098E">
        <w:rPr>
          <w:color w:val="FF0000"/>
          <w:lang w:val="en-US"/>
        </w:rPr>
        <w:t xml:space="preserve"> + a</w:t>
      </w:r>
      <w:r w:rsidRPr="0037098E">
        <w:rPr>
          <w:color w:val="FF0000"/>
          <w:vertAlign w:val="subscript"/>
          <w:lang w:val="en-US"/>
        </w:rPr>
        <w:t>2</w:t>
      </w:r>
      <w:r w:rsidRPr="0037098E">
        <w:rPr>
          <w:color w:val="FF0000"/>
          <w:lang w:val="en-US"/>
        </w:rPr>
        <w:t>x</w:t>
      </w:r>
      <w:r>
        <w:rPr>
          <w:color w:val="FF0000"/>
          <w:vertAlign w:val="subscript"/>
          <w:lang w:val="en-US"/>
        </w:rPr>
        <w:t>1</w:t>
      </w:r>
      <w:r>
        <w:rPr>
          <w:color w:val="FF0000"/>
          <w:vertAlign w:val="superscript"/>
          <w:lang w:val="en-US"/>
        </w:rPr>
        <w:t>2</w:t>
      </w:r>
      <w:r w:rsidRPr="0037098E">
        <w:rPr>
          <w:color w:val="FF0000"/>
          <w:lang w:val="en-US"/>
        </w:rPr>
        <w:t xml:space="preserve"> </w:t>
      </w:r>
      <w:r w:rsidRPr="0037098E">
        <w:rPr>
          <w:rFonts w:eastAsia="CMSY10" w:hint="eastAsia"/>
          <w:color w:val="FF0000"/>
          <w:lang w:val="en-US"/>
        </w:rPr>
        <w:t>−</w:t>
      </w:r>
      <w:r w:rsidRPr="0037098E">
        <w:rPr>
          <w:rFonts w:eastAsia="CMSY10"/>
          <w:color w:val="FF0000"/>
          <w:lang w:val="en-US"/>
        </w:rPr>
        <w:t xml:space="preserve"> </w:t>
      </w:r>
      <w:r w:rsidRPr="0037098E">
        <w:rPr>
          <w:color w:val="FF0000"/>
          <w:lang w:val="en-US"/>
        </w:rPr>
        <w:t>a</w:t>
      </w:r>
      <w:r w:rsidRPr="0037098E">
        <w:rPr>
          <w:color w:val="FF0000"/>
          <w:vertAlign w:val="subscript"/>
          <w:lang w:val="en-US"/>
        </w:rPr>
        <w:t>1</w:t>
      </w:r>
      <w:r w:rsidRPr="0037098E">
        <w:rPr>
          <w:color w:val="FF0000"/>
          <w:lang w:val="en-US"/>
        </w:rPr>
        <w:t>x</w:t>
      </w:r>
      <w:r w:rsidRPr="0037098E">
        <w:rPr>
          <w:color w:val="FF0000"/>
          <w:vertAlign w:val="subscript"/>
          <w:lang w:val="en-US"/>
        </w:rPr>
        <w:t>1</w:t>
      </w:r>
      <w:r w:rsidRPr="0037098E">
        <w:rPr>
          <w:color w:val="FF0000"/>
          <w:lang w:val="en-US"/>
        </w:rPr>
        <w:t xml:space="preserve"> + a</w:t>
      </w:r>
      <w:r w:rsidRPr="0037098E">
        <w:rPr>
          <w:color w:val="FF0000"/>
          <w:vertAlign w:val="subscript"/>
          <w:lang w:val="en-US"/>
        </w:rPr>
        <w:t>0</w:t>
      </w:r>
      <w:r w:rsidRPr="0037098E">
        <w:rPr>
          <w:color w:val="FF0000"/>
          <w:lang w:val="en-US"/>
        </w:rPr>
        <w:t>] + [a</w:t>
      </w:r>
      <w:r w:rsidRPr="0037098E">
        <w:rPr>
          <w:color w:val="FF0000"/>
          <w:vertAlign w:val="subscript"/>
          <w:lang w:val="en-US"/>
        </w:rPr>
        <w:t>3</w:t>
      </w:r>
      <w:r w:rsidRPr="0037098E">
        <w:rPr>
          <w:color w:val="FF0000"/>
          <w:lang w:val="en-US"/>
        </w:rPr>
        <w:t>x</w:t>
      </w:r>
      <w:r>
        <w:rPr>
          <w:color w:val="FF0000"/>
          <w:vertAlign w:val="subscript"/>
          <w:lang w:val="en-US"/>
        </w:rPr>
        <w:t>1</w:t>
      </w:r>
      <w:r>
        <w:rPr>
          <w:color w:val="FF0000"/>
          <w:vertAlign w:val="superscript"/>
          <w:lang w:val="en-US"/>
        </w:rPr>
        <w:t>3</w:t>
      </w:r>
      <w:r w:rsidRPr="0037098E">
        <w:rPr>
          <w:color w:val="FF0000"/>
          <w:lang w:val="en-US"/>
        </w:rPr>
        <w:t xml:space="preserve"> + a</w:t>
      </w:r>
      <w:r w:rsidRPr="0037098E">
        <w:rPr>
          <w:color w:val="FF0000"/>
          <w:vertAlign w:val="subscript"/>
          <w:lang w:val="en-US"/>
        </w:rPr>
        <w:t>2</w:t>
      </w:r>
      <w:r w:rsidRPr="0037098E">
        <w:rPr>
          <w:color w:val="FF0000"/>
          <w:lang w:val="en-US"/>
        </w:rPr>
        <w:t>x</w:t>
      </w:r>
      <w:r>
        <w:rPr>
          <w:color w:val="FF0000"/>
          <w:vertAlign w:val="subscript"/>
          <w:lang w:val="en-US"/>
        </w:rPr>
        <w:t>1</w:t>
      </w:r>
      <w:r>
        <w:rPr>
          <w:color w:val="FF0000"/>
          <w:vertAlign w:val="superscript"/>
          <w:lang w:val="en-US"/>
        </w:rPr>
        <w:t>2</w:t>
      </w:r>
      <w:r>
        <w:rPr>
          <w:color w:val="FF0000"/>
          <w:lang w:val="en-US"/>
        </w:rPr>
        <w:t xml:space="preserve"> </w:t>
      </w:r>
      <w:r w:rsidRPr="0037098E">
        <w:rPr>
          <w:color w:val="FF0000"/>
          <w:lang w:val="en-US"/>
        </w:rPr>
        <w:t>+ a</w:t>
      </w:r>
      <w:r w:rsidRPr="0037098E">
        <w:rPr>
          <w:color w:val="FF0000"/>
          <w:vertAlign w:val="subscript"/>
          <w:lang w:val="en-US"/>
        </w:rPr>
        <w:t>1</w:t>
      </w:r>
      <w:r w:rsidRPr="0037098E">
        <w:rPr>
          <w:color w:val="FF0000"/>
          <w:lang w:val="en-US"/>
        </w:rPr>
        <w:t>x</w:t>
      </w:r>
      <w:r w:rsidRPr="0037098E">
        <w:rPr>
          <w:color w:val="FF0000"/>
          <w:vertAlign w:val="subscript"/>
          <w:lang w:val="en-US"/>
        </w:rPr>
        <w:t>1</w:t>
      </w:r>
      <w:r w:rsidRPr="0037098E">
        <w:rPr>
          <w:color w:val="FF0000"/>
          <w:lang w:val="en-US"/>
        </w:rPr>
        <w:t xml:space="preserve"> + a</w:t>
      </w:r>
      <w:r w:rsidRPr="0037098E">
        <w:rPr>
          <w:color w:val="FF0000"/>
          <w:vertAlign w:val="subscript"/>
          <w:lang w:val="en-US"/>
        </w:rPr>
        <w:t>0</w:t>
      </w:r>
      <w:r w:rsidR="007F438D">
        <w:rPr>
          <w:color w:val="FF0000"/>
          <w:lang w:val="en-US"/>
        </w:rPr>
        <w:t xml:space="preserve">] </w:t>
      </w:r>
    </w:p>
    <w:p w:rsidR="00C4450B" w:rsidRPr="0037098E" w:rsidRDefault="00C4450B" w:rsidP="00C4450B">
      <w:pPr>
        <w:pStyle w:val="LSStandardtext"/>
        <w:ind w:firstLine="708"/>
        <w:rPr>
          <w:color w:val="FF0000"/>
        </w:rPr>
      </w:pPr>
      <w:r w:rsidRPr="0037098E">
        <w:rPr>
          <w:color w:val="FF0000"/>
        </w:rPr>
        <w:t xml:space="preserve">= 2 </w:t>
      </w:r>
      <w:r w:rsidRPr="0037098E">
        <w:rPr>
          <w:rFonts w:eastAsia="CMSY10" w:hint="eastAsia"/>
          <w:color w:val="FF0000"/>
        </w:rPr>
        <w:t>・</w:t>
      </w:r>
      <w:r w:rsidRPr="0037098E">
        <w:rPr>
          <w:rFonts w:eastAsia="CMSY10" w:hint="eastAsia"/>
          <w:color w:val="FF0000"/>
        </w:rPr>
        <w:t xml:space="preserve"> </w:t>
      </w:r>
      <w:r w:rsidRPr="0037098E">
        <w:rPr>
          <w:color w:val="FF0000"/>
        </w:rPr>
        <w:t>(a</w:t>
      </w:r>
      <w:r w:rsidRPr="0037098E">
        <w:rPr>
          <w:color w:val="FF0000"/>
          <w:vertAlign w:val="subscript"/>
        </w:rPr>
        <w:t>2</w:t>
      </w:r>
      <w:r w:rsidRPr="0037098E">
        <w:rPr>
          <w:color w:val="FF0000"/>
        </w:rPr>
        <w:t>x</w:t>
      </w:r>
      <w:r>
        <w:rPr>
          <w:color w:val="FF0000"/>
          <w:vertAlign w:val="subscript"/>
        </w:rPr>
        <w:t>1</w:t>
      </w:r>
      <w:r>
        <w:rPr>
          <w:color w:val="FF0000"/>
          <w:vertAlign w:val="superscript"/>
        </w:rPr>
        <w:t>2</w:t>
      </w:r>
      <w:r>
        <w:rPr>
          <w:color w:val="FF0000"/>
        </w:rPr>
        <w:t xml:space="preserve"> </w:t>
      </w:r>
      <w:r w:rsidRPr="0037098E">
        <w:rPr>
          <w:color w:val="FF0000"/>
        </w:rPr>
        <w:t>+ a</w:t>
      </w:r>
      <w:r w:rsidRPr="0037098E">
        <w:rPr>
          <w:color w:val="FF0000"/>
          <w:vertAlign w:val="subscript"/>
        </w:rPr>
        <w:t>0</w:t>
      </w:r>
      <w:r w:rsidRPr="0037098E">
        <w:rPr>
          <w:color w:val="FF0000"/>
        </w:rPr>
        <w:t>)</w:t>
      </w:r>
    </w:p>
    <w:p w:rsidR="00C4450B" w:rsidRPr="0037098E" w:rsidRDefault="00C4450B" w:rsidP="00C4450B">
      <w:pPr>
        <w:pStyle w:val="LSStandardtext"/>
        <w:rPr>
          <w:color w:val="FF0000"/>
        </w:rPr>
      </w:pPr>
      <w:r w:rsidRPr="0037098E">
        <w:rPr>
          <w:color w:val="FF0000"/>
        </w:rPr>
        <w:t>Es ist demnach</w:t>
      </w:r>
    </w:p>
    <w:p w:rsidR="00C4450B" w:rsidRPr="0037098E" w:rsidRDefault="00C4450B" w:rsidP="00C4450B">
      <w:pPr>
        <w:pStyle w:val="LSStandardtext"/>
        <w:ind w:firstLine="708"/>
        <w:rPr>
          <w:color w:val="FF0000"/>
        </w:rPr>
      </w:pPr>
      <w:r w:rsidRPr="0037098E">
        <w:rPr>
          <w:color w:val="FF0000"/>
        </w:rPr>
        <w:t>a</w:t>
      </w:r>
      <w:r w:rsidRPr="0037098E">
        <w:rPr>
          <w:color w:val="FF0000"/>
          <w:vertAlign w:val="subscript"/>
        </w:rPr>
        <w:t>2</w:t>
      </w:r>
      <w:r w:rsidRPr="0037098E">
        <w:rPr>
          <w:color w:val="FF0000"/>
        </w:rPr>
        <w:t>x</w:t>
      </w:r>
      <w:r>
        <w:rPr>
          <w:color w:val="FF0000"/>
          <w:vertAlign w:val="subscript"/>
        </w:rPr>
        <w:t>1</w:t>
      </w:r>
      <w:r>
        <w:rPr>
          <w:color w:val="FF0000"/>
          <w:vertAlign w:val="superscript"/>
        </w:rPr>
        <w:t>2</w:t>
      </w:r>
      <w:r>
        <w:rPr>
          <w:color w:val="FF0000"/>
        </w:rPr>
        <w:t xml:space="preserve"> </w:t>
      </w:r>
      <w:r w:rsidRPr="0037098E">
        <w:rPr>
          <w:color w:val="FF0000"/>
        </w:rPr>
        <w:t>+ a</w:t>
      </w:r>
      <w:r w:rsidRPr="0037098E">
        <w:rPr>
          <w:color w:val="FF0000"/>
          <w:vertAlign w:val="subscript"/>
        </w:rPr>
        <w:t>0</w:t>
      </w:r>
      <w:r w:rsidRPr="0037098E">
        <w:rPr>
          <w:color w:val="FF0000"/>
        </w:rPr>
        <w:t xml:space="preserve"> = 0</w:t>
      </w:r>
    </w:p>
    <w:p w:rsidR="00C4450B" w:rsidRPr="0037098E" w:rsidRDefault="00C4450B" w:rsidP="00C4450B">
      <w:pPr>
        <w:pStyle w:val="LSStandardtext"/>
        <w:rPr>
          <w:color w:val="FF0000"/>
        </w:rPr>
      </w:pPr>
      <w:r w:rsidRPr="0037098E">
        <w:rPr>
          <w:color w:val="FF0000"/>
        </w:rPr>
        <w:t>Für die zweite Stelle x</w:t>
      </w:r>
      <w:r w:rsidR="007F438D">
        <w:rPr>
          <w:color w:val="FF0000"/>
          <w:vertAlign w:val="subscript"/>
        </w:rPr>
        <w:t>2</w:t>
      </w:r>
      <w:r w:rsidRPr="0037098E">
        <w:rPr>
          <w:color w:val="FF0000"/>
        </w:rPr>
        <w:t xml:space="preserve"> erhält man entsprechend</w:t>
      </w:r>
    </w:p>
    <w:p w:rsidR="00C4450B" w:rsidRPr="0037098E" w:rsidRDefault="00C4450B" w:rsidP="00C4450B">
      <w:pPr>
        <w:pStyle w:val="LSStandardtext"/>
        <w:ind w:firstLine="708"/>
        <w:rPr>
          <w:color w:val="FF0000"/>
          <w:sz w:val="16"/>
          <w:szCs w:val="16"/>
        </w:rPr>
      </w:pPr>
      <w:r w:rsidRPr="0037098E">
        <w:rPr>
          <w:rFonts w:ascii="CMMI10" w:hAnsi="CMMI10" w:cs="CMMI10"/>
          <w:color w:val="FF0000"/>
        </w:rPr>
        <w:t>a</w:t>
      </w:r>
      <w:r w:rsidRPr="0037098E">
        <w:rPr>
          <w:color w:val="FF0000"/>
          <w:sz w:val="16"/>
          <w:szCs w:val="16"/>
          <w:vertAlign w:val="subscript"/>
        </w:rPr>
        <w:t>2</w:t>
      </w:r>
      <w:r w:rsidRPr="0037098E">
        <w:rPr>
          <w:rFonts w:ascii="CMMI10" w:hAnsi="CMMI10" w:cs="CMMI10"/>
          <w:color w:val="FF0000"/>
        </w:rPr>
        <w:t>x</w:t>
      </w:r>
      <w:r w:rsidRPr="0037098E">
        <w:rPr>
          <w:color w:val="FF0000"/>
          <w:sz w:val="16"/>
          <w:szCs w:val="16"/>
          <w:vertAlign w:val="subscript"/>
        </w:rPr>
        <w:t>2</w:t>
      </w:r>
      <w:r w:rsidRPr="0037098E">
        <w:rPr>
          <w:color w:val="FF0000"/>
          <w:sz w:val="16"/>
          <w:szCs w:val="16"/>
          <w:vertAlign w:val="superscript"/>
        </w:rPr>
        <w:t>2</w:t>
      </w:r>
      <w:r w:rsidRPr="0037098E">
        <w:rPr>
          <w:color w:val="FF0000"/>
          <w:sz w:val="16"/>
          <w:szCs w:val="16"/>
        </w:rPr>
        <w:t xml:space="preserve"> </w:t>
      </w:r>
      <w:r w:rsidRPr="0037098E">
        <w:rPr>
          <w:rFonts w:ascii="CMR10" w:hAnsi="CMR10" w:cs="CMR10"/>
          <w:color w:val="FF0000"/>
        </w:rPr>
        <w:t xml:space="preserve">+ </w:t>
      </w:r>
      <w:r w:rsidRPr="0037098E">
        <w:rPr>
          <w:rFonts w:ascii="CMMI10" w:hAnsi="CMMI10" w:cs="CMMI10"/>
          <w:color w:val="FF0000"/>
        </w:rPr>
        <w:t>a</w:t>
      </w:r>
      <w:r w:rsidRPr="0037098E">
        <w:rPr>
          <w:color w:val="FF0000"/>
          <w:sz w:val="16"/>
          <w:szCs w:val="16"/>
          <w:vertAlign w:val="subscript"/>
        </w:rPr>
        <w:t>0</w:t>
      </w:r>
      <w:r w:rsidRPr="0037098E">
        <w:rPr>
          <w:color w:val="FF0000"/>
          <w:sz w:val="16"/>
          <w:szCs w:val="16"/>
        </w:rPr>
        <w:t xml:space="preserve"> </w:t>
      </w:r>
      <w:r w:rsidRPr="0037098E">
        <w:rPr>
          <w:rFonts w:ascii="CMR10" w:hAnsi="CMR10" w:cs="CMR10"/>
          <w:color w:val="FF0000"/>
        </w:rPr>
        <w:t>= 0</w:t>
      </w:r>
    </w:p>
    <w:p w:rsidR="00C4450B" w:rsidRDefault="00C4450B" w:rsidP="00C4450B">
      <w:pPr>
        <w:pStyle w:val="LSStandardtext"/>
        <w:rPr>
          <w:color w:val="FF0000"/>
        </w:rPr>
      </w:pPr>
    </w:p>
    <w:p w:rsidR="00C4450B" w:rsidRPr="0037098E" w:rsidRDefault="00C4450B" w:rsidP="00C4450B">
      <w:pPr>
        <w:pStyle w:val="LSStandardtext"/>
        <w:rPr>
          <w:color w:val="FF0000"/>
        </w:rPr>
      </w:pPr>
      <w:r w:rsidRPr="0037098E">
        <w:rPr>
          <w:color w:val="FF0000"/>
        </w:rPr>
        <w:t>Subtrahiert man diese beiden Gleichungen, dann ergibt sich</w:t>
      </w:r>
    </w:p>
    <w:p w:rsidR="00C4450B" w:rsidRPr="007F438D" w:rsidRDefault="00C4450B" w:rsidP="00C4450B">
      <w:pPr>
        <w:pStyle w:val="LSStandardtext"/>
        <w:ind w:firstLine="708"/>
        <w:rPr>
          <w:color w:val="FF0000"/>
        </w:rPr>
      </w:pPr>
      <w:r w:rsidRPr="0037098E">
        <w:rPr>
          <w:color w:val="FF0000"/>
        </w:rPr>
        <w:t>0 = [a</w:t>
      </w:r>
      <w:r w:rsidRPr="0037098E">
        <w:rPr>
          <w:color w:val="FF0000"/>
          <w:vertAlign w:val="subscript"/>
        </w:rPr>
        <w:t>2</w:t>
      </w:r>
      <w:r w:rsidRPr="0037098E">
        <w:rPr>
          <w:color w:val="FF0000"/>
        </w:rPr>
        <w:t>x</w:t>
      </w:r>
      <w:r>
        <w:rPr>
          <w:color w:val="FF0000"/>
          <w:vertAlign w:val="subscript"/>
        </w:rPr>
        <w:t>1</w:t>
      </w:r>
      <w:r>
        <w:rPr>
          <w:color w:val="FF0000"/>
          <w:vertAlign w:val="superscript"/>
        </w:rPr>
        <w:t>2</w:t>
      </w:r>
      <w:r>
        <w:rPr>
          <w:color w:val="FF0000"/>
        </w:rPr>
        <w:t xml:space="preserve"> </w:t>
      </w:r>
      <w:r w:rsidRPr="0037098E">
        <w:rPr>
          <w:color w:val="FF0000"/>
        </w:rPr>
        <w:t>+ a</w:t>
      </w:r>
      <w:r w:rsidRPr="0037098E">
        <w:rPr>
          <w:color w:val="FF0000"/>
          <w:vertAlign w:val="subscript"/>
        </w:rPr>
        <w:t>0</w:t>
      </w:r>
      <w:r w:rsidRPr="0037098E">
        <w:rPr>
          <w:color w:val="FF0000"/>
        </w:rPr>
        <w:t xml:space="preserve">] </w:t>
      </w:r>
      <w:r w:rsidRPr="0037098E">
        <w:rPr>
          <w:rFonts w:eastAsia="CMSY10" w:hint="eastAsia"/>
          <w:color w:val="FF0000"/>
        </w:rPr>
        <w:t>−</w:t>
      </w:r>
      <w:r w:rsidRPr="0037098E">
        <w:rPr>
          <w:rFonts w:eastAsia="CMSY10"/>
          <w:color w:val="FF0000"/>
        </w:rPr>
        <w:t xml:space="preserve"> </w:t>
      </w:r>
      <w:r w:rsidRPr="0037098E">
        <w:rPr>
          <w:color w:val="FF0000"/>
        </w:rPr>
        <w:t>[a</w:t>
      </w:r>
      <w:r w:rsidRPr="0037098E">
        <w:rPr>
          <w:color w:val="FF0000"/>
          <w:vertAlign w:val="subscript"/>
        </w:rPr>
        <w:t>2</w:t>
      </w:r>
      <w:r w:rsidRPr="0037098E">
        <w:rPr>
          <w:color w:val="FF0000"/>
        </w:rPr>
        <w:t>x</w:t>
      </w:r>
      <w:r w:rsidRPr="0037098E">
        <w:rPr>
          <w:color w:val="FF0000"/>
          <w:vertAlign w:val="subscript"/>
        </w:rPr>
        <w:t>2</w:t>
      </w:r>
      <w:r w:rsidRPr="0037098E">
        <w:rPr>
          <w:color w:val="FF0000"/>
          <w:vertAlign w:val="superscript"/>
        </w:rPr>
        <w:t>2</w:t>
      </w:r>
      <w:r>
        <w:rPr>
          <w:color w:val="FF0000"/>
        </w:rPr>
        <w:t xml:space="preserve"> </w:t>
      </w:r>
      <w:r w:rsidRPr="0037098E">
        <w:rPr>
          <w:color w:val="FF0000"/>
        </w:rPr>
        <w:t>+ a</w:t>
      </w:r>
      <w:r w:rsidRPr="0037098E">
        <w:rPr>
          <w:color w:val="FF0000"/>
          <w:vertAlign w:val="subscript"/>
        </w:rPr>
        <w:t>0</w:t>
      </w:r>
      <w:r w:rsidRPr="0037098E">
        <w:rPr>
          <w:color w:val="FF0000"/>
        </w:rPr>
        <w:t>] = a</w:t>
      </w:r>
      <w:r w:rsidRPr="0037098E">
        <w:rPr>
          <w:color w:val="FF0000"/>
          <w:vertAlign w:val="subscript"/>
        </w:rPr>
        <w:t>2</w:t>
      </w:r>
      <w:r w:rsidRPr="0037098E">
        <w:rPr>
          <w:color w:val="FF0000"/>
        </w:rPr>
        <w:t>[x</w:t>
      </w:r>
      <w:r>
        <w:rPr>
          <w:color w:val="FF0000"/>
          <w:vertAlign w:val="subscript"/>
        </w:rPr>
        <w:t>1</w:t>
      </w:r>
      <w:r>
        <w:rPr>
          <w:color w:val="FF0000"/>
          <w:vertAlign w:val="superscript"/>
        </w:rPr>
        <w:t>2</w:t>
      </w:r>
      <w:r>
        <w:rPr>
          <w:color w:val="FF0000"/>
        </w:rPr>
        <w:t xml:space="preserve"> </w:t>
      </w:r>
      <w:r w:rsidRPr="0037098E">
        <w:rPr>
          <w:rFonts w:eastAsia="CMSY10" w:hint="eastAsia"/>
          <w:color w:val="FF0000"/>
        </w:rPr>
        <w:t>−</w:t>
      </w:r>
      <w:r w:rsidRPr="0037098E">
        <w:rPr>
          <w:rFonts w:eastAsia="CMSY10"/>
          <w:color w:val="FF0000"/>
        </w:rPr>
        <w:t xml:space="preserve"> </w:t>
      </w:r>
      <w:r w:rsidRPr="0037098E">
        <w:rPr>
          <w:color w:val="FF0000"/>
        </w:rPr>
        <w:t>x</w:t>
      </w:r>
      <w:r w:rsidRPr="0037098E">
        <w:rPr>
          <w:color w:val="FF0000"/>
          <w:vertAlign w:val="subscript"/>
        </w:rPr>
        <w:t>2</w:t>
      </w:r>
      <w:r w:rsidRPr="0037098E">
        <w:rPr>
          <w:color w:val="FF0000"/>
          <w:vertAlign w:val="superscript"/>
        </w:rPr>
        <w:t>2</w:t>
      </w:r>
      <w:r w:rsidR="007F438D">
        <w:rPr>
          <w:color w:val="FF0000"/>
        </w:rPr>
        <w:t>]</w:t>
      </w:r>
    </w:p>
    <w:p w:rsidR="00C4450B" w:rsidRPr="0037098E" w:rsidRDefault="007F438D" w:rsidP="00C4450B">
      <w:pPr>
        <w:pStyle w:val="LSStandardtext"/>
        <w:rPr>
          <w:color w:val="FF0000"/>
        </w:rPr>
      </w:pPr>
      <w:r>
        <w:rPr>
          <w:color w:val="FF0000"/>
        </w:rPr>
        <w:t>Damit die Stellen x</w:t>
      </w:r>
      <w:r>
        <w:rPr>
          <w:color w:val="FF0000"/>
          <w:vertAlign w:val="subscript"/>
        </w:rPr>
        <w:t>1</w:t>
      </w:r>
      <w:r>
        <w:rPr>
          <w:color w:val="FF0000"/>
        </w:rPr>
        <w:t xml:space="preserve"> und x</w:t>
      </w:r>
      <w:r>
        <w:rPr>
          <w:color w:val="FF0000"/>
          <w:vertAlign w:val="subscript"/>
        </w:rPr>
        <w:t>2</w:t>
      </w:r>
      <w:r w:rsidR="00C4450B" w:rsidRPr="0037098E">
        <w:rPr>
          <w:color w:val="FF0000"/>
        </w:rPr>
        <w:t xml:space="preserve"> </w:t>
      </w:r>
      <w:r>
        <w:rPr>
          <w:color w:val="FF0000"/>
        </w:rPr>
        <w:t>„</w:t>
      </w:r>
      <w:r w:rsidR="00C4450B" w:rsidRPr="0037098E">
        <w:rPr>
          <w:color w:val="FF0000"/>
        </w:rPr>
        <w:t>wirklich verschieden“ sind, darf auch nicht</w:t>
      </w:r>
      <w:r w:rsidR="00C4450B">
        <w:rPr>
          <w:color w:val="FF0000"/>
        </w:rPr>
        <w:t xml:space="preserve"> </w:t>
      </w:r>
      <w:r w:rsidR="00C4450B" w:rsidRPr="0037098E">
        <w:rPr>
          <w:color w:val="FF0000"/>
        </w:rPr>
        <w:t>x</w:t>
      </w:r>
      <w:r w:rsidR="00C4450B">
        <w:rPr>
          <w:color w:val="FF0000"/>
          <w:vertAlign w:val="subscript"/>
        </w:rPr>
        <w:t>1</w:t>
      </w:r>
      <w:r w:rsidR="00C4450B" w:rsidRPr="0037098E">
        <w:rPr>
          <w:color w:val="FF0000"/>
        </w:rPr>
        <w:t xml:space="preserve"> = </w:t>
      </w:r>
      <w:r w:rsidR="00C4450B" w:rsidRPr="0037098E">
        <w:rPr>
          <w:rFonts w:eastAsia="CMSY10" w:hint="eastAsia"/>
          <w:color w:val="FF0000"/>
        </w:rPr>
        <w:t>−</w:t>
      </w:r>
      <w:r w:rsidR="00C4450B" w:rsidRPr="0037098E">
        <w:rPr>
          <w:color w:val="FF0000"/>
        </w:rPr>
        <w:t>x</w:t>
      </w:r>
      <w:r w:rsidR="00C4450B" w:rsidRPr="004D0016">
        <w:rPr>
          <w:color w:val="FF0000"/>
          <w:vertAlign w:val="subscript"/>
        </w:rPr>
        <w:t>2</w:t>
      </w:r>
      <w:r w:rsidR="00C4450B" w:rsidRPr="0037098E">
        <w:rPr>
          <w:color w:val="FF0000"/>
        </w:rPr>
        <w:t xml:space="preserve"> gelten. Sonst wären die Bedingungen f(</w:t>
      </w:r>
      <w:r w:rsidR="00C4450B" w:rsidRPr="0037098E">
        <w:rPr>
          <w:rFonts w:eastAsia="CMSY10" w:hint="eastAsia"/>
          <w:color w:val="FF0000"/>
        </w:rPr>
        <w:t>−</w:t>
      </w:r>
      <w:r w:rsidR="00C4450B" w:rsidRPr="0037098E">
        <w:rPr>
          <w:color w:val="FF0000"/>
        </w:rPr>
        <w:t>x</w:t>
      </w:r>
      <w:r w:rsidR="00C4450B" w:rsidRPr="004D0016">
        <w:rPr>
          <w:color w:val="FF0000"/>
          <w:vertAlign w:val="subscript"/>
        </w:rPr>
        <w:t>1</w:t>
      </w:r>
      <w:r w:rsidR="00C4450B" w:rsidRPr="0037098E">
        <w:rPr>
          <w:color w:val="FF0000"/>
        </w:rPr>
        <w:t xml:space="preserve">) = </w:t>
      </w:r>
      <w:r w:rsidR="00C4450B" w:rsidRPr="0037098E">
        <w:rPr>
          <w:rFonts w:eastAsia="CMSY10" w:hint="eastAsia"/>
          <w:color w:val="FF0000"/>
        </w:rPr>
        <w:t>−</w:t>
      </w:r>
      <w:r w:rsidR="00C4450B" w:rsidRPr="0037098E">
        <w:rPr>
          <w:color w:val="FF0000"/>
        </w:rPr>
        <w:t>f(x</w:t>
      </w:r>
      <w:r w:rsidR="00C4450B" w:rsidRPr="004D0016">
        <w:rPr>
          <w:color w:val="FF0000"/>
          <w:vertAlign w:val="subscript"/>
        </w:rPr>
        <w:t>1</w:t>
      </w:r>
      <w:r w:rsidR="00C4450B" w:rsidRPr="0037098E">
        <w:rPr>
          <w:color w:val="FF0000"/>
        </w:rPr>
        <w:t>) und</w:t>
      </w:r>
      <w:r w:rsidR="00C4450B">
        <w:rPr>
          <w:color w:val="FF0000"/>
        </w:rPr>
        <w:t xml:space="preserve"> </w:t>
      </w:r>
      <w:r w:rsidR="00C4450B" w:rsidRPr="0037098E">
        <w:rPr>
          <w:color w:val="FF0000"/>
        </w:rPr>
        <w:t>f(</w:t>
      </w:r>
      <w:r w:rsidR="00C4450B" w:rsidRPr="0037098E">
        <w:rPr>
          <w:rFonts w:eastAsia="CMSY10" w:hint="eastAsia"/>
          <w:color w:val="FF0000"/>
        </w:rPr>
        <w:t>−</w:t>
      </w:r>
      <w:r w:rsidR="00C4450B" w:rsidRPr="0037098E">
        <w:rPr>
          <w:color w:val="FF0000"/>
        </w:rPr>
        <w:t>x</w:t>
      </w:r>
      <w:r w:rsidR="00C4450B" w:rsidRPr="004D0016">
        <w:rPr>
          <w:color w:val="FF0000"/>
          <w:vertAlign w:val="subscript"/>
        </w:rPr>
        <w:t>2</w:t>
      </w:r>
      <w:r w:rsidR="00C4450B" w:rsidRPr="0037098E">
        <w:rPr>
          <w:color w:val="FF0000"/>
        </w:rPr>
        <w:t xml:space="preserve">) = </w:t>
      </w:r>
      <w:r w:rsidR="00C4450B" w:rsidRPr="0037098E">
        <w:rPr>
          <w:rFonts w:eastAsia="CMSY10" w:hint="eastAsia"/>
          <w:color w:val="FF0000"/>
        </w:rPr>
        <w:t>−</w:t>
      </w:r>
      <w:r w:rsidR="00C4450B" w:rsidRPr="0037098E">
        <w:rPr>
          <w:color w:val="FF0000"/>
        </w:rPr>
        <w:t>f(x</w:t>
      </w:r>
      <w:r w:rsidR="00C4450B" w:rsidRPr="004D0016">
        <w:rPr>
          <w:color w:val="FF0000"/>
          <w:vertAlign w:val="subscript"/>
        </w:rPr>
        <w:t>2</w:t>
      </w:r>
      <w:r w:rsidR="00C4450B" w:rsidRPr="0037098E">
        <w:rPr>
          <w:color w:val="FF0000"/>
        </w:rPr>
        <w:t>) nämlich identisch.</w:t>
      </w:r>
    </w:p>
    <w:p w:rsidR="00C4450B" w:rsidRPr="0037098E" w:rsidRDefault="00C4450B" w:rsidP="00C4450B">
      <w:pPr>
        <w:pStyle w:val="LSStandardtext"/>
        <w:rPr>
          <w:color w:val="FF0000"/>
        </w:rPr>
      </w:pPr>
      <w:r w:rsidRPr="0037098E">
        <w:rPr>
          <w:color w:val="FF0000"/>
        </w:rPr>
        <w:t xml:space="preserve">Wenn aber </w:t>
      </w:r>
      <w:r w:rsidRPr="0037098E">
        <w:rPr>
          <w:rFonts w:eastAsia="CMSY10"/>
          <w:color w:val="FF0000"/>
        </w:rPr>
        <w:t>|</w:t>
      </w:r>
      <w:r w:rsidRPr="0037098E">
        <w:rPr>
          <w:color w:val="FF0000"/>
        </w:rPr>
        <w:t>x</w:t>
      </w:r>
      <w:r w:rsidRPr="004D0016">
        <w:rPr>
          <w:color w:val="FF0000"/>
          <w:vertAlign w:val="subscript"/>
        </w:rPr>
        <w:t>1</w:t>
      </w:r>
      <w:r w:rsidRPr="0037098E">
        <w:rPr>
          <w:rFonts w:eastAsia="CMSY10"/>
          <w:color w:val="FF0000"/>
        </w:rPr>
        <w:t xml:space="preserve">| </w:t>
      </w:r>
      <w:r>
        <w:rPr>
          <w:rFonts w:eastAsia="CMSY10"/>
          <w:color w:val="FF0000"/>
        </w:rPr>
        <w:t xml:space="preserve">≠ </w:t>
      </w:r>
      <w:r w:rsidRPr="0037098E">
        <w:rPr>
          <w:rFonts w:eastAsia="CMSY10"/>
          <w:color w:val="FF0000"/>
        </w:rPr>
        <w:t>|</w:t>
      </w:r>
      <w:r w:rsidRPr="0037098E">
        <w:rPr>
          <w:color w:val="FF0000"/>
        </w:rPr>
        <w:t>x</w:t>
      </w:r>
      <w:r w:rsidRPr="004D0016">
        <w:rPr>
          <w:color w:val="FF0000"/>
          <w:vertAlign w:val="subscript"/>
        </w:rPr>
        <w:t>2</w:t>
      </w:r>
      <w:r w:rsidRPr="0037098E">
        <w:rPr>
          <w:rFonts w:eastAsia="CMSY10"/>
          <w:color w:val="FF0000"/>
        </w:rPr>
        <w:t>|</w:t>
      </w:r>
      <w:r w:rsidRPr="0037098E">
        <w:rPr>
          <w:color w:val="FF0000"/>
        </w:rPr>
        <w:t>, dann ist x</w:t>
      </w:r>
      <w:r>
        <w:rPr>
          <w:color w:val="FF0000"/>
          <w:vertAlign w:val="subscript"/>
        </w:rPr>
        <w:t>1</w:t>
      </w:r>
      <w:r>
        <w:rPr>
          <w:color w:val="FF0000"/>
          <w:vertAlign w:val="superscript"/>
        </w:rPr>
        <w:t>2</w:t>
      </w:r>
      <w:r>
        <w:rPr>
          <w:color w:val="FF0000"/>
        </w:rPr>
        <w:t xml:space="preserve"> </w:t>
      </w:r>
      <w:r w:rsidRPr="0037098E">
        <w:rPr>
          <w:rFonts w:eastAsia="CMSY10" w:hint="eastAsia"/>
          <w:color w:val="FF0000"/>
        </w:rPr>
        <w:t>−</w:t>
      </w:r>
      <w:r w:rsidRPr="0037098E">
        <w:rPr>
          <w:rFonts w:eastAsia="CMSY10"/>
          <w:color w:val="FF0000"/>
        </w:rPr>
        <w:t xml:space="preserve"> </w:t>
      </w:r>
      <w:r w:rsidRPr="0037098E">
        <w:rPr>
          <w:color w:val="FF0000"/>
        </w:rPr>
        <w:t>x</w:t>
      </w:r>
      <w:r w:rsidRPr="004D0016">
        <w:rPr>
          <w:color w:val="FF0000"/>
          <w:vertAlign w:val="subscript"/>
        </w:rPr>
        <w:t>2</w:t>
      </w:r>
      <w:r w:rsidRPr="004D0016">
        <w:rPr>
          <w:color w:val="FF0000"/>
          <w:vertAlign w:val="superscript"/>
        </w:rPr>
        <w:t>2</w:t>
      </w:r>
      <w:r>
        <w:rPr>
          <w:color w:val="FF0000"/>
        </w:rPr>
        <w:t xml:space="preserve"> ≠</w:t>
      </w:r>
      <w:r w:rsidRPr="0037098E">
        <w:rPr>
          <w:color w:val="FF0000"/>
        </w:rPr>
        <w:t xml:space="preserve"> 0. Deshalb muss a</w:t>
      </w:r>
      <w:r w:rsidRPr="004D0016">
        <w:rPr>
          <w:color w:val="FF0000"/>
          <w:vertAlign w:val="subscript"/>
        </w:rPr>
        <w:t>2</w:t>
      </w:r>
      <w:r w:rsidRPr="0037098E">
        <w:rPr>
          <w:color w:val="FF0000"/>
        </w:rPr>
        <w:t xml:space="preserve"> = 0 sein.</w:t>
      </w:r>
    </w:p>
    <w:p w:rsidR="00C4450B" w:rsidRPr="0037098E" w:rsidRDefault="00C4450B" w:rsidP="00C4450B">
      <w:pPr>
        <w:pStyle w:val="LSStandardtext"/>
        <w:rPr>
          <w:color w:val="FF0000"/>
        </w:rPr>
      </w:pPr>
      <w:r w:rsidRPr="0037098E">
        <w:rPr>
          <w:color w:val="FF0000"/>
        </w:rPr>
        <w:t>Eingesetzt in die erste Gleichung a</w:t>
      </w:r>
      <w:r w:rsidRPr="004D0016">
        <w:rPr>
          <w:color w:val="FF0000"/>
          <w:vertAlign w:val="subscript"/>
        </w:rPr>
        <w:t>2</w:t>
      </w:r>
      <w:r w:rsidRPr="0037098E">
        <w:rPr>
          <w:color w:val="FF0000"/>
        </w:rPr>
        <w:t>x</w:t>
      </w:r>
      <w:r>
        <w:rPr>
          <w:color w:val="FF0000"/>
          <w:vertAlign w:val="subscript"/>
        </w:rPr>
        <w:t>1</w:t>
      </w:r>
      <w:r>
        <w:rPr>
          <w:color w:val="FF0000"/>
          <w:vertAlign w:val="superscript"/>
        </w:rPr>
        <w:t>2</w:t>
      </w:r>
      <w:r>
        <w:rPr>
          <w:color w:val="FF0000"/>
        </w:rPr>
        <w:t xml:space="preserve"> </w:t>
      </w:r>
      <w:r w:rsidRPr="0037098E">
        <w:rPr>
          <w:color w:val="FF0000"/>
        </w:rPr>
        <w:t>+ a</w:t>
      </w:r>
      <w:r w:rsidRPr="004D0016">
        <w:rPr>
          <w:color w:val="FF0000"/>
          <w:vertAlign w:val="subscript"/>
        </w:rPr>
        <w:t>0</w:t>
      </w:r>
      <w:r w:rsidRPr="0037098E">
        <w:rPr>
          <w:color w:val="FF0000"/>
        </w:rPr>
        <w:t xml:space="preserve"> = 0 (oder in die zweite) folgt</w:t>
      </w:r>
      <w:r>
        <w:rPr>
          <w:color w:val="FF0000"/>
        </w:rPr>
        <w:t xml:space="preserve"> </w:t>
      </w:r>
      <w:r w:rsidRPr="0037098E">
        <w:rPr>
          <w:color w:val="FF0000"/>
        </w:rPr>
        <w:t>dann a</w:t>
      </w:r>
      <w:r w:rsidRPr="004D0016">
        <w:rPr>
          <w:color w:val="FF0000"/>
          <w:vertAlign w:val="subscript"/>
        </w:rPr>
        <w:t>0</w:t>
      </w:r>
      <w:r w:rsidRPr="0037098E">
        <w:rPr>
          <w:color w:val="FF0000"/>
        </w:rPr>
        <w:t xml:space="preserve"> = 0. Das Polynom reduziert sich auf</w:t>
      </w:r>
    </w:p>
    <w:p w:rsidR="00C4450B" w:rsidRPr="0037098E" w:rsidRDefault="00C4450B" w:rsidP="00C4450B">
      <w:pPr>
        <w:pStyle w:val="LSStandardtext"/>
        <w:ind w:firstLine="708"/>
        <w:rPr>
          <w:color w:val="FF0000"/>
        </w:rPr>
      </w:pPr>
      <w:r w:rsidRPr="0037098E">
        <w:rPr>
          <w:color w:val="FF0000"/>
        </w:rPr>
        <w:t>f(x) = a</w:t>
      </w:r>
      <w:r w:rsidRPr="004D0016">
        <w:rPr>
          <w:color w:val="FF0000"/>
          <w:vertAlign w:val="subscript"/>
        </w:rPr>
        <w:t>3</w:t>
      </w:r>
      <w:r w:rsidRPr="0037098E">
        <w:rPr>
          <w:color w:val="FF0000"/>
        </w:rPr>
        <w:t>x</w:t>
      </w:r>
      <w:r w:rsidRPr="004D0016">
        <w:rPr>
          <w:color w:val="FF0000"/>
          <w:vertAlign w:val="superscript"/>
        </w:rPr>
        <w:t>3</w:t>
      </w:r>
      <w:r w:rsidRPr="0037098E">
        <w:rPr>
          <w:color w:val="FF0000"/>
        </w:rPr>
        <w:t xml:space="preserve"> + a</w:t>
      </w:r>
      <w:r w:rsidRPr="004D0016">
        <w:rPr>
          <w:color w:val="FF0000"/>
          <w:vertAlign w:val="subscript"/>
        </w:rPr>
        <w:t>1</w:t>
      </w:r>
      <w:r w:rsidRPr="0037098E">
        <w:rPr>
          <w:color w:val="FF0000"/>
        </w:rPr>
        <w:t>x</w:t>
      </w:r>
    </w:p>
    <w:p w:rsidR="00C4450B" w:rsidRPr="00C4450B" w:rsidRDefault="00C4450B" w:rsidP="00C4450B">
      <w:pPr>
        <w:pStyle w:val="LSStandardtext"/>
        <w:rPr>
          <w:color w:val="FF0000"/>
          <w:lang w:val="en-US"/>
        </w:rPr>
      </w:pPr>
      <w:proofErr w:type="spellStart"/>
      <w:r w:rsidRPr="00C4450B">
        <w:rPr>
          <w:color w:val="FF0000"/>
          <w:lang w:val="en-US"/>
        </w:rPr>
        <w:t>Wegen</w:t>
      </w:r>
      <w:proofErr w:type="spellEnd"/>
    </w:p>
    <w:p w:rsidR="00C4450B" w:rsidRPr="00C4450B" w:rsidRDefault="00C4450B" w:rsidP="00C4450B">
      <w:pPr>
        <w:pStyle w:val="LSStandardtext"/>
        <w:ind w:firstLine="708"/>
        <w:rPr>
          <w:color w:val="FF0000"/>
          <w:lang w:val="en-US"/>
        </w:rPr>
      </w:pPr>
      <w:proofErr w:type="gramStart"/>
      <w:r w:rsidRPr="00C4450B">
        <w:rPr>
          <w:color w:val="FF0000"/>
          <w:lang w:val="en-US"/>
        </w:rPr>
        <w:t>f(</w:t>
      </w:r>
      <w:proofErr w:type="gramEnd"/>
      <w:r w:rsidRPr="00C4450B">
        <w:rPr>
          <w:rFonts w:eastAsia="CMSY10" w:hint="eastAsia"/>
          <w:color w:val="FF0000"/>
          <w:lang w:val="en-US"/>
        </w:rPr>
        <w:t>−</w:t>
      </w:r>
      <w:r w:rsidRPr="00C4450B">
        <w:rPr>
          <w:color w:val="FF0000"/>
          <w:lang w:val="en-US"/>
        </w:rPr>
        <w:t>x) = a</w:t>
      </w:r>
      <w:r w:rsidRPr="00C4450B">
        <w:rPr>
          <w:color w:val="FF0000"/>
          <w:vertAlign w:val="subscript"/>
          <w:lang w:val="en-US"/>
        </w:rPr>
        <w:t>3</w:t>
      </w:r>
      <w:r w:rsidRPr="00C4450B">
        <w:rPr>
          <w:color w:val="FF0000"/>
          <w:lang w:val="en-US"/>
        </w:rPr>
        <w:t>(</w:t>
      </w:r>
      <w:r w:rsidRPr="00C4450B">
        <w:rPr>
          <w:rFonts w:eastAsia="CMSY10" w:hint="eastAsia"/>
          <w:color w:val="FF0000"/>
          <w:lang w:val="en-US"/>
        </w:rPr>
        <w:t>−</w:t>
      </w:r>
      <w:r w:rsidRPr="00C4450B">
        <w:rPr>
          <w:color w:val="FF0000"/>
          <w:lang w:val="en-US"/>
        </w:rPr>
        <w:t>x)</w:t>
      </w:r>
      <w:r w:rsidRPr="00C4450B">
        <w:rPr>
          <w:color w:val="FF0000"/>
          <w:vertAlign w:val="superscript"/>
          <w:lang w:val="en-US"/>
        </w:rPr>
        <w:t>3</w:t>
      </w:r>
      <w:r w:rsidRPr="00C4450B">
        <w:rPr>
          <w:color w:val="FF0000"/>
          <w:lang w:val="en-US"/>
        </w:rPr>
        <w:t xml:space="preserve"> + a</w:t>
      </w:r>
      <w:r w:rsidRPr="00C4450B">
        <w:rPr>
          <w:color w:val="FF0000"/>
          <w:vertAlign w:val="subscript"/>
          <w:lang w:val="en-US"/>
        </w:rPr>
        <w:t>1</w:t>
      </w:r>
      <w:r w:rsidRPr="00C4450B">
        <w:rPr>
          <w:color w:val="FF0000"/>
          <w:lang w:val="en-US"/>
        </w:rPr>
        <w:t>(</w:t>
      </w:r>
      <w:r w:rsidRPr="00C4450B">
        <w:rPr>
          <w:rFonts w:eastAsia="CMSY10" w:hint="eastAsia"/>
          <w:color w:val="FF0000"/>
          <w:lang w:val="en-US"/>
        </w:rPr>
        <w:t>−</w:t>
      </w:r>
      <w:r w:rsidRPr="00C4450B">
        <w:rPr>
          <w:color w:val="FF0000"/>
          <w:lang w:val="en-US"/>
        </w:rPr>
        <w:t xml:space="preserve">x) = </w:t>
      </w:r>
      <w:r w:rsidRPr="00C4450B">
        <w:rPr>
          <w:rFonts w:eastAsia="CMSY10" w:hint="eastAsia"/>
          <w:color w:val="FF0000"/>
          <w:lang w:val="en-US"/>
        </w:rPr>
        <w:t>−</w:t>
      </w:r>
      <w:r w:rsidRPr="00C4450B">
        <w:rPr>
          <w:color w:val="FF0000"/>
          <w:lang w:val="en-US"/>
        </w:rPr>
        <w:t>a</w:t>
      </w:r>
      <w:r w:rsidRPr="00C4450B">
        <w:rPr>
          <w:color w:val="FF0000"/>
          <w:vertAlign w:val="subscript"/>
          <w:lang w:val="en-US"/>
        </w:rPr>
        <w:t>3</w:t>
      </w:r>
      <w:r w:rsidRPr="00C4450B">
        <w:rPr>
          <w:color w:val="FF0000"/>
          <w:lang w:val="en-US"/>
        </w:rPr>
        <w:t>x</w:t>
      </w:r>
      <w:r w:rsidRPr="00C4450B">
        <w:rPr>
          <w:color w:val="FF0000"/>
          <w:vertAlign w:val="superscript"/>
          <w:lang w:val="en-US"/>
        </w:rPr>
        <w:t>3</w:t>
      </w:r>
      <w:r w:rsidRPr="00C4450B">
        <w:rPr>
          <w:color w:val="FF0000"/>
          <w:lang w:val="en-US"/>
        </w:rPr>
        <w:t xml:space="preserve"> </w:t>
      </w:r>
      <w:r w:rsidRPr="00C4450B">
        <w:rPr>
          <w:rFonts w:eastAsia="CMSY10" w:hint="eastAsia"/>
          <w:color w:val="FF0000"/>
          <w:lang w:val="en-US"/>
        </w:rPr>
        <w:t>−</w:t>
      </w:r>
      <w:r w:rsidRPr="00C4450B">
        <w:rPr>
          <w:rFonts w:eastAsia="CMSY10"/>
          <w:color w:val="FF0000"/>
          <w:lang w:val="en-US"/>
        </w:rPr>
        <w:t xml:space="preserve"> </w:t>
      </w:r>
      <w:r w:rsidRPr="00C4450B">
        <w:rPr>
          <w:color w:val="FF0000"/>
          <w:lang w:val="en-US"/>
        </w:rPr>
        <w:t>a</w:t>
      </w:r>
      <w:r w:rsidRPr="00C4450B">
        <w:rPr>
          <w:color w:val="FF0000"/>
          <w:vertAlign w:val="subscript"/>
          <w:lang w:val="en-US"/>
        </w:rPr>
        <w:t>1</w:t>
      </w:r>
      <w:r w:rsidRPr="00C4450B">
        <w:rPr>
          <w:color w:val="FF0000"/>
          <w:lang w:val="en-US"/>
        </w:rPr>
        <w:t xml:space="preserve">x = </w:t>
      </w:r>
      <w:r w:rsidRPr="00C4450B">
        <w:rPr>
          <w:rFonts w:eastAsia="CMSY10" w:hint="eastAsia"/>
          <w:color w:val="FF0000"/>
          <w:lang w:val="en-US"/>
        </w:rPr>
        <w:t>−</w:t>
      </w:r>
      <w:r w:rsidRPr="00C4450B">
        <w:rPr>
          <w:color w:val="FF0000"/>
          <w:lang w:val="en-US"/>
        </w:rPr>
        <w:t>f(x)</w:t>
      </w:r>
    </w:p>
    <w:p w:rsidR="00C4450B" w:rsidRDefault="00C4450B" w:rsidP="00C4450B">
      <w:pPr>
        <w:pStyle w:val="LSStandardtext"/>
        <w:rPr>
          <w:color w:val="FF0000"/>
        </w:rPr>
      </w:pPr>
      <w:r w:rsidRPr="0037098E">
        <w:rPr>
          <w:color w:val="FF0000"/>
        </w:rPr>
        <w:t xml:space="preserve">für alle x </w:t>
      </w:r>
      <w:r w:rsidRPr="0037098E">
        <w:rPr>
          <w:rFonts w:eastAsia="CMSY10" w:hint="eastAsia"/>
          <w:color w:val="FF0000"/>
        </w:rPr>
        <w:t>∈</w:t>
      </w:r>
      <w:r w:rsidRPr="0037098E">
        <w:rPr>
          <w:rFonts w:ascii="Cambria Math" w:hAnsi="Cambria Math" w:cs="Cambria Math"/>
          <w:color w:val="FF0000"/>
        </w:rPr>
        <w:t>ℝ</w:t>
      </w:r>
      <w:r w:rsidRPr="0037098E">
        <w:rPr>
          <w:color w:val="FF0000"/>
        </w:rPr>
        <w:t xml:space="preserve">  ist f ungerade.</w:t>
      </w:r>
    </w:p>
    <w:p w:rsidR="00C4450B" w:rsidRPr="0037098E" w:rsidRDefault="00C4450B" w:rsidP="00C4450B">
      <w:pPr>
        <w:pStyle w:val="LSStandardtext"/>
        <w:rPr>
          <w:color w:val="FF0000"/>
        </w:rPr>
      </w:pPr>
    </w:p>
    <w:p w:rsidR="00C4450B" w:rsidRDefault="00C4450B" w:rsidP="00C4450B">
      <w:pPr>
        <w:pStyle w:val="LSStandardtext"/>
        <w:rPr>
          <w:rFonts w:ascii="Cambria Math" w:eastAsia="CMSY10" w:hAnsi="Cambria Math" w:cs="Cambria Math" w:hint="eastAsia"/>
        </w:rPr>
      </w:pPr>
      <w:r w:rsidRPr="00DB0121">
        <w:rPr>
          <w:b/>
        </w:rPr>
        <w:t>Satz 2.2.</w:t>
      </w:r>
      <w:r w:rsidRPr="00E335C3">
        <w:t xml:space="preserve"> Ein Polynom f vom Grad </w:t>
      </w:r>
      <w:r w:rsidRPr="00E335C3">
        <w:rPr>
          <w:rFonts w:eastAsia="CMSY10" w:hint="eastAsia"/>
        </w:rPr>
        <w:t>≤</w:t>
      </w:r>
      <w:r w:rsidRPr="00E335C3">
        <w:rPr>
          <w:rFonts w:eastAsia="CMSY10"/>
        </w:rPr>
        <w:t xml:space="preserve"> </w:t>
      </w:r>
      <w:r w:rsidRPr="00E335C3">
        <w:t>3 ist ungerade, wenn</w:t>
      </w:r>
      <w:r>
        <w:t xml:space="preserve"> </w:t>
      </w:r>
      <w:r w:rsidRPr="00E335C3">
        <w:t>f(</w:t>
      </w:r>
      <w:r w:rsidRPr="00E335C3">
        <w:rPr>
          <w:rFonts w:eastAsia="CMSY10" w:hint="eastAsia"/>
        </w:rPr>
        <w:t>−</w:t>
      </w:r>
      <w:r w:rsidRPr="00E335C3">
        <w:t>x</w:t>
      </w:r>
      <w:r w:rsidRPr="004D0016">
        <w:rPr>
          <w:vertAlign w:val="subscript"/>
        </w:rPr>
        <w:t>1</w:t>
      </w:r>
      <w:r w:rsidRPr="00E335C3">
        <w:t xml:space="preserve">) = </w:t>
      </w:r>
      <w:r w:rsidRPr="00E335C3">
        <w:rPr>
          <w:rFonts w:eastAsia="CMSY10" w:hint="eastAsia"/>
        </w:rPr>
        <w:t>−</w:t>
      </w:r>
      <w:r w:rsidRPr="00E335C3">
        <w:t>f(x</w:t>
      </w:r>
      <w:r w:rsidRPr="004D0016">
        <w:rPr>
          <w:vertAlign w:val="subscript"/>
        </w:rPr>
        <w:t>1</w:t>
      </w:r>
      <w:r w:rsidRPr="00E335C3">
        <w:t>) und f(</w:t>
      </w:r>
      <w:r w:rsidRPr="00E335C3">
        <w:rPr>
          <w:rFonts w:eastAsia="CMSY10" w:hint="eastAsia"/>
        </w:rPr>
        <w:t>−</w:t>
      </w:r>
      <w:r w:rsidRPr="00E335C3">
        <w:t>x</w:t>
      </w:r>
      <w:r w:rsidRPr="004D0016">
        <w:rPr>
          <w:vertAlign w:val="subscript"/>
        </w:rPr>
        <w:t>2</w:t>
      </w:r>
      <w:r w:rsidRPr="00E335C3">
        <w:t xml:space="preserve">) = </w:t>
      </w:r>
      <w:r w:rsidRPr="00E335C3">
        <w:rPr>
          <w:rFonts w:eastAsia="CMSY10" w:hint="eastAsia"/>
        </w:rPr>
        <w:t>−</w:t>
      </w:r>
      <w:r w:rsidRPr="00E335C3">
        <w:t>f(x</w:t>
      </w:r>
      <w:r w:rsidRPr="004D0016">
        <w:rPr>
          <w:vertAlign w:val="subscript"/>
        </w:rPr>
        <w:t>2</w:t>
      </w:r>
      <w:r w:rsidRPr="00E335C3">
        <w:t>) an zwei Stellen x</w:t>
      </w:r>
      <w:r w:rsidRPr="004D0016">
        <w:rPr>
          <w:vertAlign w:val="subscript"/>
        </w:rPr>
        <w:t>1</w:t>
      </w:r>
      <w:r w:rsidRPr="00E335C3">
        <w:t xml:space="preserve"> und x</w:t>
      </w:r>
      <w:r w:rsidRPr="004D0016">
        <w:rPr>
          <w:vertAlign w:val="subscript"/>
        </w:rPr>
        <w:t>2</w:t>
      </w:r>
      <w:r w:rsidRPr="00E335C3">
        <w:t xml:space="preserve"> mit </w:t>
      </w:r>
    </w:p>
    <w:p w:rsidR="00C4450B" w:rsidRDefault="00C4450B" w:rsidP="00C4450B">
      <w:pPr>
        <w:pStyle w:val="LSStandardtext"/>
        <w:rPr>
          <w:color w:val="FF0000"/>
        </w:rPr>
      </w:pPr>
      <w:r w:rsidRPr="004D0016">
        <w:rPr>
          <w:rFonts w:eastAsia="CMSY10"/>
          <w:color w:val="FF0000"/>
        </w:rPr>
        <w:t>|</w:t>
      </w:r>
      <w:r w:rsidR="007F438D">
        <w:rPr>
          <w:color w:val="FF0000"/>
        </w:rPr>
        <w:t>x</w:t>
      </w:r>
      <w:r w:rsidR="007F438D">
        <w:rPr>
          <w:color w:val="FF0000"/>
          <w:vertAlign w:val="subscript"/>
        </w:rPr>
        <w:t>1</w:t>
      </w:r>
      <w:r w:rsidRPr="004D0016">
        <w:rPr>
          <w:rFonts w:eastAsia="CMSY10"/>
          <w:color w:val="FF0000"/>
        </w:rPr>
        <w:t>| ≠</w:t>
      </w:r>
      <w:r w:rsidRPr="004D0016">
        <w:rPr>
          <w:color w:val="FF0000"/>
        </w:rPr>
        <w:t xml:space="preserve"> </w:t>
      </w:r>
      <w:r w:rsidRPr="004D0016">
        <w:rPr>
          <w:rFonts w:eastAsia="CMSY10"/>
          <w:color w:val="FF0000"/>
        </w:rPr>
        <w:t>|</w:t>
      </w:r>
      <w:r w:rsidRPr="004D0016">
        <w:rPr>
          <w:color w:val="FF0000"/>
        </w:rPr>
        <w:t>x</w:t>
      </w:r>
      <w:r w:rsidRPr="007F438D">
        <w:rPr>
          <w:color w:val="FF0000"/>
          <w:vertAlign w:val="subscript"/>
        </w:rPr>
        <w:t>2</w:t>
      </w:r>
      <w:r w:rsidRPr="004D0016">
        <w:rPr>
          <w:rFonts w:eastAsia="CMSY10"/>
          <w:color w:val="FF0000"/>
        </w:rPr>
        <w:t>|</w:t>
      </w:r>
      <w:r w:rsidRPr="004D0016">
        <w:rPr>
          <w:color w:val="FF0000"/>
        </w:rPr>
        <w:t>.</w:t>
      </w:r>
    </w:p>
    <w:p w:rsidR="00C4450B" w:rsidRPr="004D0016" w:rsidRDefault="00C4450B" w:rsidP="00C4450B">
      <w:pPr>
        <w:pStyle w:val="LSStandardtext"/>
        <w:rPr>
          <w:color w:val="FF0000"/>
        </w:rPr>
      </w:pPr>
    </w:p>
    <w:p w:rsidR="00C4450B" w:rsidRPr="00E335C3" w:rsidRDefault="00C4450B" w:rsidP="00C4450B">
      <w:pPr>
        <w:pStyle w:val="LSStandardtext"/>
      </w:pPr>
      <w:r w:rsidRPr="004D0016">
        <w:rPr>
          <w:b/>
        </w:rPr>
        <w:t>Aufgabe 2.3.</w:t>
      </w:r>
      <w:r w:rsidRPr="00E335C3">
        <w:t xml:space="preserve"> Welche Schlussfolgerungen sind möglich, wenn f(</w:t>
      </w:r>
      <w:r w:rsidRPr="00E335C3">
        <w:rPr>
          <w:rFonts w:eastAsia="CMSY10" w:hint="eastAsia"/>
        </w:rPr>
        <w:t>−</w:t>
      </w:r>
      <w:r w:rsidRPr="00E335C3">
        <w:t>x) = f(x)</w:t>
      </w:r>
    </w:p>
    <w:p w:rsidR="00C4450B" w:rsidRDefault="00C4450B" w:rsidP="00C4450B">
      <w:pPr>
        <w:pStyle w:val="LSStandardtext"/>
      </w:pPr>
      <w:r w:rsidRPr="00E335C3">
        <w:t>an zwei</w:t>
      </w:r>
      <w:r>
        <w:t xml:space="preserve"> </w:t>
      </w:r>
      <w:r w:rsidR="007F438D">
        <w:t>„</w:t>
      </w:r>
      <w:r w:rsidRPr="00E335C3">
        <w:t>verschiedenen“ Stellen gilt? Für welchen Polynom-Grad ist eine</w:t>
      </w:r>
      <w:r>
        <w:t xml:space="preserve"> </w:t>
      </w:r>
      <w:r w:rsidRPr="00E335C3">
        <w:t>Aussage möglich? Formulieren und beweisen Sie den entsprechenden mathematischen</w:t>
      </w:r>
      <w:r>
        <w:t xml:space="preserve"> </w:t>
      </w:r>
      <w:r w:rsidRPr="00E335C3">
        <w:t>Satz.</w:t>
      </w:r>
    </w:p>
    <w:p w:rsidR="00C4450B" w:rsidRPr="00E335C3" w:rsidRDefault="00C4450B" w:rsidP="00C4450B">
      <w:pPr>
        <w:pStyle w:val="LSStandardtext"/>
      </w:pPr>
    </w:p>
    <w:p w:rsidR="00C4450B" w:rsidRPr="00DB0121" w:rsidRDefault="00C4450B" w:rsidP="00C4450B">
      <w:pPr>
        <w:pStyle w:val="LSStandardtext"/>
        <w:rPr>
          <w:b/>
        </w:rPr>
      </w:pPr>
      <w:r w:rsidRPr="00DB0121">
        <w:rPr>
          <w:b/>
        </w:rPr>
        <w:t>Satz 2.3.</w:t>
      </w:r>
    </w:p>
    <w:p w:rsidR="00C4450B" w:rsidRPr="004D0016" w:rsidRDefault="00C4450B" w:rsidP="00C4450B">
      <w:pPr>
        <w:pStyle w:val="LSStandardtext"/>
        <w:rPr>
          <w:color w:val="FF0000"/>
        </w:rPr>
      </w:pPr>
      <w:r w:rsidRPr="004D0016">
        <w:rPr>
          <w:color w:val="FF0000"/>
        </w:rPr>
        <w:t xml:space="preserve">Ein Polynom f vom Grad </w:t>
      </w:r>
      <w:r w:rsidRPr="004D0016">
        <w:rPr>
          <w:rFonts w:eastAsia="CMSY10" w:hint="eastAsia"/>
          <w:color w:val="FF0000"/>
        </w:rPr>
        <w:t>≤</w:t>
      </w:r>
      <w:r w:rsidRPr="004D0016">
        <w:rPr>
          <w:rFonts w:eastAsia="CMSY10"/>
          <w:color w:val="FF0000"/>
        </w:rPr>
        <w:t xml:space="preserve"> </w:t>
      </w:r>
      <w:r w:rsidRPr="004D0016">
        <w:rPr>
          <w:color w:val="FF0000"/>
        </w:rPr>
        <w:t>4 mit f(</w:t>
      </w:r>
      <w:r w:rsidRPr="004D0016">
        <w:rPr>
          <w:rFonts w:eastAsia="CMSY10" w:hint="eastAsia"/>
          <w:color w:val="FF0000"/>
        </w:rPr>
        <w:t>−</w:t>
      </w:r>
      <w:r w:rsidRPr="004D0016">
        <w:rPr>
          <w:color w:val="FF0000"/>
        </w:rPr>
        <w:t>x</w:t>
      </w:r>
      <w:r w:rsidRPr="007F438D">
        <w:rPr>
          <w:color w:val="FF0000"/>
          <w:vertAlign w:val="subscript"/>
        </w:rPr>
        <w:t>1</w:t>
      </w:r>
      <w:r w:rsidRPr="004D0016">
        <w:rPr>
          <w:color w:val="FF0000"/>
        </w:rPr>
        <w:t>) = f(x</w:t>
      </w:r>
      <w:r w:rsidRPr="007F438D">
        <w:rPr>
          <w:color w:val="FF0000"/>
          <w:vertAlign w:val="subscript"/>
        </w:rPr>
        <w:t>1</w:t>
      </w:r>
      <w:r w:rsidRPr="004D0016">
        <w:rPr>
          <w:color w:val="FF0000"/>
        </w:rPr>
        <w:t>) und f(</w:t>
      </w:r>
      <w:r w:rsidRPr="004D0016">
        <w:rPr>
          <w:rFonts w:eastAsia="CMSY10" w:hint="eastAsia"/>
          <w:color w:val="FF0000"/>
        </w:rPr>
        <w:t>−</w:t>
      </w:r>
      <w:r w:rsidRPr="004D0016">
        <w:rPr>
          <w:color w:val="FF0000"/>
        </w:rPr>
        <w:t>x</w:t>
      </w:r>
      <w:r w:rsidRPr="007F438D">
        <w:rPr>
          <w:color w:val="FF0000"/>
          <w:vertAlign w:val="subscript"/>
        </w:rPr>
        <w:t>2</w:t>
      </w:r>
      <w:r w:rsidRPr="004D0016">
        <w:rPr>
          <w:color w:val="FF0000"/>
        </w:rPr>
        <w:t>) = f(x</w:t>
      </w:r>
      <w:r w:rsidRPr="007F438D">
        <w:rPr>
          <w:color w:val="FF0000"/>
          <w:vertAlign w:val="subscript"/>
        </w:rPr>
        <w:t>2</w:t>
      </w:r>
      <w:r w:rsidRPr="004D0016">
        <w:rPr>
          <w:color w:val="FF0000"/>
        </w:rPr>
        <w:t>) an</w:t>
      </w:r>
    </w:p>
    <w:p w:rsidR="00C4450B" w:rsidRPr="004D0016" w:rsidRDefault="00C4450B" w:rsidP="00C4450B">
      <w:pPr>
        <w:pStyle w:val="LSStandardtext"/>
        <w:rPr>
          <w:color w:val="FF0000"/>
        </w:rPr>
      </w:pPr>
      <w:r w:rsidRPr="004D0016">
        <w:rPr>
          <w:color w:val="FF0000"/>
        </w:rPr>
        <w:t>zwei Stellen 0 &lt; x</w:t>
      </w:r>
      <w:r w:rsidRPr="007F438D">
        <w:rPr>
          <w:color w:val="FF0000"/>
          <w:vertAlign w:val="subscript"/>
        </w:rPr>
        <w:t>1</w:t>
      </w:r>
      <w:r w:rsidRPr="004D0016">
        <w:rPr>
          <w:color w:val="FF0000"/>
        </w:rPr>
        <w:t xml:space="preserve"> &lt; x</w:t>
      </w:r>
      <w:r w:rsidRPr="007F438D">
        <w:rPr>
          <w:color w:val="FF0000"/>
          <w:vertAlign w:val="subscript"/>
        </w:rPr>
        <w:t>2</w:t>
      </w:r>
      <w:r w:rsidRPr="004D0016">
        <w:rPr>
          <w:color w:val="FF0000"/>
        </w:rPr>
        <w:t xml:space="preserve"> ist gerade.</w:t>
      </w:r>
    </w:p>
    <w:p w:rsidR="00C4450B" w:rsidRDefault="00C4450B" w:rsidP="00C4450B">
      <w:pPr>
        <w:pStyle w:val="LSStandardtext"/>
        <w:rPr>
          <w:rFonts w:ascii="Cambria Math" w:eastAsia="CMSY10" w:hAnsi="Cambria Math" w:cs="Cambria Math" w:hint="eastAsia"/>
        </w:rPr>
      </w:pPr>
    </w:p>
    <w:p w:rsidR="00C4450B" w:rsidRPr="00E335C3" w:rsidRDefault="00C4450B" w:rsidP="00C4450B">
      <w:pPr>
        <w:pStyle w:val="LSStandardtext"/>
      </w:pPr>
      <w:r w:rsidRPr="00E335C3">
        <w:t>Bei der Bedingung f(</w:t>
      </w:r>
      <w:r w:rsidRPr="00E335C3">
        <w:rPr>
          <w:rFonts w:eastAsia="CMSY10" w:hint="eastAsia"/>
        </w:rPr>
        <w:t>−</w:t>
      </w:r>
      <w:r w:rsidRPr="00E335C3">
        <w:t>x) = f(x) für gerade Funktionen machen natürlich</w:t>
      </w:r>
    </w:p>
    <w:p w:rsidR="00C4450B" w:rsidRPr="00E335C3" w:rsidRDefault="00C4450B" w:rsidP="00C4450B">
      <w:pPr>
        <w:pStyle w:val="LSStandardtext"/>
      </w:pPr>
      <w:r>
        <w:t>–</w:t>
      </w:r>
      <w:r w:rsidRPr="00E335C3">
        <w:t xml:space="preserve"> wie scho</w:t>
      </w:r>
      <w:r>
        <w:t>n bei Polynomen zweiten Grades –</w:t>
      </w:r>
      <w:r w:rsidRPr="00E335C3">
        <w:t xml:space="preserve"> nur von 0 verschiedene Stellen</w:t>
      </w:r>
    </w:p>
    <w:p w:rsidR="00C4450B" w:rsidRPr="00E335C3" w:rsidRDefault="00C4450B" w:rsidP="00C4450B">
      <w:pPr>
        <w:pStyle w:val="LSStandardtext"/>
      </w:pPr>
      <w:r w:rsidRPr="00E335C3">
        <w:t>einen Sinn.</w:t>
      </w:r>
    </w:p>
    <w:p w:rsidR="00C4450B" w:rsidRDefault="00C4450B" w:rsidP="00C4450B">
      <w:pPr>
        <w:pStyle w:val="LSStandardtext"/>
        <w:rPr>
          <w:rFonts w:ascii="Cambria Math" w:eastAsia="CMSY10" w:hAnsi="Cambria Math" w:cs="Cambria Math" w:hint="eastAsia"/>
        </w:rPr>
      </w:pPr>
    </w:p>
    <w:p w:rsidR="00C4450B" w:rsidRDefault="00C4450B" w:rsidP="00C4450B">
      <w:pPr>
        <w:rPr>
          <w:i/>
          <w:color w:val="FF0000"/>
        </w:rPr>
      </w:pPr>
      <w:r>
        <w:rPr>
          <w:i/>
          <w:color w:val="FF0000"/>
        </w:rPr>
        <w:br w:type="page"/>
      </w:r>
    </w:p>
    <w:p w:rsidR="00C4450B" w:rsidRPr="00C4450B" w:rsidRDefault="00C4450B" w:rsidP="00C4450B">
      <w:pPr>
        <w:pStyle w:val="LSStandardtext"/>
        <w:rPr>
          <w:i/>
          <w:color w:val="FF0000"/>
          <w:lang w:val="en-US"/>
        </w:rPr>
      </w:pPr>
      <w:proofErr w:type="spellStart"/>
      <w:r w:rsidRPr="00C4450B">
        <w:rPr>
          <w:i/>
          <w:color w:val="FF0000"/>
          <w:lang w:val="en-US"/>
        </w:rPr>
        <w:lastRenderedPageBreak/>
        <w:t>Beweis</w:t>
      </w:r>
      <w:proofErr w:type="spellEnd"/>
    </w:p>
    <w:p w:rsidR="00C4450B" w:rsidRPr="00C4450B" w:rsidRDefault="00C4450B" w:rsidP="00C4450B">
      <w:pPr>
        <w:pStyle w:val="LSStandardtext"/>
        <w:rPr>
          <w:i/>
          <w:color w:val="FF0000"/>
          <w:lang w:val="en-US"/>
        </w:rPr>
      </w:pPr>
    </w:p>
    <w:p w:rsidR="00C4450B" w:rsidRPr="00C4450B" w:rsidRDefault="00C4450B" w:rsidP="00C4450B">
      <w:pPr>
        <w:pStyle w:val="LSStandardtext"/>
        <w:rPr>
          <w:color w:val="FF0000"/>
          <w:lang w:val="en-US"/>
        </w:rPr>
      </w:pPr>
      <w:proofErr w:type="gramStart"/>
      <w:r w:rsidRPr="00C4450B">
        <w:rPr>
          <w:color w:val="FF0000"/>
          <w:lang w:val="en-US"/>
        </w:rPr>
        <w:t>f(</w:t>
      </w:r>
      <w:proofErr w:type="gramEnd"/>
      <w:r w:rsidRPr="00C4450B">
        <w:rPr>
          <w:color w:val="FF0000"/>
          <w:lang w:val="en-US"/>
        </w:rPr>
        <w:t>x) = a</w:t>
      </w:r>
      <w:r w:rsidRPr="00C4450B">
        <w:rPr>
          <w:color w:val="FF0000"/>
          <w:vertAlign w:val="subscript"/>
          <w:lang w:val="en-US"/>
        </w:rPr>
        <w:t>4</w:t>
      </w:r>
      <w:r w:rsidRPr="00C4450B">
        <w:rPr>
          <w:color w:val="FF0000"/>
          <w:lang w:val="en-US"/>
        </w:rPr>
        <w:t>x</w:t>
      </w:r>
      <w:r w:rsidRPr="00C4450B">
        <w:rPr>
          <w:color w:val="FF0000"/>
          <w:vertAlign w:val="superscript"/>
          <w:lang w:val="en-US"/>
        </w:rPr>
        <w:t>4</w:t>
      </w:r>
      <w:r w:rsidRPr="00C4450B">
        <w:rPr>
          <w:color w:val="FF0000"/>
          <w:lang w:val="en-US"/>
        </w:rPr>
        <w:t xml:space="preserve"> + a</w:t>
      </w:r>
      <w:r w:rsidRPr="00C4450B">
        <w:rPr>
          <w:color w:val="FF0000"/>
          <w:vertAlign w:val="subscript"/>
          <w:lang w:val="en-US"/>
        </w:rPr>
        <w:t>3</w:t>
      </w:r>
      <w:r w:rsidRPr="00C4450B">
        <w:rPr>
          <w:color w:val="FF0000"/>
          <w:lang w:val="en-US"/>
        </w:rPr>
        <w:t>x</w:t>
      </w:r>
      <w:r w:rsidRPr="00C4450B">
        <w:rPr>
          <w:color w:val="FF0000"/>
          <w:vertAlign w:val="superscript"/>
          <w:lang w:val="en-US"/>
        </w:rPr>
        <w:t>3</w:t>
      </w:r>
      <w:r w:rsidRPr="00C4450B">
        <w:rPr>
          <w:color w:val="FF0000"/>
          <w:lang w:val="en-US"/>
        </w:rPr>
        <w:t xml:space="preserve"> + a</w:t>
      </w:r>
      <w:r w:rsidRPr="00C4450B">
        <w:rPr>
          <w:color w:val="FF0000"/>
          <w:vertAlign w:val="subscript"/>
          <w:lang w:val="en-US"/>
        </w:rPr>
        <w:t>2</w:t>
      </w:r>
      <w:r w:rsidRPr="00C4450B">
        <w:rPr>
          <w:color w:val="FF0000"/>
          <w:lang w:val="en-US"/>
        </w:rPr>
        <w:t>x</w:t>
      </w:r>
      <w:r w:rsidRPr="00C4450B">
        <w:rPr>
          <w:color w:val="FF0000"/>
          <w:vertAlign w:val="superscript"/>
          <w:lang w:val="en-US"/>
        </w:rPr>
        <w:t>2</w:t>
      </w:r>
      <w:r w:rsidRPr="00C4450B">
        <w:rPr>
          <w:color w:val="FF0000"/>
          <w:lang w:val="en-US"/>
        </w:rPr>
        <w:t xml:space="preserve"> + a</w:t>
      </w:r>
      <w:r w:rsidRPr="00C4450B">
        <w:rPr>
          <w:color w:val="FF0000"/>
          <w:vertAlign w:val="subscript"/>
          <w:lang w:val="en-US"/>
        </w:rPr>
        <w:t>1</w:t>
      </w:r>
      <w:r w:rsidRPr="00C4450B">
        <w:rPr>
          <w:color w:val="FF0000"/>
          <w:lang w:val="en-US"/>
        </w:rPr>
        <w:t>x + a</w:t>
      </w:r>
      <w:r w:rsidRPr="00C4450B">
        <w:rPr>
          <w:color w:val="FF0000"/>
          <w:vertAlign w:val="subscript"/>
          <w:lang w:val="en-US"/>
        </w:rPr>
        <w:t>0</w:t>
      </w:r>
    </w:p>
    <w:p w:rsidR="00C4450B" w:rsidRPr="004D0016" w:rsidRDefault="00C4450B" w:rsidP="00C4450B">
      <w:pPr>
        <w:pStyle w:val="LSStandardtext"/>
        <w:rPr>
          <w:color w:val="FF0000"/>
        </w:rPr>
      </w:pPr>
      <w:r w:rsidRPr="004D0016">
        <w:rPr>
          <w:color w:val="FF0000"/>
        </w:rPr>
        <w:t>Für eine Stelle x</w:t>
      </w:r>
      <w:r w:rsidRPr="004D0016">
        <w:rPr>
          <w:color w:val="FF0000"/>
          <w:vertAlign w:val="subscript"/>
        </w:rPr>
        <w:t>1</w:t>
      </w:r>
      <w:r w:rsidRPr="004D0016">
        <w:rPr>
          <w:color w:val="FF0000"/>
        </w:rPr>
        <w:t xml:space="preserve"> ist</w:t>
      </w:r>
    </w:p>
    <w:p w:rsidR="00C4450B" w:rsidRPr="007F438D" w:rsidRDefault="00C4450B" w:rsidP="00C4450B">
      <w:pPr>
        <w:pStyle w:val="LSStandardtext"/>
        <w:ind w:firstLine="708"/>
        <w:rPr>
          <w:color w:val="FF0000"/>
          <w:lang w:val="en-US"/>
        </w:rPr>
      </w:pPr>
      <w:r w:rsidRPr="007F438D">
        <w:rPr>
          <w:color w:val="FF0000"/>
          <w:lang w:val="en-US"/>
        </w:rPr>
        <w:t xml:space="preserve">0 = </w:t>
      </w:r>
      <w:proofErr w:type="gramStart"/>
      <w:r w:rsidRPr="007F438D">
        <w:rPr>
          <w:color w:val="FF0000"/>
          <w:lang w:val="en-US"/>
        </w:rPr>
        <w:t>f(</w:t>
      </w:r>
      <w:proofErr w:type="gramEnd"/>
      <w:r w:rsidRPr="007F438D">
        <w:rPr>
          <w:rFonts w:eastAsia="CMSY10" w:hint="eastAsia"/>
          <w:color w:val="FF0000"/>
          <w:lang w:val="en-US"/>
        </w:rPr>
        <w:t>−</w:t>
      </w:r>
      <w:r w:rsidRPr="007F438D">
        <w:rPr>
          <w:color w:val="FF0000"/>
          <w:lang w:val="en-US"/>
        </w:rPr>
        <w:t>x</w:t>
      </w:r>
      <w:r w:rsidRPr="007F438D">
        <w:rPr>
          <w:color w:val="FF0000"/>
          <w:vertAlign w:val="subscript"/>
          <w:lang w:val="en-US"/>
        </w:rPr>
        <w:t>1</w:t>
      </w:r>
      <w:r w:rsidRPr="007F438D">
        <w:rPr>
          <w:color w:val="FF0000"/>
          <w:lang w:val="en-US"/>
        </w:rPr>
        <w:t xml:space="preserve">) </w:t>
      </w:r>
      <w:r w:rsidRPr="007F438D">
        <w:rPr>
          <w:rFonts w:eastAsia="CMSY10" w:hint="eastAsia"/>
          <w:color w:val="FF0000"/>
          <w:lang w:val="en-US"/>
        </w:rPr>
        <w:t>−</w:t>
      </w:r>
      <w:r w:rsidRPr="007F438D">
        <w:rPr>
          <w:rFonts w:eastAsia="CMSY10"/>
          <w:color w:val="FF0000"/>
          <w:lang w:val="en-US"/>
        </w:rPr>
        <w:t xml:space="preserve"> </w:t>
      </w:r>
      <w:r w:rsidRPr="007F438D">
        <w:rPr>
          <w:color w:val="FF0000"/>
          <w:lang w:val="en-US"/>
        </w:rPr>
        <w:t>f(x</w:t>
      </w:r>
      <w:r w:rsidRPr="007F438D">
        <w:rPr>
          <w:color w:val="FF0000"/>
          <w:vertAlign w:val="subscript"/>
          <w:lang w:val="en-US"/>
        </w:rPr>
        <w:t>1</w:t>
      </w:r>
      <w:r w:rsidR="007F438D" w:rsidRPr="007F438D">
        <w:rPr>
          <w:color w:val="FF0000"/>
          <w:lang w:val="en-US"/>
        </w:rPr>
        <w:t xml:space="preserve">) </w:t>
      </w:r>
    </w:p>
    <w:p w:rsidR="00C4450B" w:rsidRDefault="00C4450B" w:rsidP="00C4450B">
      <w:pPr>
        <w:pStyle w:val="LSStandardtext"/>
        <w:ind w:left="708"/>
        <w:rPr>
          <w:rFonts w:eastAsia="CMSY10"/>
          <w:color w:val="FF0000"/>
          <w:lang w:val="en-US"/>
        </w:rPr>
      </w:pPr>
      <w:r w:rsidRPr="004D0016">
        <w:rPr>
          <w:color w:val="FF0000"/>
          <w:lang w:val="en-US"/>
        </w:rPr>
        <w:t>= [</w:t>
      </w:r>
      <w:proofErr w:type="gramStart"/>
      <w:r w:rsidRPr="004D0016">
        <w:rPr>
          <w:color w:val="FF0000"/>
          <w:lang w:val="en-US"/>
        </w:rPr>
        <w:t>a</w:t>
      </w:r>
      <w:r w:rsidRPr="004D0016">
        <w:rPr>
          <w:color w:val="FF0000"/>
          <w:vertAlign w:val="subscript"/>
          <w:lang w:val="en-US"/>
        </w:rPr>
        <w:t>4</w:t>
      </w:r>
      <w:r w:rsidRPr="004D0016">
        <w:rPr>
          <w:color w:val="FF0000"/>
          <w:lang w:val="en-US"/>
        </w:rPr>
        <w:t>(</w:t>
      </w:r>
      <w:proofErr w:type="gramEnd"/>
      <w:r w:rsidRPr="004D0016">
        <w:rPr>
          <w:rFonts w:eastAsia="CMSY10" w:hint="eastAsia"/>
          <w:color w:val="FF0000"/>
          <w:lang w:val="en-US"/>
        </w:rPr>
        <w:t>−</w:t>
      </w:r>
      <w:r w:rsidRPr="004D0016">
        <w:rPr>
          <w:color w:val="FF0000"/>
          <w:lang w:val="en-US"/>
        </w:rPr>
        <w:t>x</w:t>
      </w:r>
      <w:r w:rsidRPr="004D0016">
        <w:rPr>
          <w:color w:val="FF0000"/>
          <w:vertAlign w:val="subscript"/>
          <w:lang w:val="en-US"/>
        </w:rPr>
        <w:t>1</w:t>
      </w:r>
      <w:r w:rsidRPr="004D0016">
        <w:rPr>
          <w:color w:val="FF0000"/>
          <w:lang w:val="en-US"/>
        </w:rPr>
        <w:t>)</w:t>
      </w:r>
      <w:r w:rsidRPr="004D0016">
        <w:rPr>
          <w:color w:val="FF0000"/>
          <w:vertAlign w:val="superscript"/>
          <w:lang w:val="en-US"/>
        </w:rPr>
        <w:t>4</w:t>
      </w:r>
      <w:r w:rsidRPr="004D0016">
        <w:rPr>
          <w:color w:val="FF0000"/>
          <w:lang w:val="en-US"/>
        </w:rPr>
        <w:t xml:space="preserve"> + a</w:t>
      </w:r>
      <w:r w:rsidRPr="004D0016">
        <w:rPr>
          <w:color w:val="FF0000"/>
          <w:vertAlign w:val="subscript"/>
          <w:lang w:val="en-US"/>
        </w:rPr>
        <w:t>3</w:t>
      </w:r>
      <w:r w:rsidRPr="004D0016">
        <w:rPr>
          <w:color w:val="FF0000"/>
          <w:lang w:val="en-US"/>
        </w:rPr>
        <w:t>(</w:t>
      </w:r>
      <w:r w:rsidRPr="004D0016">
        <w:rPr>
          <w:rFonts w:eastAsia="CMSY10" w:hint="eastAsia"/>
          <w:color w:val="FF0000"/>
          <w:lang w:val="en-US"/>
        </w:rPr>
        <w:t>−</w:t>
      </w:r>
      <w:r w:rsidRPr="004D0016">
        <w:rPr>
          <w:color w:val="FF0000"/>
          <w:lang w:val="en-US"/>
        </w:rPr>
        <w:t>x</w:t>
      </w:r>
      <w:r w:rsidRPr="004D0016">
        <w:rPr>
          <w:color w:val="FF0000"/>
          <w:vertAlign w:val="subscript"/>
          <w:lang w:val="en-US"/>
        </w:rPr>
        <w:t>1</w:t>
      </w:r>
      <w:r w:rsidRPr="004D0016">
        <w:rPr>
          <w:color w:val="FF0000"/>
          <w:lang w:val="en-US"/>
        </w:rPr>
        <w:t>)</w:t>
      </w:r>
      <w:r w:rsidRPr="004D0016">
        <w:rPr>
          <w:color w:val="FF0000"/>
          <w:vertAlign w:val="superscript"/>
          <w:lang w:val="en-US"/>
        </w:rPr>
        <w:t>3</w:t>
      </w:r>
      <w:r w:rsidRPr="004D0016">
        <w:rPr>
          <w:color w:val="FF0000"/>
          <w:lang w:val="en-US"/>
        </w:rPr>
        <w:t xml:space="preserve"> + a</w:t>
      </w:r>
      <w:r w:rsidRPr="004D0016">
        <w:rPr>
          <w:color w:val="FF0000"/>
          <w:vertAlign w:val="subscript"/>
          <w:lang w:val="en-US"/>
        </w:rPr>
        <w:t>2</w:t>
      </w:r>
      <w:r w:rsidRPr="004D0016">
        <w:rPr>
          <w:color w:val="FF0000"/>
          <w:lang w:val="en-US"/>
        </w:rPr>
        <w:t>(</w:t>
      </w:r>
      <w:r w:rsidRPr="004D0016">
        <w:rPr>
          <w:rFonts w:eastAsia="CMSY10" w:hint="eastAsia"/>
          <w:color w:val="FF0000"/>
          <w:lang w:val="en-US"/>
        </w:rPr>
        <w:t>−</w:t>
      </w:r>
      <w:r w:rsidRPr="004D0016">
        <w:rPr>
          <w:color w:val="FF0000"/>
          <w:lang w:val="en-US"/>
        </w:rPr>
        <w:t>x</w:t>
      </w:r>
      <w:r w:rsidRPr="004D0016">
        <w:rPr>
          <w:color w:val="FF0000"/>
          <w:vertAlign w:val="subscript"/>
          <w:lang w:val="en-US"/>
        </w:rPr>
        <w:t>1</w:t>
      </w:r>
      <w:r w:rsidRPr="004D0016">
        <w:rPr>
          <w:color w:val="FF0000"/>
          <w:lang w:val="en-US"/>
        </w:rPr>
        <w:t>)</w:t>
      </w:r>
      <w:r w:rsidRPr="004D0016">
        <w:rPr>
          <w:color w:val="FF0000"/>
          <w:vertAlign w:val="superscript"/>
          <w:lang w:val="en-US"/>
        </w:rPr>
        <w:t>2</w:t>
      </w:r>
      <w:r w:rsidRPr="004D0016">
        <w:rPr>
          <w:color w:val="FF0000"/>
          <w:lang w:val="en-US"/>
        </w:rPr>
        <w:t xml:space="preserve"> + a</w:t>
      </w:r>
      <w:r w:rsidRPr="004D0016">
        <w:rPr>
          <w:color w:val="FF0000"/>
          <w:vertAlign w:val="subscript"/>
          <w:lang w:val="en-US"/>
        </w:rPr>
        <w:t>1</w:t>
      </w:r>
      <w:r w:rsidRPr="004D0016">
        <w:rPr>
          <w:color w:val="FF0000"/>
          <w:lang w:val="en-US"/>
        </w:rPr>
        <w:t>(</w:t>
      </w:r>
      <w:r w:rsidRPr="004D0016">
        <w:rPr>
          <w:rFonts w:eastAsia="CMSY10" w:hint="eastAsia"/>
          <w:color w:val="FF0000"/>
          <w:lang w:val="en-US"/>
        </w:rPr>
        <w:t>−</w:t>
      </w:r>
      <w:r w:rsidRPr="004D0016">
        <w:rPr>
          <w:color w:val="FF0000"/>
          <w:lang w:val="en-US"/>
        </w:rPr>
        <w:t>x</w:t>
      </w:r>
      <w:r w:rsidRPr="004D0016">
        <w:rPr>
          <w:color w:val="FF0000"/>
          <w:vertAlign w:val="subscript"/>
          <w:lang w:val="en-US"/>
        </w:rPr>
        <w:t>1</w:t>
      </w:r>
      <w:r w:rsidRPr="004D0016">
        <w:rPr>
          <w:color w:val="FF0000"/>
          <w:lang w:val="en-US"/>
        </w:rPr>
        <w:t>) + a</w:t>
      </w:r>
      <w:r w:rsidRPr="004D0016">
        <w:rPr>
          <w:color w:val="FF0000"/>
          <w:vertAlign w:val="subscript"/>
          <w:lang w:val="en-US"/>
        </w:rPr>
        <w:t>0</w:t>
      </w:r>
      <w:r w:rsidRPr="004D0016">
        <w:rPr>
          <w:color w:val="FF0000"/>
          <w:lang w:val="en-US"/>
        </w:rPr>
        <w:t>]</w:t>
      </w:r>
    </w:p>
    <w:p w:rsidR="00C4450B" w:rsidRPr="004D0016" w:rsidRDefault="00C4450B" w:rsidP="00C4450B">
      <w:pPr>
        <w:pStyle w:val="LSStandardtext"/>
        <w:ind w:firstLine="708"/>
        <w:rPr>
          <w:rFonts w:eastAsia="CMSY10"/>
          <w:color w:val="FF0000"/>
          <w:lang w:val="en-US"/>
        </w:rPr>
      </w:pPr>
      <w:r>
        <w:rPr>
          <w:rFonts w:eastAsia="CMSY10"/>
          <w:color w:val="FF0000"/>
          <w:lang w:val="en-US"/>
        </w:rPr>
        <w:t xml:space="preserve">   </w:t>
      </w:r>
      <w:r w:rsidRPr="004D0016">
        <w:rPr>
          <w:rFonts w:eastAsia="CMSY10" w:hint="eastAsia"/>
          <w:color w:val="FF0000"/>
          <w:lang w:val="en-US"/>
        </w:rPr>
        <w:t>−</w:t>
      </w:r>
      <w:r w:rsidRPr="004D0016">
        <w:rPr>
          <w:color w:val="FF0000"/>
          <w:lang w:val="en-US"/>
        </w:rPr>
        <w:t>[a</w:t>
      </w:r>
      <w:r w:rsidRPr="004D0016">
        <w:rPr>
          <w:color w:val="FF0000"/>
          <w:vertAlign w:val="subscript"/>
          <w:lang w:val="en-US"/>
        </w:rPr>
        <w:t>4</w:t>
      </w:r>
      <w:r w:rsidRPr="004D0016">
        <w:rPr>
          <w:color w:val="FF0000"/>
          <w:lang w:val="en-US"/>
        </w:rPr>
        <w:t>x</w:t>
      </w:r>
      <w:r>
        <w:rPr>
          <w:color w:val="FF0000"/>
          <w:vertAlign w:val="subscript"/>
          <w:lang w:val="en-US"/>
        </w:rPr>
        <w:t>1</w:t>
      </w:r>
      <w:r>
        <w:rPr>
          <w:color w:val="FF0000"/>
          <w:vertAlign w:val="superscript"/>
          <w:lang w:val="en-US"/>
        </w:rPr>
        <w:t>4</w:t>
      </w:r>
      <w:r>
        <w:rPr>
          <w:rFonts w:eastAsia="CMSY10"/>
          <w:color w:val="FF0000"/>
          <w:lang w:val="en-US"/>
        </w:rPr>
        <w:t xml:space="preserve"> </w:t>
      </w:r>
      <w:r w:rsidRPr="004D0016">
        <w:rPr>
          <w:color w:val="FF0000"/>
          <w:lang w:val="en-US"/>
        </w:rPr>
        <w:t>+ a</w:t>
      </w:r>
      <w:r w:rsidRPr="004D0016">
        <w:rPr>
          <w:color w:val="FF0000"/>
          <w:vertAlign w:val="subscript"/>
          <w:lang w:val="en-US"/>
        </w:rPr>
        <w:t>3</w:t>
      </w:r>
      <w:r w:rsidRPr="004D0016">
        <w:rPr>
          <w:color w:val="FF0000"/>
          <w:lang w:val="en-US"/>
        </w:rPr>
        <w:t>x</w:t>
      </w:r>
      <w:r>
        <w:rPr>
          <w:color w:val="FF0000"/>
          <w:vertAlign w:val="subscript"/>
          <w:lang w:val="en-US"/>
        </w:rPr>
        <w:t>1</w:t>
      </w:r>
      <w:r>
        <w:rPr>
          <w:color w:val="FF0000"/>
          <w:vertAlign w:val="superscript"/>
          <w:lang w:val="en-US"/>
        </w:rPr>
        <w:t>3</w:t>
      </w:r>
      <w:r>
        <w:rPr>
          <w:rFonts w:eastAsia="CMSY10"/>
          <w:color w:val="FF0000"/>
          <w:lang w:val="en-US"/>
        </w:rPr>
        <w:t xml:space="preserve"> </w:t>
      </w:r>
      <w:r w:rsidRPr="004D0016">
        <w:rPr>
          <w:color w:val="FF0000"/>
          <w:lang w:val="en-US"/>
        </w:rPr>
        <w:t>+ a</w:t>
      </w:r>
      <w:r w:rsidRPr="004D0016">
        <w:rPr>
          <w:color w:val="FF0000"/>
          <w:vertAlign w:val="subscript"/>
          <w:lang w:val="en-US"/>
        </w:rPr>
        <w:t>2</w:t>
      </w:r>
      <w:r w:rsidRPr="004D0016">
        <w:rPr>
          <w:color w:val="FF0000"/>
          <w:lang w:val="en-US"/>
        </w:rPr>
        <w:t>x</w:t>
      </w:r>
      <w:r>
        <w:rPr>
          <w:color w:val="FF0000"/>
          <w:vertAlign w:val="subscript"/>
          <w:lang w:val="en-US"/>
        </w:rPr>
        <w:t>1</w:t>
      </w:r>
      <w:r>
        <w:rPr>
          <w:color w:val="FF0000"/>
          <w:vertAlign w:val="superscript"/>
          <w:lang w:val="en-US"/>
        </w:rPr>
        <w:t>2</w:t>
      </w:r>
      <w:r>
        <w:rPr>
          <w:rFonts w:eastAsia="CMSY10"/>
          <w:color w:val="FF0000"/>
          <w:lang w:val="en-US"/>
        </w:rPr>
        <w:t xml:space="preserve"> </w:t>
      </w:r>
      <w:r w:rsidRPr="004D0016">
        <w:rPr>
          <w:color w:val="FF0000"/>
          <w:lang w:val="en-US"/>
        </w:rPr>
        <w:t>+ a</w:t>
      </w:r>
      <w:r w:rsidRPr="004D0016">
        <w:rPr>
          <w:color w:val="FF0000"/>
          <w:vertAlign w:val="subscript"/>
          <w:lang w:val="en-US"/>
        </w:rPr>
        <w:t>1</w:t>
      </w:r>
      <w:r w:rsidRPr="004D0016">
        <w:rPr>
          <w:color w:val="FF0000"/>
          <w:lang w:val="en-US"/>
        </w:rPr>
        <w:t>x</w:t>
      </w:r>
      <w:r w:rsidRPr="004D0016">
        <w:rPr>
          <w:color w:val="FF0000"/>
          <w:vertAlign w:val="subscript"/>
          <w:lang w:val="en-US"/>
        </w:rPr>
        <w:t>1</w:t>
      </w:r>
      <w:r>
        <w:rPr>
          <w:color w:val="FF0000"/>
          <w:lang w:val="en-US"/>
        </w:rPr>
        <w:t xml:space="preserve"> </w:t>
      </w:r>
      <w:r w:rsidRPr="004D0016">
        <w:rPr>
          <w:color w:val="FF0000"/>
          <w:lang w:val="en-US"/>
        </w:rPr>
        <w:t>+ a</w:t>
      </w:r>
      <w:r w:rsidRPr="004D0016">
        <w:rPr>
          <w:color w:val="FF0000"/>
          <w:vertAlign w:val="subscript"/>
          <w:lang w:val="en-US"/>
        </w:rPr>
        <w:t>0</w:t>
      </w:r>
      <w:r w:rsidR="007F438D">
        <w:rPr>
          <w:color w:val="FF0000"/>
          <w:lang w:val="en-US"/>
        </w:rPr>
        <w:t xml:space="preserve">] </w:t>
      </w:r>
    </w:p>
    <w:p w:rsidR="00C4450B" w:rsidRPr="004D0016" w:rsidRDefault="00C4450B" w:rsidP="00C4450B">
      <w:pPr>
        <w:pStyle w:val="LSStandardtext"/>
        <w:ind w:firstLine="708"/>
        <w:rPr>
          <w:color w:val="FF0000"/>
          <w:lang w:val="en-US"/>
        </w:rPr>
      </w:pPr>
      <w:r w:rsidRPr="004D0016">
        <w:rPr>
          <w:color w:val="FF0000"/>
          <w:lang w:val="en-US"/>
        </w:rPr>
        <w:t>= [a</w:t>
      </w:r>
      <w:r w:rsidRPr="004D0016">
        <w:rPr>
          <w:color w:val="FF0000"/>
          <w:vertAlign w:val="subscript"/>
          <w:lang w:val="en-US"/>
        </w:rPr>
        <w:t>4</w:t>
      </w:r>
      <w:r w:rsidRPr="004D0016">
        <w:rPr>
          <w:color w:val="FF0000"/>
          <w:lang w:val="en-US"/>
        </w:rPr>
        <w:t>x</w:t>
      </w:r>
      <w:r>
        <w:rPr>
          <w:color w:val="FF0000"/>
          <w:vertAlign w:val="subscript"/>
          <w:lang w:val="en-US"/>
        </w:rPr>
        <w:t>1</w:t>
      </w:r>
      <w:r>
        <w:rPr>
          <w:color w:val="FF0000"/>
          <w:vertAlign w:val="superscript"/>
          <w:lang w:val="en-US"/>
        </w:rPr>
        <w:t>4</w:t>
      </w:r>
      <w:r>
        <w:rPr>
          <w:color w:val="FF0000"/>
          <w:lang w:val="en-US"/>
        </w:rPr>
        <w:t xml:space="preserve"> </w:t>
      </w:r>
      <w:r w:rsidRPr="004D0016">
        <w:rPr>
          <w:rFonts w:eastAsia="CMSY10" w:hint="eastAsia"/>
          <w:color w:val="FF0000"/>
          <w:lang w:val="en-US"/>
        </w:rPr>
        <w:t>−</w:t>
      </w:r>
      <w:r w:rsidRPr="004D0016">
        <w:rPr>
          <w:rFonts w:eastAsia="CMSY10"/>
          <w:color w:val="FF0000"/>
          <w:lang w:val="en-US"/>
        </w:rPr>
        <w:t xml:space="preserve"> </w:t>
      </w:r>
      <w:r w:rsidRPr="004D0016">
        <w:rPr>
          <w:color w:val="FF0000"/>
          <w:lang w:val="en-US"/>
        </w:rPr>
        <w:t>a</w:t>
      </w:r>
      <w:r w:rsidRPr="004D0016">
        <w:rPr>
          <w:color w:val="FF0000"/>
          <w:vertAlign w:val="subscript"/>
          <w:lang w:val="en-US"/>
        </w:rPr>
        <w:t>3</w:t>
      </w:r>
      <w:r w:rsidRPr="004D0016">
        <w:rPr>
          <w:color w:val="FF0000"/>
          <w:lang w:val="en-US"/>
        </w:rPr>
        <w:t>x</w:t>
      </w:r>
      <w:r>
        <w:rPr>
          <w:color w:val="FF0000"/>
          <w:vertAlign w:val="subscript"/>
          <w:lang w:val="en-US"/>
        </w:rPr>
        <w:t>1</w:t>
      </w:r>
      <w:r>
        <w:rPr>
          <w:color w:val="FF0000"/>
          <w:vertAlign w:val="superscript"/>
          <w:lang w:val="en-US"/>
        </w:rPr>
        <w:t>3</w:t>
      </w:r>
      <w:r>
        <w:rPr>
          <w:color w:val="FF0000"/>
          <w:lang w:val="en-US"/>
        </w:rPr>
        <w:t xml:space="preserve"> </w:t>
      </w:r>
      <w:r w:rsidRPr="004D0016">
        <w:rPr>
          <w:color w:val="FF0000"/>
          <w:lang w:val="en-US"/>
        </w:rPr>
        <w:t>+ a</w:t>
      </w:r>
      <w:r w:rsidRPr="004D0016">
        <w:rPr>
          <w:color w:val="FF0000"/>
          <w:vertAlign w:val="subscript"/>
          <w:lang w:val="en-US"/>
        </w:rPr>
        <w:t>2</w:t>
      </w:r>
      <w:r w:rsidRPr="004D0016">
        <w:rPr>
          <w:color w:val="FF0000"/>
          <w:lang w:val="en-US"/>
        </w:rPr>
        <w:t>x</w:t>
      </w:r>
      <w:r>
        <w:rPr>
          <w:color w:val="FF0000"/>
          <w:vertAlign w:val="subscript"/>
          <w:lang w:val="en-US"/>
        </w:rPr>
        <w:t>1</w:t>
      </w:r>
      <w:r>
        <w:rPr>
          <w:color w:val="FF0000"/>
          <w:vertAlign w:val="superscript"/>
          <w:lang w:val="en-US"/>
        </w:rPr>
        <w:t>2</w:t>
      </w:r>
      <w:r>
        <w:rPr>
          <w:color w:val="FF0000"/>
          <w:lang w:val="en-US"/>
        </w:rPr>
        <w:t xml:space="preserve"> </w:t>
      </w:r>
      <w:r w:rsidRPr="004D0016">
        <w:rPr>
          <w:rFonts w:eastAsia="CMSY10" w:hint="eastAsia"/>
          <w:color w:val="FF0000"/>
          <w:lang w:val="en-US"/>
        </w:rPr>
        <w:t>−</w:t>
      </w:r>
      <w:r w:rsidRPr="004D0016">
        <w:rPr>
          <w:rFonts w:eastAsia="CMSY10"/>
          <w:color w:val="FF0000"/>
          <w:lang w:val="en-US"/>
        </w:rPr>
        <w:t xml:space="preserve"> </w:t>
      </w:r>
      <w:r w:rsidRPr="004D0016">
        <w:rPr>
          <w:color w:val="FF0000"/>
          <w:lang w:val="en-US"/>
        </w:rPr>
        <w:t>a</w:t>
      </w:r>
      <w:r w:rsidRPr="004D0016">
        <w:rPr>
          <w:color w:val="FF0000"/>
          <w:vertAlign w:val="subscript"/>
          <w:lang w:val="en-US"/>
        </w:rPr>
        <w:t>1</w:t>
      </w:r>
      <w:r w:rsidRPr="004D0016">
        <w:rPr>
          <w:color w:val="FF0000"/>
          <w:lang w:val="en-US"/>
        </w:rPr>
        <w:t>x</w:t>
      </w:r>
      <w:r w:rsidRPr="004D0016">
        <w:rPr>
          <w:color w:val="FF0000"/>
          <w:vertAlign w:val="subscript"/>
          <w:lang w:val="en-US"/>
        </w:rPr>
        <w:t>1</w:t>
      </w:r>
      <w:r w:rsidRPr="004D0016">
        <w:rPr>
          <w:color w:val="FF0000"/>
          <w:lang w:val="en-US"/>
        </w:rPr>
        <w:t xml:space="preserve"> + a</w:t>
      </w:r>
      <w:r w:rsidRPr="004D0016">
        <w:rPr>
          <w:color w:val="FF0000"/>
          <w:vertAlign w:val="subscript"/>
          <w:lang w:val="en-US"/>
        </w:rPr>
        <w:t>0</w:t>
      </w:r>
      <w:r w:rsidRPr="004D0016">
        <w:rPr>
          <w:color w:val="FF0000"/>
          <w:lang w:val="en-US"/>
        </w:rPr>
        <w:t xml:space="preserve">] </w:t>
      </w:r>
      <w:r w:rsidRPr="004D0016">
        <w:rPr>
          <w:rFonts w:eastAsia="CMSY10" w:hint="eastAsia"/>
          <w:color w:val="FF0000"/>
          <w:lang w:val="en-US"/>
        </w:rPr>
        <w:t>−</w:t>
      </w:r>
      <w:r w:rsidRPr="004D0016">
        <w:rPr>
          <w:rFonts w:eastAsia="CMSY10"/>
          <w:color w:val="FF0000"/>
          <w:lang w:val="en-US"/>
        </w:rPr>
        <w:t xml:space="preserve"> </w:t>
      </w:r>
      <w:r w:rsidRPr="004D0016">
        <w:rPr>
          <w:color w:val="FF0000"/>
          <w:lang w:val="en-US"/>
        </w:rPr>
        <w:t>[a</w:t>
      </w:r>
      <w:r w:rsidRPr="004D0016">
        <w:rPr>
          <w:color w:val="FF0000"/>
          <w:vertAlign w:val="subscript"/>
          <w:lang w:val="en-US"/>
        </w:rPr>
        <w:t>4</w:t>
      </w:r>
      <w:r w:rsidRPr="004D0016">
        <w:rPr>
          <w:color w:val="FF0000"/>
          <w:lang w:val="en-US"/>
        </w:rPr>
        <w:t>x</w:t>
      </w:r>
      <w:r>
        <w:rPr>
          <w:color w:val="FF0000"/>
          <w:vertAlign w:val="subscript"/>
          <w:lang w:val="en-US"/>
        </w:rPr>
        <w:t>1</w:t>
      </w:r>
      <w:r>
        <w:rPr>
          <w:color w:val="FF0000"/>
          <w:vertAlign w:val="superscript"/>
          <w:lang w:val="en-US"/>
        </w:rPr>
        <w:t>4</w:t>
      </w:r>
      <w:r>
        <w:rPr>
          <w:color w:val="FF0000"/>
          <w:lang w:val="en-US"/>
        </w:rPr>
        <w:t xml:space="preserve"> </w:t>
      </w:r>
      <w:r w:rsidRPr="004D0016">
        <w:rPr>
          <w:color w:val="FF0000"/>
          <w:lang w:val="en-US"/>
        </w:rPr>
        <w:t>+ a</w:t>
      </w:r>
      <w:r w:rsidRPr="004D0016">
        <w:rPr>
          <w:color w:val="FF0000"/>
          <w:vertAlign w:val="subscript"/>
          <w:lang w:val="en-US"/>
        </w:rPr>
        <w:t>3</w:t>
      </w:r>
      <w:r w:rsidRPr="004D0016">
        <w:rPr>
          <w:color w:val="FF0000"/>
          <w:lang w:val="en-US"/>
        </w:rPr>
        <w:t>x</w:t>
      </w:r>
      <w:r>
        <w:rPr>
          <w:color w:val="FF0000"/>
          <w:vertAlign w:val="subscript"/>
          <w:lang w:val="en-US"/>
        </w:rPr>
        <w:t>1</w:t>
      </w:r>
      <w:r>
        <w:rPr>
          <w:color w:val="FF0000"/>
          <w:vertAlign w:val="superscript"/>
          <w:lang w:val="en-US"/>
        </w:rPr>
        <w:t>3</w:t>
      </w:r>
      <w:r>
        <w:rPr>
          <w:color w:val="FF0000"/>
          <w:lang w:val="en-US"/>
        </w:rPr>
        <w:t xml:space="preserve"> </w:t>
      </w:r>
      <w:r w:rsidRPr="004D0016">
        <w:rPr>
          <w:color w:val="FF0000"/>
          <w:lang w:val="en-US"/>
        </w:rPr>
        <w:t>+ a</w:t>
      </w:r>
      <w:r w:rsidRPr="004D0016">
        <w:rPr>
          <w:color w:val="FF0000"/>
          <w:vertAlign w:val="subscript"/>
          <w:lang w:val="en-US"/>
        </w:rPr>
        <w:t>2</w:t>
      </w:r>
      <w:r w:rsidRPr="004D0016">
        <w:rPr>
          <w:color w:val="FF0000"/>
          <w:lang w:val="en-US"/>
        </w:rPr>
        <w:t>x</w:t>
      </w:r>
      <w:r>
        <w:rPr>
          <w:color w:val="FF0000"/>
          <w:vertAlign w:val="subscript"/>
          <w:lang w:val="en-US"/>
        </w:rPr>
        <w:t>1</w:t>
      </w:r>
      <w:r>
        <w:rPr>
          <w:color w:val="FF0000"/>
          <w:vertAlign w:val="superscript"/>
          <w:lang w:val="en-US"/>
        </w:rPr>
        <w:t>2</w:t>
      </w:r>
      <w:r>
        <w:rPr>
          <w:color w:val="FF0000"/>
          <w:lang w:val="en-US"/>
        </w:rPr>
        <w:t xml:space="preserve"> </w:t>
      </w:r>
      <w:r w:rsidRPr="004D0016">
        <w:rPr>
          <w:color w:val="FF0000"/>
          <w:lang w:val="en-US"/>
        </w:rPr>
        <w:t>+ a</w:t>
      </w:r>
      <w:r w:rsidRPr="004D0016">
        <w:rPr>
          <w:color w:val="FF0000"/>
          <w:vertAlign w:val="subscript"/>
          <w:lang w:val="en-US"/>
        </w:rPr>
        <w:t>1</w:t>
      </w:r>
      <w:r w:rsidRPr="004D0016">
        <w:rPr>
          <w:color w:val="FF0000"/>
          <w:lang w:val="en-US"/>
        </w:rPr>
        <w:t>x</w:t>
      </w:r>
      <w:r w:rsidRPr="004D0016">
        <w:rPr>
          <w:color w:val="FF0000"/>
          <w:vertAlign w:val="subscript"/>
          <w:lang w:val="en-US"/>
        </w:rPr>
        <w:t>1</w:t>
      </w:r>
      <w:r w:rsidRPr="004D0016">
        <w:rPr>
          <w:color w:val="FF0000"/>
          <w:lang w:val="en-US"/>
        </w:rPr>
        <w:t xml:space="preserve"> + a</w:t>
      </w:r>
      <w:r>
        <w:rPr>
          <w:color w:val="FF0000"/>
          <w:vertAlign w:val="subscript"/>
          <w:lang w:val="en-US"/>
        </w:rPr>
        <w:t>0</w:t>
      </w:r>
      <w:r w:rsidR="007F438D">
        <w:rPr>
          <w:color w:val="FF0000"/>
          <w:lang w:val="en-US"/>
        </w:rPr>
        <w:t xml:space="preserve">] </w:t>
      </w:r>
    </w:p>
    <w:p w:rsidR="00C4450B" w:rsidRPr="004D0016" w:rsidRDefault="00C4450B" w:rsidP="00C4450B">
      <w:pPr>
        <w:pStyle w:val="LSStandardtext"/>
        <w:ind w:firstLine="708"/>
        <w:rPr>
          <w:color w:val="FF0000"/>
          <w:lang w:val="en-US"/>
        </w:rPr>
      </w:pPr>
      <w:r w:rsidRPr="004D0016">
        <w:rPr>
          <w:color w:val="FF0000"/>
          <w:lang w:val="en-US"/>
        </w:rPr>
        <w:t xml:space="preserve">= </w:t>
      </w:r>
      <w:r w:rsidRPr="004D0016">
        <w:rPr>
          <w:rFonts w:eastAsia="CMSY10" w:hint="eastAsia"/>
          <w:color w:val="FF0000"/>
          <w:lang w:val="en-US"/>
        </w:rPr>
        <w:t>−</w:t>
      </w:r>
      <w:r w:rsidRPr="004D0016">
        <w:rPr>
          <w:color w:val="FF0000"/>
          <w:lang w:val="en-US"/>
        </w:rPr>
        <w:t xml:space="preserve">2 </w:t>
      </w:r>
      <w:r w:rsidRPr="004D0016">
        <w:rPr>
          <w:rFonts w:eastAsia="CMSY10" w:hint="eastAsia"/>
          <w:color w:val="FF0000"/>
        </w:rPr>
        <w:t>・</w:t>
      </w:r>
      <w:r w:rsidRPr="004D0016">
        <w:rPr>
          <w:rFonts w:eastAsia="CMSY10" w:hint="eastAsia"/>
          <w:color w:val="FF0000"/>
          <w:lang w:val="en-US"/>
        </w:rPr>
        <w:t xml:space="preserve"> </w:t>
      </w:r>
      <w:r w:rsidRPr="004D0016">
        <w:rPr>
          <w:color w:val="FF0000"/>
          <w:lang w:val="en-US"/>
        </w:rPr>
        <w:t>(a</w:t>
      </w:r>
      <w:r w:rsidRPr="004D0016">
        <w:rPr>
          <w:color w:val="FF0000"/>
          <w:vertAlign w:val="subscript"/>
          <w:lang w:val="en-US"/>
        </w:rPr>
        <w:t>3</w:t>
      </w:r>
      <w:r w:rsidRPr="004D0016">
        <w:rPr>
          <w:color w:val="FF0000"/>
          <w:lang w:val="en-US"/>
        </w:rPr>
        <w:t>x</w:t>
      </w:r>
      <w:r>
        <w:rPr>
          <w:color w:val="FF0000"/>
          <w:vertAlign w:val="subscript"/>
          <w:lang w:val="en-US"/>
        </w:rPr>
        <w:t>1</w:t>
      </w:r>
      <w:r>
        <w:rPr>
          <w:color w:val="FF0000"/>
          <w:vertAlign w:val="superscript"/>
          <w:lang w:val="en-US"/>
        </w:rPr>
        <w:t>3</w:t>
      </w:r>
      <w:r w:rsidRPr="004D0016">
        <w:rPr>
          <w:color w:val="FF0000"/>
          <w:lang w:val="en-US"/>
        </w:rPr>
        <w:t xml:space="preserve"> + a</w:t>
      </w:r>
      <w:r w:rsidRPr="004D0016">
        <w:rPr>
          <w:color w:val="FF0000"/>
          <w:vertAlign w:val="subscript"/>
          <w:lang w:val="en-US"/>
        </w:rPr>
        <w:t>1</w:t>
      </w:r>
      <w:r w:rsidRPr="004D0016">
        <w:rPr>
          <w:color w:val="FF0000"/>
          <w:lang w:val="en-US"/>
        </w:rPr>
        <w:t>x</w:t>
      </w:r>
      <w:r w:rsidRPr="004D0016">
        <w:rPr>
          <w:color w:val="FF0000"/>
          <w:vertAlign w:val="subscript"/>
          <w:lang w:val="en-US"/>
        </w:rPr>
        <w:t>1</w:t>
      </w:r>
      <w:r w:rsidR="007F438D">
        <w:rPr>
          <w:color w:val="FF0000"/>
          <w:lang w:val="en-US"/>
        </w:rPr>
        <w:t xml:space="preserve">) </w:t>
      </w:r>
    </w:p>
    <w:p w:rsidR="00C4450B" w:rsidRPr="009B3237" w:rsidRDefault="00C4450B" w:rsidP="00C4450B">
      <w:pPr>
        <w:pStyle w:val="LSStandardtext"/>
        <w:ind w:firstLine="708"/>
        <w:rPr>
          <w:color w:val="FF0000"/>
          <w:lang w:val="en-US"/>
        </w:rPr>
      </w:pPr>
      <w:r w:rsidRPr="009B3237">
        <w:rPr>
          <w:color w:val="FF0000"/>
          <w:lang w:val="en-US"/>
        </w:rPr>
        <w:t xml:space="preserve">= </w:t>
      </w:r>
      <w:r w:rsidRPr="009B3237">
        <w:rPr>
          <w:rFonts w:eastAsia="CMSY10" w:hint="eastAsia"/>
          <w:color w:val="FF0000"/>
          <w:lang w:val="en-US"/>
        </w:rPr>
        <w:t>−</w:t>
      </w:r>
      <w:r w:rsidRPr="009B3237">
        <w:rPr>
          <w:color w:val="FF0000"/>
          <w:lang w:val="en-US"/>
        </w:rPr>
        <w:t>2x</w:t>
      </w:r>
      <w:r w:rsidRPr="009B3237">
        <w:rPr>
          <w:color w:val="FF0000"/>
          <w:vertAlign w:val="subscript"/>
          <w:lang w:val="en-US"/>
        </w:rPr>
        <w:t>1</w:t>
      </w:r>
      <w:r w:rsidRPr="009B3237">
        <w:rPr>
          <w:color w:val="FF0000"/>
          <w:lang w:val="en-US"/>
        </w:rPr>
        <w:t xml:space="preserve"> </w:t>
      </w:r>
      <w:r w:rsidRPr="004D0016">
        <w:rPr>
          <w:rFonts w:eastAsia="CMSY10" w:hint="eastAsia"/>
          <w:color w:val="FF0000"/>
        </w:rPr>
        <w:t>・</w:t>
      </w:r>
      <w:r w:rsidRPr="009B3237">
        <w:rPr>
          <w:rFonts w:eastAsia="CMSY10" w:hint="eastAsia"/>
          <w:color w:val="FF0000"/>
          <w:lang w:val="en-US"/>
        </w:rPr>
        <w:t xml:space="preserve"> </w:t>
      </w:r>
      <w:r w:rsidRPr="009B3237">
        <w:rPr>
          <w:color w:val="FF0000"/>
          <w:lang w:val="en-US"/>
        </w:rPr>
        <w:t>(a</w:t>
      </w:r>
      <w:r w:rsidRPr="009B3237">
        <w:rPr>
          <w:color w:val="FF0000"/>
          <w:vertAlign w:val="subscript"/>
          <w:lang w:val="en-US"/>
        </w:rPr>
        <w:t>3</w:t>
      </w:r>
      <w:r w:rsidRPr="009B3237">
        <w:rPr>
          <w:color w:val="FF0000"/>
          <w:lang w:val="en-US"/>
        </w:rPr>
        <w:t>x</w:t>
      </w:r>
      <w:r w:rsidRPr="009B3237">
        <w:rPr>
          <w:color w:val="FF0000"/>
          <w:vertAlign w:val="subscript"/>
          <w:lang w:val="en-US"/>
        </w:rPr>
        <w:t>1</w:t>
      </w:r>
      <w:r w:rsidRPr="009B3237">
        <w:rPr>
          <w:color w:val="FF0000"/>
          <w:vertAlign w:val="superscript"/>
          <w:lang w:val="en-US"/>
        </w:rPr>
        <w:t>2</w:t>
      </w:r>
      <w:r w:rsidRPr="009B3237">
        <w:rPr>
          <w:color w:val="FF0000"/>
          <w:lang w:val="en-US"/>
        </w:rPr>
        <w:t xml:space="preserve"> + a</w:t>
      </w:r>
      <w:r w:rsidRPr="009B3237">
        <w:rPr>
          <w:color w:val="FF0000"/>
          <w:vertAlign w:val="subscript"/>
          <w:lang w:val="en-US"/>
        </w:rPr>
        <w:t>1</w:t>
      </w:r>
      <w:r w:rsidRPr="009B3237">
        <w:rPr>
          <w:color w:val="FF0000"/>
          <w:lang w:val="en-US"/>
        </w:rPr>
        <w:t>)</w:t>
      </w:r>
    </w:p>
    <w:p w:rsidR="00C4450B" w:rsidRPr="009B3237" w:rsidRDefault="00C4450B" w:rsidP="00C4450B">
      <w:pPr>
        <w:pStyle w:val="LSStandardtext"/>
        <w:rPr>
          <w:color w:val="FF0000"/>
          <w:lang w:val="en-US"/>
        </w:rPr>
      </w:pPr>
    </w:p>
    <w:p w:rsidR="00C4450B" w:rsidRPr="004D0016" w:rsidRDefault="00C4450B" w:rsidP="00C4450B">
      <w:pPr>
        <w:pStyle w:val="LSStandardtext"/>
        <w:rPr>
          <w:color w:val="FF0000"/>
        </w:rPr>
      </w:pPr>
      <w:r w:rsidRPr="004D0016">
        <w:rPr>
          <w:color w:val="FF0000"/>
        </w:rPr>
        <w:t>Wegen x</w:t>
      </w:r>
      <w:r w:rsidRPr="007F438D">
        <w:rPr>
          <w:color w:val="FF0000"/>
          <w:vertAlign w:val="subscript"/>
        </w:rPr>
        <w:t>1</w:t>
      </w:r>
      <w:r w:rsidRPr="004D0016">
        <w:rPr>
          <w:color w:val="FF0000"/>
        </w:rPr>
        <w:t xml:space="preserve"> </w:t>
      </w:r>
      <w:r w:rsidRPr="004D0016">
        <w:rPr>
          <w:rFonts w:eastAsia="CMSY10"/>
          <w:color w:val="FF0000"/>
        </w:rPr>
        <w:t>≠</w:t>
      </w:r>
      <w:r w:rsidRPr="004D0016">
        <w:rPr>
          <w:color w:val="FF0000"/>
        </w:rPr>
        <w:t xml:space="preserve"> 0 ist demnach</w:t>
      </w:r>
    </w:p>
    <w:p w:rsidR="00C4450B" w:rsidRPr="004D0016" w:rsidRDefault="00C4450B" w:rsidP="00C4450B">
      <w:pPr>
        <w:pStyle w:val="LSStandardtext"/>
        <w:ind w:firstLine="708"/>
        <w:rPr>
          <w:color w:val="FF0000"/>
        </w:rPr>
      </w:pPr>
      <w:r w:rsidRPr="004D0016">
        <w:rPr>
          <w:color w:val="FF0000"/>
        </w:rPr>
        <w:t>a</w:t>
      </w:r>
      <w:r w:rsidRPr="004D0016">
        <w:rPr>
          <w:color w:val="FF0000"/>
          <w:vertAlign w:val="subscript"/>
        </w:rPr>
        <w:t>3</w:t>
      </w:r>
      <w:r w:rsidRPr="004D0016">
        <w:rPr>
          <w:color w:val="FF0000"/>
        </w:rPr>
        <w:t>x</w:t>
      </w:r>
      <w:r>
        <w:rPr>
          <w:color w:val="FF0000"/>
          <w:vertAlign w:val="subscript"/>
        </w:rPr>
        <w:t>1</w:t>
      </w:r>
      <w:r>
        <w:rPr>
          <w:color w:val="FF0000"/>
          <w:vertAlign w:val="superscript"/>
        </w:rPr>
        <w:t>2</w:t>
      </w:r>
      <w:r>
        <w:rPr>
          <w:color w:val="FF0000"/>
        </w:rPr>
        <w:t xml:space="preserve"> </w:t>
      </w:r>
      <w:r w:rsidRPr="004D0016">
        <w:rPr>
          <w:color w:val="FF0000"/>
        </w:rPr>
        <w:t>+ a</w:t>
      </w:r>
      <w:r w:rsidRPr="004D0016">
        <w:rPr>
          <w:color w:val="FF0000"/>
          <w:vertAlign w:val="subscript"/>
        </w:rPr>
        <w:t>1</w:t>
      </w:r>
      <w:r w:rsidRPr="004D0016">
        <w:rPr>
          <w:color w:val="FF0000"/>
        </w:rPr>
        <w:t xml:space="preserve"> = 0</w:t>
      </w:r>
    </w:p>
    <w:p w:rsidR="00C4450B" w:rsidRDefault="00C4450B" w:rsidP="00C4450B">
      <w:pPr>
        <w:pStyle w:val="LSStandardtext"/>
        <w:rPr>
          <w:color w:val="FF0000"/>
        </w:rPr>
      </w:pPr>
    </w:p>
    <w:p w:rsidR="00C4450B" w:rsidRPr="004D0016" w:rsidRDefault="00C4450B" w:rsidP="00C4450B">
      <w:pPr>
        <w:pStyle w:val="LSStandardtext"/>
        <w:rPr>
          <w:color w:val="FF0000"/>
        </w:rPr>
      </w:pPr>
      <w:r w:rsidRPr="004D0016">
        <w:rPr>
          <w:color w:val="FF0000"/>
        </w:rPr>
        <w:t>Für die zweite Stelle x</w:t>
      </w:r>
      <w:r w:rsidRPr="004D0016">
        <w:rPr>
          <w:color w:val="FF0000"/>
          <w:vertAlign w:val="subscript"/>
        </w:rPr>
        <w:t>2</w:t>
      </w:r>
      <w:r w:rsidRPr="004D0016">
        <w:rPr>
          <w:color w:val="FF0000"/>
        </w:rPr>
        <w:t xml:space="preserve"> erhält man entsprechend</w:t>
      </w:r>
    </w:p>
    <w:p w:rsidR="00C4450B" w:rsidRPr="004D0016" w:rsidRDefault="00C4450B" w:rsidP="00C4450B">
      <w:pPr>
        <w:pStyle w:val="LSStandardtext"/>
        <w:ind w:firstLine="708"/>
        <w:rPr>
          <w:color w:val="FF0000"/>
        </w:rPr>
      </w:pPr>
      <w:r w:rsidRPr="004D0016">
        <w:rPr>
          <w:color w:val="FF0000"/>
        </w:rPr>
        <w:t>a</w:t>
      </w:r>
      <w:r w:rsidRPr="004D0016">
        <w:rPr>
          <w:color w:val="FF0000"/>
          <w:vertAlign w:val="subscript"/>
        </w:rPr>
        <w:t>3</w:t>
      </w:r>
      <w:r w:rsidRPr="004D0016">
        <w:rPr>
          <w:color w:val="FF0000"/>
        </w:rPr>
        <w:t>x</w:t>
      </w:r>
      <w:r w:rsidRPr="004D0016">
        <w:rPr>
          <w:color w:val="FF0000"/>
          <w:vertAlign w:val="subscript"/>
        </w:rPr>
        <w:t>2</w:t>
      </w:r>
      <w:r w:rsidRPr="004D0016">
        <w:rPr>
          <w:color w:val="FF0000"/>
          <w:vertAlign w:val="superscript"/>
        </w:rPr>
        <w:t>2</w:t>
      </w:r>
      <w:r>
        <w:rPr>
          <w:color w:val="FF0000"/>
        </w:rPr>
        <w:t xml:space="preserve"> </w:t>
      </w:r>
      <w:r w:rsidRPr="004D0016">
        <w:rPr>
          <w:color w:val="FF0000"/>
        </w:rPr>
        <w:t>+ a</w:t>
      </w:r>
      <w:r w:rsidRPr="004D0016">
        <w:rPr>
          <w:color w:val="FF0000"/>
          <w:vertAlign w:val="subscript"/>
        </w:rPr>
        <w:t>1</w:t>
      </w:r>
      <w:r w:rsidRPr="004D0016">
        <w:rPr>
          <w:color w:val="FF0000"/>
        </w:rPr>
        <w:t xml:space="preserve"> = 0</w:t>
      </w:r>
    </w:p>
    <w:p w:rsidR="00C4450B" w:rsidRPr="004D0016" w:rsidRDefault="00C4450B" w:rsidP="00C4450B">
      <w:pPr>
        <w:pStyle w:val="LSStandardtext"/>
        <w:rPr>
          <w:color w:val="FF0000"/>
        </w:rPr>
      </w:pPr>
      <w:r w:rsidRPr="004D0016">
        <w:rPr>
          <w:color w:val="FF0000"/>
        </w:rPr>
        <w:t>Subtrahiert man diese beiden Gleichungen, dann ergibt sich</w:t>
      </w:r>
    </w:p>
    <w:p w:rsidR="00C4450B" w:rsidRPr="00626579" w:rsidRDefault="00C4450B" w:rsidP="00C4450B">
      <w:pPr>
        <w:pStyle w:val="LSStandardtext"/>
        <w:ind w:firstLine="708"/>
        <w:rPr>
          <w:color w:val="FF0000"/>
          <w:lang w:val="en-US"/>
        </w:rPr>
      </w:pPr>
      <w:r w:rsidRPr="004D0016">
        <w:rPr>
          <w:color w:val="FF0000"/>
          <w:lang w:val="en-US"/>
        </w:rPr>
        <w:t>0 = [a</w:t>
      </w:r>
      <w:r w:rsidRPr="004D0016">
        <w:rPr>
          <w:color w:val="FF0000"/>
          <w:vertAlign w:val="subscript"/>
          <w:lang w:val="en-US"/>
        </w:rPr>
        <w:t>3</w:t>
      </w:r>
      <w:r w:rsidRPr="004D0016">
        <w:rPr>
          <w:color w:val="FF0000"/>
          <w:lang w:val="en-US"/>
        </w:rPr>
        <w:t>x</w:t>
      </w:r>
      <w:r>
        <w:rPr>
          <w:color w:val="FF0000"/>
          <w:vertAlign w:val="subscript"/>
          <w:lang w:val="en-US"/>
        </w:rPr>
        <w:t>1</w:t>
      </w:r>
      <w:r>
        <w:rPr>
          <w:color w:val="FF0000"/>
          <w:vertAlign w:val="superscript"/>
          <w:lang w:val="en-US"/>
        </w:rPr>
        <w:t>2</w:t>
      </w:r>
      <w:r w:rsidRPr="004D0016">
        <w:rPr>
          <w:color w:val="FF0000"/>
          <w:lang w:val="en-US"/>
        </w:rPr>
        <w:t xml:space="preserve"> + a</w:t>
      </w:r>
      <w:r w:rsidRPr="004D0016">
        <w:rPr>
          <w:color w:val="FF0000"/>
          <w:vertAlign w:val="subscript"/>
          <w:lang w:val="en-US"/>
        </w:rPr>
        <w:t>1</w:t>
      </w:r>
      <w:r w:rsidRPr="004D0016">
        <w:rPr>
          <w:color w:val="FF0000"/>
          <w:lang w:val="en-US"/>
        </w:rPr>
        <w:t xml:space="preserve">] </w:t>
      </w:r>
      <w:r w:rsidRPr="004D0016">
        <w:rPr>
          <w:rFonts w:eastAsia="CMSY10" w:hint="eastAsia"/>
          <w:color w:val="FF0000"/>
          <w:lang w:val="en-US"/>
        </w:rPr>
        <w:t>−</w:t>
      </w:r>
      <w:r w:rsidRPr="004D0016">
        <w:rPr>
          <w:rFonts w:eastAsia="CMSY10"/>
          <w:color w:val="FF0000"/>
          <w:lang w:val="en-US"/>
        </w:rPr>
        <w:t xml:space="preserve"> </w:t>
      </w:r>
      <w:r w:rsidRPr="004D0016">
        <w:rPr>
          <w:color w:val="FF0000"/>
          <w:lang w:val="en-US"/>
        </w:rPr>
        <w:t>[a</w:t>
      </w:r>
      <w:r w:rsidRPr="004D0016">
        <w:rPr>
          <w:color w:val="FF0000"/>
          <w:vertAlign w:val="subscript"/>
          <w:lang w:val="en-US"/>
        </w:rPr>
        <w:t>3</w:t>
      </w:r>
      <w:r w:rsidRPr="004D0016">
        <w:rPr>
          <w:color w:val="FF0000"/>
          <w:lang w:val="en-US"/>
        </w:rPr>
        <w:t>x</w:t>
      </w:r>
      <w:r w:rsidRPr="004D0016">
        <w:rPr>
          <w:color w:val="FF0000"/>
          <w:vertAlign w:val="subscript"/>
          <w:lang w:val="en-US"/>
        </w:rPr>
        <w:t>2</w:t>
      </w:r>
      <w:r w:rsidRPr="004D0016">
        <w:rPr>
          <w:color w:val="FF0000"/>
          <w:vertAlign w:val="superscript"/>
          <w:lang w:val="en-US"/>
        </w:rPr>
        <w:t>2</w:t>
      </w:r>
      <w:r w:rsidRPr="004D0016">
        <w:rPr>
          <w:color w:val="FF0000"/>
          <w:lang w:val="en-US"/>
        </w:rPr>
        <w:t xml:space="preserve"> + a</w:t>
      </w:r>
      <w:r w:rsidRPr="004D0016">
        <w:rPr>
          <w:color w:val="FF0000"/>
          <w:vertAlign w:val="subscript"/>
          <w:lang w:val="en-US"/>
        </w:rPr>
        <w:t>1</w:t>
      </w:r>
      <w:r w:rsidRPr="004D0016">
        <w:rPr>
          <w:color w:val="FF0000"/>
          <w:lang w:val="en-US"/>
        </w:rPr>
        <w:t>] = a</w:t>
      </w:r>
      <w:r w:rsidRPr="004D0016">
        <w:rPr>
          <w:color w:val="FF0000"/>
          <w:vertAlign w:val="subscript"/>
          <w:lang w:val="en-US"/>
        </w:rPr>
        <w:t>3</w:t>
      </w:r>
      <w:r w:rsidRPr="004D0016">
        <w:rPr>
          <w:color w:val="FF0000"/>
          <w:lang w:val="en-US"/>
        </w:rPr>
        <w:t>[x</w:t>
      </w:r>
      <w:r>
        <w:rPr>
          <w:color w:val="FF0000"/>
          <w:vertAlign w:val="subscript"/>
          <w:lang w:val="en-US"/>
        </w:rPr>
        <w:t>1</w:t>
      </w:r>
      <w:r>
        <w:rPr>
          <w:color w:val="FF0000"/>
          <w:vertAlign w:val="superscript"/>
          <w:lang w:val="en-US"/>
        </w:rPr>
        <w:t>2</w:t>
      </w:r>
      <w:r w:rsidRPr="004D0016">
        <w:rPr>
          <w:color w:val="FF0000"/>
          <w:lang w:val="en-US"/>
        </w:rPr>
        <w:t xml:space="preserve"> </w:t>
      </w:r>
      <w:r w:rsidRPr="004D0016">
        <w:rPr>
          <w:rFonts w:eastAsia="CMSY10" w:hint="eastAsia"/>
          <w:color w:val="FF0000"/>
          <w:lang w:val="en-US"/>
        </w:rPr>
        <w:t>−</w:t>
      </w:r>
      <w:r w:rsidRPr="004D0016">
        <w:rPr>
          <w:rFonts w:eastAsia="CMSY10"/>
          <w:color w:val="FF0000"/>
          <w:lang w:val="en-US"/>
        </w:rPr>
        <w:t xml:space="preserve"> </w:t>
      </w:r>
      <w:r w:rsidRPr="004D0016">
        <w:rPr>
          <w:color w:val="FF0000"/>
          <w:lang w:val="en-US"/>
        </w:rPr>
        <w:t>x</w:t>
      </w:r>
      <w:r w:rsidRPr="00626579">
        <w:rPr>
          <w:color w:val="FF0000"/>
          <w:vertAlign w:val="subscript"/>
          <w:lang w:val="en-US"/>
        </w:rPr>
        <w:t>2</w:t>
      </w:r>
      <w:r w:rsidRPr="00626579">
        <w:rPr>
          <w:color w:val="FF0000"/>
          <w:vertAlign w:val="superscript"/>
          <w:lang w:val="en-US"/>
        </w:rPr>
        <w:t>2</w:t>
      </w:r>
      <w:r>
        <w:rPr>
          <w:color w:val="FF0000"/>
          <w:lang w:val="en-US"/>
        </w:rPr>
        <w:t>]</w:t>
      </w:r>
    </w:p>
    <w:p w:rsidR="00C4450B" w:rsidRPr="004D0016" w:rsidRDefault="00C4450B" w:rsidP="00C4450B">
      <w:pPr>
        <w:pStyle w:val="LSStandardtext"/>
        <w:rPr>
          <w:color w:val="FF0000"/>
        </w:rPr>
      </w:pPr>
      <w:r w:rsidRPr="00663D56">
        <w:rPr>
          <w:color w:val="FF0000"/>
          <w:lang w:val="en-US"/>
        </w:rPr>
        <w:t>Wegen 0 &lt; x</w:t>
      </w:r>
      <w:r w:rsidRPr="00663D56">
        <w:rPr>
          <w:color w:val="FF0000"/>
          <w:vertAlign w:val="subscript"/>
          <w:lang w:val="en-US"/>
        </w:rPr>
        <w:t>1</w:t>
      </w:r>
      <w:r w:rsidRPr="00663D56">
        <w:rPr>
          <w:color w:val="FF0000"/>
          <w:lang w:val="en-US"/>
        </w:rPr>
        <w:t xml:space="preserve"> &lt; x</w:t>
      </w:r>
      <w:r w:rsidRPr="00663D56">
        <w:rPr>
          <w:color w:val="FF0000"/>
          <w:vertAlign w:val="subscript"/>
          <w:lang w:val="en-US"/>
        </w:rPr>
        <w:t>2</w:t>
      </w:r>
      <w:r w:rsidRPr="00663D56">
        <w:rPr>
          <w:color w:val="FF0000"/>
          <w:lang w:val="en-US"/>
        </w:rPr>
        <w:t xml:space="preserve"> ist x</w:t>
      </w:r>
      <w:r w:rsidRPr="00663D56">
        <w:rPr>
          <w:color w:val="FF0000"/>
          <w:vertAlign w:val="subscript"/>
          <w:lang w:val="en-US"/>
        </w:rPr>
        <w:t>1</w:t>
      </w:r>
      <w:r w:rsidRPr="00663D56">
        <w:rPr>
          <w:color w:val="FF0000"/>
          <w:vertAlign w:val="superscript"/>
          <w:lang w:val="en-US"/>
        </w:rPr>
        <w:t>2</w:t>
      </w:r>
      <w:r w:rsidRPr="00663D56">
        <w:rPr>
          <w:color w:val="FF0000"/>
          <w:lang w:val="en-US"/>
        </w:rPr>
        <w:t xml:space="preserve"> </w:t>
      </w:r>
      <w:r w:rsidRPr="00663D56">
        <w:rPr>
          <w:rFonts w:eastAsia="CMSY10" w:hint="eastAsia"/>
          <w:color w:val="FF0000"/>
          <w:lang w:val="en-US"/>
        </w:rPr>
        <w:t>−</w:t>
      </w:r>
      <w:r w:rsidRPr="00663D56">
        <w:rPr>
          <w:rFonts w:eastAsia="CMSY10"/>
          <w:color w:val="FF0000"/>
          <w:lang w:val="en-US"/>
        </w:rPr>
        <w:t xml:space="preserve"> </w:t>
      </w:r>
      <w:r w:rsidRPr="00663D56">
        <w:rPr>
          <w:color w:val="FF0000"/>
          <w:lang w:val="en-US"/>
        </w:rPr>
        <w:t>x</w:t>
      </w:r>
      <w:r w:rsidRPr="00663D56">
        <w:rPr>
          <w:color w:val="FF0000"/>
          <w:vertAlign w:val="subscript"/>
          <w:lang w:val="en-US"/>
        </w:rPr>
        <w:t>2</w:t>
      </w:r>
      <w:r w:rsidRPr="00663D56">
        <w:rPr>
          <w:color w:val="FF0000"/>
          <w:vertAlign w:val="superscript"/>
          <w:lang w:val="en-US"/>
        </w:rPr>
        <w:t>2</w:t>
      </w:r>
      <w:r w:rsidRPr="00663D56">
        <w:rPr>
          <w:color w:val="FF0000"/>
          <w:lang w:val="en-US"/>
        </w:rPr>
        <w:t xml:space="preserve"> </w:t>
      </w:r>
      <w:r w:rsidRPr="00663D56">
        <w:rPr>
          <w:rFonts w:eastAsia="CMSY10"/>
          <w:color w:val="FF0000"/>
          <w:lang w:val="en-US"/>
        </w:rPr>
        <w:t>≠</w:t>
      </w:r>
      <w:r w:rsidRPr="00663D56">
        <w:rPr>
          <w:color w:val="FF0000"/>
          <w:lang w:val="en-US"/>
        </w:rPr>
        <w:t xml:space="preserve">0. </w:t>
      </w:r>
      <w:r w:rsidRPr="004D0016">
        <w:rPr>
          <w:color w:val="FF0000"/>
        </w:rPr>
        <w:t>Deshalb muss a</w:t>
      </w:r>
      <w:r w:rsidRPr="00626579">
        <w:rPr>
          <w:color w:val="FF0000"/>
          <w:vertAlign w:val="subscript"/>
        </w:rPr>
        <w:t>3</w:t>
      </w:r>
      <w:r w:rsidRPr="004D0016">
        <w:rPr>
          <w:color w:val="FF0000"/>
        </w:rPr>
        <w:t xml:space="preserve"> = 0 sein. Eingesetzt</w:t>
      </w:r>
    </w:p>
    <w:p w:rsidR="00C4450B" w:rsidRPr="004D0016" w:rsidRDefault="00C4450B" w:rsidP="00C4450B">
      <w:pPr>
        <w:pStyle w:val="LSStandardtext"/>
        <w:rPr>
          <w:color w:val="FF0000"/>
        </w:rPr>
      </w:pPr>
      <w:r w:rsidRPr="004D0016">
        <w:rPr>
          <w:color w:val="FF0000"/>
        </w:rPr>
        <w:t>in die erste Gleichung a</w:t>
      </w:r>
      <w:r w:rsidRPr="00626579">
        <w:rPr>
          <w:color w:val="FF0000"/>
          <w:vertAlign w:val="subscript"/>
        </w:rPr>
        <w:t>3</w:t>
      </w:r>
      <w:r>
        <w:rPr>
          <w:color w:val="FF0000"/>
        </w:rPr>
        <w:t>x</w:t>
      </w:r>
      <w:r>
        <w:rPr>
          <w:color w:val="FF0000"/>
          <w:vertAlign w:val="subscript"/>
        </w:rPr>
        <w:t>1</w:t>
      </w:r>
      <w:r>
        <w:rPr>
          <w:color w:val="FF0000"/>
          <w:vertAlign w:val="superscript"/>
        </w:rPr>
        <w:t>2</w:t>
      </w:r>
      <w:r>
        <w:rPr>
          <w:color w:val="FF0000"/>
        </w:rPr>
        <w:t xml:space="preserve"> </w:t>
      </w:r>
      <w:r w:rsidRPr="004D0016">
        <w:rPr>
          <w:color w:val="FF0000"/>
        </w:rPr>
        <w:t>+ a</w:t>
      </w:r>
      <w:r w:rsidRPr="00626579">
        <w:rPr>
          <w:color w:val="FF0000"/>
          <w:vertAlign w:val="subscript"/>
        </w:rPr>
        <w:t>1</w:t>
      </w:r>
      <w:r w:rsidRPr="004D0016">
        <w:rPr>
          <w:color w:val="FF0000"/>
        </w:rPr>
        <w:t xml:space="preserve"> = 0 (oder in die zweite) folgt dann a</w:t>
      </w:r>
      <w:r w:rsidRPr="00626579">
        <w:rPr>
          <w:color w:val="FF0000"/>
          <w:vertAlign w:val="subscript"/>
        </w:rPr>
        <w:t>1</w:t>
      </w:r>
      <w:r w:rsidRPr="004D0016">
        <w:rPr>
          <w:color w:val="FF0000"/>
        </w:rPr>
        <w:t xml:space="preserve"> = 0.</w:t>
      </w:r>
    </w:p>
    <w:p w:rsidR="00C4450B" w:rsidRPr="004D0016" w:rsidRDefault="00C4450B" w:rsidP="00C4450B">
      <w:pPr>
        <w:pStyle w:val="LSStandardtext"/>
        <w:rPr>
          <w:color w:val="FF0000"/>
        </w:rPr>
      </w:pPr>
      <w:r w:rsidRPr="004D0016">
        <w:rPr>
          <w:color w:val="FF0000"/>
        </w:rPr>
        <w:t>Das Polynom reduziert sich auf</w:t>
      </w:r>
    </w:p>
    <w:p w:rsidR="00C4450B" w:rsidRPr="004D0016" w:rsidRDefault="00C4450B" w:rsidP="00C4450B">
      <w:pPr>
        <w:pStyle w:val="LSStandardtext"/>
        <w:ind w:firstLine="708"/>
        <w:rPr>
          <w:color w:val="FF0000"/>
        </w:rPr>
      </w:pPr>
      <w:r w:rsidRPr="004D0016">
        <w:rPr>
          <w:color w:val="FF0000"/>
        </w:rPr>
        <w:t>f(x) = a</w:t>
      </w:r>
      <w:r w:rsidRPr="00626579">
        <w:rPr>
          <w:color w:val="FF0000"/>
          <w:vertAlign w:val="subscript"/>
        </w:rPr>
        <w:t>4</w:t>
      </w:r>
      <w:r w:rsidRPr="004D0016">
        <w:rPr>
          <w:color w:val="FF0000"/>
        </w:rPr>
        <w:t>x</w:t>
      </w:r>
      <w:r w:rsidRPr="00626579">
        <w:rPr>
          <w:color w:val="FF0000"/>
          <w:vertAlign w:val="superscript"/>
        </w:rPr>
        <w:t>4</w:t>
      </w:r>
      <w:r w:rsidRPr="004D0016">
        <w:rPr>
          <w:color w:val="FF0000"/>
        </w:rPr>
        <w:t xml:space="preserve"> + a</w:t>
      </w:r>
      <w:r w:rsidRPr="00626579">
        <w:rPr>
          <w:color w:val="FF0000"/>
          <w:vertAlign w:val="subscript"/>
        </w:rPr>
        <w:t>2</w:t>
      </w:r>
      <w:r w:rsidRPr="004D0016">
        <w:rPr>
          <w:color w:val="FF0000"/>
        </w:rPr>
        <w:t>x</w:t>
      </w:r>
      <w:r w:rsidRPr="00626579">
        <w:rPr>
          <w:color w:val="FF0000"/>
          <w:vertAlign w:val="superscript"/>
        </w:rPr>
        <w:t>2</w:t>
      </w:r>
    </w:p>
    <w:p w:rsidR="00C4450B" w:rsidRPr="00DA4D6C" w:rsidRDefault="00C4450B" w:rsidP="00C4450B">
      <w:pPr>
        <w:pStyle w:val="LSStandardtext"/>
        <w:rPr>
          <w:color w:val="FF0000"/>
          <w:lang w:val="en-US"/>
        </w:rPr>
      </w:pPr>
      <w:proofErr w:type="spellStart"/>
      <w:r w:rsidRPr="00DA4D6C">
        <w:rPr>
          <w:color w:val="FF0000"/>
          <w:lang w:val="en-US"/>
        </w:rPr>
        <w:t>Wegen</w:t>
      </w:r>
      <w:proofErr w:type="spellEnd"/>
    </w:p>
    <w:p w:rsidR="00C4450B" w:rsidRPr="004D0016" w:rsidRDefault="00C4450B" w:rsidP="00C4450B">
      <w:pPr>
        <w:pStyle w:val="LSStandardtext"/>
        <w:ind w:firstLine="708"/>
        <w:rPr>
          <w:color w:val="FF0000"/>
          <w:lang w:val="en-US"/>
        </w:rPr>
      </w:pPr>
      <w:proofErr w:type="gramStart"/>
      <w:r w:rsidRPr="004D0016">
        <w:rPr>
          <w:color w:val="FF0000"/>
          <w:lang w:val="en-US"/>
        </w:rPr>
        <w:t>f(</w:t>
      </w:r>
      <w:proofErr w:type="gramEnd"/>
      <w:r w:rsidRPr="004D0016">
        <w:rPr>
          <w:rFonts w:eastAsia="CMSY10" w:hint="eastAsia"/>
          <w:color w:val="FF0000"/>
          <w:lang w:val="en-US"/>
        </w:rPr>
        <w:t>−</w:t>
      </w:r>
      <w:r w:rsidRPr="004D0016">
        <w:rPr>
          <w:color w:val="FF0000"/>
          <w:lang w:val="en-US"/>
        </w:rPr>
        <w:t>x) = a</w:t>
      </w:r>
      <w:r w:rsidRPr="00626579">
        <w:rPr>
          <w:color w:val="FF0000"/>
          <w:vertAlign w:val="subscript"/>
          <w:lang w:val="en-US"/>
        </w:rPr>
        <w:t>4</w:t>
      </w:r>
      <w:r w:rsidRPr="004D0016">
        <w:rPr>
          <w:color w:val="FF0000"/>
          <w:lang w:val="en-US"/>
        </w:rPr>
        <w:t>(</w:t>
      </w:r>
      <w:r w:rsidRPr="004D0016">
        <w:rPr>
          <w:rFonts w:eastAsia="CMSY10" w:hint="eastAsia"/>
          <w:color w:val="FF0000"/>
          <w:lang w:val="en-US"/>
        </w:rPr>
        <w:t>−</w:t>
      </w:r>
      <w:r w:rsidRPr="004D0016">
        <w:rPr>
          <w:color w:val="FF0000"/>
          <w:lang w:val="en-US"/>
        </w:rPr>
        <w:t>x)</w:t>
      </w:r>
      <w:r w:rsidRPr="00626579">
        <w:rPr>
          <w:color w:val="FF0000"/>
          <w:vertAlign w:val="superscript"/>
          <w:lang w:val="en-US"/>
        </w:rPr>
        <w:t>4</w:t>
      </w:r>
      <w:r w:rsidRPr="004D0016">
        <w:rPr>
          <w:color w:val="FF0000"/>
          <w:lang w:val="en-US"/>
        </w:rPr>
        <w:t xml:space="preserve"> + a</w:t>
      </w:r>
      <w:r w:rsidRPr="00626579">
        <w:rPr>
          <w:color w:val="FF0000"/>
          <w:vertAlign w:val="subscript"/>
          <w:lang w:val="en-US"/>
        </w:rPr>
        <w:t>2</w:t>
      </w:r>
      <w:r w:rsidRPr="004D0016">
        <w:rPr>
          <w:color w:val="FF0000"/>
          <w:lang w:val="en-US"/>
        </w:rPr>
        <w:t>(</w:t>
      </w:r>
      <w:r w:rsidRPr="004D0016">
        <w:rPr>
          <w:rFonts w:eastAsia="CMSY10" w:hint="eastAsia"/>
          <w:color w:val="FF0000"/>
          <w:lang w:val="en-US"/>
        </w:rPr>
        <w:t>−</w:t>
      </w:r>
      <w:r w:rsidRPr="004D0016">
        <w:rPr>
          <w:color w:val="FF0000"/>
          <w:lang w:val="en-US"/>
        </w:rPr>
        <w:t>x)</w:t>
      </w:r>
      <w:r>
        <w:rPr>
          <w:color w:val="FF0000"/>
          <w:vertAlign w:val="superscript"/>
          <w:lang w:val="en-US"/>
        </w:rPr>
        <w:t>2</w:t>
      </w:r>
      <w:r w:rsidRPr="004D0016">
        <w:rPr>
          <w:color w:val="FF0000"/>
          <w:lang w:val="en-US"/>
        </w:rPr>
        <w:t xml:space="preserve"> = a</w:t>
      </w:r>
      <w:r w:rsidRPr="00626579">
        <w:rPr>
          <w:color w:val="FF0000"/>
          <w:vertAlign w:val="subscript"/>
          <w:lang w:val="en-US"/>
        </w:rPr>
        <w:t>4</w:t>
      </w:r>
      <w:r w:rsidRPr="004D0016">
        <w:rPr>
          <w:color w:val="FF0000"/>
          <w:lang w:val="en-US"/>
        </w:rPr>
        <w:t>x</w:t>
      </w:r>
      <w:r w:rsidRPr="00626579">
        <w:rPr>
          <w:color w:val="FF0000"/>
          <w:vertAlign w:val="superscript"/>
          <w:lang w:val="en-US"/>
        </w:rPr>
        <w:t>4</w:t>
      </w:r>
      <w:r w:rsidRPr="004D0016">
        <w:rPr>
          <w:color w:val="FF0000"/>
          <w:lang w:val="en-US"/>
        </w:rPr>
        <w:t xml:space="preserve"> </w:t>
      </w:r>
      <w:r w:rsidRPr="004D0016">
        <w:rPr>
          <w:rFonts w:eastAsia="CMSY10" w:hint="eastAsia"/>
          <w:color w:val="FF0000"/>
          <w:lang w:val="en-US"/>
        </w:rPr>
        <w:t>−</w:t>
      </w:r>
      <w:r w:rsidRPr="004D0016">
        <w:rPr>
          <w:rFonts w:eastAsia="CMSY10"/>
          <w:color w:val="FF0000"/>
          <w:lang w:val="en-US"/>
        </w:rPr>
        <w:t xml:space="preserve"> </w:t>
      </w:r>
      <w:r w:rsidRPr="004D0016">
        <w:rPr>
          <w:color w:val="FF0000"/>
          <w:lang w:val="en-US"/>
        </w:rPr>
        <w:t>a</w:t>
      </w:r>
      <w:r w:rsidRPr="00626579">
        <w:rPr>
          <w:color w:val="FF0000"/>
          <w:vertAlign w:val="subscript"/>
          <w:lang w:val="en-US"/>
        </w:rPr>
        <w:t>2</w:t>
      </w:r>
      <w:r w:rsidRPr="004D0016">
        <w:rPr>
          <w:color w:val="FF0000"/>
          <w:lang w:val="en-US"/>
        </w:rPr>
        <w:t>x</w:t>
      </w:r>
      <w:r w:rsidRPr="00626579">
        <w:rPr>
          <w:color w:val="FF0000"/>
          <w:vertAlign w:val="superscript"/>
          <w:lang w:val="en-US"/>
        </w:rPr>
        <w:t>2</w:t>
      </w:r>
      <w:r w:rsidRPr="004D0016">
        <w:rPr>
          <w:color w:val="FF0000"/>
          <w:lang w:val="en-US"/>
        </w:rPr>
        <w:t xml:space="preserve"> = f(x)</w:t>
      </w:r>
    </w:p>
    <w:p w:rsidR="00C4450B" w:rsidRPr="004D0016" w:rsidRDefault="00C4450B" w:rsidP="00C4450B">
      <w:pPr>
        <w:pStyle w:val="LSStandardtext"/>
        <w:rPr>
          <w:color w:val="FF0000"/>
        </w:rPr>
      </w:pPr>
      <w:r w:rsidRPr="004D0016">
        <w:rPr>
          <w:color w:val="FF0000"/>
        </w:rPr>
        <w:t xml:space="preserve">für alle x </w:t>
      </w:r>
      <w:r w:rsidRPr="004D0016">
        <w:rPr>
          <w:rFonts w:eastAsia="CMSY10" w:hint="eastAsia"/>
          <w:color w:val="FF0000"/>
        </w:rPr>
        <w:t>∈</w:t>
      </w:r>
      <w:r w:rsidRPr="004D0016">
        <w:rPr>
          <w:rFonts w:eastAsia="CMSY10"/>
          <w:color w:val="FF0000"/>
        </w:rPr>
        <w:t xml:space="preserve"> </w:t>
      </w:r>
      <w:r w:rsidRPr="004D0016">
        <w:rPr>
          <w:color w:val="FF0000"/>
        </w:rPr>
        <w:t>R ist f gerade.</w:t>
      </w:r>
    </w:p>
    <w:p w:rsidR="00C4450B" w:rsidRDefault="00C4450B" w:rsidP="00C4450B">
      <w:pPr>
        <w:rPr>
          <w:color w:val="FF0000"/>
        </w:rPr>
      </w:pPr>
      <w:r>
        <w:rPr>
          <w:color w:val="FF0000"/>
        </w:rPr>
        <w:br w:type="page"/>
      </w:r>
    </w:p>
    <w:p w:rsidR="00C4450B" w:rsidRDefault="00C4450B" w:rsidP="00C4450B">
      <w:pPr>
        <w:pStyle w:val="LSStandardtext"/>
        <w:rPr>
          <w:b/>
          <w:sz w:val="24"/>
        </w:rPr>
      </w:pPr>
      <w:r w:rsidRPr="009B3237">
        <w:rPr>
          <w:b/>
          <w:sz w:val="24"/>
        </w:rPr>
        <w:lastRenderedPageBreak/>
        <w:t>Rationale Polynome</w:t>
      </w:r>
    </w:p>
    <w:p w:rsidR="00C4450B" w:rsidRPr="009B3237" w:rsidRDefault="00C4450B" w:rsidP="00C4450B">
      <w:pPr>
        <w:pStyle w:val="LSStandardtext"/>
        <w:rPr>
          <w:b/>
          <w:sz w:val="24"/>
        </w:rPr>
      </w:pPr>
    </w:p>
    <w:p w:rsidR="00C4450B" w:rsidRPr="00E335C3" w:rsidRDefault="00C4450B" w:rsidP="00C4450B">
      <w:pPr>
        <w:pStyle w:val="LSStandardtext"/>
      </w:pPr>
      <w:r>
        <w:t xml:space="preserve">Bei jedem Polynom reicht die </w:t>
      </w:r>
      <w:r w:rsidRPr="00E335C3">
        <w:t>Überprüfung der Symmetrie-Bedingung an</w:t>
      </w:r>
      <w:r>
        <w:t xml:space="preserve"> </w:t>
      </w:r>
      <w:r w:rsidRPr="00E335C3">
        <w:t>endlich vielen Ste</w:t>
      </w:r>
      <w:r w:rsidRPr="00E335C3">
        <w:t>l</w:t>
      </w:r>
      <w:r w:rsidRPr="00E335C3">
        <w:t>len aus. Je höher aber der Grad des Polynoms ist, desto</w:t>
      </w:r>
      <w:r>
        <w:t xml:space="preserve"> </w:t>
      </w:r>
      <w:r w:rsidRPr="00E335C3">
        <w:t>mehr Stellen werden benötigt.</w:t>
      </w:r>
    </w:p>
    <w:p w:rsidR="00C4450B" w:rsidRDefault="00C4450B" w:rsidP="00C4450B">
      <w:pPr>
        <w:pStyle w:val="LSStandardtext"/>
      </w:pPr>
    </w:p>
    <w:p w:rsidR="00C4450B" w:rsidRPr="00E335C3" w:rsidRDefault="00C4450B" w:rsidP="00C4450B">
      <w:pPr>
        <w:pStyle w:val="LSStandardtext"/>
      </w:pPr>
      <w:r w:rsidRPr="00E335C3">
        <w:t>Ein rationales Polynom, also ein Polynom</w:t>
      </w:r>
    </w:p>
    <w:p w:rsidR="00C4450B" w:rsidRDefault="00C4450B" w:rsidP="00C4450B">
      <w:pPr>
        <w:pStyle w:val="LSStandardtext"/>
        <w:ind w:firstLine="708"/>
        <w:rPr>
          <w:vertAlign w:val="subscript"/>
        </w:rPr>
      </w:pPr>
      <w:r w:rsidRPr="00E335C3">
        <w:t xml:space="preserve">f(x) = </w:t>
      </w:r>
      <w:proofErr w:type="spellStart"/>
      <w:r w:rsidRPr="00E335C3">
        <w:t>a</w:t>
      </w:r>
      <w:r w:rsidRPr="00E92DB7">
        <w:rPr>
          <w:vertAlign w:val="subscript"/>
        </w:rPr>
        <w:t>n</w:t>
      </w:r>
      <w:r w:rsidRPr="00E335C3">
        <w:t>x</w:t>
      </w:r>
      <w:r w:rsidRPr="00E92DB7">
        <w:rPr>
          <w:vertAlign w:val="superscript"/>
        </w:rPr>
        <w:t>n</w:t>
      </w:r>
      <w:proofErr w:type="spellEnd"/>
      <w:r w:rsidRPr="00E335C3">
        <w:t xml:space="preserve"> + a</w:t>
      </w:r>
      <w:r w:rsidRPr="00E92DB7">
        <w:rPr>
          <w:vertAlign w:val="subscript"/>
        </w:rPr>
        <w:t>n−1</w:t>
      </w:r>
      <w:r w:rsidRPr="00E335C3">
        <w:t>x</w:t>
      </w:r>
      <w:r w:rsidRPr="00E92DB7">
        <w:rPr>
          <w:vertAlign w:val="superscript"/>
        </w:rPr>
        <w:t>n−1</w:t>
      </w:r>
      <w:r w:rsidRPr="00E335C3">
        <w:t xml:space="preserve"> + . . . + a</w:t>
      </w:r>
      <w:r w:rsidRPr="00E92DB7">
        <w:rPr>
          <w:vertAlign w:val="subscript"/>
        </w:rPr>
        <w:t>1</w:t>
      </w:r>
      <w:r w:rsidRPr="00E335C3">
        <w:t>x + a</w:t>
      </w:r>
      <w:r w:rsidRPr="00E92DB7">
        <w:rPr>
          <w:vertAlign w:val="subscript"/>
        </w:rPr>
        <w:t>0</w:t>
      </w:r>
    </w:p>
    <w:p w:rsidR="00C4450B" w:rsidRPr="00E335C3" w:rsidRDefault="00C4450B" w:rsidP="00C4450B">
      <w:pPr>
        <w:pStyle w:val="LSStandardtext"/>
        <w:ind w:firstLine="708"/>
      </w:pPr>
    </w:p>
    <w:p w:rsidR="00C4450B" w:rsidRPr="00E335C3" w:rsidRDefault="00C4450B" w:rsidP="00C4450B">
      <w:pPr>
        <w:pStyle w:val="LSStandardtext"/>
      </w:pPr>
      <w:r w:rsidRPr="00E335C3">
        <w:t>bei dem alle Koeffizienten a</w:t>
      </w:r>
      <w:r w:rsidRPr="007F438D">
        <w:rPr>
          <w:vertAlign w:val="subscript"/>
        </w:rPr>
        <w:t>i</w:t>
      </w:r>
      <w:r w:rsidRPr="00E335C3">
        <w:t xml:space="preserve"> (0 </w:t>
      </w:r>
      <w:r w:rsidRPr="00E335C3">
        <w:rPr>
          <w:rFonts w:eastAsia="CMSY10" w:hint="eastAsia"/>
        </w:rPr>
        <w:t>≤</w:t>
      </w:r>
      <w:r w:rsidRPr="00E335C3">
        <w:rPr>
          <w:rFonts w:eastAsia="CMSY10"/>
        </w:rPr>
        <w:t xml:space="preserve"> </w:t>
      </w:r>
      <w:r w:rsidRPr="00E335C3">
        <w:t xml:space="preserve">i </w:t>
      </w:r>
      <w:r w:rsidRPr="00E335C3">
        <w:rPr>
          <w:rFonts w:eastAsia="CMSY10" w:hint="eastAsia"/>
        </w:rPr>
        <w:t>≤</w:t>
      </w:r>
      <w:r w:rsidRPr="00E335C3">
        <w:rPr>
          <w:rFonts w:eastAsia="CMSY10"/>
        </w:rPr>
        <w:t xml:space="preserve"> </w:t>
      </w:r>
      <w:r w:rsidRPr="00E335C3">
        <w:t>n) rational sind, scheint hierbei</w:t>
      </w:r>
      <w:r>
        <w:t xml:space="preserve"> </w:t>
      </w:r>
      <w:r w:rsidRPr="00E335C3">
        <w:t>zunächst keine Sonde</w:t>
      </w:r>
      <w:r w:rsidRPr="00E335C3">
        <w:t>r</w:t>
      </w:r>
      <w:r w:rsidRPr="00E335C3">
        <w:t>rolle zu spielen. Seit Mitte des 19-ten Jahrhunderts</w:t>
      </w:r>
      <w:r>
        <w:t xml:space="preserve"> </w:t>
      </w:r>
      <w:r w:rsidRPr="00E335C3">
        <w:t>weiß man aber, dass viele reellen Zahlen nicht als Nullstellen von rationalen</w:t>
      </w:r>
      <w:r>
        <w:t xml:space="preserve"> </w:t>
      </w:r>
      <w:r w:rsidRPr="00E335C3">
        <w:t>Polynomen auftreten können. (Das Nullpolynom muss dabei natürlich</w:t>
      </w:r>
      <w:r>
        <w:t xml:space="preserve"> </w:t>
      </w:r>
      <w:r w:rsidRPr="00E335C3">
        <w:t xml:space="preserve">ausgenommen werden.) Zu diesen Zahlen, die man </w:t>
      </w:r>
      <w:r w:rsidRPr="00E92DB7">
        <w:rPr>
          <w:b/>
        </w:rPr>
        <w:t>transzendent</w:t>
      </w:r>
      <w:r w:rsidRPr="00E335C3">
        <w:t xml:space="preserve"> nennt,</w:t>
      </w:r>
    </w:p>
    <w:p w:rsidR="00C4450B" w:rsidRDefault="00C4450B" w:rsidP="00C4450B">
      <w:pPr>
        <w:pStyle w:val="LSStandardtext"/>
      </w:pPr>
      <w:r w:rsidRPr="00E335C3">
        <w:t xml:space="preserve">gehören </w:t>
      </w:r>
      <w:r>
        <w:t>π</w:t>
      </w:r>
      <w:r w:rsidRPr="00E335C3">
        <w:t xml:space="preserve"> und e.</w:t>
      </w:r>
    </w:p>
    <w:p w:rsidR="00C4450B" w:rsidRPr="00E335C3" w:rsidRDefault="00C4450B" w:rsidP="00C4450B">
      <w:pPr>
        <w:pStyle w:val="LSStandardtext"/>
      </w:pPr>
    </w:p>
    <w:p w:rsidR="00C4450B" w:rsidRPr="00E335C3" w:rsidRDefault="00C4450B" w:rsidP="00C4450B">
      <w:pPr>
        <w:pStyle w:val="LSStandardtext"/>
      </w:pPr>
      <w:r w:rsidRPr="00E92DB7">
        <w:rPr>
          <w:b/>
        </w:rPr>
        <w:t>Aufgabe 2.4.</w:t>
      </w:r>
      <w:r w:rsidRPr="00E335C3">
        <w:t xml:space="preserve"> Eine Zahl, die Nullstelle eines rationalen Polynoms vom Grad</w:t>
      </w:r>
      <w:r>
        <w:t xml:space="preserve"> </w:t>
      </w:r>
      <w:r w:rsidRPr="00E335C3">
        <w:t xml:space="preserve">n </w:t>
      </w:r>
      <w:r w:rsidRPr="00E335C3">
        <w:rPr>
          <w:rFonts w:eastAsia="CMSY10" w:hint="eastAsia"/>
        </w:rPr>
        <w:t>≥</w:t>
      </w:r>
      <w:r w:rsidRPr="00E335C3">
        <w:rPr>
          <w:rFonts w:eastAsia="CMSY10"/>
        </w:rPr>
        <w:t xml:space="preserve"> </w:t>
      </w:r>
      <w:r w:rsidRPr="00E335C3">
        <w:t xml:space="preserve">1 sein kann, heißt algebraisch. Zeigen Sie, dass </w:t>
      </w:r>
      <m:oMath>
        <m:rad>
          <m:radPr>
            <m:ctrlPr>
              <w:rPr>
                <w:rFonts w:ascii="Cambria Math" w:eastAsia="CMSY10" w:hAnsi="Cambria Math"/>
                <w:i/>
              </w:rPr>
            </m:ctrlPr>
          </m:radPr>
          <m:deg>
            <m:r>
              <w:rPr>
                <w:rFonts w:ascii="Cambria Math" w:eastAsia="CMSY10" w:hAnsi="Cambria Math"/>
              </w:rPr>
              <m:t>3</m:t>
            </m:r>
          </m:deg>
          <m:e>
            <m:r>
              <w:rPr>
                <w:rFonts w:ascii="Cambria Math" w:eastAsia="CMSY10" w:hAnsi="Cambria Math"/>
              </w:rPr>
              <m:t>2</m:t>
            </m:r>
          </m:e>
        </m:rad>
        <m:r>
          <w:rPr>
            <w:rFonts w:ascii="Cambria Math" w:eastAsia="CMSY10" w:hAnsi="Cambria Math"/>
          </w:rPr>
          <m:t>, 1+</m:t>
        </m:r>
        <m:rad>
          <m:radPr>
            <m:degHide m:val="1"/>
            <m:ctrlPr>
              <w:rPr>
                <w:rFonts w:ascii="Cambria Math" w:eastAsia="CMSY10" w:hAnsi="Cambria Math"/>
                <w:i/>
              </w:rPr>
            </m:ctrlPr>
          </m:radPr>
          <m:deg/>
          <m:e>
            <m:r>
              <w:rPr>
                <w:rFonts w:ascii="Cambria Math" w:eastAsia="CMSY10" w:hAnsi="Cambria Math"/>
              </w:rPr>
              <m:t>7</m:t>
            </m:r>
          </m:e>
        </m:rad>
      </m:oMath>
      <w:r>
        <w:t xml:space="preserve"> </w:t>
      </w:r>
      <w:r w:rsidRPr="00E335C3">
        <w:t>und alle</w:t>
      </w:r>
      <w:r>
        <w:t xml:space="preserve"> </w:t>
      </w:r>
      <w:r w:rsidRPr="00E335C3">
        <w:t>rationalen Zahlen algebraisch sind.</w:t>
      </w:r>
    </w:p>
    <w:p w:rsidR="00C4450B" w:rsidRDefault="00C4450B" w:rsidP="00C4450B">
      <w:pPr>
        <w:pStyle w:val="LSStandardtext"/>
        <w:rPr>
          <w:color w:val="FF0000"/>
        </w:rPr>
      </w:pPr>
    </w:p>
    <w:p w:rsidR="00C4450B" w:rsidRPr="003A09A7" w:rsidRDefault="00C4450B" w:rsidP="00C4450B">
      <w:pPr>
        <w:pStyle w:val="LSStandardtext"/>
        <w:rPr>
          <w:i/>
          <w:color w:val="FF0000"/>
        </w:rPr>
      </w:pPr>
      <w:r>
        <w:rPr>
          <w:i/>
          <w:color w:val="FF0000"/>
        </w:rPr>
        <w:t>Beweis</w:t>
      </w:r>
    </w:p>
    <w:p w:rsidR="00C4450B" w:rsidRPr="00E92DB7" w:rsidRDefault="00C4450B" w:rsidP="00C4450B">
      <w:pPr>
        <w:pStyle w:val="LSStandardtext"/>
        <w:rPr>
          <w:color w:val="FF0000"/>
        </w:rPr>
      </w:pPr>
    </w:p>
    <w:p w:rsidR="00C4450B" w:rsidRPr="00E92DB7" w:rsidRDefault="00663D56" w:rsidP="00C4450B">
      <w:pPr>
        <w:pStyle w:val="LSStandardtext"/>
        <w:rPr>
          <w:color w:val="FF0000"/>
        </w:rPr>
      </w:pPr>
      <m:oMath>
        <m:rad>
          <m:radPr>
            <m:ctrlPr>
              <w:rPr>
                <w:rFonts w:ascii="Cambria Math" w:hAnsi="Cambria Math"/>
                <w:i/>
                <w:color w:val="FF0000"/>
              </w:rPr>
            </m:ctrlPr>
          </m:radPr>
          <m:deg>
            <m:r>
              <w:rPr>
                <w:rFonts w:ascii="Cambria Math" w:hAnsi="Cambria Math"/>
                <w:color w:val="FF0000"/>
              </w:rPr>
              <m:t>3</m:t>
            </m:r>
          </m:deg>
          <m:e>
            <m:r>
              <w:rPr>
                <w:rFonts w:ascii="Cambria Math" w:hAnsi="Cambria Math"/>
                <w:color w:val="FF0000"/>
              </w:rPr>
              <m:t>2</m:t>
            </m:r>
          </m:e>
        </m:rad>
      </m:oMath>
      <w:r w:rsidR="00C4450B">
        <w:rPr>
          <w:color w:val="FF0000"/>
        </w:rPr>
        <w:t xml:space="preserve"> </w:t>
      </w:r>
      <w:r w:rsidR="00C4450B" w:rsidRPr="00E92DB7">
        <w:rPr>
          <w:color w:val="FF0000"/>
        </w:rPr>
        <w:t>ist Nullstelle des rationalen Polynoms</w:t>
      </w:r>
    </w:p>
    <w:p w:rsidR="00C4450B" w:rsidRPr="00E92DB7" w:rsidRDefault="00C4450B" w:rsidP="00C4450B">
      <w:pPr>
        <w:pStyle w:val="LSStandardtext"/>
        <w:ind w:firstLine="708"/>
        <w:rPr>
          <w:color w:val="FF0000"/>
        </w:rPr>
      </w:pPr>
      <w:r w:rsidRPr="00E92DB7">
        <w:rPr>
          <w:color w:val="FF0000"/>
        </w:rPr>
        <w:t>x</w:t>
      </w:r>
      <w:r w:rsidRPr="00E92DB7">
        <w:rPr>
          <w:color w:val="FF0000"/>
          <w:vertAlign w:val="superscript"/>
        </w:rPr>
        <w:t>3</w:t>
      </w:r>
      <w:r w:rsidRPr="00E92DB7">
        <w:rPr>
          <w:color w:val="FF0000"/>
        </w:rPr>
        <w:t xml:space="preserve"> </w:t>
      </w:r>
      <w:r w:rsidRPr="00E92DB7">
        <w:rPr>
          <w:rFonts w:eastAsia="CMSY10" w:hint="eastAsia"/>
          <w:color w:val="FF0000"/>
        </w:rPr>
        <w:t>−</w:t>
      </w:r>
      <w:r w:rsidRPr="00E92DB7">
        <w:rPr>
          <w:rFonts w:eastAsia="CMSY10"/>
          <w:color w:val="FF0000"/>
        </w:rPr>
        <w:t xml:space="preserve"> </w:t>
      </w:r>
      <w:r w:rsidRPr="00E92DB7">
        <w:rPr>
          <w:color w:val="FF0000"/>
        </w:rPr>
        <w:t>2</w:t>
      </w:r>
    </w:p>
    <w:p w:rsidR="00C4450B" w:rsidRPr="00E92DB7" w:rsidRDefault="00C4450B" w:rsidP="00C4450B">
      <w:pPr>
        <w:pStyle w:val="LSStandardtext"/>
        <w:rPr>
          <w:color w:val="FF0000"/>
        </w:rPr>
      </w:pPr>
      <w:r w:rsidRPr="00E92DB7">
        <w:rPr>
          <w:color w:val="FF0000"/>
        </w:rPr>
        <w:t xml:space="preserve">1 + 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FF0000"/>
              </w:rPr>
            </m:ctrlPr>
          </m:radPr>
          <m:deg/>
          <m:e>
            <m:r>
              <w:rPr>
                <w:rFonts w:ascii="Cambria Math" w:hAnsi="Cambria Math"/>
                <w:color w:val="FF0000"/>
              </w:rPr>
              <m:t>7</m:t>
            </m:r>
          </m:e>
        </m:rad>
      </m:oMath>
      <w:r w:rsidRPr="00E92DB7">
        <w:rPr>
          <w:color w:val="FF0000"/>
        </w:rPr>
        <w:t xml:space="preserve"> ist Nullstelle von</w:t>
      </w:r>
    </w:p>
    <w:p w:rsidR="00C4450B" w:rsidRPr="00E92DB7" w:rsidRDefault="00C4450B" w:rsidP="00C4450B">
      <w:pPr>
        <w:pStyle w:val="LSStandardtext"/>
        <w:ind w:firstLine="708"/>
        <w:rPr>
          <w:color w:val="FF0000"/>
        </w:rPr>
      </w:pPr>
      <w:r w:rsidRPr="00E92DB7">
        <w:rPr>
          <w:color w:val="FF0000"/>
        </w:rPr>
        <w:t xml:space="preserve">(x </w:t>
      </w:r>
      <w:r w:rsidRPr="00E92DB7">
        <w:rPr>
          <w:rFonts w:eastAsia="CMSY10" w:hint="eastAsia"/>
          <w:color w:val="FF0000"/>
        </w:rPr>
        <w:t>−</w:t>
      </w:r>
      <w:r w:rsidRPr="00E92DB7">
        <w:rPr>
          <w:rFonts w:eastAsia="CMSY10"/>
          <w:color w:val="FF0000"/>
        </w:rPr>
        <w:t xml:space="preserve"> </w:t>
      </w:r>
      <w:r w:rsidRPr="00E92DB7">
        <w:rPr>
          <w:color w:val="FF0000"/>
        </w:rPr>
        <w:t>1)</w:t>
      </w:r>
      <w:r w:rsidRPr="003A09A7">
        <w:rPr>
          <w:color w:val="FF0000"/>
          <w:vertAlign w:val="superscript"/>
        </w:rPr>
        <w:t>2</w:t>
      </w:r>
      <w:r w:rsidRPr="00E92DB7">
        <w:rPr>
          <w:color w:val="FF0000"/>
        </w:rPr>
        <w:t xml:space="preserve"> </w:t>
      </w:r>
      <w:r w:rsidRPr="00E92DB7">
        <w:rPr>
          <w:rFonts w:eastAsia="CMSY10" w:hint="eastAsia"/>
          <w:color w:val="FF0000"/>
        </w:rPr>
        <w:t>−</w:t>
      </w:r>
      <w:r w:rsidRPr="00E92DB7">
        <w:rPr>
          <w:rFonts w:eastAsia="CMSY10"/>
          <w:color w:val="FF0000"/>
        </w:rPr>
        <w:t xml:space="preserve"> </w:t>
      </w:r>
      <w:r w:rsidRPr="00E92DB7">
        <w:rPr>
          <w:color w:val="FF0000"/>
        </w:rPr>
        <w:t>7</w:t>
      </w:r>
    </w:p>
    <w:p w:rsidR="00C4450B" w:rsidRPr="00E92DB7" w:rsidRDefault="00C4450B" w:rsidP="00C4450B">
      <w:pPr>
        <w:pStyle w:val="LSStandardtext"/>
        <w:rPr>
          <w:color w:val="FF0000"/>
        </w:rPr>
      </w:pPr>
      <w:r w:rsidRPr="00E92DB7">
        <w:rPr>
          <w:color w:val="FF0000"/>
        </w:rPr>
        <w:t xml:space="preserve">Eine Zahl q </w:t>
      </w:r>
      <w:r w:rsidRPr="00E92DB7">
        <w:rPr>
          <w:rFonts w:eastAsia="CMSY10" w:hint="eastAsia"/>
          <w:color w:val="FF0000"/>
        </w:rPr>
        <w:t>∈</w:t>
      </w:r>
      <w:r w:rsidRPr="00E92DB7">
        <w:rPr>
          <w:rFonts w:eastAsia="CMSY10"/>
          <w:color w:val="FF0000"/>
        </w:rPr>
        <w:t xml:space="preserve"> </w:t>
      </w:r>
      <w:r w:rsidRPr="00E92DB7">
        <w:rPr>
          <w:color w:val="FF0000"/>
        </w:rPr>
        <w:t>Q ist Nullstelle von</w:t>
      </w:r>
    </w:p>
    <w:p w:rsidR="00C4450B" w:rsidRPr="00E92DB7" w:rsidRDefault="00C4450B" w:rsidP="00C4450B">
      <w:pPr>
        <w:pStyle w:val="LSStandardtext"/>
        <w:ind w:firstLine="708"/>
        <w:rPr>
          <w:color w:val="FF0000"/>
        </w:rPr>
      </w:pPr>
      <w:r w:rsidRPr="00E92DB7">
        <w:rPr>
          <w:color w:val="FF0000"/>
        </w:rPr>
        <w:t xml:space="preserve">x </w:t>
      </w:r>
      <w:r w:rsidRPr="00E92DB7">
        <w:rPr>
          <w:rFonts w:eastAsia="CMSY10"/>
          <w:color w:val="FF0000"/>
        </w:rPr>
        <w:t xml:space="preserve">– </w:t>
      </w:r>
      <w:r w:rsidRPr="00E92DB7">
        <w:rPr>
          <w:color w:val="FF0000"/>
        </w:rPr>
        <w:t>q</w:t>
      </w:r>
    </w:p>
    <w:p w:rsidR="00C4450B" w:rsidRPr="00E335C3" w:rsidRDefault="00C4450B" w:rsidP="00C4450B">
      <w:pPr>
        <w:pStyle w:val="LSStandardtext"/>
      </w:pPr>
      <w:r w:rsidRPr="00E335C3">
        <w:br w:type="page"/>
      </w:r>
    </w:p>
    <w:p w:rsidR="00C4450B" w:rsidRDefault="00C4450B" w:rsidP="00C4450B">
      <w:pPr>
        <w:pStyle w:val="LSStandardtext"/>
      </w:pPr>
      <w:r w:rsidRPr="009B3237">
        <w:rPr>
          <w:b/>
        </w:rPr>
        <w:lastRenderedPageBreak/>
        <w:t>Aufgabe 2.5.</w:t>
      </w:r>
      <w:r w:rsidRPr="00E335C3">
        <w:t xml:space="preserve"> Wie können Sie mit möglichst wenigen Funktionsauswertungen</w:t>
      </w:r>
      <w:r>
        <w:t xml:space="preserve"> </w:t>
      </w:r>
      <w:r w:rsidRPr="00E335C3">
        <w:t>überprüfen, ob ein rationales Polynom f symmetrisch (gerade oder</w:t>
      </w:r>
      <w:r>
        <w:t xml:space="preserve"> </w:t>
      </w:r>
      <w:r w:rsidRPr="00E335C3">
        <w:t>ungerade) ist? Begründen Sie Ihre Au</w:t>
      </w:r>
      <w:r w:rsidRPr="00E335C3">
        <w:t>s</w:t>
      </w:r>
      <w:r w:rsidRPr="00E335C3">
        <w:t>sage.</w:t>
      </w:r>
      <w:r>
        <w:t xml:space="preserve"> </w:t>
      </w:r>
    </w:p>
    <w:p w:rsidR="00C4450B" w:rsidRDefault="00C4450B" w:rsidP="00C4450B">
      <w:pPr>
        <w:pStyle w:val="LSStandardtext"/>
      </w:pPr>
    </w:p>
    <w:p w:rsidR="00C4450B" w:rsidRPr="003A09A7" w:rsidRDefault="00C4450B" w:rsidP="00C4450B">
      <w:pPr>
        <w:pStyle w:val="LSStandardtext"/>
        <w:rPr>
          <w:color w:val="FF0000"/>
        </w:rPr>
      </w:pPr>
      <w:r w:rsidRPr="003A09A7">
        <w:rPr>
          <w:color w:val="FF0000"/>
        </w:rPr>
        <w:t>Es genügt, für eine beliebige tr</w:t>
      </w:r>
      <w:r>
        <w:rPr>
          <w:color w:val="FF0000"/>
        </w:rPr>
        <w:t>anszendente Zahl x</w:t>
      </w:r>
      <w:r w:rsidRPr="003A09A7">
        <w:rPr>
          <w:color w:val="FF0000"/>
          <w:vertAlign w:val="subscript"/>
        </w:rPr>
        <w:t>1</w:t>
      </w:r>
      <w:r>
        <w:rPr>
          <w:color w:val="FF0000"/>
        </w:rPr>
        <w:t xml:space="preserve"> (etwa x</w:t>
      </w:r>
      <w:r w:rsidRPr="003A09A7">
        <w:rPr>
          <w:color w:val="FF0000"/>
          <w:vertAlign w:val="subscript"/>
        </w:rPr>
        <w:t>1</w:t>
      </w:r>
      <w:r>
        <w:rPr>
          <w:color w:val="FF0000"/>
        </w:rPr>
        <w:t xml:space="preserve"> = π</w:t>
      </w:r>
      <w:r w:rsidRPr="003A09A7">
        <w:rPr>
          <w:color w:val="FF0000"/>
        </w:rPr>
        <w:t>) f(x</w:t>
      </w:r>
      <w:r w:rsidRPr="003A09A7">
        <w:rPr>
          <w:color w:val="FF0000"/>
          <w:vertAlign w:val="subscript"/>
        </w:rPr>
        <w:t>1</w:t>
      </w:r>
      <w:r w:rsidRPr="003A09A7">
        <w:rPr>
          <w:color w:val="FF0000"/>
        </w:rPr>
        <w:t>) und</w:t>
      </w:r>
      <w:r>
        <w:rPr>
          <w:color w:val="FF0000"/>
        </w:rPr>
        <w:t xml:space="preserve"> </w:t>
      </w:r>
      <w:r w:rsidRPr="003A09A7">
        <w:rPr>
          <w:color w:val="FF0000"/>
        </w:rPr>
        <w:t>f(</w:t>
      </w:r>
      <w:r w:rsidRPr="003A09A7">
        <w:rPr>
          <w:rFonts w:eastAsia="CMSY10" w:hint="eastAsia"/>
          <w:color w:val="FF0000"/>
        </w:rPr>
        <w:t>−</w:t>
      </w:r>
      <w:r w:rsidRPr="003A09A7">
        <w:rPr>
          <w:color w:val="FF0000"/>
        </w:rPr>
        <w:t>x</w:t>
      </w:r>
      <w:r w:rsidRPr="003A09A7">
        <w:rPr>
          <w:color w:val="FF0000"/>
          <w:vertAlign w:val="subscript"/>
        </w:rPr>
        <w:t>1</w:t>
      </w:r>
      <w:r w:rsidRPr="003A09A7">
        <w:rPr>
          <w:color w:val="FF0000"/>
        </w:rPr>
        <w:t>) zu besti</w:t>
      </w:r>
      <w:r w:rsidRPr="003A09A7">
        <w:rPr>
          <w:color w:val="FF0000"/>
        </w:rPr>
        <w:t>m</w:t>
      </w:r>
      <w:r w:rsidRPr="003A09A7">
        <w:rPr>
          <w:color w:val="FF0000"/>
        </w:rPr>
        <w:t xml:space="preserve">men. </w:t>
      </w:r>
    </w:p>
    <w:p w:rsidR="00C4450B" w:rsidRPr="003A09A7" w:rsidRDefault="00C4450B" w:rsidP="00C4450B">
      <w:pPr>
        <w:pStyle w:val="LSStandardtext"/>
        <w:ind w:firstLine="708"/>
        <w:rPr>
          <w:color w:val="FF0000"/>
        </w:rPr>
      </w:pPr>
      <w:r w:rsidRPr="003A09A7">
        <w:rPr>
          <w:color w:val="FF0000"/>
        </w:rPr>
        <w:t>Ist f(</w:t>
      </w:r>
      <w:r w:rsidRPr="003A09A7">
        <w:rPr>
          <w:rFonts w:eastAsia="CMSY10" w:hint="eastAsia"/>
          <w:color w:val="FF0000"/>
        </w:rPr>
        <w:t>−</w:t>
      </w:r>
      <w:r w:rsidRPr="003A09A7">
        <w:rPr>
          <w:color w:val="FF0000"/>
        </w:rPr>
        <w:t>x</w:t>
      </w:r>
      <w:r w:rsidRPr="003A09A7">
        <w:rPr>
          <w:color w:val="FF0000"/>
          <w:vertAlign w:val="subscript"/>
        </w:rPr>
        <w:t>1</w:t>
      </w:r>
      <w:r w:rsidRPr="003A09A7">
        <w:rPr>
          <w:color w:val="FF0000"/>
        </w:rPr>
        <w:t>) = f(x</w:t>
      </w:r>
      <w:r w:rsidRPr="003A09A7">
        <w:rPr>
          <w:color w:val="FF0000"/>
          <w:vertAlign w:val="subscript"/>
        </w:rPr>
        <w:t>1</w:t>
      </w:r>
      <w:r w:rsidRPr="003A09A7">
        <w:rPr>
          <w:color w:val="FF0000"/>
        </w:rPr>
        <w:t>), dann ist f gerade.</w:t>
      </w:r>
    </w:p>
    <w:p w:rsidR="00C4450B" w:rsidRPr="003A09A7" w:rsidRDefault="00C4450B" w:rsidP="00C4450B">
      <w:pPr>
        <w:pStyle w:val="LSStandardtext"/>
        <w:ind w:firstLine="708"/>
        <w:rPr>
          <w:color w:val="FF0000"/>
        </w:rPr>
      </w:pPr>
      <w:r w:rsidRPr="003A09A7">
        <w:rPr>
          <w:color w:val="FF0000"/>
        </w:rPr>
        <w:t>Ist f(</w:t>
      </w:r>
      <w:r w:rsidRPr="003A09A7">
        <w:rPr>
          <w:rFonts w:eastAsia="CMSY10" w:hint="eastAsia"/>
          <w:color w:val="FF0000"/>
        </w:rPr>
        <w:t>−</w:t>
      </w:r>
      <w:r w:rsidRPr="003A09A7">
        <w:rPr>
          <w:color w:val="FF0000"/>
        </w:rPr>
        <w:t>x</w:t>
      </w:r>
      <w:r w:rsidRPr="003A09A7">
        <w:rPr>
          <w:color w:val="FF0000"/>
          <w:vertAlign w:val="subscript"/>
        </w:rPr>
        <w:t>1</w:t>
      </w:r>
      <w:r w:rsidRPr="003A09A7">
        <w:rPr>
          <w:color w:val="FF0000"/>
        </w:rPr>
        <w:t xml:space="preserve">) = </w:t>
      </w:r>
      <w:r w:rsidRPr="003A09A7">
        <w:rPr>
          <w:rFonts w:eastAsia="CMSY10" w:hint="eastAsia"/>
          <w:color w:val="FF0000"/>
        </w:rPr>
        <w:t>−</w:t>
      </w:r>
      <w:r w:rsidRPr="003A09A7">
        <w:rPr>
          <w:color w:val="FF0000"/>
        </w:rPr>
        <w:t>f(x</w:t>
      </w:r>
      <w:r w:rsidRPr="003A09A7">
        <w:rPr>
          <w:color w:val="FF0000"/>
          <w:vertAlign w:val="subscript"/>
        </w:rPr>
        <w:t>1</w:t>
      </w:r>
      <w:r w:rsidRPr="003A09A7">
        <w:rPr>
          <w:color w:val="FF0000"/>
        </w:rPr>
        <w:t>), dann ist f ungerade.</w:t>
      </w:r>
    </w:p>
    <w:p w:rsidR="00C4450B" w:rsidRDefault="00C4450B" w:rsidP="00C4450B">
      <w:pPr>
        <w:pStyle w:val="LSStandardtext"/>
        <w:ind w:firstLine="708"/>
        <w:rPr>
          <w:color w:val="FF0000"/>
        </w:rPr>
      </w:pPr>
      <w:r w:rsidRPr="003A09A7">
        <w:rPr>
          <w:color w:val="FF0000"/>
        </w:rPr>
        <w:t>Ansonsten ist das rationale Polynom nicht symmetrisch.</w:t>
      </w:r>
    </w:p>
    <w:p w:rsidR="00C4450B" w:rsidRPr="003A09A7" w:rsidRDefault="00C4450B" w:rsidP="00C4450B">
      <w:pPr>
        <w:pStyle w:val="LSStandardtext"/>
        <w:ind w:firstLine="708"/>
        <w:rPr>
          <w:color w:val="FF0000"/>
        </w:rPr>
      </w:pPr>
    </w:p>
    <w:p w:rsidR="00C4450B" w:rsidRPr="006D2DC8" w:rsidRDefault="00C4450B" w:rsidP="00C4450B">
      <w:pPr>
        <w:pStyle w:val="LSStandardtext"/>
        <w:rPr>
          <w:i/>
          <w:color w:val="FF0000"/>
          <w:lang w:val="en-US"/>
        </w:rPr>
      </w:pPr>
      <w:proofErr w:type="spellStart"/>
      <w:proofErr w:type="gramStart"/>
      <w:r w:rsidRPr="006D2DC8">
        <w:rPr>
          <w:i/>
          <w:color w:val="FF0000"/>
          <w:lang w:val="en-US"/>
        </w:rPr>
        <w:t>Beweis</w:t>
      </w:r>
      <w:proofErr w:type="spellEnd"/>
      <w:r w:rsidRPr="006D2DC8">
        <w:rPr>
          <w:i/>
          <w:color w:val="FF0000"/>
          <w:lang w:val="en-US"/>
        </w:rPr>
        <w:t>.</w:t>
      </w:r>
      <w:proofErr w:type="gramEnd"/>
      <w:r w:rsidRPr="006D2DC8">
        <w:rPr>
          <w:i/>
          <w:color w:val="FF0000"/>
          <w:lang w:val="en-US"/>
        </w:rPr>
        <w:t xml:space="preserve"> </w:t>
      </w:r>
    </w:p>
    <w:p w:rsidR="00C4450B" w:rsidRPr="006D2DC8" w:rsidRDefault="00C4450B" w:rsidP="00C4450B">
      <w:pPr>
        <w:pStyle w:val="LSStandardtext"/>
        <w:rPr>
          <w:color w:val="FF0000"/>
          <w:lang w:val="en-US"/>
        </w:rPr>
      </w:pPr>
    </w:p>
    <w:p w:rsidR="00C4450B" w:rsidRPr="006D2DC8" w:rsidRDefault="00C4450B" w:rsidP="00C4450B">
      <w:pPr>
        <w:pStyle w:val="LSStandardtext"/>
        <w:rPr>
          <w:color w:val="FF0000"/>
          <w:lang w:val="en-US"/>
        </w:rPr>
      </w:pPr>
      <w:proofErr w:type="spellStart"/>
      <w:r w:rsidRPr="006D2DC8">
        <w:rPr>
          <w:color w:val="FF0000"/>
          <w:lang w:val="en-US"/>
        </w:rPr>
        <w:t>Es</w:t>
      </w:r>
      <w:proofErr w:type="spellEnd"/>
      <w:r w:rsidRPr="006D2DC8">
        <w:rPr>
          <w:color w:val="FF0000"/>
          <w:lang w:val="en-US"/>
        </w:rPr>
        <w:t xml:space="preserve"> </w:t>
      </w:r>
      <w:proofErr w:type="spellStart"/>
      <w:proofErr w:type="gramStart"/>
      <w:r w:rsidRPr="006D2DC8">
        <w:rPr>
          <w:color w:val="FF0000"/>
          <w:lang w:val="en-US"/>
        </w:rPr>
        <w:t>ist</w:t>
      </w:r>
      <w:proofErr w:type="spellEnd"/>
      <w:proofErr w:type="gramEnd"/>
    </w:p>
    <w:p w:rsidR="00C4450B" w:rsidRPr="00DA4D6C" w:rsidRDefault="00C4450B" w:rsidP="00C4450B">
      <w:pPr>
        <w:pStyle w:val="LSStandardtext"/>
        <w:ind w:firstLine="708"/>
        <w:rPr>
          <w:color w:val="FF0000"/>
          <w:lang w:val="en-US"/>
        </w:rPr>
      </w:pPr>
      <w:proofErr w:type="gramStart"/>
      <w:r w:rsidRPr="006D2DC8">
        <w:rPr>
          <w:color w:val="FF0000"/>
          <w:lang w:val="en-US"/>
        </w:rPr>
        <w:t>f(</w:t>
      </w:r>
      <w:proofErr w:type="gramEnd"/>
      <w:r w:rsidRPr="006D2DC8">
        <w:rPr>
          <w:rFonts w:eastAsia="CMSY10" w:hint="eastAsia"/>
          <w:color w:val="FF0000"/>
          <w:lang w:val="en-US"/>
        </w:rPr>
        <w:t>−</w:t>
      </w:r>
      <w:r w:rsidRPr="006D2DC8">
        <w:rPr>
          <w:color w:val="FF0000"/>
          <w:lang w:val="en-US"/>
        </w:rPr>
        <w:t>x</w:t>
      </w:r>
      <w:r w:rsidRPr="006D2DC8">
        <w:rPr>
          <w:color w:val="FF0000"/>
          <w:vertAlign w:val="subscript"/>
          <w:lang w:val="en-US"/>
        </w:rPr>
        <w:t>1</w:t>
      </w:r>
      <w:r w:rsidRPr="006D2DC8">
        <w:rPr>
          <w:color w:val="FF0000"/>
          <w:lang w:val="en-US"/>
        </w:rPr>
        <w:t>) = a</w:t>
      </w:r>
      <w:r w:rsidRPr="006D2DC8">
        <w:rPr>
          <w:color w:val="FF0000"/>
          <w:vertAlign w:val="subscript"/>
          <w:lang w:val="en-US"/>
        </w:rPr>
        <w:t>0</w:t>
      </w:r>
      <w:r w:rsidRPr="006D2DC8">
        <w:rPr>
          <w:color w:val="FF0000"/>
          <w:lang w:val="en-US"/>
        </w:rPr>
        <w:t xml:space="preserve"> + a</w:t>
      </w:r>
      <w:r w:rsidRPr="006D2DC8">
        <w:rPr>
          <w:color w:val="FF0000"/>
          <w:vertAlign w:val="subscript"/>
          <w:lang w:val="en-US"/>
        </w:rPr>
        <w:t>1</w:t>
      </w:r>
      <w:r w:rsidRPr="006D2DC8">
        <w:rPr>
          <w:color w:val="FF0000"/>
          <w:lang w:val="en-US"/>
        </w:rPr>
        <w:t>(</w:t>
      </w:r>
      <w:r w:rsidRPr="006D2DC8">
        <w:rPr>
          <w:rFonts w:eastAsia="CMSY10" w:hint="eastAsia"/>
          <w:color w:val="FF0000"/>
          <w:lang w:val="en-US"/>
        </w:rPr>
        <w:t>−</w:t>
      </w:r>
      <w:r w:rsidRPr="006D2DC8">
        <w:rPr>
          <w:color w:val="FF0000"/>
          <w:lang w:val="en-US"/>
        </w:rPr>
        <w:t>x</w:t>
      </w:r>
      <w:r w:rsidRPr="006D2DC8">
        <w:rPr>
          <w:color w:val="FF0000"/>
          <w:vertAlign w:val="subscript"/>
          <w:lang w:val="en-US"/>
        </w:rPr>
        <w:t>1</w:t>
      </w:r>
      <w:r w:rsidRPr="006D2DC8">
        <w:rPr>
          <w:color w:val="FF0000"/>
          <w:lang w:val="en-US"/>
        </w:rPr>
        <w:t>) + a</w:t>
      </w:r>
      <w:r w:rsidRPr="006D2DC8">
        <w:rPr>
          <w:color w:val="FF0000"/>
          <w:vertAlign w:val="subscript"/>
          <w:lang w:val="en-US"/>
        </w:rPr>
        <w:t>2</w:t>
      </w:r>
      <w:r w:rsidRPr="006D2DC8">
        <w:rPr>
          <w:color w:val="FF0000"/>
          <w:lang w:val="en-US"/>
        </w:rPr>
        <w:t>(</w:t>
      </w:r>
      <w:r w:rsidRPr="006D2DC8">
        <w:rPr>
          <w:rFonts w:eastAsia="CMSY10" w:hint="eastAsia"/>
          <w:color w:val="FF0000"/>
          <w:lang w:val="en-US"/>
        </w:rPr>
        <w:t>−</w:t>
      </w:r>
      <w:r w:rsidRPr="006D2DC8">
        <w:rPr>
          <w:color w:val="FF0000"/>
          <w:lang w:val="en-US"/>
        </w:rPr>
        <w:t>x</w:t>
      </w:r>
      <w:r w:rsidRPr="006D2DC8">
        <w:rPr>
          <w:color w:val="FF0000"/>
          <w:vertAlign w:val="subscript"/>
          <w:lang w:val="en-US"/>
        </w:rPr>
        <w:t>1</w:t>
      </w:r>
      <w:r w:rsidRPr="006D2DC8">
        <w:rPr>
          <w:color w:val="FF0000"/>
          <w:lang w:val="en-US"/>
        </w:rPr>
        <w:t>)</w:t>
      </w:r>
      <w:r w:rsidRPr="006D2DC8">
        <w:rPr>
          <w:color w:val="FF0000"/>
          <w:vertAlign w:val="superscript"/>
          <w:lang w:val="en-US"/>
        </w:rPr>
        <w:t>2</w:t>
      </w:r>
      <w:r w:rsidRPr="006D2DC8">
        <w:rPr>
          <w:color w:val="FF0000"/>
          <w:lang w:val="en-US"/>
        </w:rPr>
        <w:t xml:space="preserve"> + . . . </w:t>
      </w:r>
      <w:r w:rsidRPr="003A09A7">
        <w:rPr>
          <w:color w:val="FF0000"/>
          <w:lang w:val="en-US"/>
        </w:rPr>
        <w:t>+ a</w:t>
      </w:r>
      <w:r w:rsidRPr="003A09A7">
        <w:rPr>
          <w:color w:val="FF0000"/>
          <w:vertAlign w:val="subscript"/>
          <w:lang w:val="en-US"/>
        </w:rPr>
        <w:t>n</w:t>
      </w:r>
      <w:r w:rsidRPr="003A09A7">
        <w:rPr>
          <w:color w:val="FF0000"/>
          <w:lang w:val="en-US"/>
        </w:rPr>
        <w:t>(</w:t>
      </w:r>
      <w:r w:rsidRPr="003A09A7">
        <w:rPr>
          <w:rFonts w:eastAsia="CMSY10" w:hint="eastAsia"/>
          <w:color w:val="FF0000"/>
          <w:lang w:val="en-US"/>
        </w:rPr>
        <w:t>−</w:t>
      </w:r>
      <w:r w:rsidRPr="003A09A7">
        <w:rPr>
          <w:color w:val="FF0000"/>
          <w:lang w:val="en-US"/>
        </w:rPr>
        <w:t>x</w:t>
      </w:r>
      <w:r w:rsidRPr="003A09A7">
        <w:rPr>
          <w:color w:val="FF0000"/>
          <w:vertAlign w:val="subscript"/>
          <w:lang w:val="en-US"/>
        </w:rPr>
        <w:t>1</w:t>
      </w:r>
      <w:r w:rsidRPr="003A09A7">
        <w:rPr>
          <w:color w:val="FF0000"/>
          <w:lang w:val="en-US"/>
        </w:rPr>
        <w:t>)</w:t>
      </w:r>
      <w:r w:rsidRPr="003A09A7">
        <w:rPr>
          <w:color w:val="FF0000"/>
          <w:vertAlign w:val="superscript"/>
          <w:lang w:val="en-US"/>
        </w:rPr>
        <w:t>n</w:t>
      </w:r>
      <w:r w:rsidR="007F438D">
        <w:rPr>
          <w:color w:val="FF0000"/>
          <w:lang w:val="en-US"/>
        </w:rPr>
        <w:t xml:space="preserve"> </w:t>
      </w:r>
    </w:p>
    <w:p w:rsidR="00C4450B" w:rsidRPr="003A09A7" w:rsidRDefault="00C4450B" w:rsidP="00C4450B">
      <w:pPr>
        <w:pStyle w:val="LSStandardtext"/>
        <w:ind w:left="708"/>
        <w:rPr>
          <w:color w:val="FF0000"/>
          <w:lang w:val="en-US"/>
        </w:rPr>
      </w:pPr>
      <w:r>
        <w:rPr>
          <w:color w:val="FF0000"/>
          <w:lang w:val="en-US"/>
        </w:rPr>
        <w:t xml:space="preserve">         </w:t>
      </w:r>
      <w:r w:rsidRPr="003A09A7">
        <w:rPr>
          <w:color w:val="FF0000"/>
          <w:lang w:val="en-US"/>
        </w:rPr>
        <w:t>= a</w:t>
      </w:r>
      <w:r w:rsidRPr="003A09A7">
        <w:rPr>
          <w:color w:val="FF0000"/>
          <w:vertAlign w:val="subscript"/>
          <w:lang w:val="en-US"/>
        </w:rPr>
        <w:t>0</w:t>
      </w:r>
      <w:r w:rsidRPr="003A09A7">
        <w:rPr>
          <w:color w:val="FF0000"/>
          <w:lang w:val="en-US"/>
        </w:rPr>
        <w:t xml:space="preserve"> </w:t>
      </w:r>
      <w:r w:rsidRPr="003A09A7">
        <w:rPr>
          <w:rFonts w:eastAsia="CMSY10" w:hint="eastAsia"/>
          <w:color w:val="FF0000"/>
          <w:lang w:val="en-US"/>
        </w:rPr>
        <w:t>−</w:t>
      </w:r>
      <w:r w:rsidRPr="003A09A7">
        <w:rPr>
          <w:rFonts w:eastAsia="CMSY10"/>
          <w:color w:val="FF0000"/>
          <w:lang w:val="en-US"/>
        </w:rPr>
        <w:t xml:space="preserve"> </w:t>
      </w:r>
      <w:r w:rsidRPr="003A09A7">
        <w:rPr>
          <w:color w:val="FF0000"/>
          <w:lang w:val="en-US"/>
        </w:rPr>
        <w:t>a</w:t>
      </w:r>
      <w:r w:rsidRPr="003A09A7">
        <w:rPr>
          <w:color w:val="FF0000"/>
          <w:vertAlign w:val="subscript"/>
          <w:lang w:val="en-US"/>
        </w:rPr>
        <w:t>1</w:t>
      </w:r>
      <w:r w:rsidRPr="003A09A7">
        <w:rPr>
          <w:color w:val="FF0000"/>
          <w:lang w:val="en-US"/>
        </w:rPr>
        <w:t>x</w:t>
      </w:r>
      <w:r w:rsidRPr="003A09A7">
        <w:rPr>
          <w:color w:val="FF0000"/>
          <w:vertAlign w:val="subscript"/>
          <w:lang w:val="en-US"/>
        </w:rPr>
        <w:t>1</w:t>
      </w:r>
      <w:r w:rsidRPr="003A09A7">
        <w:rPr>
          <w:color w:val="FF0000"/>
          <w:lang w:val="en-US"/>
        </w:rPr>
        <w:t xml:space="preserve"> + </w:t>
      </w:r>
      <w:proofErr w:type="gramStart"/>
      <w:r w:rsidRPr="003A09A7">
        <w:rPr>
          <w:color w:val="FF0000"/>
          <w:lang w:val="en-US"/>
        </w:rPr>
        <w:t>a</w:t>
      </w:r>
      <w:r w:rsidRPr="003A09A7">
        <w:rPr>
          <w:color w:val="FF0000"/>
          <w:vertAlign w:val="subscript"/>
          <w:lang w:val="en-US"/>
        </w:rPr>
        <w:t>2</w:t>
      </w:r>
      <w:r>
        <w:rPr>
          <w:color w:val="FF0000"/>
          <w:lang w:val="en-US"/>
        </w:rPr>
        <w:t>x</w:t>
      </w:r>
      <w:r w:rsidRPr="003A09A7">
        <w:rPr>
          <w:color w:val="FF0000"/>
          <w:vertAlign w:val="subscript"/>
          <w:lang w:val="en-US"/>
        </w:rPr>
        <w:t>1</w:t>
      </w:r>
      <w:r w:rsidRPr="003A09A7">
        <w:rPr>
          <w:color w:val="FF0000"/>
          <w:vertAlign w:val="superscript"/>
          <w:lang w:val="en-US"/>
        </w:rPr>
        <w:t>2</w:t>
      </w:r>
      <w:proofErr w:type="gramEnd"/>
      <m:oMath>
        <m:r>
          <w:rPr>
            <w:rFonts w:ascii="Cambria Math" w:hAnsi="Cambria Math"/>
            <w:color w:val="FF0000"/>
            <w:vertAlign w:val="superscript"/>
            <w:lang w:val="en-US"/>
          </w:rPr>
          <m:t>∓</m:t>
        </m:r>
      </m:oMath>
      <w:r w:rsidRPr="003A09A7">
        <w:rPr>
          <w:color w:val="FF0000"/>
          <w:lang w:val="en-US"/>
        </w:rPr>
        <w:t>. . . + (</w:t>
      </w:r>
      <w:r w:rsidRPr="003A09A7">
        <w:rPr>
          <w:rFonts w:eastAsia="CMSY10" w:hint="eastAsia"/>
          <w:color w:val="FF0000"/>
          <w:lang w:val="en-US"/>
        </w:rPr>
        <w:t>−</w:t>
      </w:r>
      <w:r w:rsidRPr="003A09A7">
        <w:rPr>
          <w:color w:val="FF0000"/>
          <w:lang w:val="en-US"/>
        </w:rPr>
        <w:t>1)</w:t>
      </w:r>
      <w:r w:rsidRPr="003A09A7">
        <w:rPr>
          <w:color w:val="FF0000"/>
          <w:vertAlign w:val="superscript"/>
          <w:lang w:val="en-US"/>
        </w:rPr>
        <w:t>n</w:t>
      </w:r>
      <w:r w:rsidRPr="003A09A7">
        <w:rPr>
          <w:color w:val="FF0000"/>
          <w:lang w:val="en-US"/>
        </w:rPr>
        <w:t>a</w:t>
      </w:r>
      <w:r w:rsidRPr="003A09A7">
        <w:rPr>
          <w:color w:val="FF0000"/>
          <w:vertAlign w:val="subscript"/>
          <w:lang w:val="en-US"/>
        </w:rPr>
        <w:t>n</w:t>
      </w:r>
      <w:r>
        <w:rPr>
          <w:color w:val="FF0000"/>
          <w:lang w:val="en-US"/>
        </w:rPr>
        <w:t>x</w:t>
      </w:r>
      <w:r w:rsidRPr="003A09A7">
        <w:rPr>
          <w:color w:val="FF0000"/>
          <w:vertAlign w:val="subscript"/>
          <w:lang w:val="en-US"/>
        </w:rPr>
        <w:t>1</w:t>
      </w:r>
      <w:r w:rsidRPr="003A09A7">
        <w:rPr>
          <w:color w:val="FF0000"/>
          <w:vertAlign w:val="superscript"/>
          <w:lang w:val="en-US"/>
        </w:rPr>
        <w:t>n</w:t>
      </w:r>
    </w:p>
    <w:p w:rsidR="00C4450B" w:rsidRPr="003A09A7" w:rsidRDefault="00C4450B" w:rsidP="00C4450B">
      <w:pPr>
        <w:pStyle w:val="LSStandardtext"/>
        <w:ind w:firstLine="708"/>
        <w:rPr>
          <w:color w:val="FF0000"/>
          <w:vertAlign w:val="superscript"/>
          <w:lang w:val="en-US"/>
        </w:rPr>
      </w:pPr>
      <w:proofErr w:type="gramStart"/>
      <w:r w:rsidRPr="003A09A7">
        <w:rPr>
          <w:color w:val="FF0000"/>
          <w:lang w:val="en-US"/>
        </w:rPr>
        <w:t>f(</w:t>
      </w:r>
      <w:proofErr w:type="gramEnd"/>
      <w:r w:rsidRPr="003A09A7">
        <w:rPr>
          <w:color w:val="FF0000"/>
          <w:lang w:val="en-US"/>
        </w:rPr>
        <w:t>x</w:t>
      </w:r>
      <w:r w:rsidRPr="003A09A7">
        <w:rPr>
          <w:color w:val="FF0000"/>
          <w:vertAlign w:val="subscript"/>
          <w:lang w:val="en-US"/>
        </w:rPr>
        <w:t>1</w:t>
      </w:r>
      <w:r w:rsidRPr="003A09A7">
        <w:rPr>
          <w:color w:val="FF0000"/>
          <w:lang w:val="en-US"/>
        </w:rPr>
        <w:t>) = a</w:t>
      </w:r>
      <w:r w:rsidRPr="003A09A7">
        <w:rPr>
          <w:color w:val="FF0000"/>
          <w:vertAlign w:val="subscript"/>
          <w:lang w:val="en-US"/>
        </w:rPr>
        <w:t>0</w:t>
      </w:r>
      <w:r w:rsidRPr="003A09A7">
        <w:rPr>
          <w:color w:val="FF0000"/>
          <w:lang w:val="en-US"/>
        </w:rPr>
        <w:t xml:space="preserve"> + a</w:t>
      </w:r>
      <w:r w:rsidRPr="003A09A7">
        <w:rPr>
          <w:color w:val="FF0000"/>
          <w:vertAlign w:val="subscript"/>
          <w:lang w:val="en-US"/>
        </w:rPr>
        <w:t>1</w:t>
      </w:r>
      <w:r w:rsidRPr="003A09A7">
        <w:rPr>
          <w:color w:val="FF0000"/>
          <w:lang w:val="en-US"/>
        </w:rPr>
        <w:t>x</w:t>
      </w:r>
      <w:r w:rsidRPr="003A09A7">
        <w:rPr>
          <w:color w:val="FF0000"/>
          <w:vertAlign w:val="subscript"/>
          <w:lang w:val="en-US"/>
        </w:rPr>
        <w:t>1</w:t>
      </w:r>
      <w:r w:rsidRPr="003A09A7">
        <w:rPr>
          <w:color w:val="FF0000"/>
          <w:lang w:val="en-US"/>
        </w:rPr>
        <w:t xml:space="preserve"> + a</w:t>
      </w:r>
      <w:r w:rsidRPr="003A09A7">
        <w:rPr>
          <w:color w:val="FF0000"/>
          <w:vertAlign w:val="subscript"/>
          <w:lang w:val="en-US"/>
        </w:rPr>
        <w:t>2</w:t>
      </w:r>
      <w:r>
        <w:rPr>
          <w:color w:val="FF0000"/>
          <w:lang w:val="en-US"/>
        </w:rPr>
        <w:t>x</w:t>
      </w:r>
      <w:r w:rsidRPr="003A09A7">
        <w:rPr>
          <w:color w:val="FF0000"/>
          <w:vertAlign w:val="subscript"/>
          <w:lang w:val="en-US"/>
        </w:rPr>
        <w:t>1</w:t>
      </w:r>
      <w:r w:rsidRPr="003A09A7">
        <w:rPr>
          <w:color w:val="FF0000"/>
          <w:vertAlign w:val="superscript"/>
          <w:lang w:val="en-US"/>
        </w:rPr>
        <w:t>2</w:t>
      </w:r>
      <w:r w:rsidRPr="003A09A7">
        <w:rPr>
          <w:color w:val="FF0000"/>
          <w:lang w:val="en-US"/>
        </w:rPr>
        <w:t>+ . . . + a</w:t>
      </w:r>
      <w:r w:rsidRPr="003A09A7">
        <w:rPr>
          <w:color w:val="FF0000"/>
          <w:vertAlign w:val="subscript"/>
          <w:lang w:val="en-US"/>
        </w:rPr>
        <w:t>n</w:t>
      </w:r>
      <w:r w:rsidRPr="003A09A7">
        <w:rPr>
          <w:color w:val="FF0000"/>
          <w:lang w:val="en-US"/>
        </w:rPr>
        <w:t>x</w:t>
      </w:r>
      <w:r>
        <w:rPr>
          <w:color w:val="FF0000"/>
          <w:vertAlign w:val="subscript"/>
          <w:lang w:val="en-US"/>
        </w:rPr>
        <w:t>1</w:t>
      </w:r>
      <w:r w:rsidRPr="003A09A7">
        <w:rPr>
          <w:color w:val="FF0000"/>
          <w:vertAlign w:val="superscript"/>
          <w:lang w:val="en-US"/>
        </w:rPr>
        <w:t>n</w:t>
      </w:r>
    </w:p>
    <w:p w:rsidR="00C4450B" w:rsidRPr="003A09A7" w:rsidRDefault="00C4450B" w:rsidP="00C4450B">
      <w:pPr>
        <w:pStyle w:val="LSStandardtext"/>
        <w:ind w:firstLine="708"/>
        <w:rPr>
          <w:color w:val="FF0000"/>
          <w:lang w:val="en-US"/>
        </w:rPr>
      </w:pPr>
      <w:proofErr w:type="gramStart"/>
      <w:r w:rsidRPr="003A09A7">
        <w:rPr>
          <w:color w:val="FF0000"/>
          <w:lang w:val="en-US"/>
        </w:rPr>
        <w:t>f(</w:t>
      </w:r>
      <w:proofErr w:type="gramEnd"/>
      <w:r w:rsidRPr="003A09A7">
        <w:rPr>
          <w:rFonts w:eastAsia="CMSY10" w:hint="eastAsia"/>
          <w:color w:val="FF0000"/>
          <w:lang w:val="en-US"/>
        </w:rPr>
        <w:t>−</w:t>
      </w:r>
      <w:r w:rsidRPr="003A09A7">
        <w:rPr>
          <w:color w:val="FF0000"/>
          <w:lang w:val="en-US"/>
        </w:rPr>
        <w:t>x</w:t>
      </w:r>
      <w:r w:rsidRPr="003A09A7">
        <w:rPr>
          <w:color w:val="FF0000"/>
          <w:vertAlign w:val="subscript"/>
          <w:lang w:val="en-US"/>
        </w:rPr>
        <w:t>1</w:t>
      </w:r>
      <w:r w:rsidRPr="003A09A7">
        <w:rPr>
          <w:color w:val="FF0000"/>
          <w:lang w:val="en-US"/>
        </w:rPr>
        <w:t>) + f(x</w:t>
      </w:r>
      <w:r w:rsidRPr="003A09A7">
        <w:rPr>
          <w:color w:val="FF0000"/>
          <w:vertAlign w:val="subscript"/>
          <w:lang w:val="en-US"/>
        </w:rPr>
        <w:t>1</w:t>
      </w:r>
      <w:r w:rsidRPr="003A09A7">
        <w:rPr>
          <w:color w:val="FF0000"/>
          <w:lang w:val="en-US"/>
        </w:rPr>
        <w:t xml:space="preserve">) = 2 </w:t>
      </w:r>
      <w:r w:rsidRPr="003A09A7">
        <w:rPr>
          <w:rFonts w:eastAsia="CMSY10" w:hint="eastAsia"/>
          <w:color w:val="FF0000"/>
        </w:rPr>
        <w:t>・</w:t>
      </w:r>
      <w:r w:rsidRPr="003A09A7">
        <w:rPr>
          <w:rFonts w:eastAsia="CMSY10" w:hint="eastAsia"/>
          <w:color w:val="FF0000"/>
          <w:lang w:val="en-US"/>
        </w:rPr>
        <w:t xml:space="preserve"> </w:t>
      </w:r>
      <w:r w:rsidRPr="003A09A7">
        <w:rPr>
          <w:color w:val="FF0000"/>
          <w:lang w:val="en-US"/>
        </w:rPr>
        <w:t>[a</w:t>
      </w:r>
      <w:r w:rsidRPr="003A09A7">
        <w:rPr>
          <w:color w:val="FF0000"/>
          <w:vertAlign w:val="subscript"/>
          <w:lang w:val="en-US"/>
        </w:rPr>
        <w:t>0</w:t>
      </w:r>
      <w:r w:rsidRPr="003A09A7">
        <w:rPr>
          <w:color w:val="FF0000"/>
          <w:lang w:val="en-US"/>
        </w:rPr>
        <w:t xml:space="preserve"> + a</w:t>
      </w:r>
      <w:r w:rsidRPr="003A09A7">
        <w:rPr>
          <w:color w:val="FF0000"/>
          <w:vertAlign w:val="subscript"/>
          <w:lang w:val="en-US"/>
        </w:rPr>
        <w:t>2</w:t>
      </w:r>
      <w:r>
        <w:rPr>
          <w:color w:val="FF0000"/>
          <w:lang w:val="en-US"/>
        </w:rPr>
        <w:t>x</w:t>
      </w:r>
      <w:r w:rsidRPr="003A09A7">
        <w:rPr>
          <w:color w:val="FF0000"/>
          <w:vertAlign w:val="subscript"/>
          <w:lang w:val="en-US"/>
        </w:rPr>
        <w:t>1</w:t>
      </w:r>
      <w:r w:rsidRPr="003A09A7">
        <w:rPr>
          <w:color w:val="FF0000"/>
          <w:vertAlign w:val="superscript"/>
          <w:lang w:val="en-US"/>
        </w:rPr>
        <w:t>2</w:t>
      </w:r>
      <w:r w:rsidRPr="003A09A7">
        <w:rPr>
          <w:color w:val="FF0000"/>
          <w:lang w:val="en-US"/>
        </w:rPr>
        <w:t>+ . . . + a</w:t>
      </w:r>
      <w:r w:rsidRPr="003A09A7">
        <w:rPr>
          <w:color w:val="FF0000"/>
          <w:vertAlign w:val="subscript"/>
          <w:lang w:val="en-US"/>
        </w:rPr>
        <w:t>p</w:t>
      </w:r>
      <w:r>
        <w:rPr>
          <w:color w:val="FF0000"/>
          <w:lang w:val="en-US"/>
        </w:rPr>
        <w:t>x</w:t>
      </w:r>
      <w:r w:rsidRPr="003A09A7">
        <w:rPr>
          <w:color w:val="FF0000"/>
          <w:vertAlign w:val="subscript"/>
          <w:lang w:val="en-US"/>
        </w:rPr>
        <w:t>1</w:t>
      </w:r>
      <w:r w:rsidRPr="003A09A7">
        <w:rPr>
          <w:color w:val="FF0000"/>
          <w:vertAlign w:val="superscript"/>
          <w:lang w:val="en-US"/>
        </w:rPr>
        <w:t>p</w:t>
      </w:r>
      <w:r w:rsidRPr="003A09A7">
        <w:rPr>
          <w:color w:val="FF0000"/>
          <w:lang w:val="en-US"/>
        </w:rPr>
        <w:t>]</w:t>
      </w:r>
    </w:p>
    <w:p w:rsidR="00C4450B" w:rsidRPr="007336B2" w:rsidRDefault="00C4450B" w:rsidP="00C4450B">
      <w:pPr>
        <w:pStyle w:val="LSStandardtext"/>
        <w:ind w:firstLine="708"/>
        <w:rPr>
          <w:color w:val="FF0000"/>
          <w:lang w:val="en-US"/>
        </w:rPr>
      </w:pPr>
      <w:proofErr w:type="gramStart"/>
      <w:r w:rsidRPr="006D2DC8">
        <w:rPr>
          <w:color w:val="FF0000"/>
          <w:lang w:val="en-US"/>
        </w:rPr>
        <w:t>f(</w:t>
      </w:r>
      <w:proofErr w:type="gramEnd"/>
      <w:r w:rsidRPr="006D2DC8">
        <w:rPr>
          <w:rFonts w:eastAsia="CMSY10" w:hint="eastAsia"/>
          <w:color w:val="FF0000"/>
          <w:lang w:val="en-US"/>
        </w:rPr>
        <w:t>−</w:t>
      </w:r>
      <w:r w:rsidRPr="006D2DC8">
        <w:rPr>
          <w:color w:val="FF0000"/>
          <w:lang w:val="en-US"/>
        </w:rPr>
        <w:t>x</w:t>
      </w:r>
      <w:r w:rsidRPr="006D2DC8">
        <w:rPr>
          <w:color w:val="FF0000"/>
          <w:vertAlign w:val="subscript"/>
          <w:lang w:val="en-US"/>
        </w:rPr>
        <w:t>1</w:t>
      </w:r>
      <w:r w:rsidRPr="006D2DC8">
        <w:rPr>
          <w:color w:val="FF0000"/>
          <w:lang w:val="en-US"/>
        </w:rPr>
        <w:t xml:space="preserve">) </w:t>
      </w:r>
      <w:r w:rsidRPr="006D2DC8">
        <w:rPr>
          <w:rFonts w:eastAsia="CMSY10" w:hint="eastAsia"/>
          <w:color w:val="FF0000"/>
          <w:lang w:val="en-US"/>
        </w:rPr>
        <w:t>−</w:t>
      </w:r>
      <w:r w:rsidRPr="006D2DC8">
        <w:rPr>
          <w:rFonts w:eastAsia="CMSY10"/>
          <w:color w:val="FF0000"/>
          <w:lang w:val="en-US"/>
        </w:rPr>
        <w:t xml:space="preserve"> </w:t>
      </w:r>
      <w:r w:rsidRPr="006D2DC8">
        <w:rPr>
          <w:color w:val="FF0000"/>
          <w:lang w:val="en-US"/>
        </w:rPr>
        <w:t>f(x</w:t>
      </w:r>
      <w:r w:rsidRPr="006D2DC8">
        <w:rPr>
          <w:color w:val="FF0000"/>
          <w:vertAlign w:val="subscript"/>
          <w:lang w:val="en-US"/>
        </w:rPr>
        <w:t>1</w:t>
      </w:r>
      <w:r w:rsidRPr="006D2DC8">
        <w:rPr>
          <w:color w:val="FF0000"/>
          <w:lang w:val="en-US"/>
        </w:rPr>
        <w:t xml:space="preserve">) = </w:t>
      </w:r>
      <w:r w:rsidRPr="006D2DC8">
        <w:rPr>
          <w:rFonts w:eastAsia="CMSY10" w:hint="eastAsia"/>
          <w:color w:val="FF0000"/>
          <w:lang w:val="en-US"/>
        </w:rPr>
        <w:t>−</w:t>
      </w:r>
      <w:r w:rsidRPr="006D2DC8">
        <w:rPr>
          <w:color w:val="FF0000"/>
          <w:lang w:val="en-US"/>
        </w:rPr>
        <w:t xml:space="preserve">2 </w:t>
      </w:r>
      <w:r w:rsidRPr="003A09A7">
        <w:rPr>
          <w:rFonts w:eastAsia="CMSY10" w:hint="eastAsia"/>
          <w:color w:val="FF0000"/>
        </w:rPr>
        <w:t>・</w:t>
      </w:r>
      <w:r w:rsidRPr="006D2DC8">
        <w:rPr>
          <w:rFonts w:eastAsia="CMSY10" w:hint="eastAsia"/>
          <w:color w:val="FF0000"/>
          <w:lang w:val="en-US"/>
        </w:rPr>
        <w:t xml:space="preserve"> </w:t>
      </w:r>
      <w:r w:rsidRPr="006D2DC8">
        <w:rPr>
          <w:color w:val="FF0000"/>
          <w:lang w:val="en-US"/>
        </w:rPr>
        <w:t>[a</w:t>
      </w:r>
      <w:r w:rsidRPr="006D2DC8">
        <w:rPr>
          <w:color w:val="FF0000"/>
          <w:vertAlign w:val="subscript"/>
          <w:lang w:val="en-US"/>
        </w:rPr>
        <w:t>1</w:t>
      </w:r>
      <w:r w:rsidRPr="006D2DC8">
        <w:rPr>
          <w:color w:val="FF0000"/>
          <w:lang w:val="en-US"/>
        </w:rPr>
        <w:t>x</w:t>
      </w:r>
      <w:r w:rsidRPr="006D2DC8">
        <w:rPr>
          <w:color w:val="FF0000"/>
          <w:vertAlign w:val="subscript"/>
          <w:lang w:val="en-US"/>
        </w:rPr>
        <w:t>1</w:t>
      </w:r>
      <w:r w:rsidRPr="006D2DC8">
        <w:rPr>
          <w:color w:val="FF0000"/>
          <w:lang w:val="en-US"/>
        </w:rPr>
        <w:t xml:space="preserve"> + a</w:t>
      </w:r>
      <w:r w:rsidRPr="006D2DC8">
        <w:rPr>
          <w:color w:val="FF0000"/>
          <w:vertAlign w:val="subscript"/>
          <w:lang w:val="en-US"/>
        </w:rPr>
        <w:t>3</w:t>
      </w:r>
      <w:r w:rsidRPr="006D2DC8">
        <w:rPr>
          <w:color w:val="FF0000"/>
          <w:lang w:val="en-US"/>
        </w:rPr>
        <w:t>x</w:t>
      </w:r>
      <w:r w:rsidRPr="006D2DC8">
        <w:rPr>
          <w:color w:val="FF0000"/>
          <w:vertAlign w:val="subscript"/>
          <w:lang w:val="en-US"/>
        </w:rPr>
        <w:t>1</w:t>
      </w:r>
      <w:r w:rsidRPr="006D2DC8">
        <w:rPr>
          <w:color w:val="FF0000"/>
          <w:vertAlign w:val="superscript"/>
          <w:lang w:val="en-US"/>
        </w:rPr>
        <w:t>3</w:t>
      </w:r>
      <w:r w:rsidRPr="006D2DC8">
        <w:rPr>
          <w:color w:val="FF0000"/>
          <w:lang w:val="en-US"/>
        </w:rPr>
        <w:t xml:space="preserve">+ . . . </w:t>
      </w:r>
      <w:r w:rsidRPr="007336B2">
        <w:rPr>
          <w:color w:val="FF0000"/>
          <w:lang w:val="en-US"/>
        </w:rPr>
        <w:t>+ a</w:t>
      </w:r>
      <w:r w:rsidRPr="007336B2">
        <w:rPr>
          <w:color w:val="FF0000"/>
          <w:vertAlign w:val="subscript"/>
          <w:lang w:val="en-US"/>
        </w:rPr>
        <w:t>q</w:t>
      </w:r>
      <w:r w:rsidRPr="007336B2">
        <w:rPr>
          <w:color w:val="FF0000"/>
          <w:lang w:val="en-US"/>
        </w:rPr>
        <w:t>x</w:t>
      </w:r>
      <w:r w:rsidRPr="007336B2">
        <w:rPr>
          <w:color w:val="FF0000"/>
          <w:vertAlign w:val="subscript"/>
          <w:lang w:val="en-US"/>
        </w:rPr>
        <w:t>1</w:t>
      </w:r>
      <w:r w:rsidRPr="007336B2">
        <w:rPr>
          <w:color w:val="FF0000"/>
          <w:vertAlign w:val="superscript"/>
          <w:lang w:val="en-US"/>
        </w:rPr>
        <w:t>q</w:t>
      </w:r>
      <w:r w:rsidRPr="007336B2">
        <w:rPr>
          <w:color w:val="FF0000"/>
          <w:lang w:val="en-US"/>
        </w:rPr>
        <w:t>]</w:t>
      </w:r>
    </w:p>
    <w:p w:rsidR="00C4450B" w:rsidRDefault="00C4450B" w:rsidP="00C4450B">
      <w:pPr>
        <w:pStyle w:val="LSStandardtext"/>
        <w:rPr>
          <w:color w:val="FF0000"/>
        </w:rPr>
      </w:pPr>
      <w:r w:rsidRPr="003A09A7">
        <w:rPr>
          <w:color w:val="FF0000"/>
        </w:rPr>
        <w:t xml:space="preserve">wobei p die größte gerade Zahl </w:t>
      </w:r>
      <w:r w:rsidRPr="003A09A7">
        <w:rPr>
          <w:rFonts w:eastAsia="CMSY10" w:hint="eastAsia"/>
          <w:color w:val="FF0000"/>
        </w:rPr>
        <w:t>≤</w:t>
      </w:r>
      <w:r w:rsidRPr="003A09A7">
        <w:rPr>
          <w:rFonts w:eastAsia="CMSY10"/>
          <w:color w:val="FF0000"/>
        </w:rPr>
        <w:t xml:space="preserve"> </w:t>
      </w:r>
      <w:r w:rsidRPr="003A09A7">
        <w:rPr>
          <w:color w:val="FF0000"/>
        </w:rPr>
        <w:t xml:space="preserve">n und q die größte ungerade Zahl </w:t>
      </w:r>
      <w:r w:rsidRPr="003A09A7">
        <w:rPr>
          <w:rFonts w:eastAsia="CMSY10" w:hint="eastAsia"/>
          <w:color w:val="FF0000"/>
        </w:rPr>
        <w:t>≤</w:t>
      </w:r>
      <w:r w:rsidRPr="003A09A7">
        <w:rPr>
          <w:rFonts w:eastAsia="CMSY10"/>
          <w:color w:val="FF0000"/>
        </w:rPr>
        <w:t xml:space="preserve"> </w:t>
      </w:r>
      <w:r w:rsidRPr="003A09A7">
        <w:rPr>
          <w:color w:val="FF0000"/>
        </w:rPr>
        <w:t xml:space="preserve">n ist. </w:t>
      </w:r>
    </w:p>
    <w:p w:rsidR="00C4450B" w:rsidRDefault="00C4450B" w:rsidP="00C4450B">
      <w:pPr>
        <w:pStyle w:val="LSStandardtext"/>
        <w:rPr>
          <w:color w:val="FF0000"/>
        </w:rPr>
      </w:pPr>
      <w:r w:rsidRPr="003A09A7">
        <w:rPr>
          <w:color w:val="FF0000"/>
        </w:rPr>
        <w:t>Für f(</w:t>
      </w:r>
      <w:r w:rsidRPr="003A09A7">
        <w:rPr>
          <w:rFonts w:eastAsia="CMSY10" w:hint="eastAsia"/>
          <w:color w:val="FF0000"/>
        </w:rPr>
        <w:t>−</w:t>
      </w:r>
      <w:r w:rsidRPr="003A09A7">
        <w:rPr>
          <w:color w:val="FF0000"/>
        </w:rPr>
        <w:t>x</w:t>
      </w:r>
      <w:r w:rsidRPr="00F6253A">
        <w:rPr>
          <w:color w:val="FF0000"/>
          <w:vertAlign w:val="subscript"/>
        </w:rPr>
        <w:t>1</w:t>
      </w:r>
      <w:r w:rsidRPr="003A09A7">
        <w:rPr>
          <w:color w:val="FF0000"/>
        </w:rPr>
        <w:t>) = f(x</w:t>
      </w:r>
      <w:r w:rsidRPr="00F6253A">
        <w:rPr>
          <w:color w:val="FF0000"/>
          <w:vertAlign w:val="subscript"/>
        </w:rPr>
        <w:t>1</w:t>
      </w:r>
      <w:r w:rsidRPr="003A09A7">
        <w:rPr>
          <w:color w:val="FF0000"/>
        </w:rPr>
        <w:t xml:space="preserve">) ist </w:t>
      </w:r>
    </w:p>
    <w:p w:rsidR="00C4450B" w:rsidRPr="003A09A7" w:rsidRDefault="00C4450B" w:rsidP="00C4450B">
      <w:pPr>
        <w:pStyle w:val="LSStandardtext"/>
        <w:ind w:firstLine="708"/>
        <w:rPr>
          <w:color w:val="FF0000"/>
        </w:rPr>
      </w:pPr>
      <w:r w:rsidRPr="003A09A7">
        <w:rPr>
          <w:color w:val="FF0000"/>
        </w:rPr>
        <w:t>a</w:t>
      </w:r>
      <w:r w:rsidRPr="00F6253A">
        <w:rPr>
          <w:color w:val="FF0000"/>
          <w:vertAlign w:val="subscript"/>
        </w:rPr>
        <w:t>1</w:t>
      </w:r>
      <w:r w:rsidRPr="003A09A7">
        <w:rPr>
          <w:color w:val="FF0000"/>
        </w:rPr>
        <w:t>x</w:t>
      </w:r>
      <w:r w:rsidRPr="00F6253A">
        <w:rPr>
          <w:color w:val="FF0000"/>
          <w:vertAlign w:val="subscript"/>
        </w:rPr>
        <w:t>1</w:t>
      </w:r>
      <w:r w:rsidRPr="003A09A7">
        <w:rPr>
          <w:color w:val="FF0000"/>
        </w:rPr>
        <w:t xml:space="preserve"> + a</w:t>
      </w:r>
      <w:r w:rsidRPr="00F6253A">
        <w:rPr>
          <w:color w:val="FF0000"/>
          <w:vertAlign w:val="subscript"/>
        </w:rPr>
        <w:t>3</w:t>
      </w:r>
      <w:r>
        <w:rPr>
          <w:color w:val="FF0000"/>
        </w:rPr>
        <w:t>x</w:t>
      </w:r>
      <w:r w:rsidRPr="00F6253A">
        <w:rPr>
          <w:color w:val="FF0000"/>
          <w:vertAlign w:val="subscript"/>
        </w:rPr>
        <w:t>1</w:t>
      </w:r>
      <w:r w:rsidRPr="00F6253A">
        <w:rPr>
          <w:color w:val="FF0000"/>
          <w:vertAlign w:val="superscript"/>
        </w:rPr>
        <w:t>3</w:t>
      </w:r>
      <w:r w:rsidRPr="003A09A7">
        <w:rPr>
          <w:color w:val="FF0000"/>
        </w:rPr>
        <w:t>+ . . . + a</w:t>
      </w:r>
      <w:r w:rsidRPr="00F6253A">
        <w:rPr>
          <w:color w:val="FF0000"/>
          <w:vertAlign w:val="subscript"/>
        </w:rPr>
        <w:t>q</w:t>
      </w:r>
      <w:r w:rsidRPr="003A09A7">
        <w:rPr>
          <w:color w:val="FF0000"/>
        </w:rPr>
        <w:t>x</w:t>
      </w:r>
      <w:r w:rsidRPr="00F6253A">
        <w:rPr>
          <w:color w:val="FF0000"/>
          <w:vertAlign w:val="subscript"/>
        </w:rPr>
        <w:t>1</w:t>
      </w:r>
      <w:r w:rsidRPr="00F6253A">
        <w:rPr>
          <w:color w:val="FF0000"/>
          <w:vertAlign w:val="superscript"/>
        </w:rPr>
        <w:t>q</w:t>
      </w:r>
      <w:r w:rsidRPr="003A09A7">
        <w:rPr>
          <w:color w:val="FF0000"/>
        </w:rPr>
        <w:t xml:space="preserve"> = 0</w:t>
      </w:r>
    </w:p>
    <w:p w:rsidR="00C4450B" w:rsidRDefault="00C4450B" w:rsidP="00C4450B">
      <w:pPr>
        <w:pStyle w:val="LSStandardtext"/>
        <w:rPr>
          <w:color w:val="FF0000"/>
        </w:rPr>
      </w:pPr>
      <w:r w:rsidRPr="003A09A7">
        <w:rPr>
          <w:color w:val="FF0000"/>
        </w:rPr>
        <w:t>Weil x</w:t>
      </w:r>
      <w:r w:rsidRPr="00F6253A">
        <w:rPr>
          <w:color w:val="FF0000"/>
          <w:vertAlign w:val="subscript"/>
        </w:rPr>
        <w:t>1</w:t>
      </w:r>
      <w:r w:rsidRPr="003A09A7">
        <w:rPr>
          <w:color w:val="FF0000"/>
        </w:rPr>
        <w:t xml:space="preserve"> transzendent ist, müssen alle Koeffizienten 0 sein, denn nur das Nullpolynom hat x</w:t>
      </w:r>
      <w:r w:rsidRPr="00F6253A">
        <w:rPr>
          <w:color w:val="FF0000"/>
          <w:vertAlign w:val="subscript"/>
        </w:rPr>
        <w:t>1</w:t>
      </w:r>
      <w:r w:rsidRPr="003A09A7">
        <w:rPr>
          <w:color w:val="FF0000"/>
        </w:rPr>
        <w:t xml:space="preserve"> als Nullstelle. </w:t>
      </w:r>
    </w:p>
    <w:p w:rsidR="00C4450B" w:rsidRDefault="00C4450B" w:rsidP="00C4450B">
      <w:pPr>
        <w:pStyle w:val="LSStandardtext"/>
        <w:rPr>
          <w:color w:val="FF0000"/>
        </w:rPr>
      </w:pPr>
      <w:r w:rsidRPr="003A09A7">
        <w:rPr>
          <w:color w:val="FF0000"/>
        </w:rPr>
        <w:t xml:space="preserve">Damit ist </w:t>
      </w:r>
    </w:p>
    <w:p w:rsidR="00C4450B" w:rsidRDefault="00C4450B" w:rsidP="00C4450B">
      <w:pPr>
        <w:pStyle w:val="LSStandardtext"/>
        <w:ind w:firstLine="708"/>
        <w:rPr>
          <w:color w:val="FF0000"/>
        </w:rPr>
      </w:pPr>
      <w:r w:rsidRPr="003A09A7">
        <w:rPr>
          <w:color w:val="FF0000"/>
        </w:rPr>
        <w:t>f(x) = a</w:t>
      </w:r>
      <w:r w:rsidRPr="00F6253A">
        <w:rPr>
          <w:color w:val="FF0000"/>
          <w:vertAlign w:val="subscript"/>
        </w:rPr>
        <w:t>0</w:t>
      </w:r>
      <w:r w:rsidRPr="003A09A7">
        <w:rPr>
          <w:color w:val="FF0000"/>
        </w:rPr>
        <w:t xml:space="preserve"> + a</w:t>
      </w:r>
      <w:r w:rsidRPr="00F6253A">
        <w:rPr>
          <w:color w:val="FF0000"/>
          <w:vertAlign w:val="subscript"/>
        </w:rPr>
        <w:t>2</w:t>
      </w:r>
      <w:r w:rsidRPr="003A09A7">
        <w:rPr>
          <w:color w:val="FF0000"/>
        </w:rPr>
        <w:t>x</w:t>
      </w:r>
      <w:r w:rsidRPr="00F6253A">
        <w:rPr>
          <w:color w:val="FF0000"/>
          <w:vertAlign w:val="superscript"/>
        </w:rPr>
        <w:t>2</w:t>
      </w:r>
      <w:r w:rsidRPr="003A09A7">
        <w:rPr>
          <w:color w:val="FF0000"/>
        </w:rPr>
        <w:t xml:space="preserve"> + . . . + </w:t>
      </w:r>
      <w:proofErr w:type="spellStart"/>
      <w:r w:rsidRPr="003A09A7">
        <w:rPr>
          <w:color w:val="FF0000"/>
        </w:rPr>
        <w:t>a</w:t>
      </w:r>
      <w:r w:rsidRPr="00F6253A">
        <w:rPr>
          <w:color w:val="FF0000"/>
          <w:vertAlign w:val="subscript"/>
        </w:rPr>
        <w:t>p</w:t>
      </w:r>
      <w:r w:rsidRPr="003A09A7">
        <w:rPr>
          <w:color w:val="FF0000"/>
        </w:rPr>
        <w:t>x</w:t>
      </w:r>
      <w:r w:rsidRPr="00F6253A">
        <w:rPr>
          <w:color w:val="FF0000"/>
          <w:vertAlign w:val="superscript"/>
        </w:rPr>
        <w:t>p</w:t>
      </w:r>
      <w:proofErr w:type="spellEnd"/>
      <w:r w:rsidRPr="003A09A7">
        <w:rPr>
          <w:color w:val="FF0000"/>
        </w:rPr>
        <w:t xml:space="preserve"> </w:t>
      </w:r>
    </w:p>
    <w:p w:rsidR="00C4450B" w:rsidRDefault="00C4450B" w:rsidP="00C4450B">
      <w:pPr>
        <w:pStyle w:val="LSStandardtext"/>
        <w:rPr>
          <w:color w:val="FF0000"/>
        </w:rPr>
      </w:pPr>
      <w:r w:rsidRPr="003A09A7">
        <w:rPr>
          <w:color w:val="FF0000"/>
        </w:rPr>
        <w:t>gerade. Entsprechend müssen für f(</w:t>
      </w:r>
      <w:r w:rsidRPr="003A09A7">
        <w:rPr>
          <w:rFonts w:eastAsia="CMSY10" w:hint="eastAsia"/>
          <w:color w:val="FF0000"/>
        </w:rPr>
        <w:t>−</w:t>
      </w:r>
      <w:r w:rsidRPr="003A09A7">
        <w:rPr>
          <w:color w:val="FF0000"/>
        </w:rPr>
        <w:t>x</w:t>
      </w:r>
      <w:r w:rsidRPr="00F6253A">
        <w:rPr>
          <w:color w:val="FF0000"/>
          <w:vertAlign w:val="subscript"/>
        </w:rPr>
        <w:t>1</w:t>
      </w:r>
      <w:r w:rsidRPr="003A09A7">
        <w:rPr>
          <w:color w:val="FF0000"/>
        </w:rPr>
        <w:t xml:space="preserve">) = </w:t>
      </w:r>
      <w:r w:rsidRPr="003A09A7">
        <w:rPr>
          <w:rFonts w:eastAsia="CMSY10" w:hint="eastAsia"/>
          <w:color w:val="FF0000"/>
        </w:rPr>
        <w:t>−</w:t>
      </w:r>
      <w:r w:rsidRPr="003A09A7">
        <w:rPr>
          <w:color w:val="FF0000"/>
        </w:rPr>
        <w:t>f(x</w:t>
      </w:r>
      <w:r w:rsidRPr="00F6253A">
        <w:rPr>
          <w:color w:val="FF0000"/>
          <w:vertAlign w:val="subscript"/>
        </w:rPr>
        <w:t>1</w:t>
      </w:r>
      <w:r w:rsidRPr="003A09A7">
        <w:rPr>
          <w:color w:val="FF0000"/>
        </w:rPr>
        <w:t xml:space="preserve">) wegen </w:t>
      </w:r>
    </w:p>
    <w:p w:rsidR="00C4450B" w:rsidRDefault="00C4450B" w:rsidP="00C4450B">
      <w:pPr>
        <w:pStyle w:val="LSStandardtext"/>
        <w:ind w:firstLine="708"/>
        <w:rPr>
          <w:color w:val="FF0000"/>
        </w:rPr>
      </w:pPr>
      <w:r w:rsidRPr="003A09A7">
        <w:rPr>
          <w:color w:val="FF0000"/>
        </w:rPr>
        <w:t>a</w:t>
      </w:r>
      <w:r w:rsidRPr="00F6253A">
        <w:rPr>
          <w:color w:val="FF0000"/>
          <w:vertAlign w:val="subscript"/>
        </w:rPr>
        <w:t>0</w:t>
      </w:r>
      <w:r w:rsidRPr="003A09A7">
        <w:rPr>
          <w:color w:val="FF0000"/>
        </w:rPr>
        <w:t xml:space="preserve"> + a</w:t>
      </w:r>
      <w:r w:rsidRPr="00F6253A">
        <w:rPr>
          <w:color w:val="FF0000"/>
          <w:vertAlign w:val="subscript"/>
        </w:rPr>
        <w:t>2</w:t>
      </w:r>
      <w:r w:rsidRPr="003A09A7">
        <w:rPr>
          <w:color w:val="FF0000"/>
        </w:rPr>
        <w:t>x</w:t>
      </w:r>
      <w:r w:rsidRPr="00F6253A">
        <w:rPr>
          <w:color w:val="FF0000"/>
          <w:vertAlign w:val="subscript"/>
        </w:rPr>
        <w:t>2</w:t>
      </w:r>
      <w:r w:rsidRPr="00F6253A">
        <w:rPr>
          <w:color w:val="FF0000"/>
          <w:vertAlign w:val="superscript"/>
        </w:rPr>
        <w:t>2</w:t>
      </w:r>
      <w:r w:rsidRPr="003A09A7">
        <w:rPr>
          <w:color w:val="FF0000"/>
        </w:rPr>
        <w:t xml:space="preserve">+ . . . + </w:t>
      </w:r>
      <w:proofErr w:type="spellStart"/>
      <w:r w:rsidRPr="003A09A7">
        <w:rPr>
          <w:color w:val="FF0000"/>
        </w:rPr>
        <w:t>a</w:t>
      </w:r>
      <w:r w:rsidRPr="00F6253A">
        <w:rPr>
          <w:color w:val="FF0000"/>
          <w:vertAlign w:val="subscript"/>
        </w:rPr>
        <w:t>p</w:t>
      </w:r>
      <w:r w:rsidRPr="003A09A7">
        <w:rPr>
          <w:color w:val="FF0000"/>
        </w:rPr>
        <w:t>x</w:t>
      </w:r>
      <w:r w:rsidRPr="00F6253A">
        <w:rPr>
          <w:color w:val="FF0000"/>
          <w:vertAlign w:val="superscript"/>
        </w:rPr>
        <w:t>p</w:t>
      </w:r>
      <w:proofErr w:type="spellEnd"/>
      <w:r w:rsidRPr="003A09A7">
        <w:rPr>
          <w:color w:val="FF0000"/>
        </w:rPr>
        <w:t xml:space="preserve"> = 0 </w:t>
      </w:r>
    </w:p>
    <w:p w:rsidR="00C4450B" w:rsidRDefault="00C4450B" w:rsidP="00C4450B">
      <w:pPr>
        <w:pStyle w:val="LSStandardtext"/>
        <w:rPr>
          <w:color w:val="FF0000"/>
        </w:rPr>
      </w:pPr>
      <w:r w:rsidRPr="003A09A7">
        <w:rPr>
          <w:color w:val="FF0000"/>
        </w:rPr>
        <w:t xml:space="preserve">alle geraden Koeffizienten von f verschwinden. </w:t>
      </w:r>
    </w:p>
    <w:p w:rsidR="00C4450B" w:rsidRDefault="00C4450B" w:rsidP="00C4450B">
      <w:pPr>
        <w:pStyle w:val="LSStandardtext"/>
        <w:rPr>
          <w:color w:val="FF0000"/>
        </w:rPr>
      </w:pPr>
      <w:r w:rsidRPr="003A09A7">
        <w:rPr>
          <w:color w:val="FF0000"/>
        </w:rPr>
        <w:t xml:space="preserve">Dann ist </w:t>
      </w:r>
    </w:p>
    <w:p w:rsidR="00C4450B" w:rsidRDefault="00C4450B" w:rsidP="00C4450B">
      <w:pPr>
        <w:pStyle w:val="LSStandardtext"/>
        <w:ind w:firstLine="708"/>
        <w:rPr>
          <w:color w:val="FF0000"/>
        </w:rPr>
      </w:pPr>
      <w:r w:rsidRPr="003A09A7">
        <w:rPr>
          <w:color w:val="FF0000"/>
        </w:rPr>
        <w:t>f(x) = a</w:t>
      </w:r>
      <w:r w:rsidRPr="00F6253A">
        <w:rPr>
          <w:color w:val="FF0000"/>
          <w:vertAlign w:val="subscript"/>
        </w:rPr>
        <w:t>1</w:t>
      </w:r>
      <w:r w:rsidRPr="003A09A7">
        <w:rPr>
          <w:color w:val="FF0000"/>
        </w:rPr>
        <w:t>x + a</w:t>
      </w:r>
      <w:r w:rsidRPr="00F6253A">
        <w:rPr>
          <w:color w:val="FF0000"/>
          <w:vertAlign w:val="subscript"/>
        </w:rPr>
        <w:t>3</w:t>
      </w:r>
      <w:r w:rsidRPr="003A09A7">
        <w:rPr>
          <w:color w:val="FF0000"/>
        </w:rPr>
        <w:t>x</w:t>
      </w:r>
      <w:r w:rsidRPr="00F6253A">
        <w:rPr>
          <w:color w:val="FF0000"/>
          <w:vertAlign w:val="superscript"/>
        </w:rPr>
        <w:t>3</w:t>
      </w:r>
      <w:r w:rsidRPr="003A09A7">
        <w:rPr>
          <w:color w:val="FF0000"/>
        </w:rPr>
        <w:t xml:space="preserve"> + . . . + </w:t>
      </w:r>
      <w:proofErr w:type="spellStart"/>
      <w:r w:rsidRPr="003A09A7">
        <w:rPr>
          <w:color w:val="FF0000"/>
        </w:rPr>
        <w:t>a</w:t>
      </w:r>
      <w:r w:rsidRPr="00F6253A">
        <w:rPr>
          <w:color w:val="FF0000"/>
          <w:vertAlign w:val="subscript"/>
        </w:rPr>
        <w:t>q</w:t>
      </w:r>
      <w:r w:rsidRPr="003A09A7">
        <w:rPr>
          <w:color w:val="FF0000"/>
        </w:rPr>
        <w:t>x</w:t>
      </w:r>
      <w:r w:rsidRPr="00F6253A">
        <w:rPr>
          <w:color w:val="FF0000"/>
          <w:vertAlign w:val="superscript"/>
        </w:rPr>
        <w:t>q</w:t>
      </w:r>
      <w:proofErr w:type="spellEnd"/>
      <w:r w:rsidRPr="003A09A7">
        <w:rPr>
          <w:color w:val="FF0000"/>
        </w:rPr>
        <w:t xml:space="preserve"> </w:t>
      </w:r>
    </w:p>
    <w:p w:rsidR="00C4450B" w:rsidRPr="003A09A7" w:rsidRDefault="00C4450B" w:rsidP="00C4450B">
      <w:pPr>
        <w:pStyle w:val="LSStandardtext"/>
        <w:rPr>
          <w:color w:val="FF0000"/>
        </w:rPr>
      </w:pPr>
      <w:r w:rsidRPr="003A09A7">
        <w:rPr>
          <w:color w:val="FF0000"/>
        </w:rPr>
        <w:t>ungerade. Gilt weder f(</w:t>
      </w:r>
      <w:r w:rsidRPr="003A09A7">
        <w:rPr>
          <w:rFonts w:eastAsia="CMSY10" w:hint="eastAsia"/>
          <w:color w:val="FF0000"/>
        </w:rPr>
        <w:t>−</w:t>
      </w:r>
      <w:r w:rsidRPr="003A09A7">
        <w:rPr>
          <w:color w:val="FF0000"/>
        </w:rPr>
        <w:t>x</w:t>
      </w:r>
      <w:r w:rsidRPr="00F6253A">
        <w:rPr>
          <w:color w:val="FF0000"/>
          <w:vertAlign w:val="subscript"/>
        </w:rPr>
        <w:t>1</w:t>
      </w:r>
      <w:r w:rsidRPr="003A09A7">
        <w:rPr>
          <w:color w:val="FF0000"/>
        </w:rPr>
        <w:t>) = f(x</w:t>
      </w:r>
      <w:r w:rsidRPr="00F6253A">
        <w:rPr>
          <w:color w:val="FF0000"/>
          <w:vertAlign w:val="subscript"/>
        </w:rPr>
        <w:t>1</w:t>
      </w:r>
      <w:r w:rsidRPr="003A09A7">
        <w:rPr>
          <w:color w:val="FF0000"/>
        </w:rPr>
        <w:t>) noch f(</w:t>
      </w:r>
      <w:r w:rsidRPr="003A09A7">
        <w:rPr>
          <w:rFonts w:eastAsia="CMSY10" w:hint="eastAsia"/>
          <w:color w:val="FF0000"/>
        </w:rPr>
        <w:t>−</w:t>
      </w:r>
      <w:r w:rsidRPr="003A09A7">
        <w:rPr>
          <w:color w:val="FF0000"/>
        </w:rPr>
        <w:t>x</w:t>
      </w:r>
      <w:r w:rsidRPr="00F6253A">
        <w:rPr>
          <w:color w:val="FF0000"/>
          <w:vertAlign w:val="subscript"/>
        </w:rPr>
        <w:t>1</w:t>
      </w:r>
      <w:r w:rsidRPr="003A09A7">
        <w:rPr>
          <w:color w:val="FF0000"/>
        </w:rPr>
        <w:t xml:space="preserve">) = </w:t>
      </w:r>
      <w:r w:rsidRPr="003A09A7">
        <w:rPr>
          <w:rFonts w:eastAsia="CMSY10" w:hint="eastAsia"/>
          <w:color w:val="FF0000"/>
        </w:rPr>
        <w:t>−</w:t>
      </w:r>
      <w:r w:rsidRPr="003A09A7">
        <w:rPr>
          <w:color w:val="FF0000"/>
        </w:rPr>
        <w:t>f(x</w:t>
      </w:r>
      <w:r w:rsidRPr="00F6253A">
        <w:rPr>
          <w:color w:val="FF0000"/>
          <w:vertAlign w:val="subscript"/>
        </w:rPr>
        <w:t>1</w:t>
      </w:r>
      <w:r w:rsidRPr="003A09A7">
        <w:rPr>
          <w:color w:val="FF0000"/>
        </w:rPr>
        <w:t>), kann f nicht</w:t>
      </w:r>
    </w:p>
    <w:p w:rsidR="00C4450B" w:rsidRPr="003A09A7" w:rsidRDefault="00C4450B" w:rsidP="00C4450B">
      <w:pPr>
        <w:pStyle w:val="LSStandardtext"/>
        <w:rPr>
          <w:color w:val="FF0000"/>
        </w:rPr>
      </w:pPr>
      <w:r w:rsidRPr="003A09A7">
        <w:rPr>
          <w:color w:val="FF0000"/>
        </w:rPr>
        <w:t xml:space="preserve">symmetrisch sein. </w:t>
      </w:r>
    </w:p>
    <w:p w:rsidR="00C4450B" w:rsidRDefault="00C4450B" w:rsidP="00C4450B">
      <w:pPr>
        <w:pStyle w:val="LSStandardtext"/>
      </w:pPr>
    </w:p>
    <w:p w:rsidR="00C4450B" w:rsidRDefault="00C4450B" w:rsidP="00C4450B">
      <w:r>
        <w:br w:type="page"/>
      </w:r>
    </w:p>
    <w:p w:rsidR="00C4450B" w:rsidRDefault="00C4450B" w:rsidP="00C4450B">
      <w:pPr>
        <w:pStyle w:val="LSStandardtext"/>
        <w:rPr>
          <w:b/>
          <w:sz w:val="24"/>
        </w:rPr>
      </w:pPr>
      <w:r w:rsidRPr="00F6253A">
        <w:rPr>
          <w:b/>
          <w:sz w:val="24"/>
        </w:rPr>
        <w:lastRenderedPageBreak/>
        <w:t>Weitere Erkenntnisse</w:t>
      </w:r>
    </w:p>
    <w:p w:rsidR="00C4450B" w:rsidRPr="00F6253A" w:rsidRDefault="00C4450B" w:rsidP="00C4450B">
      <w:pPr>
        <w:pStyle w:val="LSStandardtext"/>
        <w:ind w:left="360"/>
        <w:rPr>
          <w:b/>
          <w:sz w:val="24"/>
        </w:rPr>
      </w:pPr>
    </w:p>
    <w:p w:rsidR="00C4450B" w:rsidRDefault="00C4450B" w:rsidP="00C4450B">
      <w:pPr>
        <w:pStyle w:val="LSStandardtext"/>
      </w:pPr>
      <w:r w:rsidRPr="00E335C3">
        <w:t>In den vorangegangenen Abschnitten haben Sie sicher weitere, noch nicht als</w:t>
      </w:r>
      <w:r>
        <w:t xml:space="preserve"> Satz form</w:t>
      </w:r>
      <w:r>
        <w:t>u</w:t>
      </w:r>
      <w:r>
        <w:t xml:space="preserve">lierte Erkenntnisse </w:t>
      </w:r>
      <w:r w:rsidRPr="00E335C3">
        <w:t>über Polynome und ihre Symmetrie-Eigenschaften</w:t>
      </w:r>
      <w:r>
        <w:t xml:space="preserve"> </w:t>
      </w:r>
      <w:r w:rsidRPr="00E335C3">
        <w:t>gewonnen. Insbeso</w:t>
      </w:r>
      <w:r w:rsidRPr="00E335C3">
        <w:t>n</w:t>
      </w:r>
      <w:r w:rsidRPr="00E335C3">
        <w:t>dere werden Sie vielleicht eine Vermutung haben, wie</w:t>
      </w:r>
      <w:r>
        <w:t xml:space="preserve"> </w:t>
      </w:r>
      <w:r w:rsidRPr="00E335C3">
        <w:t>man bei einem Polynom, das in au</w:t>
      </w:r>
      <w:r w:rsidRPr="00E335C3">
        <w:t>s</w:t>
      </w:r>
      <w:r w:rsidRPr="00E335C3">
        <w:t>multiplizierter Standardform</w:t>
      </w:r>
      <w:r>
        <w:t xml:space="preserve"> </w:t>
      </w:r>
    </w:p>
    <w:p w:rsidR="00C4450B" w:rsidRPr="00E335C3" w:rsidRDefault="00C4450B" w:rsidP="00C4450B">
      <w:pPr>
        <w:pStyle w:val="LSStandardtext"/>
      </w:pPr>
      <w:r>
        <w:tab/>
      </w:r>
      <w:r w:rsidRPr="00E335C3">
        <w:t xml:space="preserve">f(x) = </w:t>
      </w:r>
      <w:proofErr w:type="spellStart"/>
      <w:r w:rsidRPr="00E335C3">
        <w:t>a</w:t>
      </w:r>
      <w:r w:rsidRPr="00DA4D6C">
        <w:rPr>
          <w:vertAlign w:val="subscript"/>
        </w:rPr>
        <w:t>n</w:t>
      </w:r>
      <w:r w:rsidRPr="00DA4D6C">
        <w:t>x</w:t>
      </w:r>
      <w:r w:rsidRPr="00DA4D6C">
        <w:rPr>
          <w:vertAlign w:val="superscript"/>
        </w:rPr>
        <w:t>n</w:t>
      </w:r>
      <w:proofErr w:type="spellEnd"/>
      <w:r w:rsidRPr="00E335C3">
        <w:t xml:space="preserve"> + a</w:t>
      </w:r>
      <w:r w:rsidRPr="00DA4D6C">
        <w:rPr>
          <w:vertAlign w:val="subscript"/>
        </w:rPr>
        <w:t>n−1</w:t>
      </w:r>
      <w:r w:rsidRPr="00E335C3">
        <w:t>x</w:t>
      </w:r>
      <w:r w:rsidRPr="00DA4D6C">
        <w:rPr>
          <w:vertAlign w:val="superscript"/>
        </w:rPr>
        <w:t>n</w:t>
      </w:r>
      <w:r w:rsidRPr="007F438D">
        <w:rPr>
          <w:vertAlign w:val="superscript"/>
        </w:rPr>
        <w:t>−1</w:t>
      </w:r>
      <w:r w:rsidRPr="00E335C3">
        <w:t xml:space="preserve"> + . . . + a</w:t>
      </w:r>
      <w:r w:rsidRPr="00DA4D6C">
        <w:rPr>
          <w:vertAlign w:val="subscript"/>
        </w:rPr>
        <w:t>1</w:t>
      </w:r>
      <w:r w:rsidRPr="00E335C3">
        <w:t>x + a</w:t>
      </w:r>
      <w:r w:rsidRPr="00DA4D6C">
        <w:rPr>
          <w:vertAlign w:val="subscript"/>
        </w:rPr>
        <w:t>0</w:t>
      </w:r>
    </w:p>
    <w:p w:rsidR="00C4450B" w:rsidRDefault="00C4450B" w:rsidP="00C4450B">
      <w:pPr>
        <w:pStyle w:val="LSStandardtext"/>
      </w:pPr>
      <w:r w:rsidRPr="00E335C3">
        <w:t>vorliegt, am einfachsten erkennt, ob es symmetrisch ist.</w:t>
      </w:r>
      <w:r>
        <w:t xml:space="preserve"> </w:t>
      </w:r>
    </w:p>
    <w:p w:rsidR="00C4450B" w:rsidRDefault="00C4450B" w:rsidP="00C4450B">
      <w:pPr>
        <w:pStyle w:val="LSStandardtext"/>
      </w:pPr>
    </w:p>
    <w:p w:rsidR="00C4450B" w:rsidRDefault="00C4450B" w:rsidP="00C4450B">
      <w:pPr>
        <w:pStyle w:val="LSStandardtext"/>
      </w:pPr>
      <w:r w:rsidRPr="008171E4">
        <w:rPr>
          <w:b/>
        </w:rPr>
        <w:t>Aufgabe 2.6.</w:t>
      </w:r>
      <w:r w:rsidRPr="00E335C3">
        <w:t xml:space="preserve"> Versuchen Sie, die Aussagen der vorigen Abschnitte zu verallgemeinern</w:t>
      </w:r>
      <w:r>
        <w:t xml:space="preserve"> </w:t>
      </w:r>
      <w:r w:rsidRPr="00E335C3">
        <w:t>oder neue Kriterien für die Symmetrie von Polynomen zu finden.</w:t>
      </w:r>
      <w:r>
        <w:t xml:space="preserve"> </w:t>
      </w:r>
      <w:r w:rsidRPr="00E335C3">
        <w:t>Überlegen Sie jeweils, ob Sie in der Lage waren, die Vermutung zu beweisen.</w:t>
      </w:r>
      <w:r>
        <w:t xml:space="preserve"> </w:t>
      </w:r>
    </w:p>
    <w:p w:rsidR="00C4450B" w:rsidRPr="00E335C3" w:rsidRDefault="00C4450B" w:rsidP="00C4450B">
      <w:pPr>
        <w:pStyle w:val="LSStandardtext"/>
      </w:pPr>
    </w:p>
    <w:p w:rsidR="00C4450B" w:rsidRPr="008171E4" w:rsidRDefault="00C4450B" w:rsidP="00C4450B">
      <w:pPr>
        <w:pStyle w:val="LSStandardtext"/>
        <w:rPr>
          <w:color w:val="FF0000"/>
        </w:rPr>
      </w:pPr>
      <w:r w:rsidRPr="008171E4">
        <w:rPr>
          <w:color w:val="FF0000"/>
        </w:rPr>
        <w:t>Interessante Kriterien für die Symmetrie von Polynomen sind etwa:</w:t>
      </w:r>
    </w:p>
    <w:p w:rsidR="00C4450B" w:rsidRPr="008171E4" w:rsidRDefault="00C4450B" w:rsidP="00C4450B">
      <w:pPr>
        <w:pStyle w:val="LSStandardtext"/>
        <w:rPr>
          <w:color w:val="FF0000"/>
        </w:rPr>
      </w:pPr>
      <w:r w:rsidRPr="008171E4">
        <w:rPr>
          <w:rFonts w:eastAsia="CMSY10" w:hint="eastAsia"/>
          <w:color w:val="FF0000"/>
        </w:rPr>
        <w:t>•</w:t>
      </w:r>
      <w:r w:rsidRPr="008171E4">
        <w:rPr>
          <w:rFonts w:eastAsia="CMSY10"/>
          <w:color w:val="FF0000"/>
        </w:rPr>
        <w:t xml:space="preserve"> </w:t>
      </w:r>
      <w:r w:rsidRPr="008171E4">
        <w:rPr>
          <w:color w:val="FF0000"/>
        </w:rPr>
        <w:t>Ein Polynom, bei dem alle ungeraden Koeffizienten a</w:t>
      </w:r>
      <w:r w:rsidRPr="008171E4">
        <w:rPr>
          <w:color w:val="FF0000"/>
          <w:vertAlign w:val="subscript"/>
        </w:rPr>
        <w:t>2k−1</w:t>
      </w:r>
      <w:r w:rsidRPr="008171E4">
        <w:rPr>
          <w:color w:val="FF0000"/>
        </w:rPr>
        <w:t xml:space="preserve"> verschwinden,</w:t>
      </w:r>
    </w:p>
    <w:p w:rsidR="00C4450B" w:rsidRPr="008171E4" w:rsidRDefault="00C4450B" w:rsidP="00C4450B">
      <w:pPr>
        <w:pStyle w:val="LSStandardtext"/>
        <w:rPr>
          <w:color w:val="FF0000"/>
        </w:rPr>
      </w:pPr>
      <w:r w:rsidRPr="008171E4">
        <w:rPr>
          <w:color w:val="FF0000"/>
        </w:rPr>
        <w:t xml:space="preserve">   ist gerade.</w:t>
      </w:r>
    </w:p>
    <w:p w:rsidR="00C4450B" w:rsidRPr="008171E4" w:rsidRDefault="00C4450B" w:rsidP="00C4450B">
      <w:pPr>
        <w:pStyle w:val="LSStandardtext"/>
        <w:rPr>
          <w:color w:val="FF0000"/>
        </w:rPr>
      </w:pPr>
      <w:r w:rsidRPr="008171E4">
        <w:rPr>
          <w:color w:val="FF0000"/>
        </w:rPr>
        <w:t>Das ist leicht direkt nachzuweisen.</w:t>
      </w:r>
    </w:p>
    <w:p w:rsidR="00C4450B" w:rsidRPr="008171E4" w:rsidRDefault="00C4450B" w:rsidP="00C4450B">
      <w:pPr>
        <w:pStyle w:val="LSStandardtext"/>
        <w:rPr>
          <w:color w:val="FF0000"/>
        </w:rPr>
      </w:pPr>
      <w:r w:rsidRPr="008171E4">
        <w:rPr>
          <w:rFonts w:eastAsia="CMSY10" w:hint="eastAsia"/>
          <w:color w:val="FF0000"/>
        </w:rPr>
        <w:t>•</w:t>
      </w:r>
      <w:r w:rsidRPr="008171E4">
        <w:rPr>
          <w:rFonts w:eastAsia="CMSY10"/>
          <w:color w:val="FF0000"/>
        </w:rPr>
        <w:t xml:space="preserve"> </w:t>
      </w:r>
      <w:r w:rsidRPr="008171E4">
        <w:rPr>
          <w:color w:val="FF0000"/>
        </w:rPr>
        <w:t>Ein Polynom, bei dem alle geraden Koeffizienten a</w:t>
      </w:r>
      <w:r w:rsidRPr="008171E4">
        <w:rPr>
          <w:color w:val="FF0000"/>
          <w:vertAlign w:val="subscript"/>
        </w:rPr>
        <w:t>2k</w:t>
      </w:r>
      <w:r w:rsidRPr="008171E4">
        <w:rPr>
          <w:color w:val="FF0000"/>
        </w:rPr>
        <w:t xml:space="preserve"> verschwinden, ist</w:t>
      </w:r>
    </w:p>
    <w:p w:rsidR="00C4450B" w:rsidRPr="008171E4" w:rsidRDefault="00C4450B" w:rsidP="00C4450B">
      <w:pPr>
        <w:pStyle w:val="LSStandardtext"/>
        <w:rPr>
          <w:color w:val="FF0000"/>
        </w:rPr>
      </w:pPr>
      <w:r w:rsidRPr="008171E4">
        <w:rPr>
          <w:color w:val="FF0000"/>
        </w:rPr>
        <w:t xml:space="preserve">   ungerade.</w:t>
      </w:r>
    </w:p>
    <w:p w:rsidR="00C4450B" w:rsidRPr="008171E4" w:rsidRDefault="00C4450B" w:rsidP="00C4450B">
      <w:pPr>
        <w:pStyle w:val="LSStandardtext"/>
        <w:rPr>
          <w:color w:val="FF0000"/>
        </w:rPr>
      </w:pPr>
      <w:r w:rsidRPr="008171E4">
        <w:rPr>
          <w:color w:val="FF0000"/>
        </w:rPr>
        <w:t>Auch das ist einfach zu beweisen.</w:t>
      </w:r>
    </w:p>
    <w:p w:rsidR="00C4450B" w:rsidRPr="008171E4" w:rsidRDefault="00C4450B" w:rsidP="00C4450B">
      <w:pPr>
        <w:pStyle w:val="LSStandardtext"/>
        <w:rPr>
          <w:color w:val="FF0000"/>
        </w:rPr>
      </w:pPr>
      <w:r w:rsidRPr="008171E4">
        <w:rPr>
          <w:rFonts w:eastAsia="CMSY10" w:hint="eastAsia"/>
          <w:color w:val="FF0000"/>
        </w:rPr>
        <w:t>•</w:t>
      </w:r>
      <w:r w:rsidRPr="008171E4">
        <w:rPr>
          <w:rFonts w:eastAsia="CMSY10"/>
          <w:color w:val="FF0000"/>
        </w:rPr>
        <w:t xml:space="preserve"> </w:t>
      </w:r>
      <w:r w:rsidRPr="008171E4">
        <w:rPr>
          <w:color w:val="FF0000"/>
        </w:rPr>
        <w:t>Ein Polynom ist sogar genau dann gerade, wenn (in der Standardform)</w:t>
      </w:r>
    </w:p>
    <w:p w:rsidR="00C4450B" w:rsidRPr="008171E4" w:rsidRDefault="00C4450B" w:rsidP="00C4450B">
      <w:pPr>
        <w:pStyle w:val="LSStandardtext"/>
        <w:rPr>
          <w:color w:val="FF0000"/>
        </w:rPr>
      </w:pPr>
      <w:r w:rsidRPr="008171E4">
        <w:rPr>
          <w:color w:val="FF0000"/>
        </w:rPr>
        <w:t xml:space="preserve">   nur gerade Hochzahlen auftreten.</w:t>
      </w:r>
    </w:p>
    <w:p w:rsidR="00C4450B" w:rsidRPr="008171E4" w:rsidRDefault="00C4450B" w:rsidP="00C4450B">
      <w:pPr>
        <w:pStyle w:val="LSStandardtext"/>
        <w:rPr>
          <w:color w:val="FF0000"/>
        </w:rPr>
      </w:pPr>
      <w:r w:rsidRPr="008171E4">
        <w:rPr>
          <w:color w:val="FF0000"/>
        </w:rPr>
        <w:t>Das ist nicht mehr so leicht zu zeigen.</w:t>
      </w:r>
    </w:p>
    <w:p w:rsidR="00C4450B" w:rsidRPr="008171E4" w:rsidRDefault="00C4450B" w:rsidP="00C4450B">
      <w:pPr>
        <w:pStyle w:val="LSStandardtext"/>
        <w:rPr>
          <w:color w:val="FF0000"/>
        </w:rPr>
      </w:pPr>
      <w:r w:rsidRPr="008171E4">
        <w:rPr>
          <w:rFonts w:eastAsia="CMSY10" w:hint="eastAsia"/>
          <w:color w:val="FF0000"/>
        </w:rPr>
        <w:t>•</w:t>
      </w:r>
      <w:r w:rsidRPr="008171E4">
        <w:rPr>
          <w:rFonts w:eastAsia="CMSY10"/>
          <w:color w:val="FF0000"/>
        </w:rPr>
        <w:t xml:space="preserve"> </w:t>
      </w:r>
      <w:r w:rsidRPr="008171E4">
        <w:rPr>
          <w:color w:val="FF0000"/>
        </w:rPr>
        <w:t>Entsprechend ist ein Polynom genau dann ungerade, wenn (in der</w:t>
      </w:r>
    </w:p>
    <w:p w:rsidR="00C4450B" w:rsidRPr="008171E4" w:rsidRDefault="00C4450B" w:rsidP="00C4450B">
      <w:pPr>
        <w:pStyle w:val="LSStandardtext"/>
        <w:rPr>
          <w:color w:val="FF0000"/>
        </w:rPr>
      </w:pPr>
      <w:r w:rsidRPr="008171E4">
        <w:rPr>
          <w:color w:val="FF0000"/>
        </w:rPr>
        <w:t xml:space="preserve">   Standardform) nur ungerade Hochzahlen vorkommen.</w:t>
      </w:r>
    </w:p>
    <w:p w:rsidR="00C4450B" w:rsidRPr="008171E4" w:rsidRDefault="00C4450B" w:rsidP="00C4450B">
      <w:pPr>
        <w:pStyle w:val="LSStandardtext"/>
        <w:rPr>
          <w:color w:val="FF0000"/>
        </w:rPr>
      </w:pPr>
      <w:r w:rsidRPr="008171E4">
        <w:rPr>
          <w:color w:val="FF0000"/>
        </w:rPr>
        <w:t>Auch das ist nicht so leicht zu beweisen.</w:t>
      </w:r>
    </w:p>
    <w:p w:rsidR="00C4450B" w:rsidRPr="008171E4" w:rsidRDefault="00C4450B" w:rsidP="00C4450B">
      <w:pPr>
        <w:pStyle w:val="LSStandardtext"/>
        <w:rPr>
          <w:color w:val="FF0000"/>
        </w:rPr>
      </w:pPr>
      <w:r w:rsidRPr="008171E4">
        <w:rPr>
          <w:rFonts w:eastAsia="CMSY10" w:hint="eastAsia"/>
          <w:color w:val="FF0000"/>
        </w:rPr>
        <w:t>•</w:t>
      </w:r>
      <w:r w:rsidRPr="008171E4">
        <w:rPr>
          <w:rFonts w:eastAsia="CMSY10"/>
          <w:color w:val="FF0000"/>
        </w:rPr>
        <w:t xml:space="preserve"> </w:t>
      </w:r>
      <w:r w:rsidRPr="008171E4">
        <w:rPr>
          <w:color w:val="FF0000"/>
        </w:rPr>
        <w:t>Da</w:t>
      </w:r>
      <w:r w:rsidR="007F438D">
        <w:rPr>
          <w:color w:val="FF0000"/>
        </w:rPr>
        <w:t>s Nullpolynom ist die einzige (</w:t>
      </w:r>
      <w:r w:rsidRPr="008171E4">
        <w:rPr>
          <w:color w:val="FF0000"/>
        </w:rPr>
        <w:t>überall definierte) Funktion, die gerade</w:t>
      </w:r>
    </w:p>
    <w:p w:rsidR="00C4450B" w:rsidRPr="008171E4" w:rsidRDefault="00C4450B" w:rsidP="00C4450B">
      <w:pPr>
        <w:pStyle w:val="LSStandardtext"/>
        <w:rPr>
          <w:color w:val="FF0000"/>
        </w:rPr>
      </w:pPr>
      <w:r w:rsidRPr="008171E4">
        <w:rPr>
          <w:color w:val="FF0000"/>
        </w:rPr>
        <w:t xml:space="preserve">   und ungerade zugleich ist.</w:t>
      </w:r>
    </w:p>
    <w:p w:rsidR="00C4450B" w:rsidRPr="008171E4" w:rsidRDefault="00C4450B" w:rsidP="00C4450B">
      <w:pPr>
        <w:pStyle w:val="LSStandardtext"/>
        <w:rPr>
          <w:color w:val="FF0000"/>
        </w:rPr>
      </w:pPr>
      <w:r w:rsidRPr="008171E4">
        <w:rPr>
          <w:color w:val="FF0000"/>
        </w:rPr>
        <w:t>Der Nachweis ist einfach.</w:t>
      </w:r>
    </w:p>
    <w:p w:rsidR="00C4450B" w:rsidRPr="008171E4" w:rsidRDefault="00C4450B" w:rsidP="00C4450B">
      <w:pPr>
        <w:pStyle w:val="LSStandardtext"/>
        <w:rPr>
          <w:color w:val="FF0000"/>
        </w:rPr>
      </w:pPr>
      <w:r w:rsidRPr="008171E4">
        <w:rPr>
          <w:rFonts w:eastAsia="CMSY10" w:hint="eastAsia"/>
          <w:color w:val="FF0000"/>
        </w:rPr>
        <w:t>•</w:t>
      </w:r>
      <w:r w:rsidRPr="008171E4">
        <w:rPr>
          <w:rFonts w:eastAsia="CMSY10"/>
          <w:color w:val="FF0000"/>
        </w:rPr>
        <w:t xml:space="preserve"> </w:t>
      </w:r>
      <w:r w:rsidRPr="008171E4">
        <w:rPr>
          <w:color w:val="FF0000"/>
        </w:rPr>
        <w:t xml:space="preserve">Ein Polynom f(x) vom Grad </w:t>
      </w:r>
      <w:r w:rsidRPr="008171E4">
        <w:rPr>
          <w:rFonts w:eastAsia="CMSY10" w:hint="eastAsia"/>
          <w:color w:val="FF0000"/>
        </w:rPr>
        <w:t>≤</w:t>
      </w:r>
      <w:r w:rsidRPr="008171E4">
        <w:rPr>
          <w:rFonts w:eastAsia="CMSY10"/>
          <w:color w:val="FF0000"/>
        </w:rPr>
        <w:t xml:space="preserve"> </w:t>
      </w:r>
      <w:r w:rsidRPr="008171E4">
        <w:rPr>
          <w:color w:val="FF0000"/>
        </w:rPr>
        <w:t xml:space="preserve">2k (k </w:t>
      </w:r>
      <w:r w:rsidRPr="008171E4">
        <w:rPr>
          <w:rFonts w:eastAsia="CMSY10" w:hint="eastAsia"/>
          <w:color w:val="FF0000"/>
        </w:rPr>
        <w:t>∈</w:t>
      </w:r>
      <w:r w:rsidRPr="008171E4">
        <w:rPr>
          <w:rFonts w:ascii="Cambria Math" w:hAnsi="Cambria Math" w:cs="Cambria Math"/>
          <w:color w:val="FF0000"/>
        </w:rPr>
        <w:t>ℕ</w:t>
      </w:r>
      <w:r w:rsidRPr="008171E4">
        <w:rPr>
          <w:color w:val="FF0000"/>
        </w:rPr>
        <w:t>) mit f(</w:t>
      </w:r>
      <w:r w:rsidRPr="008171E4">
        <w:rPr>
          <w:rFonts w:eastAsia="CMSY10" w:hint="eastAsia"/>
          <w:color w:val="FF0000"/>
        </w:rPr>
        <w:t>−</w:t>
      </w:r>
      <w:r w:rsidRPr="008171E4">
        <w:rPr>
          <w:color w:val="FF0000"/>
        </w:rPr>
        <w:t>x) = f(x) an k</w:t>
      </w:r>
    </w:p>
    <w:p w:rsidR="00C4450B" w:rsidRPr="008171E4" w:rsidRDefault="00C4450B" w:rsidP="00C4450B">
      <w:pPr>
        <w:pStyle w:val="LSStandardtext"/>
        <w:rPr>
          <w:color w:val="FF0000"/>
        </w:rPr>
      </w:pPr>
      <w:r w:rsidRPr="008171E4">
        <w:rPr>
          <w:color w:val="FF0000"/>
        </w:rPr>
        <w:t xml:space="preserve">   Stellen 0 &lt; x</w:t>
      </w:r>
      <w:r w:rsidRPr="008171E4">
        <w:rPr>
          <w:color w:val="FF0000"/>
          <w:vertAlign w:val="subscript"/>
        </w:rPr>
        <w:t>1</w:t>
      </w:r>
      <w:r w:rsidRPr="008171E4">
        <w:rPr>
          <w:color w:val="FF0000"/>
        </w:rPr>
        <w:t xml:space="preserve"> &lt; x</w:t>
      </w:r>
      <w:r w:rsidRPr="008171E4">
        <w:rPr>
          <w:color w:val="FF0000"/>
          <w:vertAlign w:val="subscript"/>
        </w:rPr>
        <w:t>2</w:t>
      </w:r>
      <w:r w:rsidRPr="008171E4">
        <w:rPr>
          <w:color w:val="FF0000"/>
        </w:rPr>
        <w:t xml:space="preserve"> &lt; . . . &lt; </w:t>
      </w:r>
      <w:proofErr w:type="spellStart"/>
      <w:r w:rsidRPr="008171E4">
        <w:rPr>
          <w:color w:val="FF0000"/>
        </w:rPr>
        <w:t>x</w:t>
      </w:r>
      <w:r w:rsidRPr="008171E4">
        <w:rPr>
          <w:color w:val="FF0000"/>
          <w:vertAlign w:val="subscript"/>
        </w:rPr>
        <w:t>k</w:t>
      </w:r>
      <w:proofErr w:type="spellEnd"/>
      <w:r w:rsidRPr="008171E4">
        <w:rPr>
          <w:color w:val="FF0000"/>
        </w:rPr>
        <w:t xml:space="preserve"> ist gerade.</w:t>
      </w:r>
    </w:p>
    <w:p w:rsidR="00C4450B" w:rsidRPr="008171E4" w:rsidRDefault="00C4450B" w:rsidP="00C4450B">
      <w:pPr>
        <w:pStyle w:val="LSStandardtext"/>
        <w:rPr>
          <w:color w:val="FF0000"/>
        </w:rPr>
      </w:pPr>
      <w:r w:rsidRPr="008171E4">
        <w:rPr>
          <w:color w:val="FF0000"/>
        </w:rPr>
        <w:t>Das ist eine Verallgemeinerung der uns schon bekannten Fälle k = 1</w:t>
      </w:r>
    </w:p>
    <w:p w:rsidR="00C4450B" w:rsidRPr="008171E4" w:rsidRDefault="00C4450B" w:rsidP="00C4450B">
      <w:pPr>
        <w:pStyle w:val="LSStandardtext"/>
        <w:rPr>
          <w:color w:val="FF0000"/>
        </w:rPr>
      </w:pPr>
      <w:r w:rsidRPr="008171E4">
        <w:rPr>
          <w:color w:val="FF0000"/>
        </w:rPr>
        <w:t>und k = 2.</w:t>
      </w:r>
    </w:p>
    <w:p w:rsidR="00C4450B" w:rsidRPr="008171E4" w:rsidRDefault="00C4450B" w:rsidP="00C4450B">
      <w:pPr>
        <w:pStyle w:val="LSStandardtext"/>
        <w:rPr>
          <w:color w:val="FF0000"/>
        </w:rPr>
      </w:pPr>
      <w:r w:rsidRPr="008171E4">
        <w:rPr>
          <w:rFonts w:eastAsia="CMSY10" w:hint="eastAsia"/>
          <w:color w:val="FF0000"/>
        </w:rPr>
        <w:t>•</w:t>
      </w:r>
      <w:r w:rsidRPr="008171E4">
        <w:rPr>
          <w:rFonts w:eastAsia="CMSY10"/>
          <w:color w:val="FF0000"/>
        </w:rPr>
        <w:t xml:space="preserve"> </w:t>
      </w:r>
      <w:r w:rsidRPr="008171E4">
        <w:rPr>
          <w:color w:val="FF0000"/>
        </w:rPr>
        <w:t xml:space="preserve">Ein Polynom f(x) vom Grad </w:t>
      </w:r>
      <w:r w:rsidRPr="008171E4">
        <w:rPr>
          <w:rFonts w:eastAsia="CMSY10" w:hint="eastAsia"/>
          <w:color w:val="FF0000"/>
        </w:rPr>
        <w:t>≤</w:t>
      </w:r>
      <w:r w:rsidRPr="008171E4">
        <w:rPr>
          <w:rFonts w:eastAsia="CMSY10"/>
          <w:color w:val="FF0000"/>
        </w:rPr>
        <w:t xml:space="preserve"> </w:t>
      </w:r>
      <w:r w:rsidRPr="008171E4">
        <w:rPr>
          <w:color w:val="FF0000"/>
        </w:rPr>
        <w:t>2k</w:t>
      </w:r>
      <w:r w:rsidRPr="008171E4">
        <w:rPr>
          <w:rFonts w:eastAsia="CMSY10" w:hint="eastAsia"/>
          <w:color w:val="FF0000"/>
        </w:rPr>
        <w:t>−</w:t>
      </w:r>
      <w:r w:rsidRPr="008171E4">
        <w:rPr>
          <w:color w:val="FF0000"/>
        </w:rPr>
        <w:t xml:space="preserve">1 (k </w:t>
      </w:r>
      <w:r w:rsidRPr="008171E4">
        <w:rPr>
          <w:rFonts w:eastAsia="CMSY10" w:hint="eastAsia"/>
          <w:color w:val="FF0000"/>
        </w:rPr>
        <w:t>∈</w:t>
      </w:r>
      <w:r w:rsidRPr="008171E4">
        <w:rPr>
          <w:rFonts w:ascii="Cambria Math" w:hAnsi="Cambria Math" w:cs="Cambria Math"/>
          <w:color w:val="FF0000"/>
        </w:rPr>
        <w:t>ℕ</w:t>
      </w:r>
      <w:r w:rsidRPr="008171E4">
        <w:rPr>
          <w:color w:val="FF0000"/>
        </w:rPr>
        <w:t>) mit f(</w:t>
      </w:r>
      <w:r w:rsidRPr="008171E4">
        <w:rPr>
          <w:rFonts w:eastAsia="CMSY10" w:hint="eastAsia"/>
          <w:color w:val="FF0000"/>
        </w:rPr>
        <w:t>−</w:t>
      </w:r>
      <w:r w:rsidRPr="008171E4">
        <w:rPr>
          <w:color w:val="FF0000"/>
        </w:rPr>
        <w:t xml:space="preserve">x) = </w:t>
      </w:r>
      <w:r w:rsidRPr="008171E4">
        <w:rPr>
          <w:rFonts w:eastAsia="CMSY10" w:hint="eastAsia"/>
          <w:color w:val="FF0000"/>
        </w:rPr>
        <w:t>−</w:t>
      </w:r>
      <w:r w:rsidRPr="008171E4">
        <w:rPr>
          <w:color w:val="FF0000"/>
        </w:rPr>
        <w:t>f(x) an</w:t>
      </w:r>
    </w:p>
    <w:p w:rsidR="00C4450B" w:rsidRPr="008171E4" w:rsidRDefault="00C4450B" w:rsidP="00C4450B">
      <w:pPr>
        <w:pStyle w:val="LSStandardtext"/>
        <w:rPr>
          <w:color w:val="FF0000"/>
        </w:rPr>
      </w:pPr>
      <w:r w:rsidRPr="008171E4">
        <w:rPr>
          <w:color w:val="FF0000"/>
        </w:rPr>
        <w:t xml:space="preserve">   k Stellen 0 </w:t>
      </w:r>
      <w:r w:rsidRPr="008171E4">
        <w:rPr>
          <w:rFonts w:eastAsia="CMSY10" w:hint="eastAsia"/>
          <w:color w:val="FF0000"/>
        </w:rPr>
        <w:t>≤</w:t>
      </w:r>
      <w:r w:rsidRPr="008171E4">
        <w:rPr>
          <w:rFonts w:eastAsia="CMSY10"/>
          <w:color w:val="FF0000"/>
        </w:rPr>
        <w:t xml:space="preserve"> </w:t>
      </w:r>
      <w:r w:rsidRPr="008171E4">
        <w:rPr>
          <w:color w:val="FF0000"/>
        </w:rPr>
        <w:t>x</w:t>
      </w:r>
      <w:r w:rsidRPr="008171E4">
        <w:rPr>
          <w:color w:val="FF0000"/>
          <w:vertAlign w:val="subscript"/>
        </w:rPr>
        <w:t>1</w:t>
      </w:r>
      <w:r w:rsidRPr="008171E4">
        <w:rPr>
          <w:color w:val="FF0000"/>
        </w:rPr>
        <w:t xml:space="preserve"> &lt; x</w:t>
      </w:r>
      <w:r w:rsidRPr="008171E4">
        <w:rPr>
          <w:color w:val="FF0000"/>
          <w:vertAlign w:val="subscript"/>
        </w:rPr>
        <w:t>2</w:t>
      </w:r>
      <w:r w:rsidRPr="008171E4">
        <w:rPr>
          <w:color w:val="FF0000"/>
        </w:rPr>
        <w:t xml:space="preserve"> &lt; . . . &lt; </w:t>
      </w:r>
      <w:proofErr w:type="spellStart"/>
      <w:r w:rsidRPr="008171E4">
        <w:rPr>
          <w:color w:val="FF0000"/>
        </w:rPr>
        <w:t>x</w:t>
      </w:r>
      <w:r w:rsidRPr="008171E4">
        <w:rPr>
          <w:color w:val="FF0000"/>
          <w:vertAlign w:val="subscript"/>
        </w:rPr>
        <w:t>k</w:t>
      </w:r>
      <w:proofErr w:type="spellEnd"/>
      <w:r w:rsidRPr="008171E4">
        <w:rPr>
          <w:color w:val="FF0000"/>
        </w:rPr>
        <w:t xml:space="preserve"> ist ungerade.</w:t>
      </w:r>
    </w:p>
    <w:p w:rsidR="00C4450B" w:rsidRPr="008171E4" w:rsidRDefault="00C4450B" w:rsidP="00C4450B">
      <w:pPr>
        <w:pStyle w:val="LSStandardtext"/>
        <w:rPr>
          <w:color w:val="FF0000"/>
        </w:rPr>
      </w:pPr>
      <w:r w:rsidRPr="008171E4">
        <w:rPr>
          <w:color w:val="FF0000"/>
        </w:rPr>
        <w:t xml:space="preserve">Das ist eine Verallgemeinerung des uns schon bekannten Falles k = 2. </w:t>
      </w:r>
    </w:p>
    <w:p w:rsidR="00C4450B" w:rsidRPr="00C4450B" w:rsidRDefault="00C4450B" w:rsidP="00C4450B">
      <w:pPr>
        <w:pStyle w:val="LSStandardtext"/>
        <w:tabs>
          <w:tab w:val="left" w:pos="2043"/>
        </w:tabs>
        <w:jc w:val="left"/>
        <w:rPr>
          <w:b/>
          <w:color w:val="FF0000"/>
          <w:sz w:val="24"/>
        </w:rPr>
      </w:pPr>
    </w:p>
    <w:sectPr w:rsidR="00C4450B" w:rsidRPr="00C4450B" w:rsidSect="006347B7">
      <w:headerReference w:type="default" r:id="rId17"/>
      <w:pgSz w:w="11906" w:h="16838" w:code="9"/>
      <w:pgMar w:top="161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016" w:rsidRDefault="004D0016">
      <w:r>
        <w:separator/>
      </w:r>
    </w:p>
  </w:endnote>
  <w:endnote w:type="continuationSeparator" w:id="0">
    <w:p w:rsidR="004D0016" w:rsidRDefault="004D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MSY1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MM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016" w:rsidRPr="00942134" w:rsidRDefault="004D0016" w:rsidP="00A61C98">
    <w:pPr>
      <w:pStyle w:val="Fuzeile"/>
      <w:framePr w:wrap="around" w:vAnchor="text" w:hAnchor="margin" w:xAlign="outside" w:y="1"/>
      <w:rPr>
        <w:rStyle w:val="Seitenzahl"/>
        <w:color w:val="808080"/>
        <w:sz w:val="16"/>
        <w:szCs w:val="16"/>
      </w:rPr>
    </w:pPr>
    <w:r w:rsidRPr="00942134">
      <w:rPr>
        <w:rStyle w:val="Seitenzahl"/>
        <w:color w:val="808080"/>
        <w:sz w:val="16"/>
        <w:szCs w:val="16"/>
      </w:rPr>
      <w:fldChar w:fldCharType="begin"/>
    </w:r>
    <w:r w:rsidRPr="00942134">
      <w:rPr>
        <w:rStyle w:val="Seitenzahl"/>
        <w:color w:val="808080"/>
        <w:sz w:val="16"/>
        <w:szCs w:val="16"/>
      </w:rPr>
      <w:instrText xml:space="preserve">PAGE  </w:instrText>
    </w:r>
    <w:r w:rsidRPr="00942134">
      <w:rPr>
        <w:rStyle w:val="Seitenzahl"/>
        <w:color w:val="808080"/>
        <w:sz w:val="16"/>
        <w:szCs w:val="16"/>
      </w:rPr>
      <w:fldChar w:fldCharType="separate"/>
    </w:r>
    <w:r>
      <w:rPr>
        <w:rStyle w:val="Seitenzahl"/>
        <w:noProof/>
        <w:color w:val="808080"/>
        <w:sz w:val="16"/>
        <w:szCs w:val="16"/>
      </w:rPr>
      <w:t>2</w:t>
    </w:r>
    <w:r w:rsidRPr="00942134">
      <w:rPr>
        <w:rStyle w:val="Seitenzahl"/>
        <w:color w:val="808080"/>
        <w:sz w:val="16"/>
        <w:szCs w:val="16"/>
      </w:rPr>
      <w:fldChar w:fldCharType="end"/>
    </w:r>
  </w:p>
  <w:p w:rsidR="004D0016" w:rsidRDefault="004D0016" w:rsidP="008D54DA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0309139"/>
      <w:docPartObj>
        <w:docPartGallery w:val="Page Numbers (Bottom of Page)"/>
        <w:docPartUnique/>
      </w:docPartObj>
    </w:sdtPr>
    <w:sdtEndPr/>
    <w:sdtContent>
      <w:p w:rsidR="004D0016" w:rsidRDefault="004D001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3D56">
          <w:rPr>
            <w:noProof/>
          </w:rPr>
          <w:t>9</w:t>
        </w:r>
        <w:r>
          <w:fldChar w:fldCharType="end"/>
        </w:r>
      </w:p>
    </w:sdtContent>
  </w:sdt>
  <w:p w:rsidR="004D0016" w:rsidRDefault="004D0016" w:rsidP="008D54DA">
    <w:pPr>
      <w:pStyle w:val="Fuzeile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016" w:rsidRDefault="004D0016">
      <w:r>
        <w:separator/>
      </w:r>
    </w:p>
  </w:footnote>
  <w:footnote w:type="continuationSeparator" w:id="0">
    <w:p w:rsidR="004D0016" w:rsidRDefault="004D0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016" w:rsidRPr="008D54DA" w:rsidRDefault="004D0016" w:rsidP="00B05948">
    <w:pPr>
      <w:pStyle w:val="Kopfzeile"/>
      <w:jc w:val="right"/>
      <w:rPr>
        <w:color w:val="808080"/>
        <w:sz w:val="20"/>
        <w:szCs w:val="20"/>
      </w:rPr>
    </w:pPr>
    <w:r>
      <w:rPr>
        <w:noProof/>
        <w:color w:val="808080"/>
        <w:sz w:val="20"/>
        <w:szCs w:val="20"/>
      </w:rPr>
      <w:drawing>
        <wp:anchor distT="0" distB="0" distL="114300" distR="114300" simplePos="0" relativeHeight="251659264" behindDoc="0" locked="0" layoutInCell="1" allowOverlap="1" wp14:anchorId="44172338" wp14:editId="46AF072A">
          <wp:simplePos x="0" y="0"/>
          <wp:positionH relativeFrom="column">
            <wp:posOffset>0</wp:posOffset>
          </wp:positionH>
          <wp:positionV relativeFrom="paragraph">
            <wp:posOffset>-62230</wp:posOffset>
          </wp:positionV>
          <wp:extent cx="302260" cy="266700"/>
          <wp:effectExtent l="0" t="0" r="2540" b="0"/>
          <wp:wrapNone/>
          <wp:docPr id="4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808080"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3B2BEB5" wp14:editId="3B4B0789">
              <wp:simplePos x="0" y="0"/>
              <wp:positionH relativeFrom="column">
                <wp:posOffset>-38100</wp:posOffset>
              </wp:positionH>
              <wp:positionV relativeFrom="paragraph">
                <wp:posOffset>233045</wp:posOffset>
              </wp:positionV>
              <wp:extent cx="582930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0531A8A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pt,18.35pt" to="456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" strokecolor="gray"/>
          </w:pict>
        </mc:Fallback>
      </mc:AlternateContent>
    </w:r>
    <w:r>
      <w:rPr>
        <w:noProof/>
        <w:color w:val="808080"/>
        <w:sz w:val="20"/>
        <w:szCs w:val="20"/>
      </w:rPr>
      <w:t>Titel</w:t>
    </w:r>
    <w:r w:rsidRPr="008D54DA">
      <w:rPr>
        <w:color w:val="808080"/>
        <w:sz w:val="20"/>
        <w:szCs w:val="20"/>
      </w:rPr>
      <w:t xml:space="preserve"> der Handreichung (Doppelklick!)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016" w:rsidRDefault="004D0016" w:rsidP="004C2768">
    <w:pPr>
      <w:pStyle w:val="Kopfzeile"/>
      <w:tabs>
        <w:tab w:val="clear" w:pos="4536"/>
        <w:tab w:val="clear" w:pos="9072"/>
        <w:tab w:val="left" w:pos="4110"/>
        <w:tab w:val="left" w:pos="8103"/>
      </w:tabs>
    </w:pPr>
    <w:r w:rsidRPr="00A30C53">
      <w:rPr>
        <w:noProof/>
        <w:color w:val="808080"/>
        <w:szCs w:val="20"/>
      </w:rPr>
      <w:drawing>
        <wp:anchor distT="0" distB="0" distL="114300" distR="114300" simplePos="0" relativeHeight="251661312" behindDoc="0" locked="0" layoutInCell="1" allowOverlap="1" wp14:anchorId="486CEE2F" wp14:editId="15FA4BA1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2540" b="0"/>
          <wp:wrapNone/>
          <wp:docPr id="8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lenraster"/>
      <w:tblW w:w="932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4D0016" w:rsidTr="004D0016">
      <w:tc>
        <w:tcPr>
          <w:tcW w:w="3369" w:type="dxa"/>
        </w:tcPr>
        <w:p w:rsidR="004D0016" w:rsidRDefault="004D0016" w:rsidP="004D0016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</w:p>
      </w:tc>
      <w:tc>
        <w:tcPr>
          <w:tcW w:w="1842" w:type="dxa"/>
        </w:tcPr>
        <w:p w:rsidR="004D0016" w:rsidRDefault="004D0016" w:rsidP="004D0016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  <w:r w:rsidRPr="00A30C53">
            <w:rPr>
              <w:noProof/>
              <w:color w:val="808080"/>
              <w:szCs w:val="20"/>
            </w:rPr>
            <w:t>Mathe+</w:t>
          </w:r>
        </w:p>
      </w:tc>
      <w:tc>
        <w:tcPr>
          <w:tcW w:w="4111" w:type="dxa"/>
        </w:tcPr>
        <w:p w:rsidR="004D0016" w:rsidRDefault="004D0016" w:rsidP="002D62D5">
          <w:pPr>
            <w:pStyle w:val="Kopfzeile"/>
            <w:tabs>
              <w:tab w:val="clear" w:pos="4536"/>
              <w:tab w:val="clear" w:pos="9072"/>
              <w:tab w:val="left" w:pos="8103"/>
            </w:tabs>
            <w:jc w:val="right"/>
          </w:pPr>
          <w:r>
            <w:rPr>
              <w:noProof/>
              <w:color w:val="808080"/>
              <w:szCs w:val="20"/>
            </w:rPr>
            <w:fldChar w:fldCharType="begin"/>
          </w:r>
          <w:r>
            <w:rPr>
              <w:noProof/>
              <w:color w:val="808080"/>
              <w:szCs w:val="20"/>
            </w:rPr>
            <w:instrText xml:space="preserve"> FILENAME  -docx \* MERGEFORMAT </w:instrText>
          </w:r>
          <w:r>
            <w:rPr>
              <w:noProof/>
              <w:color w:val="808080"/>
              <w:szCs w:val="20"/>
            </w:rPr>
            <w:fldChar w:fldCharType="separate"/>
          </w:r>
          <w:r>
            <w:rPr>
              <w:noProof/>
              <w:color w:val="808080"/>
              <w:szCs w:val="20"/>
            </w:rPr>
            <w:t>2.5 Symme</w:t>
          </w:r>
          <w:r w:rsidR="002D62D5">
            <w:rPr>
              <w:noProof/>
              <w:color w:val="808080"/>
              <w:szCs w:val="20"/>
            </w:rPr>
            <w:t>trische Funktionen Arbeitsblatt</w:t>
          </w:r>
          <w:r>
            <w:rPr>
              <w:noProof/>
              <w:color w:val="808080"/>
              <w:szCs w:val="20"/>
            </w:rPr>
            <w:fldChar w:fldCharType="end"/>
          </w:r>
        </w:p>
      </w:tc>
    </w:tr>
  </w:tbl>
  <w:p w:rsidR="004D0016" w:rsidRDefault="004D0016" w:rsidP="004C2768">
    <w:pPr>
      <w:pStyle w:val="Kopfzeile"/>
    </w:pPr>
  </w:p>
  <w:p w:rsidR="004D0016" w:rsidRPr="004C2768" w:rsidRDefault="004D0016" w:rsidP="004C2768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50B" w:rsidRDefault="00C4450B" w:rsidP="004C2768">
    <w:pPr>
      <w:pStyle w:val="Kopfzeile"/>
      <w:tabs>
        <w:tab w:val="clear" w:pos="4536"/>
        <w:tab w:val="clear" w:pos="9072"/>
        <w:tab w:val="left" w:pos="4110"/>
        <w:tab w:val="left" w:pos="8103"/>
      </w:tabs>
    </w:pPr>
    <w:r w:rsidRPr="00A30C53">
      <w:rPr>
        <w:noProof/>
        <w:color w:val="808080"/>
        <w:szCs w:val="20"/>
      </w:rPr>
      <w:drawing>
        <wp:anchor distT="0" distB="0" distL="114300" distR="114300" simplePos="0" relativeHeight="251663360" behindDoc="0" locked="0" layoutInCell="1" allowOverlap="1" wp14:anchorId="08A3C590" wp14:editId="0DDEE874">
          <wp:simplePos x="0" y="0"/>
          <wp:positionH relativeFrom="column">
            <wp:posOffset>-38100</wp:posOffset>
          </wp:positionH>
          <wp:positionV relativeFrom="paragraph">
            <wp:posOffset>43815</wp:posOffset>
          </wp:positionV>
          <wp:extent cx="302260" cy="266700"/>
          <wp:effectExtent l="0" t="0" r="2540" b="0"/>
          <wp:wrapNone/>
          <wp:docPr id="5" name="Bild 4" descr="LS-Logo 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S-Logo 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26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Style w:val="Tabellenraster"/>
      <w:tblW w:w="932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9"/>
      <w:gridCol w:w="1842"/>
      <w:gridCol w:w="4111"/>
    </w:tblGrid>
    <w:tr w:rsidR="00C4450B" w:rsidTr="004D0016">
      <w:tc>
        <w:tcPr>
          <w:tcW w:w="3369" w:type="dxa"/>
        </w:tcPr>
        <w:p w:rsidR="00C4450B" w:rsidRDefault="00C4450B" w:rsidP="004D0016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</w:p>
      </w:tc>
      <w:tc>
        <w:tcPr>
          <w:tcW w:w="1842" w:type="dxa"/>
        </w:tcPr>
        <w:p w:rsidR="00C4450B" w:rsidRDefault="00C4450B" w:rsidP="004D0016">
          <w:pPr>
            <w:pStyle w:val="Kopfzeile"/>
            <w:tabs>
              <w:tab w:val="clear" w:pos="4536"/>
              <w:tab w:val="clear" w:pos="9072"/>
              <w:tab w:val="left" w:pos="8103"/>
            </w:tabs>
          </w:pPr>
          <w:r w:rsidRPr="00A30C53">
            <w:rPr>
              <w:noProof/>
              <w:color w:val="808080"/>
              <w:szCs w:val="20"/>
            </w:rPr>
            <w:t>Mathe+</w:t>
          </w:r>
        </w:p>
      </w:tc>
      <w:tc>
        <w:tcPr>
          <w:tcW w:w="4111" w:type="dxa"/>
        </w:tcPr>
        <w:p w:rsidR="00C4450B" w:rsidRDefault="00C4450B" w:rsidP="002D62D5">
          <w:pPr>
            <w:pStyle w:val="Kopfzeile"/>
            <w:tabs>
              <w:tab w:val="clear" w:pos="4536"/>
              <w:tab w:val="clear" w:pos="9072"/>
              <w:tab w:val="left" w:pos="8103"/>
            </w:tabs>
            <w:jc w:val="right"/>
          </w:pPr>
          <w:r>
            <w:rPr>
              <w:noProof/>
              <w:color w:val="808080"/>
              <w:szCs w:val="20"/>
            </w:rPr>
            <w:fldChar w:fldCharType="begin"/>
          </w:r>
          <w:r>
            <w:rPr>
              <w:noProof/>
              <w:color w:val="808080"/>
              <w:szCs w:val="20"/>
            </w:rPr>
            <w:instrText xml:space="preserve"> FILENAME  -docx \* MERGEFORMAT </w:instrText>
          </w:r>
          <w:r>
            <w:rPr>
              <w:noProof/>
              <w:color w:val="808080"/>
              <w:szCs w:val="20"/>
            </w:rPr>
            <w:fldChar w:fldCharType="separate"/>
          </w:r>
          <w:r>
            <w:rPr>
              <w:noProof/>
              <w:color w:val="808080"/>
              <w:szCs w:val="20"/>
            </w:rPr>
            <w:t>2.5 Symmetrische Funktionen Arbeitsblatt</w:t>
          </w:r>
          <w:r>
            <w:rPr>
              <w:noProof/>
              <w:color w:val="808080"/>
              <w:szCs w:val="20"/>
            </w:rPr>
            <w:fldChar w:fldCharType="end"/>
          </w:r>
          <w:r>
            <w:rPr>
              <w:noProof/>
              <w:color w:val="808080"/>
              <w:szCs w:val="20"/>
            </w:rPr>
            <w:t xml:space="preserve"> Lösungen</w:t>
          </w:r>
        </w:p>
      </w:tc>
    </w:tr>
  </w:tbl>
  <w:p w:rsidR="00C4450B" w:rsidRDefault="00C4450B" w:rsidP="004C2768">
    <w:pPr>
      <w:pStyle w:val="Kopfzeile"/>
    </w:pPr>
  </w:p>
  <w:p w:rsidR="00C4450B" w:rsidRPr="004C2768" w:rsidRDefault="00C4450B" w:rsidP="004C276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1C5D3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680DED"/>
    <w:multiLevelType w:val="hybridMultilevel"/>
    <w:tmpl w:val="43AEF4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02C20"/>
    <w:multiLevelType w:val="hybridMultilevel"/>
    <w:tmpl w:val="1FD6BB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B670E6"/>
    <w:multiLevelType w:val="multilevel"/>
    <w:tmpl w:val="90C2F3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0CDA39DE"/>
    <w:multiLevelType w:val="multilevel"/>
    <w:tmpl w:val="75B62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AB5846"/>
    <w:multiLevelType w:val="hybridMultilevel"/>
    <w:tmpl w:val="84761314"/>
    <w:lvl w:ilvl="0" w:tplc="0407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6">
    <w:nsid w:val="1B327A04"/>
    <w:multiLevelType w:val="multilevel"/>
    <w:tmpl w:val="874CD9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C0F18B8"/>
    <w:multiLevelType w:val="hybridMultilevel"/>
    <w:tmpl w:val="258A6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420496"/>
    <w:multiLevelType w:val="hybridMultilevel"/>
    <w:tmpl w:val="B860DA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B2397"/>
    <w:multiLevelType w:val="multilevel"/>
    <w:tmpl w:val="6C18322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09D222C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926179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B0E57A4"/>
    <w:multiLevelType w:val="multilevel"/>
    <w:tmpl w:val="D24EBA5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474559EB"/>
    <w:multiLevelType w:val="multilevel"/>
    <w:tmpl w:val="334AEF3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4B6F2F07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50087BD3"/>
    <w:multiLevelType w:val="multilevel"/>
    <w:tmpl w:val="5E28AB4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502612DC"/>
    <w:multiLevelType w:val="hybridMultilevel"/>
    <w:tmpl w:val="712E69C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627425"/>
    <w:multiLevelType w:val="multilevel"/>
    <w:tmpl w:val="39B89E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5128393F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54BB400D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57B8040B"/>
    <w:multiLevelType w:val="multilevel"/>
    <w:tmpl w:val="94BC8CD8"/>
    <w:lvl w:ilvl="0">
      <w:start w:val="1"/>
      <w:numFmt w:val="decimal"/>
      <w:pStyle w:val="LSberschrift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LS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LS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58673558"/>
    <w:multiLevelType w:val="multilevel"/>
    <w:tmpl w:val="F184E758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8D12454"/>
    <w:multiLevelType w:val="hybridMultilevel"/>
    <w:tmpl w:val="78F0FCD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615CBB"/>
    <w:multiLevelType w:val="multilevel"/>
    <w:tmpl w:val="79A8877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C6C592D"/>
    <w:multiLevelType w:val="multilevel"/>
    <w:tmpl w:val="13D6688E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5D2C2151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5FDF355B"/>
    <w:multiLevelType w:val="hybridMultilevel"/>
    <w:tmpl w:val="511C0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40F5000"/>
    <w:multiLevelType w:val="multilevel"/>
    <w:tmpl w:val="C0228F0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 Narrow" w:hAnsi="Arial Narrow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659A7EE0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711C000E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6"/>
  </w:num>
  <w:num w:numId="2">
    <w:abstractNumId w:val="16"/>
  </w:num>
  <w:num w:numId="3">
    <w:abstractNumId w:val="0"/>
  </w:num>
  <w:num w:numId="4">
    <w:abstractNumId w:val="15"/>
  </w:num>
  <w:num w:numId="5">
    <w:abstractNumId w:val="18"/>
    <w:lvlOverride w:ilvl="0">
      <w:lvl w:ilvl="0">
        <w:start w:val="1"/>
        <w:numFmt w:val="decimal"/>
        <w:lvlText w:val="%1"/>
        <w:lvlJc w:val="left"/>
        <w:pPr>
          <w:tabs>
            <w:tab w:val="num" w:pos="432"/>
          </w:tabs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6">
    <w:abstractNumId w:val="29"/>
  </w:num>
  <w:num w:numId="7">
    <w:abstractNumId w:val="9"/>
  </w:num>
  <w:num w:numId="8">
    <w:abstractNumId w:val="24"/>
  </w:num>
  <w:num w:numId="9">
    <w:abstractNumId w:val="10"/>
  </w:num>
  <w:num w:numId="10">
    <w:abstractNumId w:val="28"/>
  </w:num>
  <w:num w:numId="11">
    <w:abstractNumId w:val="13"/>
  </w:num>
  <w:num w:numId="12">
    <w:abstractNumId w:val="19"/>
  </w:num>
  <w:num w:numId="13">
    <w:abstractNumId w:val="14"/>
  </w:num>
  <w:num w:numId="14">
    <w:abstractNumId w:val="25"/>
  </w:num>
  <w:num w:numId="15">
    <w:abstractNumId w:val="21"/>
  </w:num>
  <w:num w:numId="16">
    <w:abstractNumId w:val="11"/>
  </w:num>
  <w:num w:numId="17">
    <w:abstractNumId w:val="20"/>
  </w:num>
  <w:num w:numId="18">
    <w:abstractNumId w:val="23"/>
  </w:num>
  <w:num w:numId="19">
    <w:abstractNumId w:val="6"/>
  </w:num>
  <w:num w:numId="20">
    <w:abstractNumId w:val="17"/>
  </w:num>
  <w:num w:numId="21">
    <w:abstractNumId w:val="27"/>
  </w:num>
  <w:num w:numId="22">
    <w:abstractNumId w:val="1"/>
  </w:num>
  <w:num w:numId="23">
    <w:abstractNumId w:val="5"/>
  </w:num>
  <w:num w:numId="24">
    <w:abstractNumId w:val="4"/>
  </w:num>
  <w:num w:numId="25">
    <w:abstractNumId w:val="7"/>
  </w:num>
  <w:num w:numId="26">
    <w:abstractNumId w:val="12"/>
  </w:num>
  <w:num w:numId="27">
    <w:abstractNumId w:val="2"/>
  </w:num>
  <w:num w:numId="28">
    <w:abstractNumId w:val="22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7B7"/>
    <w:rsid w:val="00005C03"/>
    <w:rsid w:val="00007074"/>
    <w:rsid w:val="0003605E"/>
    <w:rsid w:val="000402B5"/>
    <w:rsid w:val="00055140"/>
    <w:rsid w:val="00071A39"/>
    <w:rsid w:val="00071CD0"/>
    <w:rsid w:val="000778EF"/>
    <w:rsid w:val="000B734D"/>
    <w:rsid w:val="000C0622"/>
    <w:rsid w:val="000C17EA"/>
    <w:rsid w:val="000C6A56"/>
    <w:rsid w:val="000D02A4"/>
    <w:rsid w:val="000E5B58"/>
    <w:rsid w:val="000F0FAA"/>
    <w:rsid w:val="000F4ADD"/>
    <w:rsid w:val="001055D9"/>
    <w:rsid w:val="00116CF0"/>
    <w:rsid w:val="0012069F"/>
    <w:rsid w:val="00122A06"/>
    <w:rsid w:val="00143B1A"/>
    <w:rsid w:val="00157962"/>
    <w:rsid w:val="0016195E"/>
    <w:rsid w:val="001737D9"/>
    <w:rsid w:val="00192067"/>
    <w:rsid w:val="001C0B99"/>
    <w:rsid w:val="001D407F"/>
    <w:rsid w:val="001E03B5"/>
    <w:rsid w:val="00201056"/>
    <w:rsid w:val="00203069"/>
    <w:rsid w:val="00204EC3"/>
    <w:rsid w:val="002204C6"/>
    <w:rsid w:val="00227F14"/>
    <w:rsid w:val="0023593D"/>
    <w:rsid w:val="00235E0A"/>
    <w:rsid w:val="0024375B"/>
    <w:rsid w:val="00257522"/>
    <w:rsid w:val="002773E6"/>
    <w:rsid w:val="002A5DAD"/>
    <w:rsid w:val="002C3C0B"/>
    <w:rsid w:val="002D62D5"/>
    <w:rsid w:val="002E3133"/>
    <w:rsid w:val="0033767E"/>
    <w:rsid w:val="00341135"/>
    <w:rsid w:val="00354A87"/>
    <w:rsid w:val="00364DEA"/>
    <w:rsid w:val="0037098E"/>
    <w:rsid w:val="00381971"/>
    <w:rsid w:val="00385B0E"/>
    <w:rsid w:val="003A09A7"/>
    <w:rsid w:val="003A0D0B"/>
    <w:rsid w:val="003B771D"/>
    <w:rsid w:val="003D403B"/>
    <w:rsid w:val="003E4A0C"/>
    <w:rsid w:val="003E5315"/>
    <w:rsid w:val="003F6526"/>
    <w:rsid w:val="00427E5D"/>
    <w:rsid w:val="00454A8D"/>
    <w:rsid w:val="004609C0"/>
    <w:rsid w:val="00473702"/>
    <w:rsid w:val="004C2768"/>
    <w:rsid w:val="004D0016"/>
    <w:rsid w:val="004D6055"/>
    <w:rsid w:val="004E3EAA"/>
    <w:rsid w:val="004E7610"/>
    <w:rsid w:val="004F6C58"/>
    <w:rsid w:val="00506DB8"/>
    <w:rsid w:val="00507E7B"/>
    <w:rsid w:val="005620DE"/>
    <w:rsid w:val="00564E18"/>
    <w:rsid w:val="005653AE"/>
    <w:rsid w:val="00580F3F"/>
    <w:rsid w:val="005877DB"/>
    <w:rsid w:val="00592774"/>
    <w:rsid w:val="005A7B9C"/>
    <w:rsid w:val="005C045C"/>
    <w:rsid w:val="005D427E"/>
    <w:rsid w:val="005E70FD"/>
    <w:rsid w:val="005E7281"/>
    <w:rsid w:val="005F6605"/>
    <w:rsid w:val="006047C3"/>
    <w:rsid w:val="0060782F"/>
    <w:rsid w:val="006220E5"/>
    <w:rsid w:val="00626579"/>
    <w:rsid w:val="0063100A"/>
    <w:rsid w:val="006347B7"/>
    <w:rsid w:val="0063710D"/>
    <w:rsid w:val="0064779A"/>
    <w:rsid w:val="00647F81"/>
    <w:rsid w:val="0065665E"/>
    <w:rsid w:val="00663B0B"/>
    <w:rsid w:val="00663D56"/>
    <w:rsid w:val="00664723"/>
    <w:rsid w:val="00675A8E"/>
    <w:rsid w:val="00696651"/>
    <w:rsid w:val="006B4795"/>
    <w:rsid w:val="006C025B"/>
    <w:rsid w:val="006D2DC8"/>
    <w:rsid w:val="006D439A"/>
    <w:rsid w:val="006D65B3"/>
    <w:rsid w:val="006E079C"/>
    <w:rsid w:val="006F7EA3"/>
    <w:rsid w:val="007063AB"/>
    <w:rsid w:val="00715EA6"/>
    <w:rsid w:val="00721505"/>
    <w:rsid w:val="007336B2"/>
    <w:rsid w:val="00757897"/>
    <w:rsid w:val="00767BA8"/>
    <w:rsid w:val="00780905"/>
    <w:rsid w:val="00793573"/>
    <w:rsid w:val="007B6689"/>
    <w:rsid w:val="007E32EC"/>
    <w:rsid w:val="007F438D"/>
    <w:rsid w:val="00800B6F"/>
    <w:rsid w:val="008171E4"/>
    <w:rsid w:val="00826AF5"/>
    <w:rsid w:val="00841AB6"/>
    <w:rsid w:val="00855B01"/>
    <w:rsid w:val="00856664"/>
    <w:rsid w:val="00880CCF"/>
    <w:rsid w:val="00894E34"/>
    <w:rsid w:val="00897B38"/>
    <w:rsid w:val="008A37C8"/>
    <w:rsid w:val="008D54DA"/>
    <w:rsid w:val="008E3020"/>
    <w:rsid w:val="00917FBE"/>
    <w:rsid w:val="00923245"/>
    <w:rsid w:val="00942134"/>
    <w:rsid w:val="0094646F"/>
    <w:rsid w:val="009468E0"/>
    <w:rsid w:val="00951096"/>
    <w:rsid w:val="0097468B"/>
    <w:rsid w:val="009773B1"/>
    <w:rsid w:val="0098424E"/>
    <w:rsid w:val="009A6EEB"/>
    <w:rsid w:val="009B3237"/>
    <w:rsid w:val="009C034D"/>
    <w:rsid w:val="009D2399"/>
    <w:rsid w:val="009D3FF5"/>
    <w:rsid w:val="009D42E1"/>
    <w:rsid w:val="009D4AAA"/>
    <w:rsid w:val="009E4024"/>
    <w:rsid w:val="00A01090"/>
    <w:rsid w:val="00A069C4"/>
    <w:rsid w:val="00A2210F"/>
    <w:rsid w:val="00A419C9"/>
    <w:rsid w:val="00A61C98"/>
    <w:rsid w:val="00A6202E"/>
    <w:rsid w:val="00A8278F"/>
    <w:rsid w:val="00A90681"/>
    <w:rsid w:val="00A94591"/>
    <w:rsid w:val="00AD1028"/>
    <w:rsid w:val="00AE1300"/>
    <w:rsid w:val="00B026A6"/>
    <w:rsid w:val="00B03CDE"/>
    <w:rsid w:val="00B05948"/>
    <w:rsid w:val="00B16C22"/>
    <w:rsid w:val="00B26F7E"/>
    <w:rsid w:val="00B32153"/>
    <w:rsid w:val="00B36BFF"/>
    <w:rsid w:val="00B511CA"/>
    <w:rsid w:val="00B714DE"/>
    <w:rsid w:val="00B776AF"/>
    <w:rsid w:val="00BA19FD"/>
    <w:rsid w:val="00BB3F09"/>
    <w:rsid w:val="00BB5966"/>
    <w:rsid w:val="00BB61CC"/>
    <w:rsid w:val="00BC1CA8"/>
    <w:rsid w:val="00BD6CD9"/>
    <w:rsid w:val="00BE0BD2"/>
    <w:rsid w:val="00BE7963"/>
    <w:rsid w:val="00BF4178"/>
    <w:rsid w:val="00BF5C01"/>
    <w:rsid w:val="00BF6BCB"/>
    <w:rsid w:val="00C018A3"/>
    <w:rsid w:val="00C0200E"/>
    <w:rsid w:val="00C06D08"/>
    <w:rsid w:val="00C07AEB"/>
    <w:rsid w:val="00C11A6D"/>
    <w:rsid w:val="00C1233E"/>
    <w:rsid w:val="00C33C5C"/>
    <w:rsid w:val="00C37ED5"/>
    <w:rsid w:val="00C4450B"/>
    <w:rsid w:val="00C535D1"/>
    <w:rsid w:val="00C56F3A"/>
    <w:rsid w:val="00C57564"/>
    <w:rsid w:val="00C660B3"/>
    <w:rsid w:val="00C67985"/>
    <w:rsid w:val="00C74D5B"/>
    <w:rsid w:val="00CE11DB"/>
    <w:rsid w:val="00D12434"/>
    <w:rsid w:val="00D12EB6"/>
    <w:rsid w:val="00D16D34"/>
    <w:rsid w:val="00D23DB4"/>
    <w:rsid w:val="00D33D30"/>
    <w:rsid w:val="00D44738"/>
    <w:rsid w:val="00D54CA8"/>
    <w:rsid w:val="00D5658F"/>
    <w:rsid w:val="00D97946"/>
    <w:rsid w:val="00DA4D6C"/>
    <w:rsid w:val="00DB0121"/>
    <w:rsid w:val="00DB1BBF"/>
    <w:rsid w:val="00DF0915"/>
    <w:rsid w:val="00DF792E"/>
    <w:rsid w:val="00E04B87"/>
    <w:rsid w:val="00E10408"/>
    <w:rsid w:val="00E335C3"/>
    <w:rsid w:val="00E42013"/>
    <w:rsid w:val="00E6612D"/>
    <w:rsid w:val="00E70711"/>
    <w:rsid w:val="00E721C9"/>
    <w:rsid w:val="00E92DB7"/>
    <w:rsid w:val="00E940D0"/>
    <w:rsid w:val="00EB4322"/>
    <w:rsid w:val="00EB5BFA"/>
    <w:rsid w:val="00EC5492"/>
    <w:rsid w:val="00ED5F2C"/>
    <w:rsid w:val="00EE1BB4"/>
    <w:rsid w:val="00EF77B0"/>
    <w:rsid w:val="00F02534"/>
    <w:rsid w:val="00F02A0F"/>
    <w:rsid w:val="00F06927"/>
    <w:rsid w:val="00F113D4"/>
    <w:rsid w:val="00F43BBD"/>
    <w:rsid w:val="00F6253A"/>
    <w:rsid w:val="00F850C6"/>
    <w:rsid w:val="00F865F8"/>
    <w:rsid w:val="00F9544A"/>
    <w:rsid w:val="00FA45EC"/>
    <w:rsid w:val="00FB4EFC"/>
    <w:rsid w:val="00FE3ABB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Cit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4C2768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64723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HTMLZitat">
    <w:name w:val="HTML Cite"/>
    <w:basedOn w:val="Absatz-Standardschriftart"/>
    <w:uiPriority w:val="99"/>
    <w:semiHidden/>
    <w:unhideWhenUsed/>
    <w:rsid w:val="00664723"/>
    <w:rPr>
      <w:i/>
      <w:iCs/>
    </w:rPr>
  </w:style>
  <w:style w:type="character" w:customStyle="1" w:styleId="KopfzeileZchn">
    <w:name w:val="Kopfzeile Zchn"/>
    <w:basedOn w:val="Absatz-Standardschriftart"/>
    <w:link w:val="Kopfzeile"/>
    <w:rsid w:val="003D403B"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4C2768"/>
    <w:rPr>
      <w:rFonts w:ascii="Arial" w:hAnsi="Arial" w:cs="Arial"/>
      <w:sz w:val="18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4E3EAA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4E3EAA"/>
    <w:rPr>
      <w:rFonts w:ascii="Arial" w:hAnsi="Arial"/>
      <w:color w:val="A6A6A6" w:themeColor="background1" w:themeShade="A6"/>
      <w:sz w:val="24"/>
    </w:rPr>
  </w:style>
  <w:style w:type="character" w:styleId="Platzhaltertext">
    <w:name w:val="Placeholder Text"/>
    <w:basedOn w:val="Absatz-Standardschriftart"/>
    <w:uiPriority w:val="99"/>
    <w:semiHidden/>
    <w:rsid w:val="00E92DB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Cite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 w:cs="Arial"/>
      <w:sz w:val="22"/>
      <w:szCs w:val="22"/>
    </w:rPr>
  </w:style>
  <w:style w:type="paragraph" w:styleId="berschrift2">
    <w:name w:val="heading 2"/>
    <w:basedOn w:val="Standard"/>
    <w:next w:val="Standard"/>
    <w:qFormat/>
    <w:rsid w:val="00C57564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C5756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57564"/>
    <w:pPr>
      <w:keepNext/>
      <w:numPr>
        <w:ilvl w:val="3"/>
        <w:numId w:val="17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C57564"/>
    <w:pPr>
      <w:numPr>
        <w:ilvl w:val="4"/>
        <w:numId w:val="1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C57564"/>
    <w:pPr>
      <w:numPr>
        <w:ilvl w:val="5"/>
        <w:numId w:val="17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C57564"/>
    <w:pPr>
      <w:numPr>
        <w:ilvl w:val="6"/>
        <w:numId w:val="1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C57564"/>
    <w:pPr>
      <w:numPr>
        <w:ilvl w:val="7"/>
        <w:numId w:val="1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C57564"/>
    <w:pPr>
      <w:numPr>
        <w:ilvl w:val="8"/>
        <w:numId w:val="17"/>
      </w:num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8D54D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98424E"/>
    <w:pPr>
      <w:tabs>
        <w:tab w:val="center" w:pos="4536"/>
        <w:tab w:val="right" w:pos="9072"/>
      </w:tabs>
      <w:jc w:val="both"/>
    </w:pPr>
    <w:rPr>
      <w:sz w:val="18"/>
    </w:rPr>
  </w:style>
  <w:style w:type="character" w:styleId="Seitenzahl">
    <w:name w:val="page number"/>
    <w:basedOn w:val="Absatz-Standardschriftart"/>
    <w:rsid w:val="008D54DA"/>
  </w:style>
  <w:style w:type="paragraph" w:customStyle="1" w:styleId="LSberschrift1">
    <w:name w:val="LS Überschrift 1"/>
    <w:basedOn w:val="Standard"/>
    <w:next w:val="LSStandardtext"/>
    <w:autoRedefine/>
    <w:rsid w:val="004C2768"/>
    <w:pPr>
      <w:numPr>
        <w:numId w:val="17"/>
      </w:numPr>
      <w:spacing w:line="320" w:lineRule="atLeast"/>
    </w:pPr>
    <w:rPr>
      <w:b/>
      <w:sz w:val="24"/>
    </w:rPr>
  </w:style>
  <w:style w:type="paragraph" w:customStyle="1" w:styleId="LSberschrift2">
    <w:name w:val="LS Überschrift 2"/>
    <w:basedOn w:val="Standard"/>
    <w:next w:val="LSStandardtext"/>
    <w:rsid w:val="00C57564"/>
    <w:pPr>
      <w:numPr>
        <w:ilvl w:val="1"/>
        <w:numId w:val="17"/>
      </w:numPr>
      <w:spacing w:line="320" w:lineRule="atLeast"/>
    </w:pPr>
    <w:rPr>
      <w:b/>
    </w:rPr>
  </w:style>
  <w:style w:type="paragraph" w:customStyle="1" w:styleId="LSStandardtext">
    <w:name w:val="LS Standardtext"/>
    <w:basedOn w:val="Standard"/>
    <w:rsid w:val="002C3C0B"/>
    <w:pPr>
      <w:spacing w:line="320" w:lineRule="atLeast"/>
      <w:jc w:val="both"/>
    </w:pPr>
  </w:style>
  <w:style w:type="paragraph" w:customStyle="1" w:styleId="LSBildunterschrift">
    <w:name w:val="LS Bildunterschrift"/>
    <w:basedOn w:val="LSStandardtext"/>
    <w:rsid w:val="005F6605"/>
    <w:rPr>
      <w:sz w:val="18"/>
    </w:rPr>
  </w:style>
  <w:style w:type="paragraph" w:styleId="Funotentext">
    <w:name w:val="footnote text"/>
    <w:basedOn w:val="Standard"/>
    <w:link w:val="FunotentextZchn"/>
    <w:semiHidden/>
    <w:rsid w:val="001055D9"/>
    <w:rPr>
      <w:sz w:val="20"/>
      <w:szCs w:val="20"/>
    </w:rPr>
  </w:style>
  <w:style w:type="character" w:styleId="Funotenzeichen">
    <w:name w:val="footnote reference"/>
    <w:semiHidden/>
    <w:rsid w:val="001055D9"/>
    <w:rPr>
      <w:vertAlign w:val="superscript"/>
    </w:rPr>
  </w:style>
  <w:style w:type="paragraph" w:customStyle="1" w:styleId="LSFunote">
    <w:name w:val="LS Fußnote"/>
    <w:basedOn w:val="Funotentext"/>
    <w:link w:val="LSFunoteZchn"/>
    <w:rsid w:val="0098424E"/>
    <w:pPr>
      <w:jc w:val="both"/>
    </w:pPr>
    <w:rPr>
      <w:sz w:val="18"/>
    </w:rPr>
  </w:style>
  <w:style w:type="paragraph" w:styleId="Verzeichnis2">
    <w:name w:val="toc 2"/>
    <w:aliases w:val="Verzeichnis 11"/>
    <w:basedOn w:val="Standard"/>
    <w:next w:val="Standard"/>
    <w:autoRedefine/>
    <w:semiHidden/>
    <w:rsid w:val="00942134"/>
    <w:pPr>
      <w:spacing w:line="480" w:lineRule="auto"/>
      <w:ind w:left="220"/>
      <w:jc w:val="both"/>
    </w:pPr>
  </w:style>
  <w:style w:type="paragraph" w:styleId="Verzeichnis1">
    <w:name w:val="toc 1"/>
    <w:aliases w:val="Verzeichnis LS"/>
    <w:basedOn w:val="Standard"/>
    <w:next w:val="LSStandardtext"/>
    <w:autoRedefine/>
    <w:semiHidden/>
    <w:rsid w:val="00F02A0F"/>
    <w:pPr>
      <w:tabs>
        <w:tab w:val="right" w:leader="dot" w:pos="9060"/>
      </w:tabs>
      <w:spacing w:line="480" w:lineRule="auto"/>
      <w:jc w:val="both"/>
    </w:pPr>
    <w:rPr>
      <w:b/>
      <w:noProof/>
    </w:rPr>
  </w:style>
  <w:style w:type="character" w:styleId="Hyperlink">
    <w:name w:val="Hyperlink"/>
    <w:rsid w:val="00D16D34"/>
    <w:rPr>
      <w:color w:val="0000FF"/>
      <w:u w:val="single"/>
    </w:rPr>
  </w:style>
  <w:style w:type="character" w:customStyle="1" w:styleId="FunotentextZchn">
    <w:name w:val="Fußnotentext Zchn"/>
    <w:link w:val="Funotentext"/>
    <w:rsid w:val="00D54CA8"/>
    <w:rPr>
      <w:rFonts w:ascii="Arial" w:hAnsi="Arial" w:cs="Arial"/>
      <w:lang w:val="de-DE" w:eastAsia="de-DE" w:bidi="ar-SA"/>
    </w:rPr>
  </w:style>
  <w:style w:type="character" w:customStyle="1" w:styleId="LSFunoteZchn">
    <w:name w:val="LS Fußnote Zchn"/>
    <w:link w:val="LSFunote"/>
    <w:rsid w:val="00D54CA8"/>
    <w:rPr>
      <w:rFonts w:ascii="Arial" w:hAnsi="Arial" w:cs="Arial"/>
      <w:sz w:val="18"/>
      <w:lang w:val="de-DE" w:eastAsia="de-DE" w:bidi="ar-SA"/>
    </w:rPr>
  </w:style>
  <w:style w:type="paragraph" w:styleId="Sprechblasentext">
    <w:name w:val="Balloon Text"/>
    <w:basedOn w:val="Standard"/>
    <w:semiHidden/>
    <w:rsid w:val="00341135"/>
    <w:rPr>
      <w:rFonts w:ascii="Tahoma" w:hAnsi="Tahoma" w:cs="Tahoma"/>
      <w:sz w:val="16"/>
      <w:szCs w:val="16"/>
    </w:rPr>
  </w:style>
  <w:style w:type="paragraph" w:styleId="Verzeichnis3">
    <w:name w:val="toc 3"/>
    <w:basedOn w:val="Standard"/>
    <w:next w:val="Standard"/>
    <w:autoRedefine/>
    <w:semiHidden/>
    <w:rsid w:val="00942134"/>
    <w:pPr>
      <w:ind w:left="440"/>
    </w:pPr>
  </w:style>
  <w:style w:type="character" w:styleId="Kommentarzeichen">
    <w:name w:val="annotation reference"/>
    <w:semiHidden/>
    <w:rsid w:val="00341135"/>
    <w:rPr>
      <w:sz w:val="16"/>
      <w:szCs w:val="16"/>
    </w:rPr>
  </w:style>
  <w:style w:type="paragraph" w:styleId="Kommentartext">
    <w:name w:val="annotation text"/>
    <w:basedOn w:val="Standard"/>
    <w:semiHidden/>
    <w:rsid w:val="00341135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341135"/>
    <w:rPr>
      <w:b/>
      <w:bCs/>
    </w:rPr>
  </w:style>
  <w:style w:type="paragraph" w:styleId="Aufzhlungszeichen">
    <w:name w:val="List Bullet"/>
    <w:basedOn w:val="Standard"/>
    <w:rsid w:val="00122A06"/>
    <w:pPr>
      <w:numPr>
        <w:numId w:val="3"/>
      </w:numPr>
    </w:pPr>
  </w:style>
  <w:style w:type="paragraph" w:customStyle="1" w:styleId="LSberschrift3">
    <w:name w:val="LS Überschrift 3"/>
    <w:basedOn w:val="LSberschrift2"/>
    <w:next w:val="LSStandardtext"/>
    <w:rsid w:val="00157962"/>
    <w:pPr>
      <w:numPr>
        <w:ilvl w:val="2"/>
      </w:numPr>
    </w:pPr>
  </w:style>
  <w:style w:type="table" w:styleId="Tabellenraster">
    <w:name w:val="Table Grid"/>
    <w:basedOn w:val="NormaleTabelle"/>
    <w:rsid w:val="00C02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rsid w:val="0023593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664723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HTMLZitat">
    <w:name w:val="HTML Cite"/>
    <w:basedOn w:val="Absatz-Standardschriftart"/>
    <w:uiPriority w:val="99"/>
    <w:semiHidden/>
    <w:unhideWhenUsed/>
    <w:rsid w:val="00664723"/>
    <w:rPr>
      <w:i/>
      <w:iCs/>
    </w:rPr>
  </w:style>
  <w:style w:type="character" w:customStyle="1" w:styleId="KopfzeileZchn">
    <w:name w:val="Kopfzeile Zchn"/>
    <w:basedOn w:val="Absatz-Standardschriftart"/>
    <w:link w:val="Kopfzeile"/>
    <w:rsid w:val="003D403B"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4C2768"/>
    <w:rPr>
      <w:rFonts w:ascii="Arial" w:hAnsi="Arial" w:cs="Arial"/>
      <w:sz w:val="18"/>
      <w:szCs w:val="22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4E3EAA"/>
    <w:pPr>
      <w:spacing w:line="320" w:lineRule="exact"/>
      <w:jc w:val="right"/>
    </w:pPr>
    <w:rPr>
      <w:rFonts w:cs="Times New Roman"/>
      <w:color w:val="A6A6A6" w:themeColor="background1" w:themeShade="A6"/>
      <w:sz w:val="24"/>
      <w:szCs w:val="20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4E3EAA"/>
    <w:rPr>
      <w:rFonts w:ascii="Arial" w:hAnsi="Arial"/>
      <w:color w:val="A6A6A6" w:themeColor="background1" w:themeShade="A6"/>
      <w:sz w:val="24"/>
    </w:rPr>
  </w:style>
  <w:style w:type="character" w:styleId="Platzhaltertext">
    <w:name w:val="Placeholder Text"/>
    <w:basedOn w:val="Absatz-Standardschriftart"/>
    <w:uiPriority w:val="99"/>
    <w:semiHidden/>
    <w:rsid w:val="00E92D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LEMD~1\AppData\Local\Temp\HandreichungsdummyV18.1-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F18DC263EA504E8C79F366FBE9D56C" ma:contentTypeVersion="0" ma:contentTypeDescription="Ein neues Dokument erstellen." ma:contentTypeScope="" ma:versionID="654bf78913847e630e6cf5fd00904c7a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C63A2-CDAE-4506-9A63-B49FBEA1B3C9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0DDE4D8-ADA2-4742-BEF5-0DE83B53AE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3C7F-D4E7-4E71-981F-E3962D5C4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5AB733-B1A9-41EF-A5BD-C46172D3B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HandreichungsdummyV18.1-1.dotx</Template>
  <TotalTime>0</TotalTime>
  <Pages>15</Pages>
  <Words>2512</Words>
  <Characters>15826</Characters>
  <Application>Microsoft Office Word</Application>
  <DocSecurity>0</DocSecurity>
  <Lines>131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 Blindtext</vt:lpstr>
    </vt:vector>
  </TitlesOfParts>
  <Company>IZLBW</Company>
  <LinksUpToDate>false</LinksUpToDate>
  <CharactersWithSpaces>18302</CharactersWithSpaces>
  <SharedDoc>false</SharedDoc>
  <HLinks>
    <vt:vector size="138" baseType="variant">
      <vt:variant>
        <vt:i4>4653103</vt:i4>
      </vt:variant>
      <vt:variant>
        <vt:i4>129</vt:i4>
      </vt:variant>
      <vt:variant>
        <vt:i4>0</vt:i4>
      </vt:variant>
      <vt:variant>
        <vt:i4>5</vt:i4>
      </vt:variant>
      <vt:variant>
        <vt:lpwstr>mailto:hermann.tasci@ls.kv.bwl.de</vt:lpwstr>
      </vt:variant>
      <vt:variant>
        <vt:lpwstr/>
      </vt:variant>
      <vt:variant>
        <vt:i4>1704063</vt:i4>
      </vt:variant>
      <vt:variant>
        <vt:i4>126</vt:i4>
      </vt:variant>
      <vt:variant>
        <vt:i4>0</vt:i4>
      </vt:variant>
      <vt:variant>
        <vt:i4>5</vt:i4>
      </vt:variant>
      <vt:variant>
        <vt:lpwstr>mailto:daniel.walter@ls.kv.bwl.de</vt:lpwstr>
      </vt:variant>
      <vt:variant>
        <vt:lpwstr/>
      </vt:variant>
      <vt:variant>
        <vt:i4>5242885</vt:i4>
      </vt:variant>
      <vt:variant>
        <vt:i4>123</vt:i4>
      </vt:variant>
      <vt:variant>
        <vt:i4>0</vt:i4>
      </vt:variant>
      <vt:variant>
        <vt:i4>5</vt:i4>
      </vt:variant>
      <vt:variant>
        <vt:lpwstr>http://www.evaluation-bw.de/</vt:lpwstr>
      </vt:variant>
      <vt:variant>
        <vt:lpwstr/>
      </vt:variant>
      <vt:variant>
        <vt:i4>1114169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_Toc328727045</vt:lpwstr>
      </vt:variant>
      <vt:variant>
        <vt:i4>1114169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_Toc328727044</vt:lpwstr>
      </vt:variant>
      <vt:variant>
        <vt:i4>1114169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_Toc328727043</vt:lpwstr>
      </vt:variant>
      <vt:variant>
        <vt:i4>1114169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_Toc328727042</vt:lpwstr>
      </vt:variant>
      <vt:variant>
        <vt:i4>1114169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_Toc328727041</vt:lpwstr>
      </vt:variant>
      <vt:variant>
        <vt:i4>1114169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_Toc328727040</vt:lpwstr>
      </vt:variant>
      <vt:variant>
        <vt:i4>1441849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_Toc328727039</vt:lpwstr>
      </vt:variant>
      <vt:variant>
        <vt:i4>1441849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_Toc328727038</vt:lpwstr>
      </vt:variant>
      <vt:variant>
        <vt:i4>1441849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_Toc328727037</vt:lpwstr>
      </vt:variant>
      <vt:variant>
        <vt:i4>1441849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_Toc328727036</vt:lpwstr>
      </vt:variant>
      <vt:variant>
        <vt:i4>1441849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_Toc328727035</vt:lpwstr>
      </vt:variant>
      <vt:variant>
        <vt:i4>1441849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_Toc328727034</vt:lpwstr>
      </vt:variant>
      <vt:variant>
        <vt:i4>1441849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_Toc328727033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_Toc328727032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_Toc328727031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_Toc328727030</vt:lpwstr>
      </vt:variant>
      <vt:variant>
        <vt:i4>1507385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_Toc328727029</vt:lpwstr>
      </vt:variant>
      <vt:variant>
        <vt:i4>1507385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_Toc328727028</vt:lpwstr>
      </vt:variant>
      <vt:variant>
        <vt:i4>1507385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_Toc328727027</vt:lpwstr>
      </vt:variant>
      <vt:variant>
        <vt:i4>1507385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_Toc328727026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Blindtext</dc:title>
  <dc:creator>Izlem Dogan</dc:creator>
  <cp:lastModifiedBy>Nacke, Pierre (LS)</cp:lastModifiedBy>
  <cp:revision>6</cp:revision>
  <cp:lastPrinted>2012-09-06T08:52:00Z</cp:lastPrinted>
  <dcterms:created xsi:type="dcterms:W3CDTF">2015-11-17T13:08:00Z</dcterms:created>
  <dcterms:modified xsi:type="dcterms:W3CDTF">2016-01-07T14:53:00Z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0x01010023F18DC263EA504E8C79F366FBE9D56C</vt:lpwstr>
  </property>
</Properties>
</file>