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01D" w:rsidRDefault="00AD5ADB">
      <w:pPr>
        <w:pStyle w:val="berschrift1"/>
      </w:pPr>
      <w:r>
        <w:t>Arbeiten mit Tabellen im Codespeicher</w:t>
      </w:r>
    </w:p>
    <w:p w:rsidR="0032401D" w:rsidRDefault="0032401D"/>
    <w:p w:rsidR="0032401D" w:rsidRDefault="0032401D"/>
    <w:p w:rsidR="0032401D" w:rsidRDefault="00AD5ADB">
      <w:r>
        <w:t xml:space="preserve">1. Aufgabenstellung: Durch Blinken sollen an </w:t>
      </w:r>
      <w:r w:rsidR="001D1F9A">
        <w:t>Digit0</w:t>
      </w:r>
      <w:r>
        <w:t xml:space="preserve"> nacheinander die Ziffern von Telefonnummern angezeigt werden.</w:t>
      </w:r>
    </w:p>
    <w:p w:rsidR="0032401D" w:rsidRDefault="00AD5ADB">
      <w:r>
        <w:t xml:space="preserve">2. Beschreibung der </w:t>
      </w:r>
      <w:r>
        <w:t>7-Segment-Anzeige:</w:t>
      </w:r>
    </w:p>
    <w:p w:rsidR="0032401D" w:rsidRDefault="001D1F9A">
      <w:r>
        <w:rPr>
          <w:noProof/>
        </w:rPr>
        <w:t>Siehe Anhang</w:t>
      </w:r>
    </w:p>
    <w:p w:rsidR="0032401D" w:rsidRDefault="0032401D"/>
    <w:p w:rsidR="0032401D" w:rsidRDefault="00AD5ADB">
      <w:pPr>
        <w:numPr>
          <w:ilvl w:val="0"/>
          <w:numId w:val="1"/>
        </w:numPr>
      </w:pPr>
      <w:r>
        <w:t>Tabellen im Mikrocontroller:</w:t>
      </w:r>
    </w:p>
    <w:p w:rsidR="0032401D" w:rsidRDefault="0032401D"/>
    <w:p w:rsidR="0032401D" w:rsidRDefault="00AD5ADB">
      <w:r>
        <w:t>siebensegment:</w:t>
      </w:r>
    </w:p>
    <w:p w:rsidR="001D1F9A" w:rsidRDefault="00AD5ADB" w:rsidP="001D1F9A">
      <w:pPr>
        <w:autoSpaceDE w:val="0"/>
        <w:rPr>
          <w:rFonts w:ascii="Consolas" w:eastAsia="Consolas" w:hAnsi="Consolas" w:cs="Consolas"/>
          <w:sz w:val="20"/>
          <w:szCs w:val="20"/>
        </w:rPr>
      </w:pPr>
      <w:r>
        <w:t xml:space="preserve">.byte </w:t>
      </w:r>
      <w:r w:rsidR="001D1F9A">
        <w:rPr>
          <w:rFonts w:ascii="Consolas" w:eastAsia="Consolas" w:hAnsi="Consolas" w:cs="Consolas"/>
          <w:sz w:val="20"/>
          <w:szCs w:val="20"/>
        </w:rPr>
        <w:t>0b00000011,0b10011111,0b00100101,</w:t>
      </w:r>
      <w:r w:rsidR="001D1F9A">
        <w:rPr>
          <w:rFonts w:ascii="Consolas" w:eastAsia="Consolas" w:hAnsi="Consolas" w:cs="Consolas"/>
          <w:sz w:val="20"/>
          <w:szCs w:val="20"/>
        </w:rPr>
        <w:t>…</w:t>
      </w:r>
    </w:p>
    <w:p w:rsidR="0032401D" w:rsidRDefault="0032401D"/>
    <w:p w:rsidR="0032401D" w:rsidRDefault="00AD5ADB">
      <w:r>
        <w:t>Telefonnummer:</w:t>
      </w:r>
    </w:p>
    <w:p w:rsidR="0032401D" w:rsidRDefault="00AD5ADB">
      <w:r>
        <w:t>.byte  1,1,8,3,3</w:t>
      </w:r>
    </w:p>
    <w:p w:rsidR="0032401D" w:rsidRDefault="00AD5ADB">
      <w:r>
        <w:t>Fragen:</w:t>
      </w:r>
    </w:p>
    <w:p w:rsidR="0032401D" w:rsidRDefault="0032401D"/>
    <w:p w:rsidR="0032401D" w:rsidRDefault="00AD5ADB">
      <w:r>
        <w:t>Analysieren Sie obige Programmzeile.</w:t>
      </w:r>
    </w:p>
    <w:p w:rsidR="0032401D" w:rsidRDefault="0032401D"/>
    <w:p w:rsidR="0032401D" w:rsidRDefault="001D1F9A">
      <w:r>
        <w:t xml:space="preserve">Welchen Wert hat </w:t>
      </w:r>
      <w:r w:rsidR="00AC004E">
        <w:t xml:space="preserve"> R0</w:t>
      </w:r>
      <w:r w:rsidR="00AD5ADB">
        <w:t xml:space="preserve"> nach folgende Instruktionen:</w:t>
      </w:r>
    </w:p>
    <w:p w:rsidR="0032401D" w:rsidRDefault="0032401D"/>
    <w:p w:rsidR="0032401D" w:rsidRDefault="00AD5ADB">
      <w:r>
        <w:t>mov R0,#3</w:t>
      </w:r>
    </w:p>
    <w:p w:rsidR="0032401D" w:rsidRDefault="00AC004E">
      <w:r>
        <w:t>ldr R7</w:t>
      </w:r>
      <w:r w:rsidR="00AD5ADB">
        <w:t>,=Telefonnummer</w:t>
      </w:r>
    </w:p>
    <w:p w:rsidR="0032401D" w:rsidRDefault="00AC004E">
      <w:r>
        <w:t>ldrb R0,[R7</w:t>
      </w:r>
      <w:r w:rsidR="00AD5ADB">
        <w:t>,R0]</w:t>
      </w:r>
    </w:p>
    <w:p w:rsidR="0032401D" w:rsidRDefault="0032401D"/>
    <w:p w:rsidR="0032401D" w:rsidRDefault="0032401D"/>
    <w:p w:rsidR="0032401D" w:rsidRDefault="0032401D"/>
    <w:p w:rsidR="0032401D" w:rsidRDefault="0032401D">
      <w:pPr>
        <w:pageBreakBefore/>
      </w:pPr>
    </w:p>
    <w:p w:rsidR="0032401D" w:rsidRDefault="00AD5ADB">
      <w:r>
        <w:t>Aufgaben:</w:t>
      </w:r>
    </w:p>
    <w:p w:rsidR="0032401D" w:rsidRDefault="0032401D"/>
    <w:p w:rsidR="0032401D" w:rsidRDefault="00AD5ADB">
      <w:r>
        <w:t xml:space="preserve">Aufgabe 1: Erstellen Sie eine Codetabelle für die </w:t>
      </w:r>
      <w:r>
        <w:t>Telefonnummer: 11833. Als zus</w:t>
      </w:r>
      <w:r w:rsidR="001D1F9A">
        <w:t xml:space="preserve">ätzliche Zahl soll als letztes </w:t>
      </w:r>
      <w:r>
        <w:t xml:space="preserve"> die Zahl 255 in Ihrer Tabelle erscheinen (kennzeichnet das Tabellenende, Telefonnummern können unterschiedlich lang sein)</w:t>
      </w:r>
    </w:p>
    <w:p w:rsidR="0032401D" w:rsidRDefault="0032401D"/>
    <w:p w:rsidR="0032401D" w:rsidRDefault="00AD5ADB">
      <w:r>
        <w:t>Aufgabe 2: Erstellen Sie eine Codetabelle für die Siebensegmentanze</w:t>
      </w:r>
      <w:r>
        <w:t>ige</w:t>
      </w:r>
    </w:p>
    <w:p w:rsidR="0032401D" w:rsidRDefault="0032401D"/>
    <w:p w:rsidR="0032401D" w:rsidRDefault="00AD5ADB">
      <w:r>
        <w:t>Aufgabe 3:  Erstellen Sie ein PAP, in dem nacheinander die Ziffern der Telefonnummer aus der Codetabelle geholt werden. Die Ziffern sollen unter Verwendung der Codetabelle aus Aufgabe 2 auf die 7 Segmentanzeige gegeben werden. Die Anzeigedauer soll 1s</w:t>
      </w:r>
      <w:r>
        <w:t xml:space="preserve"> betragen. Zwischen den Ziffern soll 1 Sekunde Pause sein. Wenn alle Ziffern angezeigt sind (Code 255) soll 3 s Pause sein.</w:t>
      </w:r>
    </w:p>
    <w:p w:rsidR="0032401D" w:rsidRDefault="00AD5ADB">
      <w:r>
        <w:t>Die Wartezeit muss in einem Unterprogramm warte1s mit Zeitschleife realisiert werden</w:t>
      </w:r>
    </w:p>
    <w:p w:rsidR="0032401D" w:rsidRDefault="0032401D"/>
    <w:p w:rsidR="0032401D" w:rsidRDefault="00AD5ADB">
      <w:r>
        <w:t>Aufgabe 4:</w:t>
      </w:r>
    </w:p>
    <w:p w:rsidR="0032401D" w:rsidRDefault="00AD5ADB">
      <w:r>
        <w:t xml:space="preserve">Schreiben Sie den Programmcode in </w:t>
      </w:r>
      <w:r>
        <w:t>Assembler</w:t>
      </w:r>
    </w:p>
    <w:p w:rsidR="0032401D" w:rsidRDefault="00AD5ADB">
      <w:r>
        <w:t>Testen Sie Ihr Programm.</w:t>
      </w:r>
    </w:p>
    <w:p w:rsidR="0032401D" w:rsidRDefault="0032401D"/>
    <w:p w:rsidR="0032401D" w:rsidRDefault="00AD5ADB">
      <w:r>
        <w:t>Aufgabe 5: Jetzt sollen mehrere Telefonnummern gespeichert werden. Die Auswahl erfolgt mit den Schaltern (GPIOB).</w:t>
      </w:r>
    </w:p>
    <w:p w:rsidR="001D1F9A" w:rsidRDefault="001D1F9A" w:rsidP="001D1F9A">
      <w:pPr>
        <w:pStyle w:val="berschrift1"/>
        <w:pageBreakBefore/>
        <w:widowControl w:val="0"/>
        <w:rPr>
          <w:rFonts w:eastAsia="Consolas" w:cs="Consolas"/>
          <w:sz w:val="20"/>
          <w:szCs w:val="20"/>
        </w:rPr>
      </w:pPr>
      <w:r>
        <w:lastRenderedPageBreak/>
        <w:t xml:space="preserve">Anhang: </w:t>
      </w: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2951480</wp:posOffset>
            </wp:positionH>
            <wp:positionV relativeFrom="paragraph">
              <wp:posOffset>45085</wp:posOffset>
            </wp:positionV>
            <wp:extent cx="3169920" cy="2244090"/>
            <wp:effectExtent l="0" t="0" r="0" b="3810"/>
            <wp:wrapSquare wrapText="largest"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3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16" t="19366" r="6616" b="16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2244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Multifunctionshield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>Die Ausgabe der Daten auf das LED-Display erfolgt seriell. Die Segmente sind Low-Aktiv.</w:t>
      </w:r>
    </w:p>
    <w:p w:rsidR="001D1F9A" w:rsidRDefault="001D1F9A" w:rsidP="001D1F9A">
      <w:pPr>
        <w:autoSpaceDE w:val="0"/>
        <w:rPr>
          <w:rFonts w:ascii="Consolas" w:eastAsia="Consolas" w:hAnsi="Consolas" w:cs="Consolas"/>
          <w:b/>
          <w:bCs/>
          <w:color w:val="7F0055"/>
          <w:sz w:val="20"/>
          <w:szCs w:val="20"/>
        </w:rPr>
      </w:pPr>
      <w:r>
        <w:rPr>
          <w:rFonts w:eastAsia="Consolas" w:cs="Consolas"/>
          <w:sz w:val="20"/>
          <w:szCs w:val="20"/>
        </w:rPr>
        <w:t>Tabelle:</w:t>
      </w:r>
    </w:p>
    <w:p w:rsidR="001D1F9A" w:rsidRDefault="001D1F9A" w:rsidP="001D1F9A">
      <w:pPr>
        <w:autoSpaceDE w:val="0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eastAsia="Consolas" w:hAnsi="Consolas" w:cs="Consolas"/>
          <w:sz w:val="20"/>
          <w:szCs w:val="20"/>
        </w:rPr>
        <w:t xml:space="preserve"> siebenseg[10]=</w:t>
      </w:r>
    </w:p>
    <w:p w:rsidR="001D1F9A" w:rsidRDefault="001D1F9A" w:rsidP="001D1F9A">
      <w:pPr>
        <w:autoSpaceDE w:val="0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>{0b00000011,0b10011111,0b00100101,</w:t>
      </w:r>
    </w:p>
    <w:p w:rsidR="001D1F9A" w:rsidRDefault="001D1F9A" w:rsidP="001D1F9A">
      <w:pPr>
        <w:autoSpaceDE w:val="0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>0b00001101,0b10011001,0b01001001,</w:t>
      </w:r>
    </w:p>
    <w:p w:rsidR="001D1F9A" w:rsidRDefault="001D1F9A" w:rsidP="001D1F9A">
      <w:pPr>
        <w:autoSpaceDE w:val="0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>0b01000001,0b00011111,0b00000001,</w:t>
      </w:r>
    </w:p>
    <w:p w:rsidR="001D1F9A" w:rsidRDefault="001D1F9A" w:rsidP="001D1F9A">
      <w:pPr>
        <w:autoSpaceDE w:val="0"/>
      </w:pPr>
      <w:r>
        <w:rPr>
          <w:rFonts w:ascii="Consolas" w:eastAsia="Consolas" w:hAnsi="Consolas" w:cs="Consolas"/>
          <w:sz w:val="20"/>
          <w:szCs w:val="20"/>
        </w:rPr>
        <w:t>0b00001001};</w:t>
      </w:r>
    </w:p>
    <w:p w:rsidR="001D1F9A" w:rsidRDefault="001D1F9A" w:rsidP="001D1F9A">
      <w:pPr>
        <w:autoSpaceDE w:val="0"/>
        <w:rPr>
          <w:rFonts w:ascii="Consolas" w:eastAsia="Consolas" w:hAnsi="Consolas" w:cs="Consolas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1598930</wp:posOffset>
                </wp:positionH>
                <wp:positionV relativeFrom="paragraph">
                  <wp:posOffset>-146050</wp:posOffset>
                </wp:positionV>
                <wp:extent cx="711200" cy="1045210"/>
                <wp:effectExtent l="0" t="0" r="25400" b="23495"/>
                <wp:wrapSquare wrapText="bothSides"/>
                <wp:docPr id="50" name="Gruppieren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200" cy="1045210"/>
                          <a:chOff x="2518" y="-230"/>
                          <a:chExt cx="1120" cy="1646"/>
                        </a:xfrm>
                      </wpg:grpSpPr>
                      <wps:wsp>
                        <wps:cNvPr id="5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698" y="10"/>
                            <a:ext cx="529" cy="559"/>
                          </a:xfrm>
                          <a:prstGeom prst="rect">
                            <a:avLst/>
                          </a:prstGeom>
                          <a:noFill/>
                          <a:ln w="3636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698" y="570"/>
                            <a:ext cx="529" cy="559"/>
                          </a:xfrm>
                          <a:prstGeom prst="rect">
                            <a:avLst/>
                          </a:prstGeom>
                          <a:noFill/>
                          <a:ln w="3636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888" y="-230"/>
                            <a:ext cx="21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D1F9A" w:rsidRDefault="001D1F9A" w:rsidP="001D1F9A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288" y="150"/>
                            <a:ext cx="259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D1F9A" w:rsidRDefault="001D1F9A" w:rsidP="001D1F9A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278" y="730"/>
                            <a:ext cx="259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D1F9A" w:rsidRDefault="001D1F9A" w:rsidP="001D1F9A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918" y="1130"/>
                            <a:ext cx="259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D1F9A" w:rsidRDefault="001D1F9A" w:rsidP="001D1F9A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18" y="760"/>
                            <a:ext cx="259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D1F9A" w:rsidRDefault="001D1F9A" w:rsidP="001D1F9A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538" y="190"/>
                            <a:ext cx="259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D1F9A" w:rsidRDefault="001D1F9A" w:rsidP="001D1F9A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888" y="290"/>
                            <a:ext cx="259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D1F9A" w:rsidRDefault="001D1F9A" w:rsidP="001D1F9A">
                              <w: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378" y="1080"/>
                            <a:ext cx="259" cy="335"/>
                          </a:xfrm>
                          <a:prstGeom prst="rect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D1F9A" w:rsidRDefault="001D1F9A" w:rsidP="001D1F9A"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17640" tIns="17640" rIns="17640" bIns="1764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50" o:spid="_x0000_s1026" style="position:absolute;margin-left:125.9pt;margin-top:-11.5pt;width:56pt;height:82.3pt;z-index:251658240;mso-wrap-distance-left:0;mso-wrap-distance-right:0" coordorigin="2518,-230" coordsize="1120,1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">
                <v:rect id="Rectangle 4" o:spid="_x0000_s1027" style="position:absolute;left:2698;top:10;width:529;height:5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xV9sYA&#10;AADbAAAADwAAAGRycy9kb3ducmV2LnhtbESPT2sCMRTE74LfITyhF6lZBaWsRhH/0PbgQS1Yb6+b&#10;1+zi5mXZpLr20xtB8DjMzG+YyayxpThT7QvHCvq9BARx5nTBRsHXfv36BsIHZI2lY1JwJQ+zabs1&#10;wVS7C2/pvAtGRAj7FBXkIVSplD7LyaLvuYo4er+uthiirI3UNV4i3JZykCQjabHguJBjRYucstPu&#10;zyo4rMzpe30cOfrvmsPnz2ZZrN73Sr10mvkYRKAmPMOP9odWMOzD/Uv8AX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xV9sYAAADbAAAADwAAAAAAAAAAAAAAAACYAgAAZHJz&#10;L2Rvd25yZXYueG1sUEsFBgAAAAAEAAQA9QAAAIsDAAAAAA==&#10;" filled="f" strokecolor="gray" strokeweight="1.01mm">
                  <v:stroke joinstyle="round"/>
                </v:rect>
                <v:rect id="Rectangle 5" o:spid="_x0000_s1028" style="position:absolute;left:2698;top:570;width:529;height:5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7LgccA&#10;AADbAAAADwAAAGRycy9kb3ducmV2LnhtbESPQWvCQBSE74X+h+UVvBTdNFCR6CqlNaiHHqqCentm&#10;n5tg9m3Irpr667uFQo/DzHzDTGadrcWVWl85VvAySEAQF05XbBRsN3l/BMIHZI21Y1LwTR5m08eH&#10;CWba3fiLrutgRISwz1BBGUKTSemLkiz6gWuIo3dyrcUQZWukbvEW4baWaZIMpcWK40KJDb2XVJzX&#10;F6tgNzfnfX4YOro/m93q+PlRzRcbpXpP3dsYRKAu/If/2kut4DWF3y/xB8jp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uy4HHAAAA2wAAAA8AAAAAAAAAAAAAAAAAmAIAAGRy&#10;cy9kb3ducmV2LnhtbFBLBQYAAAAABAAEAPUAAACMAwAAAAA=&#10;" filled="f" strokecolor="gray" strokeweight="1.01mm">
                  <v:stroke joinstyle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2888;top:-230;width:219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XOfMYA&#10;AADbAAAADwAAAGRycy9kb3ducmV2LnhtbESPQWvCQBSE7wX/w/IK3upuLS2SuooVQq2HorGI3h7Z&#10;ZxKbfRuyq8Z/7xYKHoeZ+YYZTztbizO1vnKs4XmgQBDnzlRcaPjZpE8jED4gG6wdk4YreZhOeg9j&#10;TIy78JrOWShEhLBPUEMZQpNI6fOSLPqBa4ijd3CtxRBlW0jT4iXCbS2HSr1JixXHhRIbmpeU/2Yn&#10;q+HjqJYjtXX1Kt1e95VKT1+fu2+t+4/d7B1EoC7cw//thdHw+gJ/X+IP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XOfMYAAADbAAAADwAAAAAAAAAAAAAAAACYAgAAZHJz&#10;L2Rvd25yZXYueG1sUEsFBgAAAAAEAAQA9QAAAIsDAAAAAA==&#10;" filled="f" stroked="f" strokeweight="1.01mm">
                  <v:stroke joinstyle="round"/>
                  <v:textbox inset="0,0,0,0">
                    <w:txbxContent>
                      <w:p w:rsidR="001D1F9A" w:rsidRDefault="001D1F9A" w:rsidP="001D1F9A">
                        <w:r>
                          <w:t>a</w:t>
                        </w:r>
                      </w:p>
                    </w:txbxContent>
                  </v:textbox>
                </v:shape>
                <v:shape id="Text Box 7" o:spid="_x0000_s1030" type="#_x0000_t202" style="position:absolute;left:3288;top:15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xWCMYA&#10;AADbAAAADwAAAGRycy9kb3ducmV2LnhtbESPQWvCQBSE7wX/w/IK3upupS2SuooVQq2HorGI3h7Z&#10;ZxKbfRuyq8Z/7xYKHoeZ+YYZTztbizO1vnKs4XmgQBDnzlRcaPjZpE8jED4gG6wdk4YreZhOeg9j&#10;TIy78JrOWShEhLBPUEMZQpNI6fOSLPqBa4ijd3CtxRBlW0jT4iXCbS2HSr1JixXHhRIbmpeU/2Yn&#10;q+HjqJYjtXX1Kt1e95VKT1+fu2+t+4/d7B1EoC7cw//thdHw+gJ/X+IP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xWCMYAAADbAAAADwAAAAAAAAAAAAAAAACYAgAAZHJz&#10;L2Rvd25yZXYueG1sUEsFBgAAAAAEAAQA9QAAAIsDAAAAAA==&#10;" filled="f" stroked="f" strokeweight="1.01mm">
                  <v:stroke joinstyle="round"/>
                  <v:textbox inset="0,0,0,0">
                    <w:txbxContent>
                      <w:p w:rsidR="001D1F9A" w:rsidRDefault="001D1F9A" w:rsidP="001D1F9A">
                        <w:r>
                          <w:t>b</w:t>
                        </w:r>
                      </w:p>
                    </w:txbxContent>
                  </v:textbox>
                </v:shape>
                <v:shape id="Text Box 8" o:spid="_x0000_s1031" type="#_x0000_t202" style="position:absolute;left:3278;top:73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Dzk8UA&#10;AADbAAAADwAAAGRycy9kb3ducmV2LnhtbESPQWsCMRSE7wX/Q3iCt5pYsMhqFBWW2h5KqyJ6e2ye&#10;u6ubl2UTdf33Rij0OMzMN8xk1tpKXKnxpWMNg74CQZw5U3KuYbtJX0cgfEA2WDkmDXfyMJt2XiaY&#10;GHfjX7quQy4ihH2CGooQ6kRKnxVk0fddTRy9o2sshiibXJoGbxFuK/mm1Lu0WHJcKLCmZUHZeX2x&#10;GhYn9TVSO1f9pLv7oVTp5fNj/611r9vOxyACteE//NdeGQ3DITy/xB8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wPOTxQAAANsAAAAPAAAAAAAAAAAAAAAAAJgCAABkcnMv&#10;ZG93bnJldi54bWxQSwUGAAAAAAQABAD1AAAAigMAAAAA&#10;" filled="f" stroked="f" strokeweight="1.01mm">
                  <v:stroke joinstyle="round"/>
                  <v:textbox inset="0,0,0,0">
                    <w:txbxContent>
                      <w:p w:rsidR="001D1F9A" w:rsidRDefault="001D1F9A" w:rsidP="001D1F9A">
                        <w:r>
                          <w:t>c</w:t>
                        </w:r>
                      </w:p>
                    </w:txbxContent>
                  </v:textbox>
                </v:shape>
                <v:shape id="Text Box 9" o:spid="_x0000_s1032" type="#_x0000_t202" style="position:absolute;left:2918;top:113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Jt5MUA&#10;AADbAAAADwAAAGRycy9kb3ducmV2LnhtbESPQWsCMRSE7wX/Q3hCbzWxoMhqFBWW2h6KVRG9PTbP&#10;3dXNy7KJuv77piD0OMzMN8xk1tpK3KjxpWMN/Z4CQZw5U3KuYbdN30YgfEA2WDkmDQ/yMJt2XiaY&#10;GHfnH7ptQi4ihH2CGooQ6kRKnxVk0fdcTRy9k2sshiibXJoG7xFuK/mu1FBaLDkuFFjTsqDssrla&#10;DYuz+hqpvavW6f5xLFV6/fw4fGv92m3nYxCB2vAffrZXRsNgCH9f4g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Em3kxQAAANsAAAAPAAAAAAAAAAAAAAAAAJgCAABkcnMv&#10;ZG93bnJldi54bWxQSwUGAAAAAAQABAD1AAAAigMAAAAA&#10;" filled="f" stroked="f" strokeweight="1.01mm">
                  <v:stroke joinstyle="round"/>
                  <v:textbox inset="0,0,0,0">
                    <w:txbxContent>
                      <w:p w:rsidR="001D1F9A" w:rsidRDefault="001D1F9A" w:rsidP="001D1F9A">
                        <w:r>
                          <w:t>d</w:t>
                        </w:r>
                      </w:p>
                    </w:txbxContent>
                  </v:textbox>
                </v:shape>
                <v:shape id="Text Box 10" o:spid="_x0000_s1033" type="#_x0000_t202" style="position:absolute;left:2518;top:76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7If8YA&#10;AADbAAAADwAAAGRycy9kb3ducmV2LnhtbESPQWvCQBSE7wX/w/IK3upuhbaSuooVQq2HorGI3h7Z&#10;ZxKbfRuyq8Z/7xYKHoeZ+YYZTztbizO1vnKs4XmgQBDnzlRcaPjZpE8jED4gG6wdk4YreZhOeg9j&#10;TIy78JrOWShEhLBPUEMZQpNI6fOSLPqBa4ijd3CtxRBlW0jT4iXCbS2HSr1KixXHhRIbmpeU/2Yn&#10;q+HjqJYjtXX1Kt1e95VKT1+fu2+t+4/d7B1EoC7cw//thdHw8gZ/X+IP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7If8YAAADbAAAADwAAAAAAAAAAAAAAAACYAgAAZHJz&#10;L2Rvd25yZXYueG1sUEsFBgAAAAAEAAQA9QAAAIsDAAAAAA==&#10;" filled="f" stroked="f" strokeweight="1.01mm">
                  <v:stroke joinstyle="round"/>
                  <v:textbox inset="0,0,0,0">
                    <w:txbxContent>
                      <w:p w:rsidR="001D1F9A" w:rsidRDefault="001D1F9A" w:rsidP="001D1F9A">
                        <w:r>
                          <w:t>e</w:t>
                        </w:r>
                      </w:p>
                    </w:txbxContent>
                  </v:textbox>
                </v:shape>
                <v:shape id="Text Box 11" o:spid="_x0000_s1034" type="#_x0000_t202" style="position:absolute;left:2538;top:19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FcDcIA&#10;AADbAAAADwAAAGRycy9kb3ducmV2LnhtbERPz2vCMBS+D/wfwhO8zUTBIdUoKhR1h7GpiN4ezbOt&#10;Ni+liVr/++Uw2PHj+z2dt7YSD2p86VjDoK9AEGfOlJxrOOzT9zEIH5ANVo5Jw4s8zGedtykmxj35&#10;hx67kIsYwj5BDUUIdSKlzwqy6PuuJo7cxTUWQ4RNLk2DzxhuKzlU6kNaLDk2FFjTqqDstrtbDcur&#10;+hyro6u+0+PrXKr0vl2fvrTuddvFBESgNvyL/9wbo2EUx8Yv8Qf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wVwNwgAAANsAAAAPAAAAAAAAAAAAAAAAAJgCAABkcnMvZG93&#10;bnJldi54bWxQSwUGAAAAAAQABAD1AAAAhwMAAAAA&#10;" filled="f" stroked="f" strokeweight="1.01mm">
                  <v:stroke joinstyle="round"/>
                  <v:textbox inset="0,0,0,0">
                    <w:txbxContent>
                      <w:p w:rsidR="001D1F9A" w:rsidRDefault="001D1F9A" w:rsidP="001D1F9A">
                        <w:r>
                          <w:t>f</w:t>
                        </w:r>
                      </w:p>
                    </w:txbxContent>
                  </v:textbox>
                </v:shape>
                <v:shape id="Text Box 12" o:spid="_x0000_s1035" type="#_x0000_t202" style="position:absolute;left:2888;top:29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35lsYA&#10;AADbAAAADwAAAGRycy9kb3ducmV2LnhtbESPQWvCQBSE7wX/w/IK3upuhRZNXcUKodZD0VhEb4/s&#10;M4nNvg3ZVeO/dwuFHoeZ+YaZzDpbiwu1vnKs4XmgQBDnzlRcaPjepk8jED4gG6wdk4YbeZhNew8T&#10;TIy78oYuWShEhLBPUEMZQpNI6fOSLPqBa4ijd3StxRBlW0jT4jXCbS2HSr1KixXHhRIbWpSU/2Rn&#10;q+H9pFYjtXP1Ot3dDpVKz58f+y+t+4/d/A1EoC78h//aS6PhZQy/X+IP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435lsYAAADbAAAADwAAAAAAAAAAAAAAAACYAgAAZHJz&#10;L2Rvd25yZXYueG1sUEsFBgAAAAAEAAQA9QAAAIsDAAAAAA==&#10;" filled="f" stroked="f" strokeweight="1.01mm">
                  <v:stroke joinstyle="round"/>
                  <v:textbox inset="0,0,0,0">
                    <w:txbxContent>
                      <w:p w:rsidR="001D1F9A" w:rsidRDefault="001D1F9A" w:rsidP="001D1F9A">
                        <w:r>
                          <w:t>g</w:t>
                        </w:r>
                      </w:p>
                    </w:txbxContent>
                  </v:textbox>
                </v:shape>
                <v:shape id="Text Box 13" o:spid="_x0000_s1036" type="#_x0000_t202" style="position:absolute;left:3378;top:1080;width:259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ntpr0A&#10;AADbAAAADwAAAGRycy9kb3ducmV2LnhtbERPSwrCMBDdC94hjOCmaKqISjWKKIJbf4i7oRnbYjOp&#10;TdR6e7MQXD7ef75sTCleVLvCsoJBPwZBnFpdcKbgdNz2piCcR9ZYWiYFH3KwXLRbc0y0ffOeXgef&#10;iRDCLkEFufdVIqVLczLo+rYiDtzN1gZ9gHUmdY3vEG5KOYzjsTRYcGjIsaJ1Tun98DQKoutgYj+b&#10;0yWiaDR17mp358dIqW6nWc1AeGr8X/xz77SCcVgfvoQfIB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3ntpr0AAADbAAAADwAAAAAAAAAAAAAAAACYAgAAZHJzL2Rvd25yZXYu&#10;eG1sUEsFBgAAAAAEAAQA9QAAAIIDAAAAAA==&#10;" filled="f" strokeweight="1.01mm">
                  <v:stroke joinstyle="round"/>
                  <v:textbox inset=".49mm,.49mm,.49mm,.49mm">
                    <w:txbxContent>
                      <w:p w:rsidR="001D1F9A" w:rsidRDefault="001D1F9A" w:rsidP="001D1F9A">
                        <w:r>
                          <w:t>h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>segmente: 0Babcdefgh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>Anschlüsse: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>Seriell Data SDI:</w:t>
      </w:r>
      <w:r>
        <w:rPr>
          <w:rFonts w:eastAsia="Consolas" w:cs="Consolas"/>
          <w:sz w:val="20"/>
          <w:szCs w:val="20"/>
        </w:rPr>
        <w:tab/>
      </w:r>
      <w:r>
        <w:rPr>
          <w:rFonts w:eastAsia="Consolas" w:cs="Consolas"/>
          <w:sz w:val="20"/>
          <w:szCs w:val="20"/>
        </w:rPr>
        <w:tab/>
        <w:t>D8 (PA9)</w:t>
      </w:r>
      <w:r>
        <w:rPr>
          <w:rFonts w:eastAsia="Consolas" w:cs="Consolas"/>
          <w:sz w:val="20"/>
          <w:szCs w:val="20"/>
        </w:rPr>
        <w:tab/>
        <w:t>Konfigurieren als Digitalausgang in CubeIDE</w:t>
      </w:r>
      <w:r>
        <w:rPr>
          <w:rFonts w:eastAsia="Consolas" w:cs="Consolas"/>
          <w:sz w:val="20"/>
          <w:szCs w:val="20"/>
        </w:rPr>
        <w:tab/>
      </w:r>
    </w:p>
    <w:p w:rsidR="001D1F9A" w:rsidRPr="00941545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 xml:space="preserve">Shift Clock SFTCLK: </w:t>
      </w:r>
      <w:r>
        <w:rPr>
          <w:rFonts w:eastAsia="Consolas" w:cs="Consolas"/>
          <w:sz w:val="20"/>
          <w:szCs w:val="20"/>
        </w:rPr>
        <w:tab/>
        <w:t>D7 (PA8)</w:t>
      </w:r>
      <w:r>
        <w:rPr>
          <w:rFonts w:eastAsia="Consolas" w:cs="Consolas"/>
          <w:sz w:val="20"/>
          <w:szCs w:val="20"/>
        </w:rPr>
        <w:tab/>
        <w:t>Konfigurieren als Digitalausgang in CubeIDE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 xml:space="preserve">Latch Clock LCHCLK: </w:t>
      </w:r>
      <w:r>
        <w:rPr>
          <w:rFonts w:eastAsia="Consolas" w:cs="Consolas"/>
          <w:sz w:val="20"/>
          <w:szCs w:val="20"/>
        </w:rPr>
        <w:tab/>
        <w:t>D4 (PB5)</w:t>
      </w:r>
      <w:r>
        <w:rPr>
          <w:rFonts w:eastAsia="Consolas" w:cs="Consolas"/>
          <w:sz w:val="20"/>
          <w:szCs w:val="20"/>
        </w:rPr>
        <w:tab/>
        <w:t>Konfigurieren als Digitalausgang in CubeIDE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</w:p>
    <w:p w:rsidR="001D1F9A" w:rsidRPr="00941545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 xml:space="preserve">Poti: </w:t>
      </w:r>
      <w:r>
        <w:rPr>
          <w:rFonts w:eastAsia="Consolas" w:cs="Consolas"/>
          <w:sz w:val="20"/>
          <w:szCs w:val="20"/>
        </w:rPr>
        <w:tab/>
      </w:r>
      <w:r>
        <w:rPr>
          <w:rFonts w:eastAsia="Consolas" w:cs="Consolas"/>
          <w:sz w:val="20"/>
          <w:szCs w:val="20"/>
        </w:rPr>
        <w:tab/>
      </w:r>
      <w:r>
        <w:rPr>
          <w:rFonts w:eastAsia="Consolas" w:cs="Consolas"/>
          <w:sz w:val="20"/>
          <w:szCs w:val="20"/>
        </w:rPr>
        <w:tab/>
        <w:t xml:space="preserve">A0 (PA0) </w:t>
      </w:r>
      <w:r>
        <w:rPr>
          <w:rFonts w:eastAsia="Consolas" w:cs="Consolas"/>
          <w:sz w:val="20"/>
          <w:szCs w:val="20"/>
        </w:rPr>
        <w:tab/>
        <w:t>Konfigurieren als ADC_IN in CubeIDE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 xml:space="preserve">Taste S1: </w:t>
      </w:r>
      <w:r>
        <w:rPr>
          <w:rFonts w:eastAsia="Consolas" w:cs="Consolas"/>
          <w:sz w:val="20"/>
          <w:szCs w:val="20"/>
        </w:rPr>
        <w:tab/>
      </w:r>
      <w:r>
        <w:rPr>
          <w:rFonts w:eastAsia="Consolas" w:cs="Consolas"/>
          <w:sz w:val="20"/>
          <w:szCs w:val="20"/>
        </w:rPr>
        <w:tab/>
        <w:t>A1 (PA1)</w:t>
      </w:r>
      <w:r>
        <w:rPr>
          <w:rFonts w:eastAsia="Consolas" w:cs="Consolas"/>
          <w:sz w:val="20"/>
          <w:szCs w:val="20"/>
        </w:rPr>
        <w:tab/>
        <w:t>Konfigurieren als Digitaleingang in CubeIDE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 xml:space="preserve">Taste S2: </w:t>
      </w:r>
      <w:r>
        <w:rPr>
          <w:rFonts w:eastAsia="Consolas" w:cs="Consolas"/>
          <w:sz w:val="20"/>
          <w:szCs w:val="20"/>
        </w:rPr>
        <w:tab/>
      </w:r>
      <w:r>
        <w:rPr>
          <w:rFonts w:eastAsia="Consolas" w:cs="Consolas"/>
          <w:sz w:val="20"/>
          <w:szCs w:val="20"/>
        </w:rPr>
        <w:tab/>
        <w:t>A2 (PA4)</w:t>
      </w:r>
      <w:r>
        <w:rPr>
          <w:rFonts w:eastAsia="Consolas" w:cs="Consolas"/>
          <w:sz w:val="20"/>
          <w:szCs w:val="20"/>
        </w:rPr>
        <w:tab/>
        <w:t>Konfigurieren als Digitaleingang in CubeIDE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 xml:space="preserve">Taste S3: </w:t>
      </w:r>
      <w:r>
        <w:rPr>
          <w:rFonts w:eastAsia="Consolas" w:cs="Consolas"/>
          <w:sz w:val="20"/>
          <w:szCs w:val="20"/>
        </w:rPr>
        <w:tab/>
      </w:r>
      <w:r>
        <w:rPr>
          <w:rFonts w:eastAsia="Consolas" w:cs="Consolas"/>
          <w:sz w:val="20"/>
          <w:szCs w:val="20"/>
        </w:rPr>
        <w:tab/>
        <w:t>A3 (PB0)</w:t>
      </w:r>
      <w:r>
        <w:rPr>
          <w:rFonts w:eastAsia="Consolas" w:cs="Consolas"/>
          <w:sz w:val="20"/>
          <w:szCs w:val="20"/>
        </w:rPr>
        <w:tab/>
        <w:t>Konfigurieren als Digitaleingang in CubeIDE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>(alle aktiv Low)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 xml:space="preserve">LED D1: </w:t>
      </w:r>
      <w:r>
        <w:rPr>
          <w:rFonts w:eastAsia="Consolas" w:cs="Consolas"/>
          <w:sz w:val="20"/>
          <w:szCs w:val="20"/>
        </w:rPr>
        <w:tab/>
      </w:r>
      <w:r>
        <w:rPr>
          <w:rFonts w:eastAsia="Consolas" w:cs="Consolas"/>
          <w:sz w:val="20"/>
          <w:szCs w:val="20"/>
        </w:rPr>
        <w:tab/>
        <w:t>D13 (PA5)</w:t>
      </w:r>
      <w:r>
        <w:rPr>
          <w:rFonts w:eastAsia="Consolas" w:cs="Consolas"/>
          <w:sz w:val="20"/>
          <w:szCs w:val="20"/>
        </w:rPr>
        <w:tab/>
        <w:t>Konfigurieren als Digitalausgang in CubeIDE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 xml:space="preserve">LED D2: </w:t>
      </w:r>
      <w:r>
        <w:rPr>
          <w:rFonts w:eastAsia="Consolas" w:cs="Consolas"/>
          <w:sz w:val="20"/>
          <w:szCs w:val="20"/>
        </w:rPr>
        <w:tab/>
      </w:r>
      <w:r>
        <w:rPr>
          <w:rFonts w:eastAsia="Consolas" w:cs="Consolas"/>
          <w:sz w:val="20"/>
          <w:szCs w:val="20"/>
        </w:rPr>
        <w:tab/>
        <w:t>D12 (PA6)</w:t>
      </w:r>
      <w:r>
        <w:rPr>
          <w:rFonts w:eastAsia="Consolas" w:cs="Consolas"/>
          <w:sz w:val="20"/>
          <w:szCs w:val="20"/>
        </w:rPr>
        <w:tab/>
        <w:t>Konfigurieren als Digitalausgang in CubeIDE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 xml:space="preserve">LED D3: </w:t>
      </w:r>
      <w:r>
        <w:rPr>
          <w:rFonts w:eastAsia="Consolas" w:cs="Consolas"/>
          <w:sz w:val="20"/>
          <w:szCs w:val="20"/>
        </w:rPr>
        <w:tab/>
      </w:r>
      <w:r>
        <w:rPr>
          <w:rFonts w:eastAsia="Consolas" w:cs="Consolas"/>
          <w:sz w:val="20"/>
          <w:szCs w:val="20"/>
        </w:rPr>
        <w:tab/>
        <w:t>D11 (PA7)</w:t>
      </w:r>
      <w:r>
        <w:rPr>
          <w:rFonts w:eastAsia="Consolas" w:cs="Consolas"/>
          <w:sz w:val="20"/>
          <w:szCs w:val="20"/>
        </w:rPr>
        <w:tab/>
        <w:t>Konfigurieren als Digitalausgang in CubeIDE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 xml:space="preserve">LED D4: </w:t>
      </w:r>
      <w:r>
        <w:rPr>
          <w:rFonts w:eastAsia="Consolas" w:cs="Consolas"/>
          <w:sz w:val="20"/>
          <w:szCs w:val="20"/>
        </w:rPr>
        <w:tab/>
      </w:r>
      <w:r>
        <w:rPr>
          <w:rFonts w:eastAsia="Consolas" w:cs="Consolas"/>
          <w:sz w:val="20"/>
          <w:szCs w:val="20"/>
        </w:rPr>
        <w:tab/>
        <w:t>D10 (PB6)</w:t>
      </w:r>
      <w:r>
        <w:rPr>
          <w:rFonts w:eastAsia="Consolas" w:cs="Consolas"/>
          <w:sz w:val="20"/>
          <w:szCs w:val="20"/>
        </w:rPr>
        <w:tab/>
        <w:t>Konfigurieren als Digitalausgang in CubeIDE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>Summer:</w:t>
      </w:r>
      <w:r>
        <w:rPr>
          <w:rFonts w:eastAsia="Consolas" w:cs="Consolas"/>
          <w:sz w:val="20"/>
          <w:szCs w:val="20"/>
        </w:rPr>
        <w:tab/>
      </w:r>
      <w:r>
        <w:rPr>
          <w:rFonts w:eastAsia="Consolas" w:cs="Consolas"/>
          <w:sz w:val="20"/>
          <w:szCs w:val="20"/>
        </w:rPr>
        <w:tab/>
        <w:t>D3 (PB3)</w:t>
      </w:r>
      <w:r>
        <w:rPr>
          <w:rFonts w:eastAsia="Consolas" w:cs="Consolas"/>
          <w:sz w:val="20"/>
          <w:szCs w:val="20"/>
        </w:rPr>
        <w:tab/>
        <w:t>Konfigurieren als Digitalausgang in CubeIDE (Pegel High einstellen)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>(alle aktiv Low)</w:t>
      </w:r>
    </w:p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rFonts w:eastAsia="Consolas" w:cs="Consolas"/>
          <w:sz w:val="20"/>
          <w:szCs w:val="20"/>
        </w:rPr>
        <w:t>Operationen: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1"/>
        <w:gridCol w:w="6028"/>
      </w:tblGrid>
      <w:tr w:rsidR="001D1F9A" w:rsidTr="00B470DC">
        <w:trPr>
          <w:trHeight w:val="233"/>
        </w:trPr>
        <w:tc>
          <w:tcPr>
            <w:tcW w:w="2971" w:type="dxa"/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</w:p>
        </w:tc>
        <w:tc>
          <w:tcPr>
            <w:tcW w:w="6028" w:type="dxa"/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Assembler</w:t>
            </w:r>
          </w:p>
        </w:tc>
      </w:tr>
      <w:tr w:rsidR="001D1F9A" w:rsidTr="00B470DC">
        <w:trPr>
          <w:trHeight w:val="233"/>
        </w:trPr>
        <w:tc>
          <w:tcPr>
            <w:tcW w:w="2971" w:type="dxa"/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Initialisierung des Displays</w:t>
            </w:r>
          </w:p>
        </w:tc>
        <w:tc>
          <w:tcPr>
            <w:tcW w:w="6028" w:type="dxa"/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bl  MFS_serial_init</w:t>
            </w:r>
          </w:p>
        </w:tc>
      </w:tr>
      <w:tr w:rsidR="001D1F9A" w:rsidTr="00B470DC">
        <w:trPr>
          <w:trHeight w:val="1163"/>
        </w:trPr>
        <w:tc>
          <w:tcPr>
            <w:tcW w:w="2971" w:type="dxa"/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Daten an das Display schicken</w:t>
            </w:r>
          </w:p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</w:p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Beispiel: 2 auf Digit 0 = 0x1025</w:t>
            </w:r>
          </w:p>
        </w:tc>
        <w:tc>
          <w:tcPr>
            <w:tcW w:w="6028" w:type="dxa"/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mov r0,#Data</w:t>
            </w:r>
          </w:p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bl  MFS_sendWord</w:t>
            </w:r>
          </w:p>
          <w:p w:rsidR="001D1F9A" w:rsidRDefault="001D1F9A" w:rsidP="00B470DC">
            <w:pPr>
              <w:pStyle w:val="TabellenInhalt"/>
              <w:ind w:right="229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Beispiel:</w:t>
            </w:r>
          </w:p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mov r0,#0x1025</w:t>
            </w:r>
          </w:p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bl  MFS_sendWord</w:t>
            </w:r>
          </w:p>
        </w:tc>
      </w:tr>
    </w:tbl>
    <w:p w:rsidR="001D1F9A" w:rsidRDefault="001D1F9A" w:rsidP="001D1F9A">
      <w:pPr>
        <w:autoSpaceDE w:val="0"/>
        <w:rPr>
          <w:rFonts w:eastAsia="Consolas" w:cs="Consolas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78740</wp:posOffset>
                </wp:positionV>
                <wp:extent cx="3016250" cy="1428750"/>
                <wp:effectExtent l="22225" t="0" r="0" b="635"/>
                <wp:wrapSquare wrapText="bothSides"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6250" cy="1428750"/>
                          <a:chOff x="2408" y="-280"/>
                          <a:chExt cx="4750" cy="2250"/>
                        </a:xfrm>
                      </wpg:grpSpPr>
                      <wpg:grpSp>
                        <wpg:cNvPr id="3" name="Group 15"/>
                        <wpg:cNvGrpSpPr>
                          <a:grpSpLocks/>
                        </wpg:cNvGrpSpPr>
                        <wpg:grpSpPr bwMode="auto">
                          <a:xfrm>
                            <a:off x="2518" y="-280"/>
                            <a:ext cx="4640" cy="2250"/>
                            <a:chOff x="2518" y="-280"/>
                            <a:chExt cx="4640" cy="2250"/>
                          </a:xfrm>
                        </wpg:grpSpPr>
                        <wpg:grpSp>
                          <wpg:cNvPr id="4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2518" y="-230"/>
                              <a:ext cx="1120" cy="1646"/>
                              <a:chOff x="2518" y="-230"/>
                              <a:chExt cx="1120" cy="1646"/>
                            </a:xfrm>
                          </wpg:grpSpPr>
                          <wps:wsp>
                            <wps:cNvPr id="5" name="Rectangl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98" y="10"/>
                                <a:ext cx="529" cy="559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6" name="Rectangl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98" y="570"/>
                                <a:ext cx="529" cy="559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7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88" y="-230"/>
                                <a:ext cx="219" cy="2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8" name="Text Box 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88" y="15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9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78" y="73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0" name="Text Box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18" y="113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1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18" y="76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2" name="Text Box 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38" y="19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3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88" y="29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4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78" y="1080"/>
                                <a:ext cx="259" cy="335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17640" tIns="17640" rIns="17640" bIns="17640" anchor="t" anchorCtr="0">
                              <a:noAutofit/>
                            </wps:bodyPr>
                          </wps:wsp>
                        </wpg:grpSp>
                        <wpg:grpSp>
                          <wpg:cNvPr id="15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3638" y="-230"/>
                              <a:ext cx="1120" cy="1646"/>
                              <a:chOff x="3638" y="-230"/>
                              <a:chExt cx="1120" cy="1646"/>
                            </a:xfrm>
                          </wpg:grpSpPr>
                          <wps:wsp>
                            <wps:cNvPr id="16" name="Rectangl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18" y="10"/>
                                <a:ext cx="529" cy="559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7" name="Rectangle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18" y="570"/>
                                <a:ext cx="529" cy="559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8" name="Text Box 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08" y="-230"/>
                                <a:ext cx="219" cy="2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9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08" y="15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20" name="Text Box 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98" y="73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21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38" y="113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22" name="Text Box 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38" y="76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23" name="Text Box 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58" y="19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24" name="Text Box 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08" y="29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25" name="Text Box 3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98" y="1080"/>
                                <a:ext cx="259" cy="335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17640" tIns="17640" rIns="17640" bIns="17640" anchor="t" anchorCtr="0">
                              <a:noAutofit/>
                            </wps:bodyPr>
                          </wps:wsp>
                        </wpg:grpSp>
                        <wpg:grpSp>
                          <wpg:cNvPr id="26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4658" y="-280"/>
                              <a:ext cx="1120" cy="1646"/>
                              <a:chOff x="4658" y="-280"/>
                              <a:chExt cx="1120" cy="1646"/>
                            </a:xfrm>
                          </wpg:grpSpPr>
                          <wps:wsp>
                            <wps:cNvPr id="27" name="Rectangle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838" y="-40"/>
                                <a:ext cx="529" cy="559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8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838" y="520"/>
                                <a:ext cx="529" cy="559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9" name="Text Box 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28" y="-280"/>
                                <a:ext cx="219" cy="2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0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28" y="10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1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18" y="68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2" name="Text Box 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58" y="108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3" name="Text Box 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58" y="71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4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78" y="14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5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28" y="24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6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8" y="1030"/>
                                <a:ext cx="259" cy="335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17640" tIns="17640" rIns="17640" bIns="17640" anchor="t" anchorCtr="0">
                              <a:noAutofit/>
                            </wps:bodyPr>
                          </wps:wsp>
                        </wpg:grpSp>
                        <wpg:grpSp>
                          <wpg:cNvPr id="37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5717" y="-280"/>
                              <a:ext cx="1120" cy="1646"/>
                              <a:chOff x="5717" y="-280"/>
                              <a:chExt cx="1120" cy="1646"/>
                            </a:xfrm>
                          </wpg:grpSpPr>
                          <wps:wsp>
                            <wps:cNvPr id="38" name="Rectangle 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98" y="-40"/>
                                <a:ext cx="529" cy="559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9" name="Rectangle 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98" y="520"/>
                                <a:ext cx="529" cy="559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0" name="Text Box 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88" y="-280"/>
                                <a:ext cx="219" cy="2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1" name="Text Box 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88" y="10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2" name="Text Box 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78" y="68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3" name="Text Box 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18" y="108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4" name="Text Box 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17" y="71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5" name="Text Box 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38" y="14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6" name="Text Box 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88" y="240"/>
                                <a:ext cx="259" cy="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6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7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578" y="1030"/>
                                <a:ext cx="259" cy="335"/>
                              </a:xfrm>
                              <a:prstGeom prst="rect">
                                <a:avLst/>
                              </a:prstGeom>
                              <a:noFill/>
                              <a:ln w="36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D1F9A" w:rsidRDefault="001D1F9A" w:rsidP="001D1F9A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17640" tIns="17640" rIns="17640" bIns="17640" anchor="t" anchorCtr="0">
                              <a:noAutofit/>
                            </wps:bodyPr>
                          </wps:wsp>
                        </wpg:grpSp>
                        <wps:wsp>
                          <wps:cNvPr id="48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8" y="1410"/>
                              <a:ext cx="4639" cy="5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D1F9A" w:rsidRDefault="001D1F9A" w:rsidP="001D1F9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 Digit 3             Digit 2          Digit 1         Digit0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4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2408" y="-220"/>
                            <a:ext cx="4539" cy="1859"/>
                          </a:xfrm>
                          <a:prstGeom prst="rect">
                            <a:avLst/>
                          </a:prstGeom>
                          <a:noFill/>
                          <a:ln w="3636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2" o:spid="_x0000_s1037" style="position:absolute;margin-left:120.4pt;margin-top:6.2pt;width:237.5pt;height:112.5pt;z-index:251658240;mso-wrap-distance-left:0;mso-wrap-distance-right:0" coordorigin="2408,-280" coordsize="4750,2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">
                <v:group id="Group 15" o:spid="_x0000_s1038" style="position:absolute;left:2518;top:-280;width:4640;height:2250" coordorigin="2518,-280" coordsize="4640,2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16" o:spid="_x0000_s1039" style="position:absolute;left:2518;top:-230;width:1120;height:1646" coordorigin="2518,-230" coordsize="1120,1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rect id="Rectangle 17" o:spid="_x0000_s1040" style="position:absolute;left:2698;top:10;width:529;height:5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+4HsYA&#10;AADaAAAADwAAAGRycy9kb3ducmV2LnhtbESPQWvCQBSE70L/w/IKXqRuFColugmlVbQHD2pBe3vN&#10;vm6C2bchu2raX+8KQo/DzHzDzPLO1uJMra8cKxgNExDEhdMVGwWfu8XTCwgfkDXWjknBL3nIs4fe&#10;DFPtLryh8zYYESHsU1RQhtCkUvqiJIt+6Bri6P241mKIsjVSt3iJcFvLcZJMpMWK40KJDb2VVBy3&#10;J6tgPzfHw+Jr4uhvYPYf3+v3ar7cKdV/7F6nIAJ14T98b6+0gme4XYk3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+4HsYAAADaAAAADwAAAAAAAAAAAAAAAACYAgAAZHJz&#10;L2Rvd25yZXYueG1sUEsFBgAAAAAEAAQA9QAAAIsDAAAAAA==&#10;" filled="f" strokecolor="gray" strokeweight="1.01mm">
                      <v:stroke joinstyle="round"/>
                    </v:rect>
                    <v:rect id="Rectangle 18" o:spid="_x0000_s1041" style="position:absolute;left:2698;top:570;width:529;height:5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0macYA&#10;AADaAAAADwAAAGRycy9kb3ducmV2LnhtbESPQWvCQBSE74X+h+UVvBTd1EOQ1E2QVmk9eFAL2ttr&#10;9rkJZt+G7Fajv94VCj0OM/MNMy1624gTdb52rOBllIAgLp2u2Sj42i6GExA+IGtsHJOCC3ko8seH&#10;KWbanXlNp00wIkLYZ6igCqHNpPRlRRb9yLXE0Tu4zmKIsjNSd3iOcNvIcZKk0mLNcaHClt4qKo+b&#10;X6tgNzfH/eI7dXR9Nrvlz+q9nn9slRo89bNXEIH68B/+a39qBSncr8Qb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0macYAAADaAAAADwAAAAAAAAAAAAAAAACYAgAAZHJz&#10;L2Rvd25yZXYueG1sUEsFBgAAAAAEAAQA9QAAAIsDAAAAAA==&#10;" filled="f" strokecolor="gray" strokeweight="1.01mm">
                      <v:stroke joinstyle="round"/>
                    </v:rect>
                    <v:shape id="Text Box 19" o:spid="_x0000_s1042" type="#_x0000_t202" style="position:absolute;left:2888;top:-230;width:219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s/VMQA&#10;AADaAAAADwAAAGRycy9kb3ducmV2LnhtbESPzYvCMBTE7wv+D+EJ3tbEPbhSjaILZT8Oy/qB6O3R&#10;PNtq81KaqPW/N8KCx2FmfsNMZq2txIUaXzrWMOgrEMSZMyXnGjbr9HUEwgdkg5Vj0nAjD7Np52WC&#10;iXFXXtJlFXIRIewT1FCEUCdS+qwgi77vauLoHVxjMUTZ5NI0eI1wW8k3pYbSYslxocCaPgrKTquz&#10;1bA4qp+R2rrqL93e9qVKz9+fu1+te912PgYRqA3P8H/7y2h4h8eVe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bP1TEAAAA2gAAAA8AAAAAAAAAAAAAAAAAmAIAAGRycy9k&#10;b3ducmV2LnhtbFBLBQYAAAAABAAEAPUAAACJAwAAAAA=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a</w:t>
                            </w:r>
                          </w:p>
                        </w:txbxContent>
                      </v:textbox>
                    </v:shape>
                    <v:shape id="Text Box 20" o:spid="_x0000_s1043" type="#_x0000_t202" style="position:absolute;left:3288;top:15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SrJsIA&#10;AADaAAAADwAAAGRycy9kb3ducmV2LnhtbERPz2vCMBS+C/sfwhvsZhN3GFKbyiaUbR5kUyl6ezTP&#10;tlvzUpqo9b9fDgOPH9/vbDnaTlxo8K1jDbNEgSCunGm51rDfFdM5CB+QDXaOScONPCzzh0mGqXFX&#10;/qbLNtQihrBPUUMTQp9K6auGLPrE9cSRO7nBYohwqKUZ8BrDbSeflXqRFluODQ32tGqo+t2erYa3&#10;H7Weq9J1X0V5O7aqOH++HzZaPz2OrwsQgcZwF/+7P4yGuDVeiTdA5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hKsmwgAAANoAAAAPAAAAAAAAAAAAAAAAAJgCAABkcnMvZG93&#10;bnJldi54bWxQSwUGAAAAAAQABAD1AAAAhw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Text Box 21" o:spid="_x0000_s1044" type="#_x0000_t202" style="position:absolute;left:3278;top:73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gOvcUA&#10;AADaAAAADwAAAGRycy9kb3ducmV2LnhtbESPQWvCQBSE70L/w/IKvelueyga3QRbCK0epFoRvT2y&#10;zyRt9m3Irhr/vVsQehxm5htmlvW2EWfqfO1Yw/NIgSAunKm51LD9zodjED4gG2wck4YrecjSh8EM&#10;E+MuvKbzJpQiQtgnqKEKoU2k9EVFFv3ItcTRO7rOYoiyK6Xp8BLhtpEvSr1KizXHhQpbeq+o+N2c&#10;rIa3H7Ucq51rvvLd9VCr/LT42K+0fnrs51MQgfrwH763P42GCfxdiTd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yA69xQAAANo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c</w:t>
                            </w:r>
                          </w:p>
                        </w:txbxContent>
                      </v:textbox>
                    </v:shape>
                    <v:shape id="Text Box 22" o:spid="_x0000_s1045" type="#_x0000_t202" style="position:absolute;left:2918;top:113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3py8UA&#10;AADbAAAADwAAAGRycy9kb3ducmV2LnhtbESPQWvCQBCF7wX/wzKCt7prDyLRVVohVHsoVou0tyE7&#10;TdJmZ0N21fjvnUPB2wzvzXvfLFa9b9SZulgHtjAZG1DERXA1lxY+D/njDFRMyA6bwGThShFWy8HD&#10;AjMXLvxB530qlYRwzNBClVKbaR2LijzGcWiJRfsJnccka1dq1+FFwn2jn4yZao81S0OFLa0rKv72&#10;J2/h5de8zcwxNLv8eP2uTX7avn69Wzsa9s9zUIn6dDf/X2+c4Au9/CID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3enL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d</w:t>
                            </w:r>
                          </w:p>
                        </w:txbxContent>
                      </v:textbox>
                    </v:shape>
                    <v:shape id="Text Box 23" o:spid="_x0000_s1046" type="#_x0000_t202" style="position:absolute;left:2518;top:76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FMUMMA&#10;AADbAAAADwAAAGRycy9kb3ducmV2LnhtbERPTWvCQBC9F/oflhF6q7v2IBLdhFYIrT1I1SL1NmTH&#10;JJqdDdlV4793C4K3ebzPmWW9bcSZOl871jAaKhDEhTM1lxp+N/nrBIQPyAYbx6ThSh6y9Plpholx&#10;F17ReR1KEUPYJ6ihCqFNpPRFRRb90LXEkdu7zmKIsCul6fASw20j35QaS4s1x4YKW5pXVBzXJ6vh&#10;46C+J2rrmp98e93VKj8tPv+WWr8M+vcpiEB9eIjv7i8T54/g/5d4gE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FMUMMAAADbAAAADwAAAAAAAAAAAAAAAACYAgAAZHJzL2Rv&#10;d25yZXYueG1sUEsFBgAAAAAEAAQA9QAAAIgDAAAAAA==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e</w:t>
                            </w:r>
                          </w:p>
                        </w:txbxContent>
                      </v:textbox>
                    </v:shape>
                    <v:shape id="Text Box 24" o:spid="_x0000_s1047" type="#_x0000_t202" style="position:absolute;left:2538;top:19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PSJ8MA&#10;AADbAAAADwAAAGRycy9kb3ducmV2LnhtbERPTWvCQBC9F/wPywi91V09iKRuQiuE1h6K2iL1NmTH&#10;JJqdDdlV47/vCoK3ebzPmWe9bcSZOl871jAeKRDEhTM1lxp+f/KXGQgfkA02jknDlTxk6eBpjolx&#10;F17TeRNKEUPYJ6ihCqFNpPRFRRb9yLXEkdu7zmKIsCul6fASw20jJ0pNpcWaY0OFLS0qKo6bk9Xw&#10;flBfM7V1zSrfXne1yk/Lj79vrZ+H/dsriEB9eIjv7k8T50/g9ks8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0PSJ8MAAADbAAAADwAAAAAAAAAAAAAAAACYAgAAZHJzL2Rv&#10;d25yZXYueG1sUEsFBgAAAAAEAAQA9QAAAIgDAAAAAA==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f</w:t>
                            </w:r>
                          </w:p>
                        </w:txbxContent>
                      </v:textbox>
                    </v:shape>
                    <v:shape id="Text Box 25" o:spid="_x0000_s1048" type="#_x0000_t202" style="position:absolute;left:2888;top:29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93vMMA&#10;AADbAAAADwAAAGRycy9kb3ducmV2LnhtbERPS2vCQBC+C/6HZQq96W4tFIlughVCH4dSrYjehuyY&#10;pGZnQ3bV+O9dodDbfHzPmWe9bcSZOl871vA0ViCIC2dqLjVsfvLRFIQPyAYbx6ThSh6ydDiYY2Lc&#10;hVd0XodSxBD2CWqoQmgTKX1RkUU/di1x5A6usxgi7EppOrzEcNvIiVIv0mLNsaHClpYVFcf1yWp4&#10;/VWfU7V1zXe+ve5rlZ8+3nZfWj8+9IsZiEB9+Bf/ud9NnP8M91/iA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93vMMAAADbAAAADwAAAAAAAAAAAAAAAACYAgAAZHJzL2Rv&#10;d25yZXYueG1sUEsFBgAAAAAEAAQA9QAAAIgDAAAAAA==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g</w:t>
                            </w:r>
                          </w:p>
                        </w:txbxContent>
                      </v:textbox>
                    </v:shape>
                    <v:shape id="Text Box 26" o:spid="_x0000_s1049" type="#_x0000_t202" style="position:absolute;left:3378;top:1080;width:259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SY2MAA&#10;AADbAAAADwAAAGRycy9kb3ducmV2LnhtbERPTYvCMBC9L/gfwgheiqZKWaU2FdlF8KqriLehGdti&#10;M6lN1PrvzcLC3ubxPidb9aYRD+pcbVnBdBKDIC6srrlUcPjZjBcgnEfW2FgmBS9ysMoHHxmm2j55&#10;R4+9L0UIYZeigsr7NpXSFRUZdBPbEgfuYjuDPsCulLrDZwg3jZzF8ac0WHNoqLClr4qK6/5uFETn&#10;6dy+vg+niKJk4dzZbo+3RKnRsF8vQXjq/b/4z73VYX4Cv7+EA2T+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ESY2MAAAADbAAAADwAAAAAAAAAAAAAAAACYAgAAZHJzL2Rvd25y&#10;ZXYueG1sUEsFBgAAAAAEAAQA9QAAAIUDAAAAAA==&#10;" filled="f" strokeweight="1.01mm">
                      <v:stroke joinstyle="round"/>
                      <v:textbox inset=".49mm,.49mm,.49mm,.49mm">
                        <w:txbxContent>
                          <w:p w:rsidR="001D1F9A" w:rsidRDefault="001D1F9A" w:rsidP="001D1F9A">
                            <w:r>
                              <w:t>h</w:t>
                            </w:r>
                          </w:p>
                        </w:txbxContent>
                      </v:textbox>
                    </v:shape>
                  </v:group>
                  <v:group id="Group 27" o:spid="_x0000_s1050" style="position:absolute;left:3638;top:-230;width:1120;height:1646" coordorigin="3638,-230" coordsize="1120,1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rect id="Rectangle 28" o:spid="_x0000_s1051" style="position:absolute;left:3818;top:10;width:529;height:5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90QsQA&#10;AADbAAAADwAAAGRycy9kb3ducmV2LnhtbERPTWvCQBC9F/oflil4KbqphyCpmyCt0nrwoBa0t2l2&#10;3ASzsyG71eivd4VCb/N4nzMtetuIE3W+dqzgZZSAIC6drtko+NouhhMQPiBrbByTggt5KPLHhylm&#10;2p15TadNMCKGsM9QQRVCm0npy4os+pFriSN3cJ3FEGFnpO7wHMNtI8dJkkqLNceGClt6q6g8bn6t&#10;gt3cHPeL79TR9dnslj+r93r+sVVq8NTPXkEE6sO/+M/9qeP8FO6/xAN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/dELEAAAA2wAAAA8AAAAAAAAAAAAAAAAAmAIAAGRycy9k&#10;b3ducmV2LnhtbFBLBQYAAAAABAAEAPUAAACJAwAAAAA=&#10;" filled="f" strokecolor="gray" strokeweight="1.01mm">
                      <v:stroke joinstyle="round"/>
                    </v:rect>
                    <v:rect id="Rectangle 29" o:spid="_x0000_s1052" style="position:absolute;left:3818;top:570;width:529;height:5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PR2cUA&#10;AADbAAAADwAAAGRycy9kb3ducmV2LnhtbERPS2vCQBC+F/wPywi9lLrRg0p0E8QHbQ89qAXtbZod&#10;N8HsbMhuNe2v7xYEb/PxPWeed7YWF2p95VjBcJCAIC6crtgo+NhvnqcgfEDWWDsmBT/kIc96D3NM&#10;tbvyli67YEQMYZ+igjKEJpXSFyVZ9APXEEfu5FqLIcLWSN3iNYbbWo6SZCwtVhwbSmxoWVJx3n1b&#10;BYe1OR83n2NHv0/m8Pb1vqrWL3ulHvvdYgYiUBfu4pv7Vcf5E/j/JR4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s9HZxQAAANsAAAAPAAAAAAAAAAAAAAAAAJgCAABkcnMv&#10;ZG93bnJldi54bWxQSwUGAAAAAAQABAD1AAAAigMAAAAA&#10;" filled="f" strokecolor="gray" strokeweight="1.01mm">
                      <v:stroke joinstyle="round"/>
                    </v:rect>
                    <v:shape id="Text Box 30" o:spid="_x0000_s1053" type="#_x0000_t202" style="position:absolute;left:4008;top:-230;width:219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lzcUA&#10;AADbAAAADwAAAGRycy9kb3ducmV2LnhtbESPQWvCQBCF7wX/wzKCt7prDyLRVVohVHsoVou0tyE7&#10;TdJmZ0N21fjvnUPB2wzvzXvfLFa9b9SZulgHtjAZG1DERXA1lxY+D/njDFRMyA6bwGThShFWy8HD&#10;AjMXLvxB530qlYRwzNBClVKbaR2LijzGcWiJRfsJnccka1dq1+FFwn2jn4yZao81S0OFLa0rKv72&#10;J2/h5de8zcwxNLv8eP2uTX7avn69Wzsa9s9zUIn6dDf/X2+c4Aus/CID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q+XN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a</w:t>
                            </w:r>
                          </w:p>
                        </w:txbxContent>
                      </v:textbox>
                    </v:shape>
                    <v:shape id="Text Box 31" o:spid="_x0000_s1054" type="#_x0000_t202" style="position:absolute;left:4408;top:15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dAVsIA&#10;AADbAAAADwAAAGRycy9kb3ducmV2LnhtbERPS4vCMBC+L/gfwgh7WxP3sGg1ii6UfRxkfSB6G5qx&#10;rTaT0kSt/94sCN7m43vOeNraSlyo8aVjDf2eAkGcOVNyrmGzTt8GIHxANlg5Jg038jCddF7GmBh3&#10;5SVdViEXMYR9ghqKEOpESp8VZNH3XE0cuYNrLIYIm1yaBq8x3FbyXakPabHk2FBgTZ8FZafV2WqY&#10;H9XvQG1d9Zdub/tSpeefr91C69duOxuBCNSGp/jh/jZx/hD+f4kHyM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50BWwgAAANsAAAAPAAAAAAAAAAAAAAAAAJgCAABkcnMvZG93&#10;bnJldi54bWxQSwUGAAAAAAQABAD1AAAAhw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Text Box 32" o:spid="_x0000_s1055" type="#_x0000_t202" style="position:absolute;left:4398;top:73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EjdsMA&#10;AADbAAAADwAAAGRycy9kb3ducmV2LnhtbERPz2vCMBS+D/wfwhN2m4kehnSN4gZF3WG4bhS9PZpn&#10;2615KU3U9r83h8GOH9/vdD3YVlyp941jDfOZAkFcOtNwpeH7K3tagvAB2WDrmDSM5GG9mjykmBh3&#10;40+65qESMYR9ghrqELpESl/WZNHPXEccubPrLYYI+0qaHm8x3LZyodSztNhwbKixo7eayt/8YjW8&#10;/qj3pSpce8iK8dSo7LLfHj+0fpwOmxcQgYbwL/5z74yGRVwfv8Qf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EjdsMAAADbAAAADwAAAAAAAAAAAAAAAACYAgAAZHJzL2Rv&#10;d25yZXYueG1sUEsFBgAAAAAEAAQA9QAAAIgDAAAAAA==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c</w:t>
                            </w:r>
                          </w:p>
                        </w:txbxContent>
                      </v:textbox>
                    </v:shape>
                    <v:shape id="Text Box 33" o:spid="_x0000_s1056" type="#_x0000_t202" style="position:absolute;left:4038;top:113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2G7cUA&#10;AADbAAAADwAAAGRycy9kb3ducmV2LnhtbESPQWvCQBSE74L/YXmCN93VQ5E0q1ghaD0Uq0Xa2yP7&#10;TFKzb0N21fjvu0LB4zAz3zDporO1uFLrK8caJmMFgjh3puJCw9chG81A+IBssHZMGu7kYTHv91JM&#10;jLvxJ133oRARwj5BDWUITSKlz0uy6MeuIY7eybUWQ5RtIU2Ltwi3tZwq9SItVhwXSmxoVVJ+3l+s&#10;hrdftZ2po6t32fH+U6ns8r7+/tB6OOiWryACdeEZ/m9vjIbpBB5f4g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/Ybt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d</w:t>
                            </w:r>
                          </w:p>
                        </w:txbxContent>
                      </v:textbox>
                    </v:shape>
                    <v:shape id="Text Box 34" o:spid="_x0000_s1057" type="#_x0000_t202" style="position:absolute;left:3638;top:76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8YmsUA&#10;AADbAAAADwAAAGRycy9kb3ducmV2LnhtbESPQWvCQBSE7wX/w/IEb3XXHIqkrqEVQlsPorZIe3tk&#10;X5O02bchu9H4711B8DjMzDfMIhtsI47U+dqxhtlUgSAunKm51PD1mT/OQfiAbLBxTBrO5CFbjh4W&#10;mBp34h0d96EUEcI+RQ1VCG0qpS8qsuinriWO3q/rLIYou1KaDk8RbhuZKPUkLdYcFypsaVVR8b/v&#10;rYbXP7Weq4Nrtvnh/FOrvP94+95oPRkPL88gAg3hHr61342GJIHrl/g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xia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e</w:t>
                            </w:r>
                          </w:p>
                        </w:txbxContent>
                      </v:textbox>
                    </v:shape>
                    <v:shape id="Text Box 35" o:spid="_x0000_s1058" type="#_x0000_t202" style="position:absolute;left:3658;top:19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9AcUA&#10;AADbAAAADwAAAGRycy9kb3ducmV2LnhtbESPT4vCMBTE7wt+h/AEb2uiwiLVKCqU/XNYdlVEb4/m&#10;2Vabl9JErd/eCAt7HGbmN8x03tpKXKnxpWMNg74CQZw5U3KuYbtJX8cgfEA2WDkmDXfyMJ91XqaY&#10;GHfjX7quQy4ihH2CGooQ6kRKnxVk0fddTRy9o2sshiibXJoGbxFuKzlU6k1aLDkuFFjTqqDsvL5Y&#10;DcuT+hqrnat+0t39UKr08vm+/9a6120XExCB2vAf/mt/GA3DETy/x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Y70B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f</w:t>
                            </w:r>
                          </w:p>
                        </w:txbxContent>
                      </v:textbox>
                    </v:shape>
                    <v:shape id="Text Box 36" o:spid="_x0000_s1059" type="#_x0000_t202" style="position:absolute;left:4008;top:29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ldcUA&#10;AADbAAAADwAAAGRycy9kb3ducmV2LnhtbESPT4vCMBTE7wt+h/AEb2uiyCLVKCqU/XNYdlVEb4/m&#10;2Vabl9JErd/eCAt7HGbmN8x03tpKXKnxpWMNg74CQZw5U3KuYbtJX8cgfEA2WDkmDXfyMJ91XqaY&#10;GHfjX7quQy4ihH2CGooQ6kRKnxVk0fddTRy9o2sshiibXJoGbxFuKzlU6k1aLDkuFFjTqqDsvL5Y&#10;DcuT+hqrnat+0t39UKr08vm+/9a6120XExCB2vAf/mt/GA3DETy/x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iV1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g</w:t>
                            </w:r>
                          </w:p>
                        </w:txbxContent>
                      </v:textbox>
                    </v:shape>
                    <v:shape id="Text Box 37" o:spid="_x0000_s1060" type="#_x0000_t202" style="position:absolute;left:4498;top:1080;width:259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T3/sQA&#10;AADbAAAADwAAAGRycy9kb3ducmV2LnhtbESPT2vCQBTE7wW/w/IEL6FuItZKdA1SEXKtfyjeHtnX&#10;JJh9G7NbTb69Wyj0OMzMb5h11ptG3KlztWUFyTQGQVxYXXOp4HTcvy5BOI+ssbFMCgZykG1GL2tM&#10;tX3wJ90PvhQBwi5FBZX3bSqlKyoy6Ka2JQ7et+0M+iC7UuoOHwFuGjmL44U0WHNYqLClj4qK6+HH&#10;KIguybsddqeviKL50rmLzc+3uVKTcb9dgfDU+//wXzvXCmZv8Psl/AC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k9/7EAAAA2wAAAA8AAAAAAAAAAAAAAAAAmAIAAGRycy9k&#10;b3ducmV2LnhtbFBLBQYAAAAABAAEAPUAAACJAwAAAAA=&#10;" filled="f" strokeweight="1.01mm">
                      <v:stroke joinstyle="round"/>
                      <v:textbox inset=".49mm,.49mm,.49mm,.49mm">
                        <w:txbxContent>
                          <w:p w:rsidR="001D1F9A" w:rsidRDefault="001D1F9A" w:rsidP="001D1F9A">
                            <w:r>
                              <w:t>h</w:t>
                            </w:r>
                          </w:p>
                        </w:txbxContent>
                      </v:textbox>
                    </v:shape>
                  </v:group>
                  <v:group id="Group 38" o:spid="_x0000_s1061" style="position:absolute;left:4658;top:-280;width:1120;height:1646" coordorigin="4658,-280" coordsize="1120,1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rect id="Rectangle 39" o:spid="_x0000_s1062" style="position:absolute;left:4838;top:-40;width:529;height:5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8bZMYA&#10;AADbAAAADwAAAGRycy9kb3ducmV2LnhtbESPQWsCMRSE74L/ITyhF6nZetCyGkWs0nrwoBast9fN&#10;a3Zx87JsUl399UYQPA4z8w0znja2FCeqfeFYwVsvAUGcOV2wUfC9W76+g/ABWWPpmBRcyMN00m6N&#10;MdXuzBs6bYMREcI+RQV5CFUqpc9ysuh7riKO3p+rLYYoayN1jecIt6XsJ8lAWiw4LuRY0Tyn7Lj9&#10;twr2C3P8WR4Gjq5ds1/9rj+KxedOqZdOMxuBCNSEZ/jR/tIK+kO4f4k/QE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8bZMYAAADbAAAADwAAAAAAAAAAAAAAAACYAgAAZHJz&#10;L2Rvd25yZXYueG1sUEsFBgAAAAAEAAQA9QAAAIsDAAAAAA==&#10;" filled="f" strokecolor="gray" strokeweight="1.01mm">
                      <v:stroke joinstyle="round"/>
                    </v:rect>
                    <v:rect id="Rectangle 40" o:spid="_x0000_s1063" style="position:absolute;left:4838;top:520;width:529;height:5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CPFsIA&#10;AADbAAAADwAAAGRycy9kb3ducmV2LnhtbERPTYvCMBC9L+x/CLPgZdFUD7JUo8iuoh48rArqbWzG&#10;tNhMShO1+uvNQfD4eN/DcWNLcaXaF44VdDsJCOLM6YKNgu1m1v4B4QOyxtIxKbiTh/Ho82OIqXY3&#10;/qfrOhgRQ9inqCAPoUql9FlOFn3HVcSRO7naYoiwNlLXeIvhtpS9JOlLiwXHhhwr+s0pO68vVsFu&#10;as772aHv6PFtdsvj6q+YzjdKtb6ayQBEoCa8xS/3QivoxbHxS/wBcvQ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QI8WwgAAANsAAAAPAAAAAAAAAAAAAAAAAJgCAABkcnMvZG93&#10;bnJldi54bWxQSwUGAAAAAAQABAD1AAAAhwMAAAAA&#10;" filled="f" strokecolor="gray" strokeweight="1.01mm">
                      <v:stroke joinstyle="round"/>
                    </v:rect>
                    <v:shape id="Text Box 41" o:spid="_x0000_s1064" type="#_x0000_t202" style="position:absolute;left:5028;top:-280;width:219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uK68UA&#10;AADbAAAADwAAAGRycy9kb3ducmV2LnhtbESPT4vCMBTE7wt+h/AEb2uiB3GrUVQo++ewuCqit0fz&#10;bKvNS2mi1m+/ERb2OMzMb5jpvLWVuFHjS8caBn0FgjhzpuRcw26bvo5B+IBssHJMGh7kYT7rvEwx&#10;Me7OP3TbhFxECPsENRQh1ImUPivIou+7mjh6J9dYDFE2uTQN3iPcVnKo1EhaLDkuFFjTqqDssrla&#10;Dcuz+hqrvavW6f5xLFV6/Xw/fGvd67aLCYhAbfgP/7U/jIbhGzy/x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i4rr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a</w:t>
                            </w:r>
                          </w:p>
                        </w:txbxContent>
                      </v:textbox>
                    </v:shape>
                    <v:shape id="Text Box 42" o:spid="_x0000_s1065" type="#_x0000_t202" style="position:absolute;left:5428;top:10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i1q8IA&#10;AADbAAAADwAAAGRycy9kb3ducmV2LnhtbERPz2vCMBS+D/wfwhO8zUSFIdUoKhR1h7GpiN4ezbOt&#10;Ni+liVr/++Uw2PHj+z2dt7YSD2p86VjDoK9AEGfOlJxrOOzT9zEIH5ANVo5Jw4s8zGedtykmxj35&#10;hx67kIsYwj5BDUUIdSKlzwqy6PuuJo7cxTUWQ4RNLk2DzxhuKzlU6kNaLDk2FFjTqqDstrtbDcur&#10;+hyro6u+0+PrXKr0vl2fvrTuddvFBESgNvyL/9wbo2EU18cv8Qf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aLWrwgAAANsAAAAPAAAAAAAAAAAAAAAAAJgCAABkcnMvZG93&#10;bnJldi54bWxQSwUGAAAAAAQABAD1AAAAhw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Text Box 43" o:spid="_x0000_s1066" type="#_x0000_t202" style="position:absolute;left:5418;top:68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QQMMUA&#10;AADbAAAADwAAAGRycy9kb3ducmV2LnhtbESPQWsCMRSE7wX/Q3iCt5pYochqFC0s2h5KqyJ6e2ye&#10;u6ubl2UTdf33Rij0OMzMN8xk1tpKXKnxpWMNg74CQZw5U3KuYbtJX0cgfEA2WDkmDXfyMJt2XiaY&#10;GHfjX7quQy4ihH2CGooQ6kRKnxVk0fddTRy9o2sshiibXJoGbxFuK/mm1Lu0WHJcKLCmj4Ky8/pi&#10;NSxO6mukdq76SXf3Q6nSy+dy/611r9vOxyACteE//NdeGQ3DATy/xB8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JBAw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c</w:t>
                            </w:r>
                          </w:p>
                        </w:txbxContent>
                      </v:textbox>
                    </v:shape>
                    <v:shape id="Text Box 44" o:spid="_x0000_s1067" type="#_x0000_t202" style="position:absolute;left:5058;top:108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OR8UA&#10;AADbAAAADwAAAGRycy9kb3ducmV2LnhtbESPT4vCMBTE7wt+h/AEb2uiwiLVKCqU/XNYdlVEb4/m&#10;2Vabl9JErd/eCAt7HGbmN8x03tpKXKnxpWMNg74CQZw5U3KuYbtJX8cgfEA2WDkmDXfyMJ91XqaY&#10;GHfjX7quQy4ihH2CGooQ6kRKnxVk0fddTRy9o2sshiibXJoGbxFuKzlU6k1aLDkuFFjTqqDsvL5Y&#10;DcuT+hqrnat+0t39UKr08vm+/9a6120XExCB2vAf/mt/GA2jITy/x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9o5H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d</w:t>
                            </w:r>
                          </w:p>
                        </w:txbxContent>
                      </v:textbox>
                    </v:shape>
                    <v:shape id="Text Box 45" o:spid="_x0000_s1068" type="#_x0000_t202" style="position:absolute;left:4658;top:71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or3MUA&#10;AADbAAAADwAAAGRycy9kb3ducmV2LnhtbESPQWsCMRSE7wX/Q3iCt5pYochqFBWW2h5KqyJ6e2ye&#10;u6ubl2UTdf33Rij0OMzMN8xk1tpKXKnxpWMNg74CQZw5U3KuYbtJX0cgfEA2WDkmDXfyMJt2XiaY&#10;GHfjX7quQy4ihH2CGooQ6kRKnxVk0fddTRy9o2sshiibXJoGbxFuK/mm1Lu0WHJcKLCmZUHZeX2x&#10;GhYn9TVSO1f9pLv7oVTp5fNj/611r9vOxyACteE//NdeGQ3DITy/xB8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uivc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e</w:t>
                            </w:r>
                          </w:p>
                        </w:txbxContent>
                      </v:textbox>
                    </v:shape>
                    <v:shape id="Text Box 46" o:spid="_x0000_s1069" type="#_x0000_t202" style="position:absolute;left:4678;top:14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zqMYA&#10;AADbAAAADwAAAGRycy9kb3ducmV2LnhtbESPQWvCQBSE7wX/w/IK3upubSmSuooVQq2HorGI3h7Z&#10;ZxKbfRuyq8Z/7xYKHoeZ+YYZTztbizO1vnKs4XmgQBDnzlRcaPjZpE8jED4gG6wdk4YreZhOeg9j&#10;TIy78JrOWShEhLBPUEMZQpNI6fOSLPqBa4ijd3CtxRBlW0jT4iXCbS2HSr1JixXHhRIbmpeU/2Yn&#10;q+HjqJYjtXX1Kt1e95VKT1+fu2+t+4/d7B1EoC7cw//thdHw8gp/X+IP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OzqMYAAADbAAAADwAAAAAAAAAAAAAAAACYAgAAZHJz&#10;L2Rvd25yZXYueG1sUEsFBgAAAAAEAAQA9QAAAIsDAAAAAA==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f</w:t>
                            </w:r>
                          </w:p>
                        </w:txbxContent>
                      </v:textbox>
                    </v:shape>
                    <v:shape id="Text Box 47" o:spid="_x0000_s1070" type="#_x0000_t202" style="position:absolute;left:5028;top:24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8WM8YA&#10;AADbAAAADwAAAGRycy9kb3ducmV2LnhtbESPQWvCQBSE7wX/w/IK3upuLS2SuooVQq2HorGI3h7Z&#10;ZxKbfRuyq8Z/7xYKHoeZ+YYZTztbizO1vnKs4XmgQBDnzlRcaPjZpE8jED4gG6wdk4YreZhOeg9j&#10;TIy78JrOWShEhLBPUEMZQpNI6fOSLPqBa4ijd3CtxRBlW0jT4iXCbS2HSr1JixXHhRIbmpeU/2Yn&#10;q+HjqJYjtXX1Kt1e95VKT1+fu2+t+4/d7B1EoC7cw//thdHw8gp/X+IP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8WM8YAAADbAAAADwAAAAAAAAAAAAAAAACYAgAAZHJz&#10;L2Rvd25yZXYueG1sUEsFBgAAAAAEAAQA9QAAAIsDAAAAAA==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g</w:t>
                            </w:r>
                          </w:p>
                        </w:txbxContent>
                      </v:textbox>
                    </v:shape>
                    <v:shape id="Text Box 48" o:spid="_x0000_s1071" type="#_x0000_t202" style="position:absolute;left:5518;top:1030;width:259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//VMMA&#10;AADbAAAADwAAAGRycy9kb3ducmV2LnhtbESPT4vCMBTE7wt+h/AEL8WmrqKlGkV2EbyufxBvj+bZ&#10;FpuX2mS1fnuzsOBxmJnfMItVZ2pxp9ZVlhWM4gQEcW51xYWCw34zTEE4j6yxtkwKnuRgtex9LDDT&#10;9sE/dN/5QgQIuwwVlN43mZQuL8mgi21DHLyLbQ36INtC6hYfAW5q+ZkkU2mw4rBQYkNfJeXX3a9R&#10;EJ1HM/v8Ppwiiiapc2e7Pd4mSg363XoOwlPn3+H/9lYrGE/h70v4AX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//VMMAAADbAAAADwAAAAAAAAAAAAAAAACYAgAAZHJzL2Rv&#10;d25yZXYueG1sUEsFBgAAAAAEAAQA9QAAAIgDAAAAAA==&#10;" filled="f" strokeweight="1.01mm">
                      <v:stroke joinstyle="round"/>
                      <v:textbox inset=".49mm,.49mm,.49mm,.49mm">
                        <w:txbxContent>
                          <w:p w:rsidR="001D1F9A" w:rsidRDefault="001D1F9A" w:rsidP="001D1F9A">
                            <w:r>
                              <w:t>h</w:t>
                            </w:r>
                          </w:p>
                        </w:txbxContent>
                      </v:textbox>
                    </v:shape>
                  </v:group>
                  <v:group id="Group 49" o:spid="_x0000_s1072" style="position:absolute;left:5717;top:-280;width:1120;height:1646" coordorigin="5717,-280" coordsize="1120,1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rect id="Rectangle 50" o:spid="_x0000_s1073" style="position:absolute;left:5898;top:-40;width:529;height:5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kZy8MA&#10;AADbAAAADwAAAGRycy9kb3ducmV2LnhtbERPz2vCMBS+D/wfwhO8DJvOgUg1FXGK22GHqaDens0z&#10;LTYvpYna7a9fDoMdP77fs3lna3Gn1leOFbwkKQjiwumKjYL9bj2cgPABWWPtmBR8k4d53nuaYabd&#10;g7/ovg1GxBD2GSooQ2gyKX1RkkWfuIY4chfXWgwRtkbqFh8x3NZylKZjabHi2FBiQ8uSiuv2ZhUc&#10;VuZ6XJ/Gjn6ezeHj/PlWrTY7pQb9bjEFEagL/+I/97tW8BrHxi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kZy8MAAADbAAAADwAAAAAAAAAAAAAAAACYAgAAZHJzL2Rv&#10;d25yZXYueG1sUEsFBgAAAAAEAAQA9QAAAIgDAAAAAA==&#10;" filled="f" strokecolor="gray" strokeweight="1.01mm">
                      <v:stroke joinstyle="round"/>
                    </v:rect>
                    <v:rect id="Rectangle 51" o:spid="_x0000_s1074" style="position:absolute;left:5898;top:520;width:529;height:5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W8UMcA&#10;AADbAAAADwAAAGRycy9kb3ducmV2LnhtbESPT2sCMRTE74V+h/AKXopmtSB1NYr4B/XQQ1VQb6+b&#10;1+zi5mXZRF376ZuC0OMwM79hRpPGluJKtS8cK+h2EhDEmdMFGwX73bL9DsIHZI2lY1JwJw+T8fPT&#10;CFPtbvxJ120wIkLYp6ggD6FKpfRZThZ9x1XE0ft2tcUQZW2krvEW4baUvSTpS4sFx4UcK5rllJ23&#10;F6vgsDDn4/LUd/Tzag6br495sVjtlGq9NNMhiEBN+A8/2mut4G0Af1/iD5Dj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VvFDHAAAA2wAAAA8AAAAAAAAAAAAAAAAAmAIAAGRy&#10;cy9kb3ducmV2LnhtbFBLBQYAAAAABAAEAPUAAACMAwAAAAA=&#10;" filled="f" strokecolor="gray" strokeweight="1.01mm">
                      <v:stroke joinstyle="round"/>
                    </v:rect>
                    <v:shape id="Text Box 52" o:spid="_x0000_s1075" type="#_x0000_t202" style="position:absolute;left:6088;top:-280;width:219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7G1sIA&#10;AADbAAAADwAAAGRycy9kb3ducmV2LnhtbERPz2vCMBS+D/wfwhO8zUSRIdUoKhR1h7GpiN4ezbOt&#10;Ni+liVr/++Uw2PHj+z2dt7YSD2p86VjDoK9AEGfOlJxrOOzT9zEIH5ANVo5Jw4s8zGedtykmxj35&#10;hx67kIsYwj5BDUUIdSKlzwqy6PuuJo7cxTUWQ4RNLk2DzxhuKzlU6kNaLDk2FFjTqqDstrtbDcur&#10;+hyro6u+0+PrXKr0vl2fvrTuddvFBESgNvyL/9wbo2EU18cv8Qf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bsbWwgAAANsAAAAPAAAAAAAAAAAAAAAAAJgCAABkcnMvZG93&#10;bnJldi54bWxQSwUGAAAAAAQABAD1AAAAhw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a</w:t>
                            </w:r>
                          </w:p>
                        </w:txbxContent>
                      </v:textbox>
                    </v:shape>
                    <v:shape id="Text Box 53" o:spid="_x0000_s1076" type="#_x0000_t202" style="position:absolute;left:6488;top:10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JjTcUA&#10;AADbAAAADwAAAGRycy9kb3ducmV2LnhtbESPQWsCMRSE7wX/Q3iCt5pYpMhqFC0s2h5KqyJ6e2ye&#10;u6ubl2UTdf33Rij0OMzMN8xk1tpKXKnxpWMNg74CQZw5U3KuYbtJX0cgfEA2WDkmDXfyMJt2XiaY&#10;GHfjX7quQy4ihH2CGooQ6kRKnxVk0fddTRy9o2sshiibXJoGbxFuK/mm1Lu0WHJcKLCmj4Ky8/pi&#10;NSxO6mukdq76SXf3Q6nSy+dy/611r9vOxyACteE//NdeGQ3DATy/xB8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ImNN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Text Box 54" o:spid="_x0000_s1077" type="#_x0000_t202" style="position:absolute;left:6478;top:68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D9OsUA&#10;AADbAAAADwAAAGRycy9kb3ducmV2LnhtbESPT4vCMBTE7wt+h/AEb2uiyCLVKCqU/XNYdlVEb4/m&#10;2Vabl9JErd/eCAt7HGbmN8x03tpKXKnxpWMNg74CQZw5U3KuYbtJX8cgfEA2WDkmDXfyMJ91XqaY&#10;GHfjX7quQy4ihH2CGooQ6kRKnxVk0fddTRy9o2sshiibXJoGbxFuKzlU6k1aLDkuFFjTqqDsvL5Y&#10;DcuT+hqrnat+0t39UKr08vm+/9a6120XExCB2vAf/mt/GA2jITy/x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8P06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c</w:t>
                            </w:r>
                          </w:p>
                        </w:txbxContent>
                      </v:textbox>
                    </v:shape>
                    <v:shape id="Text Box 55" o:spid="_x0000_s1078" type="#_x0000_t202" style="position:absolute;left:6118;top:108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xYocYA&#10;AADbAAAADwAAAGRycy9kb3ducmV2LnhtbESPQWvCQBSE7wX/w/IK3upubSmSuooVQq2HorGI3h7Z&#10;ZxKbfRuyq8Z/7xYKHoeZ+YYZTztbizO1vnKs4XmgQBDnzlRcaPjZpE8jED4gG6wdk4YreZhOeg9j&#10;TIy78JrOWShEhLBPUEMZQpNI6fOSLPqBa4ijd3CtxRBlW0jT4iXCbS2HSr1JixXHhRIbmpeU/2Yn&#10;q+HjqJYjtXX1Kt1e95VKT1+fu2+t+4/d7B1EoC7cw//thdHw+gJ/X+IP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xYocYAAADbAAAADwAAAAAAAAAAAAAAAACYAgAAZHJz&#10;L2Rvd25yZXYueG1sUEsFBgAAAAAEAAQA9QAAAIsDAAAAAA==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d</w:t>
                            </w:r>
                          </w:p>
                        </w:txbxContent>
                      </v:textbox>
                    </v:shape>
                    <v:shape id="Text Box 56" o:spid="_x0000_s1079" type="#_x0000_t202" style="position:absolute;left:5717;top:71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XA1cUA&#10;AADbAAAADwAAAGRycy9kb3ducmV2LnhtbESPQWsCMRSE7wX/Q3iCt5pYpMhqFBWW2h5KqyJ6e2ye&#10;u6ubl2UTdf33Rij0OMzMN8xk1tpKXKnxpWMNg74CQZw5U3KuYbtJX0cgfEA2WDkmDXfyMJt2XiaY&#10;GHfjX7quQy4ihH2CGooQ6kRKnxVk0fddTRy9o2sshiibXJoGbxFuK/mm1Lu0WHJcKLCmZUHZeX2x&#10;GhYn9TVSO1f9pLv7oVTp5fNj/611r9vOxyACteE//NdeGQ3DITy/xB8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cDV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e</w:t>
                            </w:r>
                          </w:p>
                        </w:txbxContent>
                      </v:textbox>
                    </v:shape>
                    <v:shape id="Text Box 57" o:spid="_x0000_s1080" type="#_x0000_t202" style="position:absolute;left:5738;top:14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lTsYA&#10;AADbAAAADwAAAGRycy9kb3ducmV2LnhtbESPQWvCQBSE7wX/w/IK3upupS2SuooVQq2HorGI3h7Z&#10;ZxKbfRuyq8Z/7xYKHoeZ+YYZTztbizO1vnKs4XmgQBDnzlRcaPjZpE8jED4gG6wdk4YreZhOeg9j&#10;TIy78JrOWShEhLBPUEMZQpNI6fOSLPqBa4ijd3CtxRBlW0jT4iXCbS2HSr1JixXHhRIbmpeU/2Yn&#10;q+HjqJYjtXX1Kt1e95VKT1+fu2+t+4/d7B1EoC7cw//thdHw8gp/X+IP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llTsYAAADbAAAADwAAAAAAAAAAAAAAAACYAgAAZHJz&#10;L2Rvd25yZXYueG1sUEsFBgAAAAAEAAQA9QAAAIsDAAAAAA==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f</w:t>
                            </w:r>
                          </w:p>
                        </w:txbxContent>
                      </v:textbox>
                    </v:shape>
                    <v:shape id="Text Box 58" o:spid="_x0000_s1081" type="#_x0000_t202" style="position:absolute;left:6088;top:240;width:259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v7OcUA&#10;AADbAAAADwAAAGRycy9kb3ducmV2LnhtbESPQWsCMRSE7wX/Q3hCbzWxiMhqFBWW2h6KVRG9PTbP&#10;3dXNy7KJuv77piD0OMzMN8xk1tpK3KjxpWMN/Z4CQZw5U3KuYbdN30YgfEA2WDkmDQ/yMJt2XiaY&#10;GHfnH7ptQi4ihH2CGooQ6kRKnxVk0fdcTRy9k2sshiibXJoG7xFuK/mu1FBaLDkuFFjTsqDssrla&#10;DYuz+hqpvavW6f5xLFV6/fw4fGv92m3nYxCB2vAffrZXRsNgCH9f4g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y/s5xQAAANsAAAAPAAAAAAAAAAAAAAAAAJgCAABkcnMv&#10;ZG93bnJldi54bWxQSwUGAAAAAAQABAD1AAAAigMAAAAA&#10;" filled="f" stroked="f" strokeweight="1.01mm">
                      <v:stroke joinstyle="round"/>
                      <v:textbox inset="0,0,0,0">
                        <w:txbxContent>
                          <w:p w:rsidR="001D1F9A" w:rsidRDefault="001D1F9A" w:rsidP="001D1F9A">
                            <w:r>
                              <w:t>g</w:t>
                            </w:r>
                          </w:p>
                        </w:txbxContent>
                      </v:textbox>
                    </v:shape>
                    <v:shape id="Text Box 59" o:spid="_x0000_s1082" type="#_x0000_t202" style="position:absolute;left:6578;top:1030;width:259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UpssQA&#10;AADbAAAADwAAAGRycy9kb3ducmV2LnhtbESPQWuDQBSE74X8h+UFepG6pkgN1k0ILYFcYy0lt4f7&#10;qlL3rXE30fz7bKHQ4zAz3zDFdja9uNLoOssKVnECgri2uuNGQfWxf1qDcB5ZY2+ZFNzIwXazeCgw&#10;13biI11L34gAYZejgtb7IZfS1S0ZdLEdiIP3bUeDPsixkXrEKcBNL5+T5EUa7DgstDjQW0v1T3kx&#10;CqLTKrO39+oroihdO3eyh89zqtTjct69gvA0+//wX/ugFaQZ/H4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lKbLEAAAA2wAAAA8AAAAAAAAAAAAAAAAAmAIAAGRycy9k&#10;b3ducmV2LnhtbFBLBQYAAAAABAAEAPUAAACJAwAAAAA=&#10;" filled="f" strokeweight="1.01mm">
                      <v:stroke joinstyle="round"/>
                      <v:textbox inset=".49mm,.49mm,.49mm,.49mm">
                        <w:txbxContent>
                          <w:p w:rsidR="001D1F9A" w:rsidRDefault="001D1F9A" w:rsidP="001D1F9A">
                            <w:r>
                              <w:t>h</w:t>
                            </w:r>
                          </w:p>
                        </w:txbxContent>
                      </v:textbox>
                    </v:shape>
                  </v:group>
                  <v:shape id="Text Box 60" o:spid="_x0000_s1083" type="#_x0000_t202" style="position:absolute;left:2518;top:1410;width:4639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  <v:stroke joinstyle="round"/>
                    <v:textbox inset="0,0,0,0">
                      <w:txbxContent>
                        <w:p w:rsidR="001D1F9A" w:rsidRDefault="001D1F9A" w:rsidP="001D1F9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Digit 3             Digit 2          Digit 1         Digit0</w:t>
                          </w:r>
                        </w:p>
                      </w:txbxContent>
                    </v:textbox>
                  </v:shape>
                </v:group>
                <v:rect id="Rectangle 61" o:spid="_x0000_s1084" style="position:absolute;left:2408;top:-220;width:4539;height:18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PLccA&#10;AADbAAAADwAAAGRycy9kb3ducmV2LnhtbESPT2sCMRTE74V+h/AKXopmlSJ1NYr4B/XQQ1VQb6+b&#10;1+zi5mXZRF376ZuC0OMwM79hRpPGluJKtS8cK+h2EhDEmdMFGwX73bL9DsIHZI2lY1JwJw+T8fPT&#10;CFPtbvxJ120wIkLYp6ggD6FKpfRZThZ9x1XE0ft2tcUQZW2krvEW4baUvSTpS4sFx4UcK5rllJ23&#10;F6vgsDDn4/LUd/Tzag6br495sVjtlGq9NNMhiEBN+A8/2mut4G0Af1/iD5Dj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Tzy3HAAAA2wAAAA8AAAAAAAAAAAAAAAAAmAIAAGRy&#10;cy9kb3ducmV2LnhtbFBLBQYAAAAABAAEAPUAAACMAwAAAAA=&#10;" filled="f" strokecolor="gray" strokeweight="1.01mm">
                  <v:stroke joinstyle="round"/>
                </v:rect>
                <w10:wrap type="square"/>
              </v:group>
            </w:pict>
          </mc:Fallback>
        </mc:AlternateContent>
      </w:r>
      <w:r>
        <w:rPr>
          <w:rFonts w:eastAsia="Consolas" w:cs="Consolas"/>
          <w:sz w:val="20"/>
          <w:szCs w:val="20"/>
        </w:rPr>
        <w:t xml:space="preserve">Format von Data: </w:t>
      </w:r>
      <w:r>
        <w:rPr>
          <w:rFonts w:eastAsia="Consolas" w:cs="Consolas"/>
          <w:sz w:val="20"/>
          <w:szCs w:val="20"/>
        </w:rPr>
        <w:br/>
      </w:r>
      <w:r>
        <w:rPr>
          <w:rFonts w:eastAsia="Consolas" w:cs="Consolas"/>
          <w:sz w:val="20"/>
          <w:szCs w:val="20"/>
        </w:rPr>
        <w:br/>
      </w:r>
      <w:r>
        <w:rPr>
          <w:rFonts w:eastAsia="Consolas" w:cs="Consolas"/>
          <w:sz w:val="20"/>
          <w:szCs w:val="20"/>
        </w:rPr>
        <w:br/>
      </w:r>
      <w:r>
        <w:rPr>
          <w:rFonts w:eastAsia="Consolas" w:cs="Consolas"/>
          <w:sz w:val="20"/>
          <w:szCs w:val="20"/>
        </w:rPr>
        <w:br/>
        <w:t xml:space="preserve">Hinweis: </w:t>
      </w:r>
    </w:p>
    <w:p w:rsidR="001D1F9A" w:rsidRDefault="001D1F9A" w:rsidP="001D1F9A">
      <w:pPr>
        <w:autoSpaceDE w:val="0"/>
      </w:pPr>
      <w:r>
        <w:rPr>
          <w:rFonts w:eastAsia="Consolas" w:cs="Consolas"/>
          <w:sz w:val="20"/>
          <w:szCs w:val="20"/>
        </w:rPr>
        <w:t xml:space="preserve">Das Display arbeitet im </w:t>
      </w:r>
      <w:r>
        <w:rPr>
          <w:rFonts w:eastAsia="Consolas" w:cs="Consolas"/>
          <w:sz w:val="20"/>
          <w:szCs w:val="20"/>
        </w:rPr>
        <w:br/>
      </w:r>
      <w:r>
        <w:rPr>
          <w:rFonts w:eastAsia="Consolas" w:cs="Consolas"/>
          <w:sz w:val="20"/>
          <w:szCs w:val="20"/>
        </w:rPr>
        <w:br/>
        <w:t>Multiplexbetrieb!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11"/>
        <w:gridCol w:w="1111"/>
        <w:gridCol w:w="1111"/>
        <w:gridCol w:w="1111"/>
        <w:gridCol w:w="519"/>
        <w:gridCol w:w="53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1D1F9A" w:rsidTr="00B470DC">
        <w:trPr>
          <w:trHeight w:val="226"/>
        </w:trPr>
        <w:tc>
          <w:tcPr>
            <w:tcW w:w="111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15</w:t>
            </w:r>
          </w:p>
        </w:tc>
        <w:tc>
          <w:tcPr>
            <w:tcW w:w="111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14</w:t>
            </w:r>
          </w:p>
        </w:tc>
        <w:tc>
          <w:tcPr>
            <w:tcW w:w="111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13</w:t>
            </w:r>
          </w:p>
        </w:tc>
        <w:tc>
          <w:tcPr>
            <w:tcW w:w="111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12</w:t>
            </w:r>
          </w:p>
        </w:tc>
        <w:tc>
          <w:tcPr>
            <w:tcW w:w="51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11</w:t>
            </w:r>
          </w:p>
        </w:tc>
        <w:tc>
          <w:tcPr>
            <w:tcW w:w="53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10</w:t>
            </w:r>
          </w:p>
        </w:tc>
        <w:tc>
          <w:tcPr>
            <w:tcW w:w="37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9</w:t>
            </w:r>
          </w:p>
        </w:tc>
        <w:tc>
          <w:tcPr>
            <w:tcW w:w="37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8</w:t>
            </w:r>
          </w:p>
        </w:tc>
        <w:tc>
          <w:tcPr>
            <w:tcW w:w="37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7</w:t>
            </w:r>
          </w:p>
        </w:tc>
        <w:tc>
          <w:tcPr>
            <w:tcW w:w="37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6</w:t>
            </w:r>
          </w:p>
        </w:tc>
        <w:tc>
          <w:tcPr>
            <w:tcW w:w="37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5</w:t>
            </w:r>
          </w:p>
        </w:tc>
        <w:tc>
          <w:tcPr>
            <w:tcW w:w="37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4</w:t>
            </w:r>
          </w:p>
        </w:tc>
        <w:tc>
          <w:tcPr>
            <w:tcW w:w="37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3</w:t>
            </w:r>
          </w:p>
        </w:tc>
        <w:tc>
          <w:tcPr>
            <w:tcW w:w="37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</w:pPr>
            <w:r>
              <w:rPr>
                <w:rFonts w:eastAsia="Consolas" w:cs="Consolas"/>
                <w:sz w:val="20"/>
                <w:szCs w:val="20"/>
              </w:rPr>
              <w:t>0</w:t>
            </w:r>
          </w:p>
        </w:tc>
      </w:tr>
      <w:tr w:rsidR="001D1F9A" w:rsidTr="00B470DC">
        <w:trPr>
          <w:trHeight w:val="140"/>
        </w:trPr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Digit 3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Digit 2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Digit 1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Digit 0</w:t>
            </w:r>
          </w:p>
        </w:tc>
        <w:tc>
          <w:tcPr>
            <w:tcW w:w="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0</w:t>
            </w:r>
          </w:p>
        </w:tc>
        <w:tc>
          <w:tcPr>
            <w:tcW w:w="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0</w:t>
            </w:r>
          </w:p>
        </w:tc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0</w:t>
            </w:r>
          </w:p>
        </w:tc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0</w:t>
            </w:r>
          </w:p>
        </w:tc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a</w:t>
            </w:r>
          </w:p>
        </w:tc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b</w:t>
            </w:r>
          </w:p>
        </w:tc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c</w:t>
            </w:r>
          </w:p>
        </w:tc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d</w:t>
            </w:r>
          </w:p>
        </w:tc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e</w:t>
            </w:r>
          </w:p>
        </w:tc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f</w:t>
            </w:r>
          </w:p>
        </w:tc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  <w:rPr>
                <w:rFonts w:eastAsia="Consolas" w:cs="Consolas"/>
                <w:sz w:val="20"/>
                <w:szCs w:val="20"/>
              </w:rPr>
            </w:pPr>
            <w:r>
              <w:rPr>
                <w:rFonts w:eastAsia="Consolas" w:cs="Consolas"/>
                <w:sz w:val="20"/>
                <w:szCs w:val="20"/>
              </w:rPr>
              <w:t>g</w:t>
            </w:r>
          </w:p>
        </w:tc>
        <w:tc>
          <w:tcPr>
            <w:tcW w:w="3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1F9A" w:rsidRDefault="001D1F9A" w:rsidP="00B470DC">
            <w:pPr>
              <w:pStyle w:val="TabellenInhalt"/>
            </w:pPr>
            <w:r>
              <w:rPr>
                <w:rFonts w:eastAsia="Consolas" w:cs="Consolas"/>
                <w:sz w:val="20"/>
                <w:szCs w:val="20"/>
              </w:rPr>
              <w:t>h</w:t>
            </w:r>
          </w:p>
        </w:tc>
      </w:tr>
    </w:tbl>
    <w:p w:rsidR="001D1F9A" w:rsidRDefault="001D1F9A" w:rsidP="001D1F9A"/>
    <w:p w:rsidR="001D1F9A" w:rsidRDefault="001D1F9A" w:rsidP="001D1F9A"/>
    <w:p w:rsidR="001D1F9A" w:rsidRDefault="001D1F9A" w:rsidP="001D1F9A"/>
    <w:p w:rsidR="001D1F9A" w:rsidRDefault="001D1F9A" w:rsidP="001D1F9A"/>
    <w:p w:rsidR="00D84BE5" w:rsidRDefault="00D84BE5">
      <w:pPr>
        <w:widowControl w:val="0"/>
      </w:pPr>
      <w:r>
        <w:br w:type="page"/>
      </w:r>
    </w:p>
    <w:p w:rsidR="001D1F9A" w:rsidRDefault="00D84BE5">
      <w:r>
        <w:lastRenderedPageBreak/>
        <w:t>Lösung: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>.equ Einerstelle,Bit12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>.equ Zehnerstelle,Bit13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>.equ Taster,Bit1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main: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 xml:space="preserve">mov </w:t>
      </w:r>
      <w:r>
        <w:rPr>
          <w:rFonts w:ascii="Consolas" w:hAnsi="Consolas" w:cs="Consolas"/>
          <w:kern w:val="0"/>
          <w:sz w:val="20"/>
          <w:szCs w:val="20"/>
        </w:rPr>
        <w:tab/>
        <w:t xml:space="preserve">R5,#0 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//Zähler in R5 mit 0 beginnen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 xml:space="preserve">ldr </w:t>
      </w:r>
      <w:r>
        <w:rPr>
          <w:rFonts w:ascii="Consolas" w:hAnsi="Consolas" w:cs="Consolas"/>
          <w:kern w:val="0"/>
          <w:sz w:val="20"/>
          <w:szCs w:val="20"/>
        </w:rPr>
        <w:tab/>
        <w:t>R4,=GPIOA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//R4 verweist auf GPIOA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 xml:space="preserve">ldr </w:t>
      </w:r>
      <w:r>
        <w:rPr>
          <w:rFonts w:ascii="Consolas" w:hAnsi="Consolas" w:cs="Consolas"/>
          <w:kern w:val="0"/>
          <w:sz w:val="20"/>
          <w:szCs w:val="20"/>
        </w:rPr>
        <w:tab/>
        <w:t>R6,=seg7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//R6 verweist auf die Tabelle seg7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ldr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R7,=TelNr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bl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MFS_serial_init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//Initialisierung der Schnittstelle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schleife: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//Endlosschleife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 xml:space="preserve">ldrb </w:t>
      </w:r>
      <w:r>
        <w:rPr>
          <w:rFonts w:ascii="Consolas" w:hAnsi="Consolas" w:cs="Consolas"/>
          <w:kern w:val="0"/>
          <w:sz w:val="20"/>
          <w:szCs w:val="20"/>
        </w:rPr>
        <w:tab/>
        <w:t>R0,[R7,R5]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//R0=TelNr[R5]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cmp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R0,#255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beq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vonVorne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ldrb</w:t>
      </w:r>
      <w:r>
        <w:rPr>
          <w:rFonts w:ascii="Consolas" w:hAnsi="Consolas" w:cs="Consolas"/>
          <w:kern w:val="0"/>
          <w:sz w:val="20"/>
          <w:szCs w:val="20"/>
        </w:rPr>
        <w:tab/>
        <w:t>R0,[R6,R0]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//R0=seg7[R0]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add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R0,Einerstelle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//Einerstelle hinzufügen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bl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MFS_sendWord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mov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R0,#1000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bl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HAL_Delay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mov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R0,#0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//zwischen 2 Ziffern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bl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MFS_sendWord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mov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R0,#100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bl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HAL_Delay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add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R5,#1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//nächste Ziffer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b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schleife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vonVorne: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mov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R0,0xFF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//Aus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bl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MFS_sendWord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mov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R0,#3000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//3s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bl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HAL_Delay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mov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R5,#0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color w:val="3F7F5F"/>
          <w:kern w:val="0"/>
          <w:sz w:val="20"/>
          <w:szCs w:val="20"/>
        </w:rPr>
        <w:t>//von vorne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ab/>
        <w:t>b</w:t>
      </w:r>
      <w:r>
        <w:rPr>
          <w:rFonts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</w:rPr>
        <w:tab/>
        <w:t>schleife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seg7: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.byte</w:t>
      </w:r>
      <w:r>
        <w:rPr>
          <w:rFonts w:ascii="Consolas" w:hAnsi="Consolas" w:cs="Consolas"/>
          <w:kern w:val="0"/>
          <w:sz w:val="20"/>
          <w:szCs w:val="20"/>
        </w:rPr>
        <w:t xml:space="preserve"> 0b00000011,0b10011111,0b00100101,0b00001101,0b10011001,0b01001001,0b01000001,0b00011111,0b00000001,0b00001001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TelNr: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.byte</w:t>
      </w:r>
      <w:r>
        <w:rPr>
          <w:rFonts w:ascii="Consolas" w:hAnsi="Consolas" w:cs="Consolas"/>
          <w:kern w:val="0"/>
          <w:sz w:val="20"/>
          <w:szCs w:val="20"/>
        </w:rPr>
        <w:t xml:space="preserve"> 1,1,8,3,3,255</w:t>
      </w:r>
    </w:p>
    <w:p w:rsidR="00D84BE5" w:rsidRDefault="00D84BE5" w:rsidP="00D84BE5">
      <w:pPr>
        <w:suppressAutoHyphens w:val="0"/>
        <w:autoSpaceDE w:val="0"/>
        <w:adjustRightInd w:val="0"/>
        <w:textAlignment w:val="auto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kern w:val="0"/>
          <w:sz w:val="20"/>
          <w:szCs w:val="20"/>
        </w:rPr>
        <w:t>.end</w:t>
      </w:r>
    </w:p>
    <w:p w:rsidR="00D84BE5" w:rsidRDefault="00D84BE5">
      <w:bookmarkStart w:id="0" w:name="_GoBack"/>
      <w:bookmarkEnd w:id="0"/>
    </w:p>
    <w:sectPr w:rsidR="00D84BE5">
      <w:footnotePr>
        <w:numRestart w:val="eachPage"/>
      </w:footnotePr>
      <w:endnotePr>
        <w:numFmt w:val="decimal"/>
      </w:endnotePr>
      <w:pgSz w:w="11906" w:h="16838"/>
      <w:pgMar w:top="568" w:right="468" w:bottom="1002" w:left="7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ADB" w:rsidRDefault="00AD5ADB">
      <w:r>
        <w:separator/>
      </w:r>
    </w:p>
  </w:endnote>
  <w:endnote w:type="continuationSeparator" w:id="0">
    <w:p w:rsidR="00AD5ADB" w:rsidRDefault="00AD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tstream Vera Sans">
    <w:charset w:val="00"/>
    <w:family w:val="auto"/>
    <w:pitch w:val="variable"/>
  </w:font>
  <w:font w:name="Lucidasans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ndale Sans UI">
    <w:altName w:val="Arial Unicode MS"/>
    <w:charset w:val="00"/>
    <w:family w:val="auto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ADB" w:rsidRDefault="00AD5ADB">
      <w:r>
        <w:separator/>
      </w:r>
    </w:p>
  </w:footnote>
  <w:footnote w:type="continuationSeparator" w:id="0">
    <w:p w:rsidR="00AD5ADB" w:rsidRDefault="00AD5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86698"/>
    <w:multiLevelType w:val="multilevel"/>
    <w:tmpl w:val="47CCE136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</w:compat>
  <w:rsids>
    <w:rsidRoot w:val="0032401D"/>
    <w:rsid w:val="001D1F9A"/>
    <w:rsid w:val="0032401D"/>
    <w:rsid w:val="008632D8"/>
    <w:rsid w:val="00AC004E"/>
    <w:rsid w:val="00AD5ADB"/>
    <w:rsid w:val="00CE0454"/>
    <w:rsid w:val="00D8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99C0E-F59A-41A3-90A6-898510E3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itstream Vera Sans" w:hAnsi="Times New Roman" w:cs="Lucidasan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widowControl/>
    </w:pPr>
  </w:style>
  <w:style w:type="paragraph" w:styleId="berschrift1">
    <w:name w:val="heading 1"/>
    <w:basedOn w:val="Heading"/>
    <w:next w:val="Textbody"/>
    <w:pPr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120"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071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Textbody"/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llustration">
    <w:name w:val="Illustration"/>
    <w:basedOn w:val="Beschriftung"/>
  </w:style>
  <w:style w:type="paragraph" w:customStyle="1" w:styleId="Framecontents">
    <w:name w:val="Frame contents"/>
    <w:basedOn w:val="Textbody"/>
  </w:style>
  <w:style w:type="paragraph" w:customStyle="1" w:styleId="Aufgabe">
    <w:name w:val="Aufgabe"/>
    <w:basedOn w:val="Beschriftung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character" w:styleId="Seitenzahl">
    <w:name w:val="page number"/>
    <w:basedOn w:val="WW-Absatz-Standardschriftart1"/>
  </w:style>
  <w:style w:type="character" w:customStyle="1" w:styleId="NumberingSymbols">
    <w:name w:val="Numbering Symbols"/>
  </w:style>
  <w:style w:type="character" w:customStyle="1" w:styleId="StrongEmphasis">
    <w:name w:val="Strong Emphasis"/>
    <w:basedOn w:val="WW-Absatz-Standardschriftart1"/>
    <w:rPr>
      <w:b/>
      <w:bCs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Wingdings" w:hAnsi="Wingdings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52z0">
    <w:name w:val="WW8Num52z0"/>
    <w:rPr>
      <w:rFonts w:ascii="Wingdings" w:hAnsi="Wingdings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7z0">
    <w:name w:val="WW8Num57z0"/>
    <w:rPr>
      <w:rFonts w:ascii="Wingdings" w:hAnsi="Wingdings"/>
    </w:rPr>
  </w:style>
  <w:style w:type="character" w:customStyle="1" w:styleId="WW8Num60z0">
    <w:name w:val="WW8Num60z0"/>
    <w:rPr>
      <w:rFonts w:ascii="Symbol" w:hAnsi="Symbol"/>
    </w:rPr>
  </w:style>
  <w:style w:type="character" w:customStyle="1" w:styleId="WW8Num61z0">
    <w:name w:val="WW8Num61z0"/>
    <w:rPr>
      <w:rFonts w:ascii="Wingdings" w:hAnsi="Wingdings"/>
    </w:rPr>
  </w:style>
  <w:style w:type="character" w:customStyle="1" w:styleId="WW8Num65z0">
    <w:name w:val="WW8Num65z0"/>
    <w:rPr>
      <w:rFonts w:ascii="Wingdings" w:hAnsi="Wingdings"/>
    </w:rPr>
  </w:style>
  <w:style w:type="character" w:customStyle="1" w:styleId="WW8Num67z0">
    <w:name w:val="WW8Num67z0"/>
    <w:rPr>
      <w:rFonts w:ascii="Wingdings" w:hAnsi="Wingdings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9z0">
    <w:name w:val="WW8Num69z0"/>
    <w:rPr>
      <w:rFonts w:ascii="Wingdings" w:hAnsi="Wingdings"/>
    </w:rPr>
  </w:style>
  <w:style w:type="character" w:customStyle="1" w:styleId="WW8Num71z0">
    <w:name w:val="WW8Num71z0"/>
    <w:rPr>
      <w:rFonts w:ascii="Symbol" w:hAnsi="Symbol"/>
    </w:rPr>
  </w:style>
  <w:style w:type="character" w:customStyle="1" w:styleId="WW8Num72z0">
    <w:name w:val="WW8Num72z0"/>
    <w:rPr>
      <w:rFonts w:ascii="Wingdings" w:hAnsi="Wingdings"/>
    </w:rPr>
  </w:style>
  <w:style w:type="character" w:customStyle="1" w:styleId="WW8Num74z0">
    <w:name w:val="WW8Num74z0"/>
    <w:rPr>
      <w:rFonts w:ascii="Wingdings" w:hAnsi="Wingdings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paragraph" w:customStyle="1" w:styleId="TabellenInhalt">
    <w:name w:val="Tabellen Inhalt"/>
    <w:basedOn w:val="Textkrper"/>
    <w:rsid w:val="001D1F9A"/>
    <w:pPr>
      <w:autoSpaceDN/>
      <w:textAlignment w:val="auto"/>
    </w:pPr>
    <w:rPr>
      <w:rFonts w:eastAsia="DejaVu Sans" w:cs="Andale Sans UI"/>
      <w:kern w:val="0"/>
      <w:lang w:eastAsia="en-US" w:bidi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D1F9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D1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../../OpenOffice.org1.1.5/user/template/Arbeitsblatt.st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74239-25B2-4B4F-AC87-B70C73369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Arbeitsblatt.stw</Template>
  <TotalTime>0</TotalTime>
  <Pages>4</Pages>
  <Words>535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Sturm</dc:creator>
  <cp:lastModifiedBy>Jörg Sturm</cp:lastModifiedBy>
  <cp:revision>5</cp:revision>
  <cp:lastPrinted>2020-12-29T14:18:00Z</cp:lastPrinted>
  <dcterms:created xsi:type="dcterms:W3CDTF">2020-12-29T13:57:00Z</dcterms:created>
  <dcterms:modified xsi:type="dcterms:W3CDTF">2020-12-29T14:49:00Z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